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8C024" w14:textId="28BAD921" w:rsidR="001E7B1E" w:rsidRDefault="004E7330" w:rsidP="004F48EC">
      <w:pPr>
        <w:jc w:val="center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>2.27.</w:t>
      </w:r>
    </w:p>
    <w:p w14:paraId="58254452" w14:textId="77777777" w:rsidR="004E7330" w:rsidRPr="004E7330" w:rsidRDefault="004E7330" w:rsidP="004F48EC">
      <w:pPr>
        <w:jc w:val="center"/>
        <w:rPr>
          <w:rFonts w:cs="Times New Roman"/>
        </w:rPr>
      </w:pPr>
    </w:p>
    <w:p w14:paraId="549FEF42" w14:textId="77777777" w:rsidR="001A7777" w:rsidRPr="004E7330" w:rsidRDefault="001A7777" w:rsidP="001A7777">
      <w:pPr>
        <w:jc w:val="center"/>
        <w:rPr>
          <w:rFonts w:cs="Times New Roman"/>
          <w:b/>
          <w:caps/>
          <w:spacing w:val="60"/>
          <w:szCs w:val="24"/>
        </w:rPr>
      </w:pPr>
      <w:r w:rsidRPr="004E7330">
        <w:rPr>
          <w:rFonts w:cs="Times New Roman"/>
          <w:b/>
          <w:caps/>
          <w:spacing w:val="60"/>
          <w:szCs w:val="24"/>
        </w:rPr>
        <w:t>Szakképzési kerettanterv</w:t>
      </w:r>
    </w:p>
    <w:p w14:paraId="16AA8A13" w14:textId="77777777" w:rsidR="001A7777" w:rsidRPr="004E7330" w:rsidRDefault="00BA3D88" w:rsidP="001A7777">
      <w:pPr>
        <w:jc w:val="center"/>
        <w:rPr>
          <w:rFonts w:cs="Times New Roman"/>
          <w:b/>
          <w:szCs w:val="24"/>
        </w:rPr>
      </w:pPr>
      <w:r w:rsidRPr="004E7330">
        <w:rPr>
          <w:rFonts w:cs="Times New Roman"/>
          <w:b/>
          <w:szCs w:val="24"/>
        </w:rPr>
        <w:t>a</w:t>
      </w:r>
    </w:p>
    <w:p w14:paraId="277FBF3D" w14:textId="77777777" w:rsidR="0065053C" w:rsidRPr="004E7330" w:rsidRDefault="00226B6F" w:rsidP="001A7777">
      <w:pPr>
        <w:jc w:val="center"/>
        <w:rPr>
          <w:rFonts w:cs="Times New Roman"/>
          <w:b/>
          <w:caps/>
          <w:szCs w:val="24"/>
        </w:rPr>
      </w:pPr>
      <w:r w:rsidRPr="004E7330">
        <w:rPr>
          <w:rFonts w:cs="Times New Roman"/>
          <w:b/>
          <w:caps/>
          <w:szCs w:val="24"/>
        </w:rPr>
        <w:t>xxxi</w:t>
      </w:r>
      <w:r w:rsidR="0065053C" w:rsidRPr="004E7330">
        <w:rPr>
          <w:rFonts w:cs="Times New Roman"/>
          <w:b/>
          <w:caps/>
          <w:szCs w:val="24"/>
        </w:rPr>
        <w:t xml:space="preserve">. </w:t>
      </w:r>
      <w:r w:rsidRPr="004E7330">
        <w:rPr>
          <w:rFonts w:cs="Times New Roman"/>
          <w:b/>
          <w:caps/>
          <w:szCs w:val="24"/>
        </w:rPr>
        <w:t>Agrár gépész</w:t>
      </w:r>
    </w:p>
    <w:p w14:paraId="6AD853CF" w14:textId="77777777" w:rsidR="0065053C" w:rsidRPr="004E7330" w:rsidRDefault="0065053C" w:rsidP="001A7777">
      <w:pPr>
        <w:jc w:val="center"/>
        <w:rPr>
          <w:rFonts w:cs="Times New Roman"/>
          <w:b/>
          <w:szCs w:val="24"/>
        </w:rPr>
      </w:pPr>
      <w:r w:rsidRPr="004E7330">
        <w:rPr>
          <w:rFonts w:cs="Times New Roman"/>
          <w:b/>
          <w:szCs w:val="24"/>
        </w:rPr>
        <w:t>ágazathoz tartozó</w:t>
      </w:r>
    </w:p>
    <w:p w14:paraId="08142570" w14:textId="77777777" w:rsidR="001A7777" w:rsidRPr="004E7330" w:rsidRDefault="00226B6F" w:rsidP="001A7777">
      <w:pPr>
        <w:jc w:val="center"/>
        <w:rPr>
          <w:rFonts w:cs="Times New Roman"/>
          <w:b/>
          <w:szCs w:val="24"/>
        </w:rPr>
      </w:pPr>
      <w:r w:rsidRPr="004E7330">
        <w:rPr>
          <w:rFonts w:cs="Times New Roman"/>
          <w:b/>
          <w:szCs w:val="24"/>
        </w:rPr>
        <w:t>54 521 02</w:t>
      </w:r>
    </w:p>
    <w:p w14:paraId="07ECE945" w14:textId="77777777" w:rsidR="004F48EC" w:rsidRPr="004E7330" w:rsidRDefault="00226B6F" w:rsidP="004F48EC">
      <w:pPr>
        <w:jc w:val="center"/>
        <w:rPr>
          <w:rFonts w:cs="Times New Roman"/>
          <w:b/>
          <w:caps/>
          <w:szCs w:val="24"/>
        </w:rPr>
      </w:pPr>
      <w:r w:rsidRPr="004E7330">
        <w:rPr>
          <w:rFonts w:cs="Times New Roman"/>
          <w:b/>
          <w:caps/>
          <w:szCs w:val="24"/>
        </w:rPr>
        <w:t xml:space="preserve">Erdészeti gépésztechnikus </w:t>
      </w:r>
      <w:r w:rsidR="001A7777" w:rsidRPr="004E7330">
        <w:rPr>
          <w:rFonts w:cs="Times New Roman"/>
          <w:b/>
          <w:caps/>
          <w:szCs w:val="24"/>
        </w:rPr>
        <w:t>szakképesítéshez</w:t>
      </w:r>
    </w:p>
    <w:p w14:paraId="26BDBCA8" w14:textId="1672E817" w:rsidR="00770AA2" w:rsidRPr="004E7330" w:rsidRDefault="004F48EC" w:rsidP="004F48EC">
      <w:pPr>
        <w:jc w:val="center"/>
        <w:rPr>
          <w:rFonts w:cs="Times New Roman"/>
          <w:b/>
          <w:caps/>
          <w:szCs w:val="24"/>
        </w:rPr>
      </w:pPr>
      <w:r w:rsidRPr="004E7330">
        <w:rPr>
          <w:rFonts w:cs="Times New Roman"/>
          <w:b/>
          <w:szCs w:val="24"/>
        </w:rPr>
        <w:t>(a</w:t>
      </w:r>
      <w:r w:rsidR="00766B2B" w:rsidRPr="004E7330">
        <w:rPr>
          <w:rFonts w:cs="Times New Roman"/>
          <w:b/>
          <w:szCs w:val="24"/>
        </w:rPr>
        <w:t>z</w:t>
      </w:r>
      <w:r w:rsidRPr="004E7330">
        <w:rPr>
          <w:rFonts w:cs="Times New Roman"/>
          <w:b/>
          <w:szCs w:val="24"/>
        </w:rPr>
        <w:t xml:space="preserve"> </w:t>
      </w:r>
      <w:r w:rsidR="00226B6F" w:rsidRPr="004E7330">
        <w:rPr>
          <w:rFonts w:cs="Times New Roman"/>
          <w:b/>
          <w:szCs w:val="24"/>
        </w:rPr>
        <w:t>51 621 01</w:t>
      </w:r>
      <w:r w:rsidRPr="004E7330">
        <w:rPr>
          <w:rFonts w:cs="Times New Roman"/>
          <w:b/>
          <w:caps/>
          <w:szCs w:val="24"/>
        </w:rPr>
        <w:t xml:space="preserve"> </w:t>
      </w:r>
      <w:r w:rsidR="00226B6F" w:rsidRPr="004E7330">
        <w:rPr>
          <w:rFonts w:cs="Times New Roman"/>
          <w:b/>
          <w:caps/>
          <w:szCs w:val="24"/>
        </w:rPr>
        <w:t>Agrár vállalkozó</w:t>
      </w:r>
    </w:p>
    <w:p w14:paraId="57FB4289" w14:textId="77777777" w:rsidR="004F48EC" w:rsidRPr="004E7330" w:rsidRDefault="004F48EC" w:rsidP="004F48EC">
      <w:pPr>
        <w:jc w:val="center"/>
        <w:rPr>
          <w:rFonts w:cs="Times New Roman"/>
          <w:b/>
          <w:caps/>
          <w:szCs w:val="24"/>
        </w:rPr>
      </w:pPr>
      <w:r w:rsidRPr="004E7330">
        <w:rPr>
          <w:rFonts w:cs="Times New Roman"/>
          <w:b/>
          <w:szCs w:val="24"/>
        </w:rPr>
        <w:t>mellék</w:t>
      </w:r>
      <w:r w:rsidR="00770AA2" w:rsidRPr="004E7330">
        <w:rPr>
          <w:rFonts w:cs="Times New Roman"/>
          <w:b/>
          <w:szCs w:val="24"/>
        </w:rPr>
        <w:t>-</w:t>
      </w:r>
      <w:r w:rsidRPr="004E7330">
        <w:rPr>
          <w:rFonts w:cs="Times New Roman"/>
          <w:b/>
          <w:szCs w:val="24"/>
        </w:rPr>
        <w:t>szakképesítéssel)</w:t>
      </w:r>
    </w:p>
    <w:p w14:paraId="5D3462E0" w14:textId="77777777" w:rsidR="000B5E9D" w:rsidRPr="004E7330" w:rsidRDefault="000B5E9D" w:rsidP="001A7777">
      <w:pPr>
        <w:jc w:val="center"/>
        <w:rPr>
          <w:rFonts w:cs="Times New Roman"/>
          <w:b/>
          <w:caps/>
          <w:szCs w:val="24"/>
        </w:rPr>
      </w:pPr>
    </w:p>
    <w:p w14:paraId="3DC214CD" w14:textId="77777777" w:rsidR="001A7777" w:rsidRPr="004E7330" w:rsidRDefault="001A7777" w:rsidP="000B5E9D">
      <w:pPr>
        <w:spacing w:after="0"/>
        <w:rPr>
          <w:rFonts w:cs="Times New Roman"/>
        </w:rPr>
      </w:pPr>
    </w:p>
    <w:p w14:paraId="59A4C5C0" w14:textId="77777777" w:rsidR="00F24097" w:rsidRPr="004E7330" w:rsidRDefault="00F24097" w:rsidP="00F24097">
      <w:p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I. A szakképzés jogi háttere</w:t>
      </w:r>
    </w:p>
    <w:p w14:paraId="21434951" w14:textId="77777777" w:rsidR="00F24097" w:rsidRPr="004E7330" w:rsidRDefault="00F24097" w:rsidP="00F24097">
      <w:pPr>
        <w:spacing w:after="0"/>
        <w:rPr>
          <w:rFonts w:cs="Times New Roman"/>
        </w:rPr>
      </w:pPr>
      <w:r w:rsidRPr="004E7330">
        <w:rPr>
          <w:rFonts w:cs="Times New Roman"/>
        </w:rPr>
        <w:t>A szakképzési kerettanterv</w:t>
      </w:r>
    </w:p>
    <w:p w14:paraId="2D6077DA" w14:textId="77777777" w:rsidR="00F24097" w:rsidRPr="004E7330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4E7330">
        <w:rPr>
          <w:rFonts w:cs="Times New Roman"/>
        </w:rPr>
        <w:t>a nemzeti köznevelésről szóló 2011. évi CXC. törvény,</w:t>
      </w:r>
    </w:p>
    <w:p w14:paraId="68E2AE59" w14:textId="77777777" w:rsidR="00F24097" w:rsidRPr="004E7330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4E7330">
        <w:rPr>
          <w:rFonts w:cs="Times New Roman"/>
        </w:rPr>
        <w:t>a szakképzésről szóló 2011. évi CLXXXVII. törvény,</w:t>
      </w:r>
    </w:p>
    <w:p w14:paraId="5B478976" w14:textId="77777777" w:rsidR="00F24097" w:rsidRPr="004E7330" w:rsidRDefault="00F24097" w:rsidP="00F24097">
      <w:pPr>
        <w:spacing w:after="0"/>
        <w:rPr>
          <w:rFonts w:cs="Times New Roman"/>
        </w:rPr>
      </w:pPr>
    </w:p>
    <w:p w14:paraId="62715ABE" w14:textId="77777777" w:rsidR="00F24097" w:rsidRPr="004E7330" w:rsidRDefault="00F24097" w:rsidP="00F24097">
      <w:pPr>
        <w:spacing w:after="0"/>
        <w:rPr>
          <w:rFonts w:cs="Times New Roman"/>
        </w:rPr>
      </w:pPr>
      <w:r w:rsidRPr="004E7330">
        <w:rPr>
          <w:rFonts w:cs="Times New Roman"/>
        </w:rPr>
        <w:t>valamint</w:t>
      </w:r>
    </w:p>
    <w:p w14:paraId="31B313ED" w14:textId="36F45553" w:rsidR="00F24097" w:rsidRPr="004E7330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4E7330">
        <w:rPr>
          <w:rFonts w:cs="Times New Roman"/>
        </w:rPr>
        <w:t xml:space="preserve">az Országos Képzési Jegyzékről és az Országos Képzési Jegyzék módosításának eljárásrendjéről szóló 150/2012. (VII. 6.) </w:t>
      </w:r>
      <w:r w:rsidR="004E7330">
        <w:rPr>
          <w:rFonts w:cs="Times New Roman"/>
        </w:rPr>
        <w:t>Korm. rendelet</w:t>
      </w:r>
      <w:r w:rsidRPr="004E7330">
        <w:rPr>
          <w:rFonts w:cs="Times New Roman"/>
        </w:rPr>
        <w:t>,</w:t>
      </w:r>
    </w:p>
    <w:p w14:paraId="3E1029F7" w14:textId="75339D45" w:rsidR="00F24097" w:rsidRPr="004E7330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4E7330">
        <w:rPr>
          <w:rFonts w:cs="Times New Roman"/>
        </w:rPr>
        <w:t xml:space="preserve">az állam által elismert szakképesítések szakmai követelménymoduljairól szóló 217/2012. (VIII. 9.) </w:t>
      </w:r>
      <w:r w:rsidR="004E7330">
        <w:rPr>
          <w:rFonts w:cs="Times New Roman"/>
        </w:rPr>
        <w:t>Korm. rendelet és</w:t>
      </w:r>
    </w:p>
    <w:p w14:paraId="0D26AB6C" w14:textId="660E7744" w:rsidR="00F24097" w:rsidRPr="004E7330" w:rsidRDefault="00D40B94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0F557A">
        <w:rPr>
          <w:rFonts w:cs="Times New Roman"/>
          <w:szCs w:val="24"/>
        </w:rPr>
        <w:t>a földművelésügyi miniszter hatáskörébe tartozó szakképesítések szakmai és vizsgakövetelményeiről szóló</w:t>
      </w:r>
      <w:r w:rsidR="00F24097" w:rsidRPr="004E7330">
        <w:rPr>
          <w:rFonts w:cs="Times New Roman"/>
        </w:rPr>
        <w:t xml:space="preserve"> </w:t>
      </w:r>
      <w:r w:rsidR="00226B6F" w:rsidRPr="004E7330">
        <w:rPr>
          <w:rFonts w:cs="Times New Roman"/>
        </w:rPr>
        <w:t>56</w:t>
      </w:r>
      <w:r w:rsidR="00F24097" w:rsidRPr="004E7330">
        <w:rPr>
          <w:rFonts w:cs="Times New Roman"/>
        </w:rPr>
        <w:t>/201</w:t>
      </w:r>
      <w:r w:rsidR="00226B6F" w:rsidRPr="004E7330">
        <w:rPr>
          <w:rFonts w:cs="Times New Roman"/>
        </w:rPr>
        <w:t>6</w:t>
      </w:r>
      <w:r w:rsidR="00F24097" w:rsidRPr="004E7330">
        <w:rPr>
          <w:rFonts w:cs="Times New Roman"/>
        </w:rPr>
        <w:t>. (</w:t>
      </w:r>
      <w:r w:rsidR="00226B6F" w:rsidRPr="004E7330">
        <w:rPr>
          <w:rFonts w:cs="Times New Roman"/>
        </w:rPr>
        <w:t>VIII</w:t>
      </w:r>
      <w:r w:rsidR="00F24097" w:rsidRPr="004E7330">
        <w:rPr>
          <w:rFonts w:cs="Times New Roman"/>
        </w:rPr>
        <w:t xml:space="preserve">. </w:t>
      </w:r>
      <w:r w:rsidR="00226B6F" w:rsidRPr="004E7330">
        <w:rPr>
          <w:rFonts w:cs="Times New Roman"/>
        </w:rPr>
        <w:t>19</w:t>
      </w:r>
      <w:r w:rsidR="00F24097" w:rsidRPr="004E7330">
        <w:rPr>
          <w:rFonts w:cs="Times New Roman"/>
        </w:rPr>
        <w:t xml:space="preserve">.) </w:t>
      </w:r>
      <w:r w:rsidR="00226B6F" w:rsidRPr="004E7330">
        <w:rPr>
          <w:rFonts w:cs="Times New Roman"/>
        </w:rPr>
        <w:t>FM</w:t>
      </w:r>
      <w:r w:rsidR="00F24097" w:rsidRPr="004E7330">
        <w:rPr>
          <w:rFonts w:cs="Times New Roman"/>
        </w:rPr>
        <w:t xml:space="preserve"> rendelet </w:t>
      </w:r>
    </w:p>
    <w:p w14:paraId="1F8AF4AD" w14:textId="77777777" w:rsidR="00F24097" w:rsidRPr="004E7330" w:rsidRDefault="00F24097" w:rsidP="00F24097">
      <w:pPr>
        <w:spacing w:after="0"/>
        <w:rPr>
          <w:rFonts w:cs="Times New Roman"/>
        </w:rPr>
      </w:pPr>
      <w:r w:rsidRPr="004E7330">
        <w:rPr>
          <w:rFonts w:cs="Times New Roman"/>
        </w:rPr>
        <w:t>alapján készült.</w:t>
      </w:r>
    </w:p>
    <w:p w14:paraId="30D94B4B" w14:textId="77777777" w:rsidR="001A7777" w:rsidRPr="004E7330" w:rsidRDefault="001A7777" w:rsidP="000B5E9D">
      <w:pPr>
        <w:spacing w:after="0"/>
        <w:rPr>
          <w:rFonts w:cs="Times New Roman"/>
        </w:rPr>
      </w:pPr>
    </w:p>
    <w:p w14:paraId="1B2A49CD" w14:textId="77777777" w:rsidR="00E96240" w:rsidRPr="004E7330" w:rsidRDefault="00E96240" w:rsidP="000B5E9D">
      <w:pPr>
        <w:spacing w:after="0"/>
        <w:rPr>
          <w:rFonts w:cs="Times New Roman"/>
        </w:rPr>
      </w:pPr>
    </w:p>
    <w:p w14:paraId="405DF0E0" w14:textId="77777777" w:rsidR="00C64856" w:rsidRPr="004E7330" w:rsidRDefault="00C64856" w:rsidP="00C64856">
      <w:p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II. A szakképesítés alapadatai</w:t>
      </w:r>
    </w:p>
    <w:p w14:paraId="6EEE8C13" w14:textId="77777777" w:rsidR="00C64856" w:rsidRPr="004E7330" w:rsidRDefault="00C64856" w:rsidP="00C64856">
      <w:pPr>
        <w:spacing w:after="0"/>
        <w:rPr>
          <w:rFonts w:cs="Times New Roman"/>
        </w:rPr>
      </w:pPr>
    </w:p>
    <w:p w14:paraId="5080B8C7" w14:textId="77777777" w:rsidR="00C64856" w:rsidRPr="004E7330" w:rsidRDefault="00C64856" w:rsidP="00C64856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A szakképesítés azonosító száma: </w:t>
      </w:r>
      <w:r w:rsidR="00226B6F" w:rsidRPr="004E7330">
        <w:rPr>
          <w:rFonts w:cs="Times New Roman"/>
        </w:rPr>
        <w:t>54 521 02</w:t>
      </w:r>
    </w:p>
    <w:p w14:paraId="753D7824" w14:textId="77777777" w:rsidR="00C64856" w:rsidRPr="004E7330" w:rsidRDefault="00C64856" w:rsidP="00C64856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Szakképesítés megnevezése: </w:t>
      </w:r>
      <w:r w:rsidR="00226B6F" w:rsidRPr="004E7330">
        <w:rPr>
          <w:rFonts w:cs="Times New Roman"/>
        </w:rPr>
        <w:t>Erdészeti gépésztechnikus</w:t>
      </w:r>
    </w:p>
    <w:p w14:paraId="5236F2B7" w14:textId="77777777" w:rsidR="00C64856" w:rsidRPr="004E7330" w:rsidRDefault="00C64856" w:rsidP="00C64856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A szakmacsoport száma és megnevezése: </w:t>
      </w:r>
      <w:r w:rsidR="00226B6F" w:rsidRPr="004E7330">
        <w:rPr>
          <w:rFonts w:cs="Times New Roman"/>
        </w:rPr>
        <w:t>20</w:t>
      </w:r>
      <w:r w:rsidRPr="004E7330">
        <w:rPr>
          <w:rFonts w:cs="Times New Roman"/>
        </w:rPr>
        <w:t xml:space="preserve">. </w:t>
      </w:r>
      <w:r w:rsidR="00226B6F" w:rsidRPr="004E7330">
        <w:rPr>
          <w:rFonts w:cs="Times New Roman"/>
        </w:rPr>
        <w:t>Mezőgazdaság</w:t>
      </w:r>
    </w:p>
    <w:p w14:paraId="210A3737" w14:textId="77777777" w:rsidR="00C64856" w:rsidRPr="004E7330" w:rsidRDefault="00C64856" w:rsidP="00C64856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Ágazati besorolás száma és megnevezése: </w:t>
      </w:r>
      <w:r w:rsidR="00226B6F" w:rsidRPr="004E7330">
        <w:rPr>
          <w:rFonts w:cs="Times New Roman"/>
        </w:rPr>
        <w:t>XXXI</w:t>
      </w:r>
      <w:r w:rsidRPr="004E7330">
        <w:rPr>
          <w:rFonts w:cs="Times New Roman"/>
        </w:rPr>
        <w:t xml:space="preserve">. </w:t>
      </w:r>
      <w:r w:rsidR="00226B6F" w:rsidRPr="004E7330">
        <w:rPr>
          <w:rFonts w:cs="Times New Roman"/>
        </w:rPr>
        <w:t>Agrár gépész</w:t>
      </w:r>
    </w:p>
    <w:p w14:paraId="1FF4FF91" w14:textId="77777777" w:rsidR="00C64856" w:rsidRPr="004E7330" w:rsidRDefault="00C64856" w:rsidP="00C64856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Iskolai rendszerű szakképzésben a szakképzési évfolyamok száma: </w:t>
      </w:r>
      <w:r w:rsidR="00226B6F" w:rsidRPr="004E7330">
        <w:rPr>
          <w:rFonts w:cs="Times New Roman"/>
        </w:rPr>
        <w:t>2</w:t>
      </w:r>
      <w:r w:rsidRPr="004E7330">
        <w:rPr>
          <w:rFonts w:cs="Times New Roman"/>
        </w:rPr>
        <w:t xml:space="preserve"> év</w:t>
      </w:r>
    </w:p>
    <w:p w14:paraId="14FD1533" w14:textId="77777777" w:rsidR="00C64856" w:rsidRPr="004E7330" w:rsidRDefault="00C64856" w:rsidP="00C64856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Elméleti képzési idő aránya: </w:t>
      </w:r>
      <w:r w:rsidR="00226B6F" w:rsidRPr="004E7330">
        <w:rPr>
          <w:rFonts w:cs="Times New Roman"/>
        </w:rPr>
        <w:t>50</w:t>
      </w:r>
      <w:r w:rsidRPr="004E7330">
        <w:rPr>
          <w:rFonts w:cs="Times New Roman"/>
        </w:rPr>
        <w:t>%</w:t>
      </w:r>
    </w:p>
    <w:p w14:paraId="4C230FDB" w14:textId="77777777" w:rsidR="00C64856" w:rsidRPr="004E7330" w:rsidRDefault="00C64856" w:rsidP="00C64856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Gyakorlati képzési idő aránya: </w:t>
      </w:r>
      <w:r w:rsidR="00226B6F" w:rsidRPr="004E7330">
        <w:rPr>
          <w:rFonts w:cs="Times New Roman"/>
        </w:rPr>
        <w:t>50</w:t>
      </w:r>
      <w:r w:rsidRPr="004E7330">
        <w:rPr>
          <w:rFonts w:cs="Times New Roman"/>
        </w:rPr>
        <w:t>%</w:t>
      </w:r>
    </w:p>
    <w:p w14:paraId="78242596" w14:textId="77777777" w:rsidR="00C64856" w:rsidRPr="004E7330" w:rsidRDefault="00C64856" w:rsidP="00C64856">
      <w:pPr>
        <w:spacing w:after="0"/>
        <w:rPr>
          <w:rFonts w:cs="Times New Roman"/>
        </w:rPr>
      </w:pPr>
      <w:r w:rsidRPr="004E7330">
        <w:rPr>
          <w:rFonts w:cs="Times New Roman"/>
        </w:rPr>
        <w:t>Az iskolai rendszerű képzésben az összefüggő szakmai gyakorlat időtartama:</w:t>
      </w:r>
    </w:p>
    <w:p w14:paraId="1DC2F450" w14:textId="77777777" w:rsidR="00C64856" w:rsidRPr="004E7330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4E7330">
        <w:rPr>
          <w:rFonts w:cs="Times New Roman"/>
        </w:rPr>
        <w:t>5 évfolyamos képzés esetén</w:t>
      </w:r>
      <w:r w:rsidR="00381B6C" w:rsidRPr="004E7330">
        <w:rPr>
          <w:rFonts w:cs="Times New Roman"/>
        </w:rPr>
        <w:t>:</w:t>
      </w:r>
      <w:r w:rsidRPr="004E7330">
        <w:rPr>
          <w:rFonts w:cs="Times New Roman"/>
        </w:rPr>
        <w:t xml:space="preserve"> </w:t>
      </w:r>
      <w:r w:rsidR="00BD0108" w:rsidRPr="004E7330">
        <w:rPr>
          <w:rFonts w:cs="Times New Roman"/>
        </w:rPr>
        <w:t>a 10. évfolyamot követően 140</w:t>
      </w:r>
      <w:r w:rsidRPr="004E7330">
        <w:rPr>
          <w:rFonts w:cs="Times New Roman"/>
        </w:rPr>
        <w:t xml:space="preserve"> óra, a 11. évfolyamot követően 140 óra; </w:t>
      </w:r>
    </w:p>
    <w:p w14:paraId="5B236E9D" w14:textId="258A679B" w:rsidR="00C64856" w:rsidRPr="004E7330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4E7330">
        <w:rPr>
          <w:rFonts w:cs="Times New Roman"/>
        </w:rPr>
        <w:t>2 évfolyamos képzés esetén</w:t>
      </w:r>
      <w:r w:rsidR="00381B6C" w:rsidRPr="004E7330">
        <w:rPr>
          <w:rFonts w:cs="Times New Roman"/>
        </w:rPr>
        <w:t>:</w:t>
      </w:r>
      <w:r w:rsidRPr="004E7330">
        <w:rPr>
          <w:rFonts w:cs="Times New Roman"/>
        </w:rPr>
        <w:t xml:space="preserve"> az első szakképzési évfolyamot követően </w:t>
      </w:r>
      <w:r w:rsidR="00BD0108" w:rsidRPr="004E7330">
        <w:rPr>
          <w:rFonts w:cs="Times New Roman"/>
        </w:rPr>
        <w:t>160</w:t>
      </w:r>
      <w:r w:rsidRPr="004E7330">
        <w:rPr>
          <w:rFonts w:cs="Times New Roman"/>
        </w:rPr>
        <w:t xml:space="preserve"> óra</w:t>
      </w:r>
      <w:r w:rsidR="000B11CB">
        <w:rPr>
          <w:rFonts w:cs="Times New Roman"/>
        </w:rPr>
        <w:t>.</w:t>
      </w:r>
    </w:p>
    <w:p w14:paraId="795756CC" w14:textId="77777777" w:rsidR="001A7777" w:rsidRPr="004E7330" w:rsidRDefault="001A7777" w:rsidP="000B5E9D">
      <w:pPr>
        <w:spacing w:after="0"/>
        <w:rPr>
          <w:rFonts w:cs="Times New Roman"/>
        </w:rPr>
      </w:pPr>
    </w:p>
    <w:p w14:paraId="26A9C12E" w14:textId="77777777" w:rsidR="00E96240" w:rsidRDefault="00E96240" w:rsidP="000B5E9D">
      <w:pPr>
        <w:spacing w:after="0"/>
        <w:rPr>
          <w:rFonts w:cs="Times New Roman"/>
        </w:rPr>
      </w:pPr>
    </w:p>
    <w:p w14:paraId="23288A93" w14:textId="77777777" w:rsidR="004E7330" w:rsidRDefault="004E7330" w:rsidP="000B5E9D">
      <w:pPr>
        <w:spacing w:after="0"/>
        <w:rPr>
          <w:rFonts w:cs="Times New Roman"/>
        </w:rPr>
      </w:pPr>
    </w:p>
    <w:p w14:paraId="6558FD18" w14:textId="77777777" w:rsidR="004E7330" w:rsidRDefault="004E7330" w:rsidP="000B5E9D">
      <w:pPr>
        <w:spacing w:after="0"/>
        <w:rPr>
          <w:rFonts w:cs="Times New Roman"/>
        </w:rPr>
      </w:pPr>
    </w:p>
    <w:p w14:paraId="21F27DCD" w14:textId="77777777" w:rsidR="004E7330" w:rsidRPr="004E7330" w:rsidRDefault="004E7330" w:rsidP="000B5E9D">
      <w:pPr>
        <w:spacing w:after="0"/>
        <w:rPr>
          <w:rFonts w:cs="Times New Roman"/>
        </w:rPr>
      </w:pPr>
    </w:p>
    <w:p w14:paraId="5964B8EF" w14:textId="77777777" w:rsidR="00E96240" w:rsidRPr="004E7330" w:rsidRDefault="00E96240" w:rsidP="00E96240">
      <w:p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lastRenderedPageBreak/>
        <w:t>III. A szakképzésbe történő belépés feltételei</w:t>
      </w:r>
    </w:p>
    <w:p w14:paraId="08177DA6" w14:textId="77777777" w:rsidR="00E96240" w:rsidRPr="004E7330" w:rsidRDefault="00E96240" w:rsidP="00E96240">
      <w:pPr>
        <w:spacing w:after="0"/>
        <w:rPr>
          <w:rFonts w:cs="Times New Roman"/>
        </w:rPr>
      </w:pPr>
    </w:p>
    <w:p w14:paraId="083BEE19" w14:textId="77777777" w:rsidR="00E96240" w:rsidRPr="004E7330" w:rsidRDefault="00E96240" w:rsidP="00E96240">
      <w:pPr>
        <w:spacing w:after="0"/>
        <w:rPr>
          <w:rFonts w:cs="Times New Roman"/>
        </w:rPr>
      </w:pPr>
      <w:r w:rsidRPr="004E7330">
        <w:rPr>
          <w:rFonts w:cs="Times New Roman"/>
        </w:rPr>
        <w:t>Iskolai előképzettség: érettségi végzettség</w:t>
      </w:r>
    </w:p>
    <w:p w14:paraId="7E29EFAC" w14:textId="77777777" w:rsidR="00E96240" w:rsidRPr="004E7330" w:rsidRDefault="00E96240" w:rsidP="00E96240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Bemeneti kompetenciák: </w:t>
      </w:r>
      <w:r w:rsidR="000772D7" w:rsidRPr="004E7330">
        <w:rPr>
          <w:rFonts w:cs="Times New Roman"/>
        </w:rPr>
        <w:t>—</w:t>
      </w:r>
    </w:p>
    <w:p w14:paraId="29DC9B56" w14:textId="77777777" w:rsidR="00E96240" w:rsidRPr="004E7330" w:rsidRDefault="00E96240" w:rsidP="00E96240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Szakmai előképzettség: </w:t>
      </w:r>
      <w:r w:rsidR="000772D7" w:rsidRPr="004E7330">
        <w:rPr>
          <w:rFonts w:cs="Times New Roman"/>
        </w:rPr>
        <w:t>—</w:t>
      </w:r>
    </w:p>
    <w:p w14:paraId="0F4003D8" w14:textId="77777777" w:rsidR="00E96240" w:rsidRPr="004E7330" w:rsidRDefault="00E96240" w:rsidP="00E96240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Előírt gyakorlat: </w:t>
      </w:r>
      <w:r w:rsidR="000772D7" w:rsidRPr="004E7330">
        <w:rPr>
          <w:rFonts w:cs="Times New Roman"/>
        </w:rPr>
        <w:t>—</w:t>
      </w:r>
    </w:p>
    <w:p w14:paraId="25E02187" w14:textId="77777777" w:rsidR="00E96240" w:rsidRPr="004E7330" w:rsidRDefault="00E96240" w:rsidP="00E96240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Egészségügyi alkalmassági követelmények: </w:t>
      </w:r>
      <w:r w:rsidR="00226B6F" w:rsidRPr="004E7330">
        <w:rPr>
          <w:rFonts w:cs="Times New Roman"/>
        </w:rPr>
        <w:t>szükségese</w:t>
      </w:r>
      <w:r w:rsidRPr="004E7330">
        <w:rPr>
          <w:rFonts w:cs="Times New Roman"/>
        </w:rPr>
        <w:t>k</w:t>
      </w:r>
    </w:p>
    <w:p w14:paraId="22730A64" w14:textId="77777777" w:rsidR="00E96240" w:rsidRPr="004E7330" w:rsidRDefault="00E96240" w:rsidP="00E96240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Pályaalkalmassági követelmények: </w:t>
      </w:r>
      <w:r w:rsidR="00226B6F" w:rsidRPr="004E7330">
        <w:rPr>
          <w:rFonts w:cs="Times New Roman"/>
        </w:rPr>
        <w:t>—</w:t>
      </w:r>
    </w:p>
    <w:p w14:paraId="326269B5" w14:textId="77777777" w:rsidR="00E96240" w:rsidRPr="004E7330" w:rsidRDefault="00E96240" w:rsidP="00E96240">
      <w:pPr>
        <w:spacing w:after="0"/>
        <w:rPr>
          <w:rFonts w:cs="Times New Roman"/>
        </w:rPr>
      </w:pPr>
    </w:p>
    <w:p w14:paraId="047E1442" w14:textId="77777777" w:rsidR="00E96240" w:rsidRPr="004E7330" w:rsidRDefault="00E96240" w:rsidP="00E96240">
      <w:pPr>
        <w:spacing w:after="0"/>
        <w:rPr>
          <w:rFonts w:cs="Times New Roman"/>
        </w:rPr>
      </w:pPr>
    </w:p>
    <w:p w14:paraId="73DBD0BC" w14:textId="77777777" w:rsidR="00E96240" w:rsidRPr="004E7330" w:rsidRDefault="00E96240" w:rsidP="00E96240">
      <w:p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IV. A szakképzés szervezésének feltételei</w:t>
      </w:r>
    </w:p>
    <w:p w14:paraId="52E3B54E" w14:textId="77777777" w:rsidR="00E96240" w:rsidRPr="004E7330" w:rsidRDefault="00E96240" w:rsidP="00E96240">
      <w:pPr>
        <w:spacing w:after="0"/>
        <w:rPr>
          <w:rFonts w:cs="Times New Roman"/>
        </w:rPr>
      </w:pPr>
    </w:p>
    <w:p w14:paraId="04AF58AA" w14:textId="77777777" w:rsidR="00E96240" w:rsidRPr="004E7330" w:rsidRDefault="00E96240" w:rsidP="00E96240">
      <w:p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Személyi feltételek</w:t>
      </w:r>
    </w:p>
    <w:p w14:paraId="55E937BD" w14:textId="77777777" w:rsidR="00E96240" w:rsidRPr="004E7330" w:rsidRDefault="00E96240" w:rsidP="00E96240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6F0C4086" w14:textId="77777777" w:rsidR="00E96240" w:rsidRPr="004E7330" w:rsidRDefault="00E96240" w:rsidP="00E96240">
      <w:pPr>
        <w:spacing w:after="0"/>
        <w:rPr>
          <w:rFonts w:cs="Times New Roman"/>
        </w:rPr>
      </w:pPr>
      <w:r w:rsidRPr="004E7330">
        <w:rPr>
          <w:rFonts w:cs="Times New Roman"/>
        </w:rPr>
        <w:t>Ezen túl az alábbi tantárgyak oktatására az alábbi végzettséggel rendelkező szakember alkalmazható:</w:t>
      </w:r>
    </w:p>
    <w:p w14:paraId="44143FFA" w14:textId="77777777" w:rsidR="001A7777" w:rsidRPr="004E7330" w:rsidRDefault="001A7777" w:rsidP="000B5E9D">
      <w:pPr>
        <w:spacing w:after="0"/>
        <w:rPr>
          <w:rFonts w:cs="Times New Roman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4E7330" w:rsidRPr="004E7330" w14:paraId="02FE0B72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57E737DB" w14:textId="77777777" w:rsidR="00CB35F2" w:rsidRPr="004E7330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szCs w:val="24"/>
                <w:lang w:eastAsia="hu-HU"/>
              </w:rPr>
              <w:t>Tantárgy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5C56A4D3" w14:textId="77777777" w:rsidR="00CB35F2" w:rsidRPr="004E7330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szCs w:val="24"/>
                <w:lang w:eastAsia="hu-HU"/>
              </w:rPr>
              <w:t>Szakképesítés/Szakképzettség</w:t>
            </w:r>
          </w:p>
        </w:tc>
      </w:tr>
      <w:tr w:rsidR="004E7330" w:rsidRPr="004E7330" w14:paraId="64939E39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6709D141" w14:textId="77777777" w:rsidR="00CB35F2" w:rsidRPr="004E7330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7EAD9755" w14:textId="77777777" w:rsidR="00CB35F2" w:rsidRPr="004E7330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</w:tr>
      <w:tr w:rsidR="00CB35F2" w:rsidRPr="004E7330" w14:paraId="6DE6B686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0E29E4C6" w14:textId="77777777" w:rsidR="00CB35F2" w:rsidRPr="004E7330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783A4144" w14:textId="77777777" w:rsidR="00CB35F2" w:rsidRPr="004E7330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</w:tr>
    </w:tbl>
    <w:p w14:paraId="46F53761" w14:textId="77777777" w:rsidR="00CB35F2" w:rsidRPr="004E7330" w:rsidRDefault="00CB35F2" w:rsidP="000B5E9D">
      <w:pPr>
        <w:spacing w:after="0"/>
        <w:rPr>
          <w:rFonts w:cs="Times New Roman"/>
        </w:rPr>
      </w:pPr>
    </w:p>
    <w:p w14:paraId="485A5217" w14:textId="77777777" w:rsidR="00696ED9" w:rsidRPr="004E7330" w:rsidRDefault="00696ED9" w:rsidP="00696ED9">
      <w:p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Tárgyi feltételek</w:t>
      </w:r>
    </w:p>
    <w:p w14:paraId="4C0C0BA1" w14:textId="77777777" w:rsidR="00696ED9" w:rsidRPr="004E7330" w:rsidRDefault="00696ED9" w:rsidP="00696ED9">
      <w:pPr>
        <w:spacing w:after="0"/>
        <w:rPr>
          <w:rFonts w:cs="Times New Roman"/>
        </w:rPr>
      </w:pPr>
      <w:r w:rsidRPr="004E7330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14:paraId="05270013" w14:textId="77777777" w:rsidR="00696ED9" w:rsidRPr="004E7330" w:rsidRDefault="00696ED9" w:rsidP="00696ED9">
      <w:pPr>
        <w:spacing w:after="0"/>
        <w:rPr>
          <w:rFonts w:cs="Times New Roman"/>
        </w:rPr>
      </w:pPr>
    </w:p>
    <w:p w14:paraId="443A918C" w14:textId="77777777" w:rsidR="0041674C" w:rsidRPr="004E7330" w:rsidRDefault="00696ED9" w:rsidP="00696ED9">
      <w:pPr>
        <w:spacing w:after="0"/>
        <w:rPr>
          <w:rFonts w:cs="Times New Roman"/>
        </w:rPr>
      </w:pPr>
      <w:r w:rsidRPr="004E7330">
        <w:rPr>
          <w:rFonts w:cs="Times New Roman"/>
        </w:rPr>
        <w:t>Ajánlás a szakmai képzés lebonyolításához szükséges további eszközökre és felszerelésekre: Nincs.</w:t>
      </w:r>
    </w:p>
    <w:p w14:paraId="15EE8DFD" w14:textId="77777777" w:rsidR="004F6765" w:rsidRPr="004E7330" w:rsidRDefault="004F6765" w:rsidP="000B5E9D">
      <w:pPr>
        <w:spacing w:after="0"/>
        <w:rPr>
          <w:rFonts w:cs="Times New Roman"/>
        </w:rPr>
      </w:pPr>
    </w:p>
    <w:p w14:paraId="7BC9EC7D" w14:textId="77777777" w:rsidR="00FB273F" w:rsidRPr="004E7330" w:rsidRDefault="00FB273F" w:rsidP="00FB273F">
      <w:pPr>
        <w:spacing w:after="0"/>
        <w:rPr>
          <w:rFonts w:cs="Times New Roman"/>
        </w:rPr>
      </w:pPr>
    </w:p>
    <w:p w14:paraId="0C825F7D" w14:textId="77777777" w:rsidR="00FB273F" w:rsidRPr="004E7330" w:rsidRDefault="00FB273F" w:rsidP="00FB273F">
      <w:p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V. A szakképesítés óraterve nappali rendszerű oktatásra</w:t>
      </w:r>
    </w:p>
    <w:p w14:paraId="0095FD6E" w14:textId="77777777" w:rsidR="00FB273F" w:rsidRPr="004E7330" w:rsidRDefault="00FB273F" w:rsidP="00FB273F">
      <w:pPr>
        <w:spacing w:after="0"/>
        <w:rPr>
          <w:rFonts w:cs="Times New Roman"/>
        </w:rPr>
      </w:pPr>
    </w:p>
    <w:p w14:paraId="15280F39" w14:textId="77777777" w:rsidR="00FB273F" w:rsidRPr="004E7330" w:rsidRDefault="00FB273F" w:rsidP="00FB273F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E50FE4" w:rsidRPr="004E7330">
        <w:rPr>
          <w:rFonts w:cs="Times New Roman"/>
        </w:rPr>
        <w:t>szakgimnázium</w:t>
      </w:r>
      <w:r w:rsidRPr="004E7330">
        <w:rPr>
          <w:rFonts w:cs="Times New Roman"/>
        </w:rPr>
        <w:t xml:space="preserve">i képzésben a két évfolyamos képzés második évfolyamának (2/14.) szakmai tartalma, tantárgyi rendszere, órakerete megegyezik a 4+1 évfolyamos képzés érettségi utáni évfolyamának szakmai tartalmával, tantárgyi rendszerével, órakeretével. A két évfolyamos képzés első szakképzési évfolyamának (1/13.) ágazati </w:t>
      </w:r>
      <w:r w:rsidR="00E50FE4" w:rsidRPr="004E7330">
        <w:rPr>
          <w:rFonts w:cs="Times New Roman"/>
        </w:rPr>
        <w:t>szakgimnázium</w:t>
      </w:r>
      <w:r w:rsidRPr="004E7330">
        <w:rPr>
          <w:rFonts w:cs="Times New Roman"/>
        </w:rPr>
        <w:t xml:space="preserve">i szakmai tartalma, tantárgyi rendszere, összes órakerete megegyezik a 4+1 évfolyamos képzés 9-12. középiskolai évfolyamokra jutó ágazati </w:t>
      </w:r>
      <w:r w:rsidR="00E50FE4" w:rsidRPr="004E7330">
        <w:rPr>
          <w:rFonts w:cs="Times New Roman"/>
        </w:rPr>
        <w:t>szakgimnázium</w:t>
      </w:r>
      <w:r w:rsidRPr="004E7330">
        <w:rPr>
          <w:rFonts w:cs="Times New Roman"/>
        </w:rPr>
        <w:t>i szakmai tantárgyainak tartalmával, összes óraszámával.</w:t>
      </w:r>
    </w:p>
    <w:p w14:paraId="3CDCC245" w14:textId="77777777" w:rsidR="00820131" w:rsidRPr="004E7330" w:rsidRDefault="00820131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7C1597C2" w14:textId="77777777" w:rsidR="00FB273F" w:rsidRPr="004E7330" w:rsidRDefault="00FB273F" w:rsidP="00FB273F">
      <w:pPr>
        <w:spacing w:after="0"/>
        <w:rPr>
          <w:rFonts w:cs="Times New Roman"/>
        </w:rPr>
      </w:pPr>
    </w:p>
    <w:p w14:paraId="636BE8F5" w14:textId="77777777" w:rsidR="008B01A2" w:rsidRPr="004E7330" w:rsidRDefault="00E50FE4" w:rsidP="00FB273F">
      <w:pPr>
        <w:spacing w:after="0"/>
        <w:rPr>
          <w:rFonts w:cs="Times New Roman"/>
        </w:rPr>
      </w:pPr>
      <w:r w:rsidRPr="004E7330">
        <w:rPr>
          <w:rFonts w:cs="Times New Roman"/>
        </w:rPr>
        <w:t>Szakgimnázium</w:t>
      </w:r>
      <w:r w:rsidR="00FB273F" w:rsidRPr="004E7330">
        <w:rPr>
          <w:rFonts w:cs="Times New Roman"/>
        </w:rPr>
        <w:t>i képzés esetén a heti és éves szakmai óraszámok:</w:t>
      </w:r>
    </w:p>
    <w:p w14:paraId="3DD4E608" w14:textId="77777777" w:rsidR="002C6866" w:rsidRPr="004E7330" w:rsidRDefault="002C6866" w:rsidP="002C6866">
      <w:pPr>
        <w:spacing w:after="0"/>
        <w:rPr>
          <w:rFonts w:cs="Times New Roman"/>
          <w:szCs w:val="24"/>
        </w:rPr>
      </w:pPr>
    </w:p>
    <w:p w14:paraId="2B899161" w14:textId="77777777" w:rsidR="002C6866" w:rsidRPr="004E7330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734"/>
        <w:gridCol w:w="1984"/>
      </w:tblGrid>
      <w:tr w:rsidR="004E7330" w:rsidRPr="004E7330" w14:paraId="6BC5549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B1339" w14:textId="77777777" w:rsidR="002C6866" w:rsidRPr="004E7330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évfolyam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D5B81" w14:textId="77777777" w:rsidR="002C6866" w:rsidRPr="004E7330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 xml:space="preserve">heti óraszám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C4FFD" w14:textId="77777777" w:rsidR="002C6866" w:rsidRPr="004E7330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 xml:space="preserve">éves óraszám </w:t>
            </w:r>
          </w:p>
        </w:tc>
      </w:tr>
      <w:tr w:rsidR="004E7330" w:rsidRPr="004E7330" w14:paraId="555EB4F7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AB066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9.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DEBA2" w14:textId="77777777" w:rsidR="002C6866" w:rsidRPr="004E7330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8</w:t>
            </w:r>
            <w:r w:rsidR="002C6866" w:rsidRPr="004E7330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570A2" w14:textId="77777777" w:rsidR="002C6866" w:rsidRPr="004E7330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288</w:t>
            </w:r>
            <w:r w:rsidR="002C6866" w:rsidRPr="004E7330">
              <w:rPr>
                <w:rFonts w:cs="Times New Roman"/>
              </w:rPr>
              <w:t xml:space="preserve"> óra/év</w:t>
            </w:r>
          </w:p>
        </w:tc>
      </w:tr>
      <w:tr w:rsidR="004E7330" w:rsidRPr="004E7330" w14:paraId="6ADC9FAC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157D3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10.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3094E" w14:textId="77777777" w:rsidR="002C6866" w:rsidRPr="004E7330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12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8AC09" w14:textId="77777777" w:rsidR="002C6866" w:rsidRPr="004E7330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432 óra/év</w:t>
            </w:r>
          </w:p>
        </w:tc>
      </w:tr>
      <w:tr w:rsidR="004E7330" w:rsidRPr="004E7330" w14:paraId="65063A8B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6717D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C8062" w14:textId="77777777" w:rsidR="002C6866" w:rsidRPr="004E7330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5FD60" w14:textId="77777777" w:rsidR="002C6866" w:rsidRPr="004E7330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140 óra</w:t>
            </w:r>
          </w:p>
        </w:tc>
      </w:tr>
      <w:tr w:rsidR="004E7330" w:rsidRPr="004E7330" w14:paraId="008F9AAF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0CB33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11.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0422A" w14:textId="77777777" w:rsidR="002C6866" w:rsidRPr="004E7330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11</w:t>
            </w:r>
            <w:r w:rsidR="002C6866" w:rsidRPr="004E7330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7088B" w14:textId="77777777" w:rsidR="002C6866" w:rsidRPr="004E7330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396</w:t>
            </w:r>
            <w:r w:rsidR="002C6866" w:rsidRPr="004E7330">
              <w:rPr>
                <w:rFonts w:cs="Times New Roman"/>
              </w:rPr>
              <w:t xml:space="preserve"> óra/év</w:t>
            </w:r>
          </w:p>
        </w:tc>
      </w:tr>
      <w:tr w:rsidR="004E7330" w:rsidRPr="004E7330" w14:paraId="62F4AC75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DEB6A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D120F" w14:textId="77777777" w:rsidR="002C6866" w:rsidRPr="004E7330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A928B" w14:textId="77777777" w:rsidR="002C6866" w:rsidRPr="004E7330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140 óra</w:t>
            </w:r>
          </w:p>
        </w:tc>
      </w:tr>
      <w:tr w:rsidR="004E7330" w:rsidRPr="004E7330" w14:paraId="4D1A3706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8F173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12.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3A6AA" w14:textId="77777777" w:rsidR="002C6866" w:rsidRPr="004E7330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12</w:t>
            </w:r>
            <w:r w:rsidR="002C6866" w:rsidRPr="004E7330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D9216" w14:textId="77777777" w:rsidR="002C6866" w:rsidRPr="004E7330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372</w:t>
            </w:r>
            <w:r w:rsidR="002C6866" w:rsidRPr="004E7330">
              <w:rPr>
                <w:rFonts w:cs="Times New Roman"/>
              </w:rPr>
              <w:t xml:space="preserve"> óra/év</w:t>
            </w:r>
          </w:p>
        </w:tc>
      </w:tr>
      <w:tr w:rsidR="004E7330" w:rsidRPr="004E7330" w14:paraId="7564E90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BDC3A4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5/13.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7119D" w14:textId="77777777" w:rsidR="002C6866" w:rsidRPr="004E7330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31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BA63A" w14:textId="77777777" w:rsidR="002C6866" w:rsidRPr="004E7330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961 óra/év</w:t>
            </w:r>
          </w:p>
        </w:tc>
      </w:tr>
      <w:tr w:rsidR="002C6866" w:rsidRPr="004E7330" w14:paraId="404D8F66" w14:textId="77777777" w:rsidTr="002C6866">
        <w:trPr>
          <w:trHeight w:hRule="exact" w:val="340"/>
          <w:jc w:val="center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C38A9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Összesen: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68F1F" w14:textId="77777777" w:rsidR="002C6866" w:rsidRPr="004E7330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272</w:t>
            </w:r>
            <w:r w:rsidR="002C6866" w:rsidRPr="004E7330">
              <w:rPr>
                <w:rFonts w:cs="Times New Roman"/>
              </w:rPr>
              <w:t>9 óra</w:t>
            </w:r>
          </w:p>
        </w:tc>
      </w:tr>
    </w:tbl>
    <w:p w14:paraId="7A830EB3" w14:textId="77777777" w:rsidR="002C6866" w:rsidRPr="004E7330" w:rsidRDefault="002C6866" w:rsidP="002C6866">
      <w:pPr>
        <w:spacing w:after="0"/>
        <w:rPr>
          <w:rFonts w:cs="Times New Roman"/>
          <w:szCs w:val="24"/>
        </w:rPr>
      </w:pPr>
    </w:p>
    <w:p w14:paraId="10D7D048" w14:textId="77777777" w:rsidR="002C6866" w:rsidRPr="004E7330" w:rsidRDefault="002C6866" w:rsidP="002C6866">
      <w:pPr>
        <w:spacing w:after="0"/>
        <w:rPr>
          <w:rFonts w:cs="Times New Roman"/>
        </w:rPr>
      </w:pPr>
      <w:r w:rsidRPr="004E7330">
        <w:rPr>
          <w:rFonts w:cs="Times New Roman"/>
        </w:rPr>
        <w:t>Amennyiben a kerettantervek kiadásának és jóváhagyásának rendjéről szóló rendeletben a szakgimnáziumok 9-12. évfolyama számára kiadott kerettanterv óraterve alapján a kötelezően választható tantárgyak közül a szakmai tantárgyat választja a szakképző iskola akkor a 11. évfolyamon 72 óra és a 12. évfolyamon 62 óra időkeret szakmai tartalmáról a szakképző iskola szakmai programjában kell rendelkezni.</w:t>
      </w:r>
    </w:p>
    <w:p w14:paraId="425E1952" w14:textId="77777777" w:rsidR="002C6866" w:rsidRPr="004E7330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1614"/>
        <w:gridCol w:w="2063"/>
      </w:tblGrid>
      <w:tr w:rsidR="004E7330" w:rsidRPr="004E7330" w14:paraId="65DCDB84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E3D5A" w14:textId="77777777" w:rsidR="002C6866" w:rsidRPr="004E7330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évfolyam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46203" w14:textId="77777777" w:rsidR="002C6866" w:rsidRPr="004E7330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 xml:space="preserve">heti óraszám 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0EF65" w14:textId="77777777" w:rsidR="002C6866" w:rsidRPr="004E7330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 xml:space="preserve">éves óraszám </w:t>
            </w:r>
          </w:p>
        </w:tc>
      </w:tr>
      <w:tr w:rsidR="004E7330" w:rsidRPr="004E7330" w14:paraId="3DEC5FF9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E5175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1/13.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7F508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01397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1116 óra/év</w:t>
            </w:r>
          </w:p>
        </w:tc>
      </w:tr>
      <w:tr w:rsidR="004E7330" w:rsidRPr="004E7330" w14:paraId="706B559B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A9E50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Ögy.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82825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8FF6A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160 óra</w:t>
            </w:r>
          </w:p>
        </w:tc>
      </w:tr>
      <w:tr w:rsidR="004E7330" w:rsidRPr="004E7330" w14:paraId="2D4C9764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FFBD1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2/14.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C58F8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DE5FC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961 óra/év</w:t>
            </w:r>
          </w:p>
        </w:tc>
      </w:tr>
      <w:tr w:rsidR="004E7330" w:rsidRPr="004E7330" w14:paraId="06DD8DF4" w14:textId="77777777" w:rsidTr="002C6866">
        <w:trPr>
          <w:trHeight w:hRule="exact" w:val="340"/>
          <w:jc w:val="center"/>
        </w:trPr>
        <w:tc>
          <w:tcPr>
            <w:tcW w:w="37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89C90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Összesen: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B223E" w14:textId="77777777" w:rsidR="002C6866" w:rsidRPr="004E7330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</w:rPr>
              <w:t>2237 óra</w:t>
            </w:r>
          </w:p>
        </w:tc>
      </w:tr>
    </w:tbl>
    <w:p w14:paraId="7C9B6C8E" w14:textId="77777777" w:rsidR="002C6866" w:rsidRPr="004E7330" w:rsidRDefault="002C6866" w:rsidP="002C6866">
      <w:pPr>
        <w:spacing w:after="0"/>
        <w:rPr>
          <w:rFonts w:cs="Times New Roman"/>
          <w:szCs w:val="24"/>
        </w:rPr>
      </w:pPr>
    </w:p>
    <w:p w14:paraId="71A07626" w14:textId="77777777" w:rsidR="00876453" w:rsidRPr="004E7330" w:rsidRDefault="001F08AF" w:rsidP="000B5E9D">
      <w:pPr>
        <w:spacing w:after="0"/>
        <w:rPr>
          <w:rFonts w:cs="Times New Roman"/>
        </w:rPr>
      </w:pPr>
      <w:r w:rsidRPr="004E7330">
        <w:rPr>
          <w:rFonts w:cs="Times New Roman"/>
        </w:rPr>
        <w:t xml:space="preserve">(A kizárólag 13-14. évfolyamon megszervezett képzésben, illetve a </w:t>
      </w:r>
      <w:r w:rsidR="00E50FE4" w:rsidRPr="004E7330">
        <w:rPr>
          <w:rFonts w:cs="Times New Roman"/>
        </w:rPr>
        <w:t>szakgimnázium</w:t>
      </w:r>
      <w:r w:rsidRPr="004E7330">
        <w:rPr>
          <w:rFonts w:cs="Times New Roman"/>
        </w:rPr>
        <w:t xml:space="preserve"> 9-12., és ezt követő 13. évfolyamán megszervezett képzésben az azonos tantárgyakra meghatározott óraszámok közötti csekély eltérés a szorgalmi időszak heteinek eltérő száma, és az óraszámok oszthatósága miatt keletkezik!)</w:t>
      </w:r>
    </w:p>
    <w:p w14:paraId="33E185AB" w14:textId="77777777" w:rsidR="00CB484D" w:rsidRPr="004E7330" w:rsidRDefault="00CB484D" w:rsidP="000B5E9D">
      <w:pPr>
        <w:spacing w:after="0"/>
        <w:rPr>
          <w:rFonts w:cs="Times New Roman"/>
        </w:rPr>
        <w:sectPr w:rsidR="00CB484D" w:rsidRPr="004E733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D1C051" w14:textId="77777777" w:rsidR="00CB484D" w:rsidRPr="004E7330" w:rsidRDefault="00CB484D" w:rsidP="00CB484D">
      <w:pPr>
        <w:spacing w:after="0"/>
        <w:jc w:val="center"/>
        <w:rPr>
          <w:rFonts w:cs="Times New Roman"/>
        </w:rPr>
      </w:pPr>
      <w:r w:rsidRPr="004E7330">
        <w:rPr>
          <w:rFonts w:cs="Times New Roman"/>
        </w:rPr>
        <w:lastRenderedPageBreak/>
        <w:t>1. számú táblázat</w:t>
      </w:r>
    </w:p>
    <w:p w14:paraId="22CBE368" w14:textId="77777777" w:rsidR="008B01A2" w:rsidRPr="004E7330" w:rsidRDefault="00CB484D" w:rsidP="00CB484D">
      <w:pPr>
        <w:spacing w:after="0"/>
        <w:jc w:val="center"/>
        <w:rPr>
          <w:rFonts w:cs="Times New Roman"/>
          <w:b/>
        </w:rPr>
      </w:pPr>
      <w:r w:rsidRPr="004E7330">
        <w:rPr>
          <w:rFonts w:cs="Times New Roman"/>
          <w:b/>
        </w:rPr>
        <w:t>A szakmai követelménymodulokhoz rendelt tantárgyak heti óraszáma évfolyamonként</w:t>
      </w:r>
    </w:p>
    <w:p w14:paraId="02DFC98D" w14:textId="77777777" w:rsidR="00420CA2" w:rsidRPr="004E7330" w:rsidRDefault="00420CA2" w:rsidP="000B5E9D">
      <w:pPr>
        <w:spacing w:after="0"/>
        <w:rPr>
          <w:rFonts w:cs="Times New Roman"/>
        </w:rPr>
      </w:pPr>
    </w:p>
    <w:p w14:paraId="5E43E59C" w14:textId="77777777" w:rsidR="00752ECD" w:rsidRPr="004E7330" w:rsidRDefault="00752ECD" w:rsidP="000B5E9D">
      <w:pPr>
        <w:spacing w:after="0"/>
        <w:rPr>
          <w:rFonts w:cs="Times New Roman"/>
        </w:rPr>
      </w:pP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2180"/>
        <w:gridCol w:w="1800"/>
        <w:gridCol w:w="548"/>
        <w:gridCol w:w="452"/>
        <w:gridCol w:w="286"/>
        <w:gridCol w:w="500"/>
        <w:gridCol w:w="714"/>
        <w:gridCol w:w="286"/>
        <w:gridCol w:w="500"/>
        <w:gridCol w:w="714"/>
        <w:gridCol w:w="364"/>
        <w:gridCol w:w="636"/>
        <w:gridCol w:w="500"/>
        <w:gridCol w:w="500"/>
        <w:gridCol w:w="500"/>
        <w:gridCol w:w="412"/>
        <w:gridCol w:w="588"/>
        <w:gridCol w:w="500"/>
        <w:gridCol w:w="500"/>
      </w:tblGrid>
      <w:tr w:rsidR="004E7330" w:rsidRPr="004E7330" w14:paraId="18068E7C" w14:textId="77777777" w:rsidTr="004E7330">
        <w:trPr>
          <w:cantSplit/>
          <w:trHeight w:val="585"/>
          <w:jc w:val="center"/>
        </w:trPr>
        <w:tc>
          <w:tcPr>
            <w:tcW w:w="4780" w:type="dxa"/>
            <w:gridSpan w:val="2"/>
            <w:vMerge w:val="restart"/>
            <w:shd w:val="clear" w:color="auto" w:fill="auto"/>
            <w:vAlign w:val="center"/>
            <w:hideMark/>
          </w:tcPr>
          <w:p w14:paraId="10C7CC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5C00AD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108F5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6FB19D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0BF42A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10FDC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89A40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60A238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A5773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</w:tr>
      <w:tr w:rsidR="004E7330" w:rsidRPr="004E7330" w14:paraId="4FBB3B1E" w14:textId="77777777" w:rsidTr="004E7330">
        <w:trPr>
          <w:cantSplit/>
          <w:trHeight w:val="585"/>
          <w:jc w:val="center"/>
        </w:trPr>
        <w:tc>
          <w:tcPr>
            <w:tcW w:w="4780" w:type="dxa"/>
            <w:gridSpan w:val="2"/>
            <w:vMerge/>
            <w:vAlign w:val="center"/>
            <w:hideMark/>
          </w:tcPr>
          <w:p w14:paraId="4E94E08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14:paraId="407728D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36675D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66CB9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14:paraId="041C9B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756D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BF7E7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14:paraId="607905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CE03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35F1C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14:paraId="72E624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224E2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09DA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0380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6C9A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7826E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1C75F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AE1D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9F63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</w:tr>
      <w:tr w:rsidR="004E7330" w:rsidRPr="004E7330" w14:paraId="4032C133" w14:textId="77777777" w:rsidTr="004E7330">
        <w:trPr>
          <w:cantSplit/>
          <w:trHeight w:val="6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5CD7C38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szakképesítésre vonatkozó: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C75769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2152BF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A tantárgy kapcsolódása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7E853E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8CC4E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14:paraId="30E608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D8F0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14" w:type="dxa"/>
            <w:vMerge w:val="restart"/>
            <w:shd w:val="clear" w:color="000000" w:fill="F2F2F2"/>
            <w:noWrap/>
            <w:vAlign w:val="center"/>
            <w:hideMark/>
          </w:tcPr>
          <w:p w14:paraId="349F79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14:paraId="64F5E5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7E30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14" w:type="dxa"/>
            <w:vMerge w:val="restart"/>
            <w:shd w:val="clear" w:color="000000" w:fill="F2F2F2"/>
            <w:noWrap/>
            <w:vAlign w:val="center"/>
            <w:hideMark/>
          </w:tcPr>
          <w:p w14:paraId="2C1F68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14:paraId="4C08DF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B61F4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E239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15,5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CE19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15,5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B3FC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8ED16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88" w:type="dxa"/>
            <w:vMerge w:val="restart"/>
            <w:shd w:val="clear" w:color="000000" w:fill="F2F2F2"/>
            <w:noWrap/>
            <w:vAlign w:val="center"/>
            <w:hideMark/>
          </w:tcPr>
          <w:p w14:paraId="2A8CAA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7858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15,5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F4F3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15,5</w:t>
            </w:r>
          </w:p>
        </w:tc>
      </w:tr>
      <w:tr w:rsidR="004E7330" w:rsidRPr="004E7330" w14:paraId="31D8B59A" w14:textId="77777777" w:rsidTr="004E7330">
        <w:trPr>
          <w:cantSplit/>
          <w:trHeight w:val="600"/>
          <w:jc w:val="center"/>
        </w:trPr>
        <w:tc>
          <w:tcPr>
            <w:tcW w:w="2600" w:type="dxa"/>
            <w:vMerge/>
            <w:vAlign w:val="center"/>
            <w:hideMark/>
          </w:tcPr>
          <w:p w14:paraId="762AA25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CA28AC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/>
            <w:vAlign w:val="center"/>
            <w:hideMark/>
          </w:tcPr>
          <w:p w14:paraId="62B3679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799B7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86" w:type="dxa"/>
            <w:gridSpan w:val="2"/>
            <w:shd w:val="clear" w:color="auto" w:fill="auto"/>
            <w:noWrap/>
            <w:vAlign w:val="center"/>
            <w:hideMark/>
          </w:tcPr>
          <w:p w14:paraId="7F149F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714" w:type="dxa"/>
            <w:vMerge/>
            <w:vAlign w:val="center"/>
            <w:hideMark/>
          </w:tcPr>
          <w:p w14:paraId="553D718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86" w:type="dxa"/>
            <w:gridSpan w:val="2"/>
            <w:shd w:val="clear" w:color="auto" w:fill="auto"/>
            <w:noWrap/>
            <w:vAlign w:val="center"/>
            <w:hideMark/>
          </w:tcPr>
          <w:p w14:paraId="31393A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14" w:type="dxa"/>
            <w:vMerge/>
            <w:vAlign w:val="center"/>
            <w:hideMark/>
          </w:tcPr>
          <w:p w14:paraId="7B7902D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C7005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09EF6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12" w:type="dxa"/>
            <w:gridSpan w:val="2"/>
            <w:shd w:val="clear" w:color="auto" w:fill="auto"/>
            <w:noWrap/>
            <w:vAlign w:val="center"/>
            <w:hideMark/>
          </w:tcPr>
          <w:p w14:paraId="0D6E59B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88" w:type="dxa"/>
            <w:vMerge/>
            <w:vAlign w:val="center"/>
            <w:hideMark/>
          </w:tcPr>
          <w:p w14:paraId="5D7442A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02EE3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4E7330" w:rsidRPr="004E7330" w14:paraId="7F6E7E5D" w14:textId="77777777" w:rsidTr="004E7330">
        <w:trPr>
          <w:cantSplit/>
          <w:trHeight w:val="630"/>
          <w:jc w:val="center"/>
        </w:trPr>
        <w:tc>
          <w:tcPr>
            <w:tcW w:w="2600" w:type="dxa"/>
            <w:shd w:val="clear" w:color="auto" w:fill="auto"/>
            <w:vAlign w:val="center"/>
            <w:hideMark/>
          </w:tcPr>
          <w:p w14:paraId="61BBB45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901DD1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78CC9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F1EDC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E0200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DEC22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E345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7F13E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CF562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D730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366705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9389B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BB58C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ED26D6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BB25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B9815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48270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B1321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804DAE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4F1F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78F086D8" w14:textId="77777777" w:rsidTr="004E7330">
        <w:trPr>
          <w:cantSplit/>
          <w:trHeight w:val="1005"/>
          <w:jc w:val="center"/>
        </w:trPr>
        <w:tc>
          <w:tcPr>
            <w:tcW w:w="2600" w:type="dxa"/>
            <w:shd w:val="clear" w:color="auto" w:fill="auto"/>
            <w:vAlign w:val="center"/>
            <w:hideMark/>
          </w:tcPr>
          <w:p w14:paraId="4CF2A4C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3A75A6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643F6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855CC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E9E7E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16AF7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96FD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E8192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BCAE7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3199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3E0EB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6C0C1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BD881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BE977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8B18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128A0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EAA95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13CD7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62CD8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6D4B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35EA3AFA" w14:textId="77777777" w:rsidTr="004E7330">
        <w:trPr>
          <w:cantSplit/>
          <w:trHeight w:val="480"/>
          <w:jc w:val="center"/>
        </w:trPr>
        <w:tc>
          <w:tcPr>
            <w:tcW w:w="2600" w:type="dxa"/>
            <w:shd w:val="clear" w:color="auto" w:fill="auto"/>
            <w:vAlign w:val="center"/>
            <w:hideMark/>
          </w:tcPr>
          <w:p w14:paraId="3E7213C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11500-12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Munkahelyi egészség és biztonság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96E080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Munkahelyi egészség és biztonság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D36874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FF072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65267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25C83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1DD9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E2EF7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ADA7D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0351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95761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8544B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4DC04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79A1B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1B0A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E7FEA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C5E16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09405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9A996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0968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7D9BD1EE" w14:textId="77777777" w:rsidTr="004E7330">
        <w:trPr>
          <w:cantSplit/>
          <w:trHeight w:val="48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75E56AC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10925-16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Agrárműszaki alapok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D3D311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Géprajz, gépelemek, mechanika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F9174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A3EC6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55669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F0DABC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84CA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34A91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EAC7E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7698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2D5C2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D971C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6937FD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3F762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7CAF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E67C8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4,5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E8108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73920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5978F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7716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1EAB060A" w14:textId="77777777" w:rsidTr="004E7330">
        <w:trPr>
          <w:cantSplit/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5DD1A02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DF8F7D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Anyagismeret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347E0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78F68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3B597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875BD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FFC9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ADA68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7EE05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5594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B2B27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18DE1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B1B37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E36C4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139C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96C63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E3769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1ECF06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72B46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4726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08253D30" w14:textId="77777777" w:rsidTr="004E7330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22137CF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0AE90B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Agrárműszaki alapok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3F357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9648C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171CF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63EA5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517D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3D4610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3E743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1CEA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24D59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C7B31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D31F9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13162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89A9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24093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27862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2F738C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EDCE4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47AF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3DB29448" w14:textId="77777777" w:rsidTr="004E7330">
        <w:trPr>
          <w:cantSplit/>
          <w:trHeight w:val="48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17A9130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11510-16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Erdőgazdasági erőforrások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C4B12E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erőforrások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7205C2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F7C9E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AEB05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54B74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B88E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54376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820FE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DD60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BC2C2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9A22D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DC1C9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E68DB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B1FA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1E4FA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85A1C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40A92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49C81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3119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655598E2" w14:textId="77777777" w:rsidTr="004E7330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06EF5C0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7A9880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erőforrások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DD348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D945B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F7933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7C6AF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3647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395F52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8F1B4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98B8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CDC5E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D2005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07DAB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02BF2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1553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A214C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A9038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9E48B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FB574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3452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E7330" w:rsidRPr="004E7330" w14:paraId="1DC7E710" w14:textId="77777777" w:rsidTr="004E7330">
        <w:trPr>
          <w:cantSplit/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1FD6F99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532918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Közlekedési 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00639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9EB9D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F04B0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1E2CA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6E1A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F063E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D8D18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F858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A7279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49AA8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C3AAE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245BB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38A92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0BEE9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70FEE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92EFE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ADF53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9DD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60382EE1" w14:textId="77777777" w:rsidTr="004E7330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18F81C1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15B736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Biztonsági ellenőrzés és üzemeltetés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C6816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028C1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69527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32A9D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F8C2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65642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635ED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EEAF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38BF3A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B456E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1A604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912EB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D28B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9456B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735219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1C5543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DFAAE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F32D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7BD3C679" w14:textId="77777777" w:rsidTr="004E7330">
        <w:trPr>
          <w:cantSplit/>
          <w:trHeight w:val="48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666B641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10976-16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Erdőgazdasági termelés gépei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0ECF92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termelés gépei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E1F9C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DC09E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196D2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2077C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3B40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02814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CA369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084C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D793A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EC0BC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301F0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C86CD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7F40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EE47C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E9146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643FA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8E08A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37C6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4CB01C62" w14:textId="77777777" w:rsidTr="004E7330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0671FBC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DD4E9D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termelés gépei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C1ADF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E03C7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1FB7B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7AAC7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BF05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4352C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37060A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BF35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B6811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27297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11CE7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CDE15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EF5D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FDF3B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20A77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6A097E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9F057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5E9C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13EEE9E5" w14:textId="77777777" w:rsidTr="004E7330">
        <w:trPr>
          <w:cantSplit/>
          <w:trHeight w:val="48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1B3DC30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10977-16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Gépek üzemeltetése az erdőgazdaságban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B6ECA5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gépek üzemeltetése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4544D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139C3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00E2C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AD738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A66C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49331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DE8B1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D96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592E7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FC01E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84FFE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FDB99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A17E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C7218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03420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AD3BD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81D17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0F2A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443D56CA" w14:textId="77777777" w:rsidTr="004E7330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4F8FAC3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5CE926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gépek üzemeltetése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0D313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C9CCA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61E3A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0CA3E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DDC2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B88DF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CE445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393A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A86C8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FC2C0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D6D56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6907E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4B1EE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4,5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CED5B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8D0F1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12CF53E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6D2F9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BA4D8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4,5</w:t>
            </w:r>
          </w:p>
        </w:tc>
      </w:tr>
      <w:tr w:rsidR="004E7330" w:rsidRPr="004E7330" w14:paraId="5DE70594" w14:textId="77777777" w:rsidTr="004E7330">
        <w:trPr>
          <w:cantSplit/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00374AF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11600-16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Erdészeti alapismeretek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442C4E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Erdészeti alapismeretek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089E6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55532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083FA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228C4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E53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DB689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EC8F4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65C2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0E4C0D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2C78F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6CDF3B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AEC61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5966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5BFE9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E62D3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056AE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880C2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B98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42537653" w14:textId="77777777" w:rsidTr="004E7330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02CDE92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076C76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Erdészeti alapismeretek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7CC77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A0DE2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1B4E7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4120F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E02F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A9555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DFD43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115E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D6A13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96C8B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42784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B2513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58EE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6C966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77F34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6174D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6FC07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B636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06F0B010" w14:textId="77777777" w:rsidTr="004E7330">
        <w:trPr>
          <w:cantSplit/>
          <w:trHeight w:val="48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16EF2FD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11906-16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Agrárvállalkozási, kereskedelmi ismeretek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10BDF5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F84E7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8BE59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9693C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547A7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042A9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FE1C3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309B8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0AB6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110B7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96A7F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5A10F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ED693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DD3C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A5675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1EA60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783DF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91DEC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0996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66A77D60" w14:textId="77777777" w:rsidTr="004E7330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5A9F09B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2456CC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alapgyakorlatok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C6AF5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E521B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EECB6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A1B77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D591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E37D4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5ECD6E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2458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F6042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AD111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6193A6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86B33E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38D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A3F74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F5B69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0DC10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582C9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6A36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2FA4BC00" w14:textId="77777777" w:rsidTr="004E7330">
        <w:trPr>
          <w:cantSplit/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4281B15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11906-16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Agrárvállalkozási, kereskedelmi ismeretek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47CBB1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4022E1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51 621 01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 vállalkozó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535FF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39BA0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46145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C43F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DB3F1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B4487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0594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42525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020A2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EFC22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9BCA3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D6D3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0868B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4A929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18A4B3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189B9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97F5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153499C4" w14:textId="77777777" w:rsidTr="004E7330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5DCD216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186727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gyakorlatok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3DE261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51 621 01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 vállalkozó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0B8BC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A2ADA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9157C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4B2C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70011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48AEEF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3046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91A28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B7F70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30939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3FE21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4AD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69411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68D7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63032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20E5A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AFE0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4E7330" w:rsidRPr="004E7330" w14:paraId="371A52D7" w14:textId="77777777" w:rsidTr="009C2BC7">
        <w:trPr>
          <w:cantSplit/>
          <w:trHeight w:val="480"/>
          <w:jc w:val="center"/>
        </w:trPr>
        <w:tc>
          <w:tcPr>
            <w:tcW w:w="4780" w:type="dxa"/>
            <w:gridSpan w:val="2"/>
            <w:shd w:val="clear" w:color="auto" w:fill="auto"/>
            <w:vAlign w:val="center"/>
            <w:hideMark/>
          </w:tcPr>
          <w:p w14:paraId="5AF4E90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erősítésee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009C96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24E0C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74BCC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1E9DE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0ECC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6CC5B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8E8E8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2125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49832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DD368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256F5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D19C6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CFD3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FE3CD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15204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27322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60F7F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9325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</w:tbl>
    <w:p w14:paraId="2765A9C5" w14:textId="77777777" w:rsidR="006F5812" w:rsidRPr="004E7330" w:rsidRDefault="006F5812" w:rsidP="000B5E9D">
      <w:pPr>
        <w:spacing w:after="0"/>
        <w:rPr>
          <w:rFonts w:cs="Times New Roman"/>
        </w:rPr>
      </w:pPr>
    </w:p>
    <w:p w14:paraId="022EC083" w14:textId="77777777" w:rsidR="00CB484D" w:rsidRPr="004E7330" w:rsidRDefault="00CB484D" w:rsidP="00CB484D">
      <w:pPr>
        <w:spacing w:after="0"/>
        <w:rPr>
          <w:rFonts w:cs="Times New Roman"/>
        </w:rPr>
      </w:pPr>
      <w:r w:rsidRPr="004E7330">
        <w:rPr>
          <w:rFonts w:cs="Times New Roman"/>
        </w:rPr>
        <w:t>A</w:t>
      </w:r>
      <w:r w:rsidR="006F5812" w:rsidRPr="004E7330">
        <w:rPr>
          <w:rFonts w:cs="Times New Roman"/>
        </w:rPr>
        <w:t xml:space="preserve"> kerettanterv szakmai tartalma –</w:t>
      </w:r>
      <w:r w:rsidRPr="004E7330">
        <w:rPr>
          <w:rFonts w:cs="Times New Roman"/>
        </w:rPr>
        <w:t xml:space="preserve"> a szakképzésről szóló 2011. évi CLXXXVII. törvény 8.</w:t>
      </w:r>
      <w:r w:rsidR="006F5812" w:rsidRPr="004E7330">
        <w:rPr>
          <w:rFonts w:cs="Times New Roman"/>
        </w:rPr>
        <w:t>§ (5) bekezdésének megfelelően –</w:t>
      </w:r>
      <w:r w:rsidRPr="004E7330">
        <w:rPr>
          <w:rFonts w:cs="Times New Roman"/>
        </w:rPr>
        <w:t xml:space="preserve"> a nappali rendszerű oktatásra meghatározott tanulói éves kötelező szakmai elméleti és gyakorlati óraszám legalább 90%-át lefedi. </w:t>
      </w:r>
    </w:p>
    <w:p w14:paraId="569C222D" w14:textId="77777777" w:rsidR="00CB484D" w:rsidRPr="004E7330" w:rsidRDefault="00CB484D" w:rsidP="00CB484D">
      <w:pPr>
        <w:spacing w:after="0"/>
        <w:rPr>
          <w:rFonts w:cs="Times New Roman"/>
        </w:rPr>
      </w:pPr>
      <w:r w:rsidRPr="004E7330">
        <w:rPr>
          <w:rFonts w:cs="Times New Roman"/>
        </w:rPr>
        <w:t>Az időkeret fennmaradó részének (szabadsáv) szakmai tartalmáról a szakképző iskola szakmai programjában kell rendelkezni.</w:t>
      </w:r>
    </w:p>
    <w:p w14:paraId="3ED80838" w14:textId="77777777" w:rsidR="00CB484D" w:rsidRPr="004E7330" w:rsidRDefault="00CB484D" w:rsidP="00CB484D">
      <w:pPr>
        <w:spacing w:after="0"/>
        <w:rPr>
          <w:rFonts w:cs="Times New Roman"/>
        </w:rPr>
      </w:pPr>
    </w:p>
    <w:p w14:paraId="00C01E18" w14:textId="77777777" w:rsidR="00420CA2" w:rsidRPr="004E7330" w:rsidRDefault="00CB484D" w:rsidP="00CB484D">
      <w:pPr>
        <w:spacing w:after="0"/>
        <w:rPr>
          <w:rFonts w:cs="Times New Roman"/>
        </w:rPr>
      </w:pPr>
      <w:r w:rsidRPr="004E7330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654F38B6" w14:textId="77777777" w:rsidR="00CB484D" w:rsidRPr="004E7330" w:rsidRDefault="00CB484D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2B3F8E96" w14:textId="77777777" w:rsidR="00CB484D" w:rsidRPr="004E7330" w:rsidRDefault="00CB484D" w:rsidP="00CB484D">
      <w:pPr>
        <w:spacing w:after="0"/>
        <w:jc w:val="center"/>
        <w:rPr>
          <w:rFonts w:cs="Times New Roman"/>
        </w:rPr>
      </w:pPr>
      <w:r w:rsidRPr="004E7330">
        <w:rPr>
          <w:rFonts w:cs="Times New Roman"/>
        </w:rPr>
        <w:lastRenderedPageBreak/>
        <w:t>2. számú táblázat</w:t>
      </w:r>
    </w:p>
    <w:p w14:paraId="404DE815" w14:textId="77777777" w:rsidR="00420CA2" w:rsidRPr="004E7330" w:rsidRDefault="00CB484D" w:rsidP="00CB484D">
      <w:pPr>
        <w:spacing w:after="0"/>
        <w:jc w:val="center"/>
        <w:rPr>
          <w:rFonts w:cs="Times New Roman"/>
          <w:b/>
        </w:rPr>
      </w:pPr>
      <w:r w:rsidRPr="004E7330">
        <w:rPr>
          <w:rFonts w:cs="Times New Roman"/>
          <w:b/>
        </w:rPr>
        <w:t>A szakmai követelménymodulokhoz rendelt tantárgyak és témakörök óraszáma évfolyamonként</w:t>
      </w:r>
    </w:p>
    <w:p w14:paraId="07CD546F" w14:textId="77777777" w:rsidR="00420CA2" w:rsidRPr="004E7330" w:rsidRDefault="00420CA2" w:rsidP="000B5E9D">
      <w:pPr>
        <w:spacing w:after="0"/>
        <w:rPr>
          <w:rFonts w:cs="Times New Roman"/>
        </w:rPr>
      </w:pPr>
    </w:p>
    <w:p w14:paraId="6B2CE1E4" w14:textId="77777777" w:rsidR="006F5812" w:rsidRPr="004E7330" w:rsidRDefault="006F5812" w:rsidP="006F5812">
      <w:pPr>
        <w:spacing w:after="0"/>
        <w:rPr>
          <w:rFonts w:cs="Times New Roman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780"/>
        <w:gridCol w:w="7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4E7330" w:rsidRPr="004E7330" w14:paraId="07D8104E" w14:textId="77777777" w:rsidTr="004E7330">
        <w:trPr>
          <w:trHeight w:val="1065"/>
          <w:jc w:val="center"/>
        </w:trPr>
        <w:tc>
          <w:tcPr>
            <w:tcW w:w="2480" w:type="dxa"/>
            <w:gridSpan w:val="2"/>
            <w:vMerge w:val="restart"/>
            <w:shd w:val="clear" w:color="auto" w:fill="auto"/>
            <w:vAlign w:val="center"/>
            <w:hideMark/>
          </w:tcPr>
          <w:p w14:paraId="5C2E18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6F60C6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EB23A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467488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7FB6A3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CA85B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01CDDB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Szakgimnáziumi képzés 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516170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 a főszakképesítésre fordítandó órakeret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222222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285BB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2F654C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9-13. o. összes óraszáma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5C2CB5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A29E1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73B528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két évfolyamos szakképzés összes óraszáma</w:t>
            </w:r>
          </w:p>
        </w:tc>
      </w:tr>
      <w:tr w:rsidR="004E7330" w:rsidRPr="004E7330" w14:paraId="713E4D3D" w14:textId="77777777" w:rsidTr="004E7330">
        <w:trPr>
          <w:trHeight w:val="1065"/>
          <w:jc w:val="center"/>
        </w:trPr>
        <w:tc>
          <w:tcPr>
            <w:tcW w:w="2480" w:type="dxa"/>
            <w:gridSpan w:val="2"/>
            <w:vMerge/>
            <w:vAlign w:val="center"/>
            <w:hideMark/>
          </w:tcPr>
          <w:p w14:paraId="06F63D6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F9E73A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C8BD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0ED8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98FA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D820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6A0B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3C7D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A810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9035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5FBE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2C09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1863FCB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EE376F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756A95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AAFB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6DB4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4FB94F5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2514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8B45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9C4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E85B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1787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6FAA3EF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</w:tr>
      <w:tr w:rsidR="004E7330" w:rsidRPr="004E7330" w14:paraId="702AC4C5" w14:textId="77777777" w:rsidTr="004E7330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7E2610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szakképe-sítésre vonatkozó: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54D210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4AF92A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tantárgy kapcsolódása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EE3C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A30A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D71D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A4F5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487983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ABC4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8EDB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337D52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E06F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1326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13BC49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1477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394EE59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453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22C985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2598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480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5052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481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356F8B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1985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3D42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2F1F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432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1ADA0F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844E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480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C227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481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3380D2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2006</w:t>
            </w:r>
          </w:p>
        </w:tc>
      </w:tr>
      <w:tr w:rsidR="004E7330" w:rsidRPr="004E7330" w14:paraId="3C7FAA9D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33CB99E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4DB734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700" w:type="dxa"/>
            <w:vMerge/>
            <w:vAlign w:val="center"/>
            <w:hideMark/>
          </w:tcPr>
          <w:p w14:paraId="11E3490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774AB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288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1D56C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396</w:t>
            </w:r>
          </w:p>
        </w:tc>
        <w:tc>
          <w:tcPr>
            <w:tcW w:w="500" w:type="dxa"/>
            <w:vMerge/>
            <w:vAlign w:val="center"/>
            <w:hideMark/>
          </w:tcPr>
          <w:p w14:paraId="63A1D36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236FC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500" w:type="dxa"/>
            <w:vMerge/>
            <w:vAlign w:val="center"/>
            <w:hideMark/>
          </w:tcPr>
          <w:p w14:paraId="2276AAD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D85B4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vMerge/>
            <w:vAlign w:val="center"/>
            <w:hideMark/>
          </w:tcPr>
          <w:p w14:paraId="4D76187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695F1C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1689FD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5C867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961</w:t>
            </w:r>
          </w:p>
        </w:tc>
        <w:tc>
          <w:tcPr>
            <w:tcW w:w="700" w:type="dxa"/>
            <w:vMerge/>
            <w:vAlign w:val="center"/>
            <w:hideMark/>
          </w:tcPr>
          <w:p w14:paraId="143C364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4FAF5E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1045</w:t>
            </w:r>
          </w:p>
        </w:tc>
        <w:tc>
          <w:tcPr>
            <w:tcW w:w="500" w:type="dxa"/>
            <w:vMerge/>
            <w:vAlign w:val="center"/>
            <w:hideMark/>
          </w:tcPr>
          <w:p w14:paraId="0AB898A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6C495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961</w:t>
            </w:r>
          </w:p>
        </w:tc>
        <w:tc>
          <w:tcPr>
            <w:tcW w:w="700" w:type="dxa"/>
            <w:vMerge/>
            <w:vAlign w:val="center"/>
            <w:hideMark/>
          </w:tcPr>
          <w:p w14:paraId="1E9B079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4E7330" w:rsidRPr="004E7330" w14:paraId="43F7C6FE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8C112B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1F6D8F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Elméleti óraszámok 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700" w:type="dxa"/>
            <w:vMerge/>
            <w:vAlign w:val="center"/>
            <w:hideMark/>
          </w:tcPr>
          <w:p w14:paraId="25EEF65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0" w:type="dxa"/>
            <w:gridSpan w:val="10"/>
            <w:shd w:val="clear" w:color="auto" w:fill="auto"/>
            <w:noWrap/>
            <w:vAlign w:val="center"/>
            <w:hideMark/>
          </w:tcPr>
          <w:p w14:paraId="5B6E3E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1077 óra (47,5%)</w:t>
            </w:r>
          </w:p>
        </w:tc>
        <w:tc>
          <w:tcPr>
            <w:tcW w:w="700" w:type="dxa"/>
            <w:vMerge/>
            <w:vAlign w:val="center"/>
            <w:hideMark/>
          </w:tcPr>
          <w:p w14:paraId="2F570FB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03B47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B2F9EF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CF219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/>
            <w:vAlign w:val="center"/>
            <w:hideMark/>
          </w:tcPr>
          <w:p w14:paraId="5ED311E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626195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1093 óra (50,5%)</w:t>
            </w:r>
          </w:p>
        </w:tc>
        <w:tc>
          <w:tcPr>
            <w:tcW w:w="700" w:type="dxa"/>
            <w:vMerge/>
            <w:vAlign w:val="center"/>
            <w:hideMark/>
          </w:tcPr>
          <w:p w14:paraId="54B1CC4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4E7330" w:rsidRPr="004E7330" w14:paraId="299ADFB3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399E56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016B5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óraszámok 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700" w:type="dxa"/>
            <w:vMerge/>
            <w:vAlign w:val="center"/>
            <w:hideMark/>
          </w:tcPr>
          <w:p w14:paraId="5B7EDB4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0" w:type="dxa"/>
            <w:gridSpan w:val="10"/>
            <w:shd w:val="clear" w:color="auto" w:fill="auto"/>
            <w:noWrap/>
            <w:vAlign w:val="center"/>
            <w:hideMark/>
          </w:tcPr>
          <w:p w14:paraId="2CAF90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908 óra (52,5%)</w:t>
            </w:r>
          </w:p>
        </w:tc>
        <w:tc>
          <w:tcPr>
            <w:tcW w:w="700" w:type="dxa"/>
            <w:vMerge/>
            <w:vAlign w:val="center"/>
            <w:hideMark/>
          </w:tcPr>
          <w:p w14:paraId="663651A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CE8964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DA8E6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/>
            <w:vAlign w:val="center"/>
            <w:hideMark/>
          </w:tcPr>
          <w:p w14:paraId="08966A2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7408E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378572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913 óra (49,5%)</w:t>
            </w:r>
          </w:p>
        </w:tc>
        <w:tc>
          <w:tcPr>
            <w:tcW w:w="700" w:type="dxa"/>
            <w:vMerge/>
            <w:vAlign w:val="center"/>
            <w:hideMark/>
          </w:tcPr>
          <w:p w14:paraId="1598FFD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4E7330" w:rsidRPr="004E7330" w14:paraId="34168336" w14:textId="77777777" w:rsidTr="004E7330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584A9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D6D140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1CA733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661A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0461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161C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4848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030C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F02D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1AB8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294B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3DBB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3FBF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ABBA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40DA9B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B34AA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7ABC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8BA3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14A1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84E5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7845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0D10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30F3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0879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1FAC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4E7330" w:rsidRPr="004E7330" w14:paraId="086EF98E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5EB46C7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AB2227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2EE1939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E8BA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37C5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ADBF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A67D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2FD0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6568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6A70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7268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304D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19F5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EEEC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BF6E45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9A30A7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D552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D60E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ED01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5F15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CD15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CD3D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BDD6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DCEB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3496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411BC4DE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468602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33E82E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Munkaviszony létesítése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2030A89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C180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7BE1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880B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33D9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20DA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7545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E9D8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1479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7AEF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3DF8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83D8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A171FB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298E5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479D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8103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697C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DF72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2DDB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5C2B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F91F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2FB8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CADA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527ECD25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15C4F9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D653C2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Álláskeresés</w:t>
            </w:r>
          </w:p>
        </w:tc>
        <w:tc>
          <w:tcPr>
            <w:tcW w:w="700" w:type="dxa"/>
            <w:vMerge/>
            <w:vAlign w:val="center"/>
            <w:hideMark/>
          </w:tcPr>
          <w:p w14:paraId="1FC0784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D348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8322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C9ED6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A460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142C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021A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CFAD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3337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F313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2E6D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2046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63A71A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27EEE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0449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8AD8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9B97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1554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510D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922C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C20D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9D3EC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7F02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088CD730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590DA3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11108D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Munkanélküliség</w:t>
            </w:r>
          </w:p>
        </w:tc>
        <w:tc>
          <w:tcPr>
            <w:tcW w:w="700" w:type="dxa"/>
            <w:vMerge/>
            <w:vAlign w:val="center"/>
            <w:hideMark/>
          </w:tcPr>
          <w:p w14:paraId="058BE55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E8E8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1B5D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CD8E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EFB2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9F7A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31C5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6D79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7E8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04D5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81C4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4B86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8863E0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073DA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D534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3B48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56EF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3BEE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3239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D1AD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EEED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20BF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5B4C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E7330" w:rsidRPr="004E7330" w14:paraId="3CFD31A0" w14:textId="77777777" w:rsidTr="004E7330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1E2812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260255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3D85A6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485D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45CB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AF87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EFC9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46E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14D6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7204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3424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6F27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3B39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1DB5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BBB0B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1A218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A23E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4DDD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2F0B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E42F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F1E5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F3B7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DE92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A45B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63B3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4E7330" w:rsidRPr="004E7330" w14:paraId="75156598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5865A7D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EE5698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1</w:t>
            </w:r>
          </w:p>
        </w:tc>
        <w:tc>
          <w:tcPr>
            <w:tcW w:w="700" w:type="dxa"/>
            <w:vMerge/>
            <w:vAlign w:val="center"/>
            <w:hideMark/>
          </w:tcPr>
          <w:p w14:paraId="520D57B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EC2B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3D7F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4969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507E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14BF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09DD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717A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8511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0D0C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A984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5C6F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5343C6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FFEE48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913F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9DC6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C87B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3717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3B0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02F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0CB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58D6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181C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E7330" w:rsidRPr="004E7330" w14:paraId="0CEBDB42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50E76DD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96E4B4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2</w:t>
            </w:r>
          </w:p>
        </w:tc>
        <w:tc>
          <w:tcPr>
            <w:tcW w:w="700" w:type="dxa"/>
            <w:vMerge/>
            <w:vAlign w:val="center"/>
            <w:hideMark/>
          </w:tcPr>
          <w:p w14:paraId="774B42D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4F9CE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4314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6F75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06A4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E9F4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5A40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5E70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135A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7674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62B5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E5F6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925FC9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1586E9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9898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30EF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4FD6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D8AA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19AF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643D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8DCF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57D4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6F17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E7330" w:rsidRPr="004E7330" w14:paraId="6719D4F2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F47282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7DD1ED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Nyelvi készségfejlesztés</w:t>
            </w:r>
          </w:p>
        </w:tc>
        <w:tc>
          <w:tcPr>
            <w:tcW w:w="700" w:type="dxa"/>
            <w:vMerge/>
            <w:vAlign w:val="center"/>
            <w:hideMark/>
          </w:tcPr>
          <w:p w14:paraId="78F4E56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12D0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D6B8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82A1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6BB7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5EBA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1623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6B3D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259A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A2FF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2618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88DA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F2C7AC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86F930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67CF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7F14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3B45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D918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9381B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E4AC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B266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01F2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C26E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4E7330" w:rsidRPr="004E7330" w14:paraId="6DDF9413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50B414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BD4E45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Munkavállalói szókincs</w:t>
            </w:r>
          </w:p>
        </w:tc>
        <w:tc>
          <w:tcPr>
            <w:tcW w:w="700" w:type="dxa"/>
            <w:vMerge/>
            <w:vAlign w:val="center"/>
            <w:hideMark/>
          </w:tcPr>
          <w:p w14:paraId="3148AE6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5691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2772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5ACC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53C58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CD90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3145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442C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670F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C7BD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A45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178F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EE231A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698A17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7780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958D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7343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EE5D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786F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5EE1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ECBC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F793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EEA9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4E7330" w:rsidRPr="004E7330" w14:paraId="4A36C6D3" w14:textId="77777777" w:rsidTr="004E7330">
        <w:trPr>
          <w:trHeight w:val="72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54093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11500-12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Munkahelyi egészség és biztonság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979365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Munkahelyi egészség és biztonság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0A263F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5696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D01B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CC2F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57BF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6190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0224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3B35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C43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3471D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00F2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516F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726B8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38F718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02D6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F48E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0B20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FD45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50E3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2D715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620B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5CE8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5169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1799EA3A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276569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0E55CD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Munkavédelmi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7A285AF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3741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C85E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ECA3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4EDC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7AED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E91B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D2F2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A913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6D8C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B83B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BC52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3EAD617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C8196E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8719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E447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A036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4E68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139C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62162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F931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EF0E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1765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2E5B3DF6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6BB635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DDE401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Munkahelyek kialakítása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324DA38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8623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112E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2377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B185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52BF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7DC92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9B2E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574A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E4E0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9662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4436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04E1F88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C087DF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D4DF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9C32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37A7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1E26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B643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3531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B678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42EF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FC692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7264EB64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D64C7B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E4E2D3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Munkavégzés személyi feltételei</w:t>
            </w:r>
          </w:p>
        </w:tc>
        <w:tc>
          <w:tcPr>
            <w:tcW w:w="700" w:type="dxa"/>
            <w:vMerge/>
            <w:vAlign w:val="center"/>
            <w:hideMark/>
          </w:tcPr>
          <w:p w14:paraId="3829755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8672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D7FD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194B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8062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474D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80B6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D3C4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13C4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6107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72C3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BCA6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0F557B1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60513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186A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B58B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B9DC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474C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042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52E1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9FAA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526E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709DD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E7330" w:rsidRPr="004E7330" w14:paraId="607FBC75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4A75FC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4131AB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Munkaeszközök biztonsága</w:t>
            </w:r>
          </w:p>
        </w:tc>
        <w:tc>
          <w:tcPr>
            <w:tcW w:w="700" w:type="dxa"/>
            <w:vMerge/>
            <w:vAlign w:val="center"/>
            <w:hideMark/>
          </w:tcPr>
          <w:p w14:paraId="2BF4666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0A20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99B4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B877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D041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6728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7D3F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F74D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58BE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301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6DB6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08FD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66EF2D5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0AB4E4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E6D4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6B9E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A715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F28B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EA1F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923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56CB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D998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C390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E7330" w:rsidRPr="004E7330" w14:paraId="15E6CA33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F6DBCB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FEE1EC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Munkakörnyezeti hatások</w:t>
            </w:r>
          </w:p>
        </w:tc>
        <w:tc>
          <w:tcPr>
            <w:tcW w:w="700" w:type="dxa"/>
            <w:vMerge/>
            <w:vAlign w:val="center"/>
            <w:hideMark/>
          </w:tcPr>
          <w:p w14:paraId="7D20D2F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4A8A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A693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712A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7B8C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C4BD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B053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72E8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4659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D1CB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6AF2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D5C6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752C0EA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63B492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723C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8410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69FF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7E6D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3197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9D2B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8EF2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FA3A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AE68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4E7330" w:rsidRPr="004E7330" w14:paraId="414593EA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51E7B72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16A4EF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Munkavédelmi jogi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26639CD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83BDE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1998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FBF5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057C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8513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467A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DF65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3652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F526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D07F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B2E3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03C2581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1BA584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D961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71DC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3196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7A70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3244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6BCA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4D12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C2AC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6420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6CD5E72B" w14:textId="77777777" w:rsidTr="004E7330">
        <w:trPr>
          <w:trHeight w:val="48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25484B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10925-16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Agrárműszaki alapok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1818EA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Géprajz, gépelemek, mechanika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424972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C06B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E516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8E9C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27C9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5CC3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D123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4372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95F1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5761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446A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BF4B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7C9A0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D26C3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2122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3EC5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1AE2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640A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E655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6560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236E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5213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BAD6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</w:tr>
      <w:tr w:rsidR="004E7330" w:rsidRPr="004E7330" w14:paraId="3703C102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5125F3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CDBD84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Műszaki dokumentációk</w:t>
            </w:r>
          </w:p>
        </w:tc>
        <w:tc>
          <w:tcPr>
            <w:tcW w:w="700" w:type="dxa"/>
            <w:vMerge/>
            <w:vAlign w:val="center"/>
            <w:hideMark/>
          </w:tcPr>
          <w:p w14:paraId="690451E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C754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F237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5A0C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A6D0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A145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F093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5D44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1CFC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208A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62F9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002E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6E026F0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E695DE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44D1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1B2A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48FC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0280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34A8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4ECF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7172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366E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2CE2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4E7330" w:rsidRPr="004E7330" w14:paraId="0A542F75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26103AB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7A9B29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Műszaki alapmérések</w:t>
            </w:r>
          </w:p>
        </w:tc>
        <w:tc>
          <w:tcPr>
            <w:tcW w:w="700" w:type="dxa"/>
            <w:vMerge/>
            <w:vAlign w:val="center"/>
            <w:hideMark/>
          </w:tcPr>
          <w:p w14:paraId="2435D7A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9DDD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4789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7427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13DF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65D9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5126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4926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62CB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3575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D745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80AF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5FDB067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092F79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3039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1472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8BDF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1397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96A0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95FD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2238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D7B6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7F1B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7AA51FEB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5AAD5CE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7D26CC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Gépelemek igénybevételének módjai</w:t>
            </w:r>
          </w:p>
        </w:tc>
        <w:tc>
          <w:tcPr>
            <w:tcW w:w="700" w:type="dxa"/>
            <w:vMerge/>
            <w:vAlign w:val="center"/>
            <w:hideMark/>
          </w:tcPr>
          <w:p w14:paraId="6EA4CE9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9724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5541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BAC3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F31F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0361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B0DD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2B03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311C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151D9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1BE9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CBDD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6FEB0BF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735F17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7C74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9268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BEE8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D97C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7E17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4A10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706A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BF87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C131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5FDEF8C3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2BC67DD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8D7A57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Kötőgépelemek</w:t>
            </w:r>
          </w:p>
        </w:tc>
        <w:tc>
          <w:tcPr>
            <w:tcW w:w="700" w:type="dxa"/>
            <w:vMerge/>
            <w:vAlign w:val="center"/>
            <w:hideMark/>
          </w:tcPr>
          <w:p w14:paraId="03F3645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5DAB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8699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CA8E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BB5A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93BF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3894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B0E1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C4D6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651C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F9AE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B86E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126A50E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AED55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3A09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837B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13B4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F6EC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EE9B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DACA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864DB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60E6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6B7E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656AE84E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07FA3BC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5D3896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Tengelyek, tengelykötések, csapágyak, csapágyazások</w:t>
            </w:r>
          </w:p>
        </w:tc>
        <w:tc>
          <w:tcPr>
            <w:tcW w:w="700" w:type="dxa"/>
            <w:vMerge/>
            <w:vAlign w:val="center"/>
            <w:hideMark/>
          </w:tcPr>
          <w:p w14:paraId="3F4AD49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C96F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BCF8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A4D6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CFB6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9762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9D15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5898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CD3B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7474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B3132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F392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14:paraId="404BA49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0F6FB3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115C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0559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45A5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DFDB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055F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2ABF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F7CE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B012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B3CA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4E7330" w:rsidRPr="004E7330" w14:paraId="1EAB9008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15EF79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34C397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Rugók</w:t>
            </w:r>
          </w:p>
        </w:tc>
        <w:tc>
          <w:tcPr>
            <w:tcW w:w="700" w:type="dxa"/>
            <w:vMerge/>
            <w:vAlign w:val="center"/>
            <w:hideMark/>
          </w:tcPr>
          <w:p w14:paraId="5E4632A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11D3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F1CD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67FE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ADAB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A15E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BBD7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543D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D6B4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D1FC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C3FA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607F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671419A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928829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25D4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4DC5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A500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0463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7035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CB85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C4F64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88A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4734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43762CC7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6C1392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DBA7A7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Tengelykapcsolók, fékek</w:t>
            </w:r>
          </w:p>
        </w:tc>
        <w:tc>
          <w:tcPr>
            <w:tcW w:w="700" w:type="dxa"/>
            <w:vMerge/>
            <w:vAlign w:val="center"/>
            <w:hideMark/>
          </w:tcPr>
          <w:p w14:paraId="65F9E7C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3D73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7243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8EF1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CABD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D5DF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EFDE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3AA0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1D7C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34D6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0C53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DDF8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249F765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8BD0B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D369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8AFB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CEFC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ADBA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C714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68AB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9711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89F8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FCE8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732E9708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7A0AD8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A2DE8B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Vezetékelemek és kötéseik</w:t>
            </w:r>
          </w:p>
        </w:tc>
        <w:tc>
          <w:tcPr>
            <w:tcW w:w="700" w:type="dxa"/>
            <w:vMerge/>
            <w:vAlign w:val="center"/>
            <w:hideMark/>
          </w:tcPr>
          <w:p w14:paraId="2E4571B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27A2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9FD3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6F65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9F1E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6918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E3D3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2C1F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C18F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A065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53B0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9884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0C0D063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AB3218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19F3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9DD1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7281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E6F2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FC26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54C9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B3F8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5CFB8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2A84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E7330" w:rsidRPr="004E7330" w14:paraId="4868A169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D6514D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9DDCE4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Hajtások</w:t>
            </w:r>
          </w:p>
        </w:tc>
        <w:tc>
          <w:tcPr>
            <w:tcW w:w="700" w:type="dxa"/>
            <w:vMerge/>
            <w:vAlign w:val="center"/>
            <w:hideMark/>
          </w:tcPr>
          <w:p w14:paraId="1D3F66E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5AFE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DA1E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E2F1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65F9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2C84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F4BA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ADA0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03BF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D0A0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BBB8D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AFB2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435DE08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37AC94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893B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CCF2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87A3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9F1E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56A2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A430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E9A8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E339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1DE8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6A34E40D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7105209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CC147A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Tartók statikája</w:t>
            </w:r>
          </w:p>
        </w:tc>
        <w:tc>
          <w:tcPr>
            <w:tcW w:w="700" w:type="dxa"/>
            <w:vMerge/>
            <w:vAlign w:val="center"/>
            <w:hideMark/>
          </w:tcPr>
          <w:p w14:paraId="4DE7C8D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107F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F82F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4193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B78F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FC47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4E0E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7C74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9837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9078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73C6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9E2A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19C0C39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1C438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57A3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32EE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ECAD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D29E4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0EE9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1FC5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E904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5B17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A042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77CB2CA5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A1DB20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04347D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Szilárdságtan </w:t>
            </w:r>
          </w:p>
        </w:tc>
        <w:tc>
          <w:tcPr>
            <w:tcW w:w="700" w:type="dxa"/>
            <w:vMerge/>
            <w:vAlign w:val="center"/>
            <w:hideMark/>
          </w:tcPr>
          <w:p w14:paraId="20284E7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56DD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8259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A63F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DF9A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2F2C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C365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2B35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B822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00B5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3383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5AAE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30DC332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AA25D5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E2CE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1C02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8656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A301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7AEA2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7674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62F6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8567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DE78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57F73C41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487CC06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4EE496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Keretszerkezetek, hajtóművek, szivattyúk</w:t>
            </w:r>
          </w:p>
        </w:tc>
        <w:tc>
          <w:tcPr>
            <w:tcW w:w="700" w:type="dxa"/>
            <w:vMerge/>
            <w:vAlign w:val="center"/>
            <w:hideMark/>
          </w:tcPr>
          <w:p w14:paraId="74828BF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3F9E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6E74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0343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31C1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D212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29E1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B06D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55DA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B9D2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D456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FC89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F37889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080438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AA71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CA3F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E8E8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3D40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F20E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AD6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942C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87F6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F891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1822ABE3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42CF6BF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A6EDC1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Anyagismeret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79FD6E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8483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C814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CBC2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F063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37C39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5634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1858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0154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165E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4278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09BE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3EB7C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C2262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252E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79C4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726F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24E3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260E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17BD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C161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C418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E8CD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E7330" w:rsidRPr="004E7330" w14:paraId="6B1ED3CB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528DB2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B6BA5F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Metallográfiai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3BCB66F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3A41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F5DD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3090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2DE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8C01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308E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DE1A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BDAF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F080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8FC9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26FB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3495E5F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5A5464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85AE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8C80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369F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9984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8485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FD45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6AF3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04D5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85F5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7C9F48B1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8B0056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CB7D8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Fémek és ötvözeteik</w:t>
            </w:r>
          </w:p>
        </w:tc>
        <w:tc>
          <w:tcPr>
            <w:tcW w:w="700" w:type="dxa"/>
            <w:vMerge/>
            <w:vAlign w:val="center"/>
            <w:hideMark/>
          </w:tcPr>
          <w:p w14:paraId="209AB63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4C91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73E6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6654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C9FB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CEF5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B557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E7EA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27C4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A9DF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F307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6F13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204D864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250FE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E027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535D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37BA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06B5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6608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6082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6CA9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B007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0CEA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E7330" w:rsidRPr="004E7330" w14:paraId="28524ABF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5B4A04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D75352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Nemfémes anyagok</w:t>
            </w:r>
          </w:p>
        </w:tc>
        <w:tc>
          <w:tcPr>
            <w:tcW w:w="700" w:type="dxa"/>
            <w:vMerge/>
            <w:vAlign w:val="center"/>
            <w:hideMark/>
          </w:tcPr>
          <w:p w14:paraId="148615C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FF4F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9925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316D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4B48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1B89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7DDB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4BA78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669E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D44C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8FC0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D130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0934DEC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C52E50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2970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C6E2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F63F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DD21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4F6E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59AC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3D52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8172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0D82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E7330" w:rsidRPr="004E7330" w14:paraId="62100C20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80A5A7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3DD30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Tüzelő- és kenőanyagok</w:t>
            </w:r>
          </w:p>
        </w:tc>
        <w:tc>
          <w:tcPr>
            <w:tcW w:w="700" w:type="dxa"/>
            <w:vMerge/>
            <w:vAlign w:val="center"/>
            <w:hideMark/>
          </w:tcPr>
          <w:p w14:paraId="1ED5DC8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7931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74B5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5E64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478F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53CD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1025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788F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2337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1D4F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84BF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BD61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754D68E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5BF501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7191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DC26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BDAF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F81C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7527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6FD9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F626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269A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F689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E7330" w:rsidRPr="004E7330" w14:paraId="73210253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CAE255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FDBE5F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Fémek alakítása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1211AFF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974C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4D5B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BFE4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A866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7E93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E711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944B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2163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F655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3BBB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A6B4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7470B7D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3496C4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CBAA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768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7DDD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B341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E80D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4F6B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D9A8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32FC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14F5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38BE2FFF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5463114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799C20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Agrárműszaki alapok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60B66B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5833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C06B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DA45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A447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6321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03FF4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64D8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C335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F05F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9C2A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16C3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A6125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BEA42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07FB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3A0E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3847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1EE5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50F5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ECC0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97C3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2CEE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C619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</w:tr>
      <w:tr w:rsidR="004E7330" w:rsidRPr="004E7330" w14:paraId="2FA2333E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34427E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8BB695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Műhely megismerése, előrajzolás, mérések</w:t>
            </w:r>
          </w:p>
        </w:tc>
        <w:tc>
          <w:tcPr>
            <w:tcW w:w="700" w:type="dxa"/>
            <w:vMerge/>
            <w:vAlign w:val="center"/>
            <w:hideMark/>
          </w:tcPr>
          <w:p w14:paraId="68C5E14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6098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D367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4820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18BF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7CD9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BBBA6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E9E4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E50F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7EAC2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A027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1326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6CA5BA9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CF3547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FB78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44CD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8C28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F991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55D9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9368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2543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9EF5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3D6D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4F25CB72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C948EE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A3A919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Fémipari alapműveletek</w:t>
            </w:r>
          </w:p>
        </w:tc>
        <w:tc>
          <w:tcPr>
            <w:tcW w:w="700" w:type="dxa"/>
            <w:vMerge/>
            <w:vAlign w:val="center"/>
            <w:hideMark/>
          </w:tcPr>
          <w:p w14:paraId="63F0939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5AEF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93C4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DA36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58C8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0BC6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BA67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100E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0088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7793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5631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BD0E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60F323D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AB3E03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ACFB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3C9B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21DC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0332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B5C55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60C7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D6BB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E826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2B9C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E7330" w:rsidRPr="004E7330" w14:paraId="7CF94B17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77FABC4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9154D1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Kötések</w:t>
            </w:r>
          </w:p>
        </w:tc>
        <w:tc>
          <w:tcPr>
            <w:tcW w:w="700" w:type="dxa"/>
            <w:vMerge/>
            <w:vAlign w:val="center"/>
            <w:hideMark/>
          </w:tcPr>
          <w:p w14:paraId="713BB48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89E0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7C74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9432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7110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A01B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42CF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50C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5360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A7B8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5FC9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C0EF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759F229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FE80B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9C33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6F07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6CF3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C387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389A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905D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661A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108F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4AF7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4683E630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02C2B81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31CA18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Melegüzemi technológiák alkalmazása</w:t>
            </w:r>
          </w:p>
        </w:tc>
        <w:tc>
          <w:tcPr>
            <w:tcW w:w="700" w:type="dxa"/>
            <w:vMerge/>
            <w:vAlign w:val="center"/>
            <w:hideMark/>
          </w:tcPr>
          <w:p w14:paraId="7C6D456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0B97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CBE9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C591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6E6B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23AD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D4E8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D7B5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4CB4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C26D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F484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9CE8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267DD2F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413550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B2AF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F87C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BF3C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8203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DB73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E623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E37E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0B6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E72B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5D5F5326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4D22A4D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519B68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Hegesztés</w:t>
            </w:r>
          </w:p>
        </w:tc>
        <w:tc>
          <w:tcPr>
            <w:tcW w:w="700" w:type="dxa"/>
            <w:vMerge/>
            <w:vAlign w:val="center"/>
            <w:hideMark/>
          </w:tcPr>
          <w:p w14:paraId="067D03C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06F1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6091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BA3F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1C47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01AF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B52E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D1BF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AA69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8F11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AC47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422C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700" w:type="dxa"/>
            <w:vMerge/>
            <w:vAlign w:val="center"/>
            <w:hideMark/>
          </w:tcPr>
          <w:p w14:paraId="6ABA344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4758DA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C7CF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7801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D61F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88B3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57C5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E7B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13179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7BC3E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1777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</w:tr>
      <w:tr w:rsidR="004E7330" w:rsidRPr="004E7330" w14:paraId="34496E67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D05B32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EB754B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Korrózió elleni 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6A3986A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EFD2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616D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C558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D1CB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795A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8908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1E6E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8C75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94D0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0BC7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0288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643C4EF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8ADAB0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87E55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762F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117C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CF54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ECBB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E718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93BC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B2DF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38E8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28779039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01D274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978C20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Hajtóművek szerelése, javítása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28B894A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2CD5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0612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022F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F61B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88D2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00D8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7CFD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20D6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D09A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BD4F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904F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3958A76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91BBB4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EC02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1BAC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ADAB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96BA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82B5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7E1C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28A8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D838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0E37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7D94FC97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DE4918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4B0CCE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Gépi forgácsolás alapjai</w:t>
            </w:r>
          </w:p>
        </w:tc>
        <w:tc>
          <w:tcPr>
            <w:tcW w:w="700" w:type="dxa"/>
            <w:vMerge/>
            <w:vAlign w:val="center"/>
            <w:hideMark/>
          </w:tcPr>
          <w:p w14:paraId="5DB27FD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DFD3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C727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49DD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BBE1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D1BDC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6B3C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0B9B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46DE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CE78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EE95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F6FA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4807003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F9F3A8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9642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8FD3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B69B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88EE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3273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8D73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9A3D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3E2E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8DDE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6B0C0A07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7AB32E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DCCA01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Esztergályozás</w:t>
            </w:r>
          </w:p>
        </w:tc>
        <w:tc>
          <w:tcPr>
            <w:tcW w:w="700" w:type="dxa"/>
            <w:vMerge/>
            <w:vAlign w:val="center"/>
            <w:hideMark/>
          </w:tcPr>
          <w:p w14:paraId="0E2723F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9CAE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E30F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E6E9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AA6D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3DF0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4B74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B14F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4D57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2F73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6DD4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88BE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4D0D40A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077042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E6A4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2EAC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A736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D4F9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8742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1FDD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8E1C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1F2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014D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E7330" w:rsidRPr="004E7330" w14:paraId="22149EF0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47E9A80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9DEF2C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Marás, gyalulás</w:t>
            </w:r>
          </w:p>
        </w:tc>
        <w:tc>
          <w:tcPr>
            <w:tcW w:w="700" w:type="dxa"/>
            <w:vMerge/>
            <w:vAlign w:val="center"/>
            <w:hideMark/>
          </w:tcPr>
          <w:p w14:paraId="2914698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2214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8B6A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8651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F5FD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1A69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40B5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8613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9785E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F948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4E50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702B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283EFFE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EB9B0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A652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BD89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5527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DFD0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5F97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357D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298B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D6CB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3BBE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2364C707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C22217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469FE7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Köszörülés</w:t>
            </w:r>
          </w:p>
        </w:tc>
        <w:tc>
          <w:tcPr>
            <w:tcW w:w="700" w:type="dxa"/>
            <w:vMerge/>
            <w:vAlign w:val="center"/>
            <w:hideMark/>
          </w:tcPr>
          <w:p w14:paraId="4153CBD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C08C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D4C2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28C5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2AEB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9750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ECA1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0CBC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97B0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5018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BE58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5B50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3F380F1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4A86D0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6B86C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1F37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9FDD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144C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CB05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94BA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C268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20D4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91E7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</w:tbl>
    <w:p w14:paraId="233B3278" w14:textId="77777777" w:rsidR="004E7330" w:rsidRDefault="004E7330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780"/>
        <w:gridCol w:w="7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4E7330" w:rsidRPr="004E7330" w14:paraId="68E8706D" w14:textId="77777777" w:rsidTr="004E7330">
        <w:trPr>
          <w:trHeight w:val="48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6C3429E3" w14:textId="6486D235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11510-16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Erdőgazdasági erőforrások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837DB3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erőforrások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01E14F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32D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C7C0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3439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8E92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936E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FE6D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862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68D5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CE41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A19E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3C4A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1F3B9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E2B34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9956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95DC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3273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9757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178A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37D1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6353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7C9C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9D2D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201</w:t>
            </w:r>
          </w:p>
        </w:tc>
      </w:tr>
      <w:tr w:rsidR="004E7330" w:rsidRPr="004E7330" w14:paraId="51D01B16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82E046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86ABD9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Belsőégésű motorok szerkezeti felépítése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11F897E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E88C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6C8A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F8E8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EE6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D714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4154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47B4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EDA7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4B47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1425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EA7D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1ED06AF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CA4036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2394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0F9A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B9D0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722A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E49A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A0F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3A12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DE36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E9FE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3BE09DF0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7AC0B0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E2F3AC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Belsőégésű motorok működése</w:t>
            </w:r>
          </w:p>
        </w:tc>
        <w:tc>
          <w:tcPr>
            <w:tcW w:w="700" w:type="dxa"/>
            <w:vMerge/>
            <w:vAlign w:val="center"/>
            <w:hideMark/>
          </w:tcPr>
          <w:p w14:paraId="54EE78B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9B27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51E8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5D66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322E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38EF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3A2A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7EC5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67CF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7DBB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8078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AD7A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vMerge/>
            <w:vAlign w:val="center"/>
            <w:hideMark/>
          </w:tcPr>
          <w:p w14:paraId="583C2B6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75B1F8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D4A4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B4E0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15BF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542D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5E32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C2D0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C987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72482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47D5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4E7330" w:rsidRPr="004E7330" w14:paraId="09F76601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317E2F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66A2C4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Belsőégésű motorok tüzelőanyag-ellátása</w:t>
            </w:r>
          </w:p>
        </w:tc>
        <w:tc>
          <w:tcPr>
            <w:tcW w:w="700" w:type="dxa"/>
            <w:vMerge/>
            <w:vAlign w:val="center"/>
            <w:hideMark/>
          </w:tcPr>
          <w:p w14:paraId="2231EC9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4D87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462B5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F9C2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B631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A3DC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4946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172D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2A341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1CEA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57B8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48CC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700" w:type="dxa"/>
            <w:vMerge/>
            <w:vAlign w:val="center"/>
            <w:hideMark/>
          </w:tcPr>
          <w:p w14:paraId="53C83F9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43CB19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76B6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43CD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23032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3DA8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6E22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1B7B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6254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621E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44C2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</w:tr>
      <w:tr w:rsidR="004E7330" w:rsidRPr="004E7330" w14:paraId="579B42FB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310EEA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BA0890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Belsőégésű motorok szabályozása</w:t>
            </w:r>
          </w:p>
        </w:tc>
        <w:tc>
          <w:tcPr>
            <w:tcW w:w="700" w:type="dxa"/>
            <w:vMerge/>
            <w:vAlign w:val="center"/>
            <w:hideMark/>
          </w:tcPr>
          <w:p w14:paraId="08B4F3D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FA1D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3EEE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52FD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D8D1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F81D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89AD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CA4D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F8AD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1D34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7697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9D5C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52E7755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8E1A1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8B01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C93B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F6AD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6474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CB2F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3ED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F5F6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FBE5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B0B1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673D4B59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A657AA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220942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Belsőégésű motorok kenése és hűtése</w:t>
            </w:r>
          </w:p>
        </w:tc>
        <w:tc>
          <w:tcPr>
            <w:tcW w:w="700" w:type="dxa"/>
            <w:vMerge/>
            <w:vAlign w:val="center"/>
            <w:hideMark/>
          </w:tcPr>
          <w:p w14:paraId="56E1148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DE6A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B1EF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2E06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C39D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6FB2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2E8C4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843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C514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A96F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35A5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2BBF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07607C7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94690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8F06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092E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3B69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55BD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4839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CFD3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78B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A8F1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3E04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06E30977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35808F8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00F84C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teljesítmény-átviteli rendszerei</w:t>
            </w:r>
          </w:p>
        </w:tc>
        <w:tc>
          <w:tcPr>
            <w:tcW w:w="700" w:type="dxa"/>
            <w:vMerge/>
            <w:vAlign w:val="center"/>
            <w:hideMark/>
          </w:tcPr>
          <w:p w14:paraId="0E66033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951F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D535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6018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94C6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8218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F9E7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44A1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041D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EA61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BB8D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3CB1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2072007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087EEC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E123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0AE8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88CE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6CBD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B09E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C6B4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0DCF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D2B1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F0F4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36C23216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4EEEC2D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8B59D2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járószerkezete és kormányzása</w:t>
            </w:r>
          </w:p>
        </w:tc>
        <w:tc>
          <w:tcPr>
            <w:tcW w:w="700" w:type="dxa"/>
            <w:vMerge/>
            <w:vAlign w:val="center"/>
            <w:hideMark/>
          </w:tcPr>
          <w:p w14:paraId="2A5BB6D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823A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1415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9B6C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9058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A3D64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601C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30BD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DBE6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28A1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C532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2D68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171E3AF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C8CF6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CA5D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65FD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BA72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C123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7B28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CDE2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7B5D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B928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406D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4E7330" w:rsidRPr="004E7330" w14:paraId="3A1B3EEE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5308483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FC63D3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alváza, vonó- és függesztőrendszerei</w:t>
            </w:r>
          </w:p>
        </w:tc>
        <w:tc>
          <w:tcPr>
            <w:tcW w:w="700" w:type="dxa"/>
            <w:vMerge/>
            <w:vAlign w:val="center"/>
            <w:hideMark/>
          </w:tcPr>
          <w:p w14:paraId="73284B4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DC3E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493E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FEEA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79EE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B900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43F6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4F79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0148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578B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91B0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25AB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4C3EAC6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69B08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A630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A1F8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C262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4C8A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5FB1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22D0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B27C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4FF3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4C7B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11455C44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24A09E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D6B9E4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fékrendszerei</w:t>
            </w:r>
          </w:p>
        </w:tc>
        <w:tc>
          <w:tcPr>
            <w:tcW w:w="700" w:type="dxa"/>
            <w:vMerge/>
            <w:vAlign w:val="center"/>
            <w:hideMark/>
          </w:tcPr>
          <w:p w14:paraId="14A46AE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A506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E77D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CEBB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05F0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D4E0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B1B6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AB44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6224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259D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0B6D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7F98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5116CA9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265F67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AC17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1824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44BB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E73E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6836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ECAE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EDC6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E4EA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F3CE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E7330" w:rsidRPr="004E7330" w14:paraId="09C7626F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2CF161C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34147F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elektromos rendszerei</w:t>
            </w:r>
          </w:p>
        </w:tc>
        <w:tc>
          <w:tcPr>
            <w:tcW w:w="700" w:type="dxa"/>
            <w:vMerge/>
            <w:vAlign w:val="center"/>
            <w:hideMark/>
          </w:tcPr>
          <w:p w14:paraId="3A73AB4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7F5C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FEF9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C862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7BB8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5028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2AF0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566C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9AA6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E736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18AD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B4E0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2E0C37D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5C61FB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BBCB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68CF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DBAA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23BC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F137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E182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6658B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6624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A04D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E7330" w:rsidRPr="004E7330" w14:paraId="7AEEA534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117FE5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085040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19F96C9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C8D9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5DC5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7435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3AA1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4827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18B1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5018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B5B0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3202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97E5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4C9E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3F74A13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85ABD0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11EE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0089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AC85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7B4F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AC64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A32A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A9A0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81BF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896B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E7330" w:rsidRPr="004E7330" w14:paraId="32AA7BD5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044BE9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84F921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javítása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7FA59A1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15FE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DB49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A137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C815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F09E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EBC6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200A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5272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EDB3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3E6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B103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ADFE92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B00DBC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FC54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384D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09A6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2C7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0B81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8589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F599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107B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546B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</w:tr>
      <w:tr w:rsidR="004E7330" w:rsidRPr="004E7330" w14:paraId="2B31DB8F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515D738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9267B2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bejáratása, állapotfelmérése, gépek tárolása</w:t>
            </w:r>
          </w:p>
        </w:tc>
        <w:tc>
          <w:tcPr>
            <w:tcW w:w="700" w:type="dxa"/>
            <w:vMerge/>
            <w:vAlign w:val="center"/>
            <w:hideMark/>
          </w:tcPr>
          <w:p w14:paraId="24506BD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456E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BB26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B152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BE20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EAE9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1407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6F23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BAFC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7F2B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B8118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8541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D2C0D8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10A5F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BC33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1BF9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5259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4B96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D545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D760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A34F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22D0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A342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4E7330" w:rsidRPr="004E7330" w14:paraId="49D2E958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2C0C0E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7B57AD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Egyéb erdőgazdasági erőgépek</w:t>
            </w:r>
          </w:p>
        </w:tc>
        <w:tc>
          <w:tcPr>
            <w:tcW w:w="700" w:type="dxa"/>
            <w:vMerge/>
            <w:vAlign w:val="center"/>
            <w:hideMark/>
          </w:tcPr>
          <w:p w14:paraId="78358B6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31C2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F947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46D5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72F4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28E4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D02C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47EA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FB9B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987B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D633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7C9C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A8C92B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DE4995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DBA7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D0E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08CE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D574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E54F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2387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018B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6169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20BB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48B511E7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B4E9E5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21CA95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Karbantartás és javítás szervezése</w:t>
            </w:r>
          </w:p>
        </w:tc>
        <w:tc>
          <w:tcPr>
            <w:tcW w:w="700" w:type="dxa"/>
            <w:vMerge/>
            <w:vAlign w:val="center"/>
            <w:hideMark/>
          </w:tcPr>
          <w:p w14:paraId="3098A07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5071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0D39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644F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028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5DCA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26E1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95DF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9EFD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6BA2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44B7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4CF8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3E691E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F79373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483E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8FC8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131A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DDFFB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A7CA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1FB4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6E58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4BA7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7438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E7330" w:rsidRPr="004E7330" w14:paraId="405B88AF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657CB28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BDA605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erőforrások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03AF3F1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13A8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3E8A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6175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DD2B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E6B0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0F80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B3AF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4EAA8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F121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9C8D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DDAF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2A3B7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DCDBF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32E8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007E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F186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227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BA2B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1B7E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7BC2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8A59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9266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7CAF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227</w:t>
            </w:r>
          </w:p>
        </w:tc>
      </w:tr>
      <w:tr w:rsidR="004E7330" w:rsidRPr="004E7330" w14:paraId="289CDF6A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2976D0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63E7C0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Motorok szerkezeti felépítése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36284A1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AF4D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462F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94E0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6617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B151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9E78E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912C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57DD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CB63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A3D3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FF21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54A3C15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93C393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6B9E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BE35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0842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F28F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7C26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D6D8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462A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9CD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E678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4E7330" w:rsidRPr="004E7330" w14:paraId="24579F29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533BE8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D20EC6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Tüzelőanyag ellátó rendszerek kialakítása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031AF1F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10E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4714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E2AD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243E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85A4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0D55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9BB8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0559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3F3C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124B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D47A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397C787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273BA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27A9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8EBF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4D04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B35A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A6A7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7C3F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ABDA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F213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D639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4E7330" w:rsidRPr="004E7330" w14:paraId="6B5F83A1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5081AFE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A45F9C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Kenési és hűtési rendszerek</w:t>
            </w:r>
          </w:p>
        </w:tc>
        <w:tc>
          <w:tcPr>
            <w:tcW w:w="700" w:type="dxa"/>
            <w:vMerge/>
            <w:vAlign w:val="center"/>
            <w:hideMark/>
          </w:tcPr>
          <w:p w14:paraId="098B038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1254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2DE3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782C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490E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CB52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1A97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4334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3149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D4A5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DAF3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B8A8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451ADC4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280E7B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45DD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59D8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D99C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48F0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3088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E66D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F98D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45D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B218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E7330" w:rsidRPr="004E7330" w14:paraId="18C03A46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4A49B19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82FFD9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erőforrások teljesítmény-átviteli rendszerei</w:t>
            </w:r>
          </w:p>
        </w:tc>
        <w:tc>
          <w:tcPr>
            <w:tcW w:w="700" w:type="dxa"/>
            <w:vMerge/>
            <w:vAlign w:val="center"/>
            <w:hideMark/>
          </w:tcPr>
          <w:p w14:paraId="3420B27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6A8D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FF8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B583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7681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5FA7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A847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BA17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137E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F37A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AD65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222D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0735CCC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5FD8C6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0099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FE1EB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ED02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8BDF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04E8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4CB8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466E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FECF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5C0F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E7330" w:rsidRPr="004E7330" w14:paraId="2612BF0D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218856F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67DED4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járószerkezete és kormányzása</w:t>
            </w:r>
          </w:p>
        </w:tc>
        <w:tc>
          <w:tcPr>
            <w:tcW w:w="700" w:type="dxa"/>
            <w:vMerge/>
            <w:vAlign w:val="center"/>
            <w:hideMark/>
          </w:tcPr>
          <w:p w14:paraId="280537B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37C0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DFBC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6250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C21A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2B3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657A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13A6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F064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4E18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E09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BBD4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77DB521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3E8C9E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9711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89AF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1736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816E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6901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7AF8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A795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1CF0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4855D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E7330" w:rsidRPr="004E7330" w14:paraId="39300960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38381F4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C15B50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alváza, vonó- és függesztőrendszerei</w:t>
            </w:r>
          </w:p>
        </w:tc>
        <w:tc>
          <w:tcPr>
            <w:tcW w:w="700" w:type="dxa"/>
            <w:vMerge/>
            <w:vAlign w:val="center"/>
            <w:hideMark/>
          </w:tcPr>
          <w:p w14:paraId="47CF72A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6EAD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FF84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7F06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338B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7CC3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6C045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EF49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E0FA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EE05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654A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F2A8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7D42D20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781608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6084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C795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C938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82A3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D53B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609A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16AA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9CC9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E2FD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62F76A5A" w14:textId="77777777" w:rsidTr="004E7330">
        <w:trPr>
          <w:trHeight w:val="1200"/>
          <w:jc w:val="center"/>
        </w:trPr>
        <w:tc>
          <w:tcPr>
            <w:tcW w:w="700" w:type="dxa"/>
            <w:vMerge/>
            <w:vAlign w:val="center"/>
            <w:hideMark/>
          </w:tcPr>
          <w:p w14:paraId="02E4888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456AF6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erőforrásokon, munkagépeken alkalmazott fékszerkezetek</w:t>
            </w:r>
          </w:p>
        </w:tc>
        <w:tc>
          <w:tcPr>
            <w:tcW w:w="700" w:type="dxa"/>
            <w:vMerge/>
            <w:vAlign w:val="center"/>
            <w:hideMark/>
          </w:tcPr>
          <w:p w14:paraId="5C93249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F055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11DC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5734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7FDF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AB08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7C8C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1DDB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7E87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0FCA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EA96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A49F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C860F1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FDB93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B6BD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847E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E3B7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F40A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4E66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B5D66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EE30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C233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40AB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</w:tr>
      <w:tr w:rsidR="004E7330" w:rsidRPr="004E7330" w14:paraId="7A42FF42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48B7FB4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530AC7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erőforrások elektromos rendszerei</w:t>
            </w:r>
          </w:p>
        </w:tc>
        <w:tc>
          <w:tcPr>
            <w:tcW w:w="700" w:type="dxa"/>
            <w:vMerge/>
            <w:vAlign w:val="center"/>
            <w:hideMark/>
          </w:tcPr>
          <w:p w14:paraId="47541B0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9CD8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35BF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ED92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220D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5C4F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627A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007A4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5FA9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048C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96B4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90B3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83BD1C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EB0D8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734F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CF48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141F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0F70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659E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80DD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B37E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FCF7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A6C0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4E7330" w:rsidRPr="004E7330" w14:paraId="362A9DE3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74780A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D1FACA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javítása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132EA99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2C6D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7A66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A975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1E34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BFDB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65AB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61FC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873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EAE8C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F1CD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5FB7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000769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CD2CC1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EC3A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9266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71C8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2F99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0ED0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72DC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8525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0DFC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8C37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4E7330" w:rsidRPr="004E7330" w14:paraId="2117B5B7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BF7E53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020F0A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5ABC2A2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AAEA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F0F9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8F0E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3BDA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36B8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5E3A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F10F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F8D1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8C7F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B3A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0048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AF57D1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CCEA8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4EB4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793D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30E5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F259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5681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B9C8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3E69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6C08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9F30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</w:tr>
      <w:tr w:rsidR="004E7330" w:rsidRPr="004E7330" w14:paraId="3B15E060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25A2DFC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4705AA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erőgépek bejáratása, állapotfelmérése, gépek tárolása</w:t>
            </w:r>
          </w:p>
        </w:tc>
        <w:tc>
          <w:tcPr>
            <w:tcW w:w="700" w:type="dxa"/>
            <w:vMerge/>
            <w:vAlign w:val="center"/>
            <w:hideMark/>
          </w:tcPr>
          <w:p w14:paraId="1553A4E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EB2D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34EF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D24B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AF95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15AF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092E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3A23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5E11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C65C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CD8F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02B3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C9F2E5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1C0A2C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31A5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B381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74EF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0DF0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BE5B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CAA7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9842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4B66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AE84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</w:tr>
      <w:tr w:rsidR="004E7330" w:rsidRPr="004E7330" w14:paraId="7D77048B" w14:textId="77777777" w:rsidTr="004E7330">
        <w:trPr>
          <w:trHeight w:val="864"/>
          <w:jc w:val="center"/>
        </w:trPr>
        <w:tc>
          <w:tcPr>
            <w:tcW w:w="700" w:type="dxa"/>
            <w:vMerge/>
            <w:vAlign w:val="center"/>
            <w:hideMark/>
          </w:tcPr>
          <w:p w14:paraId="514DA66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AF4B97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Közlekedési ismeretek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097C0F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69AD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2B67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3625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43DA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10A4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8387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F26B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0B6A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0272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F6CC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0615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A656C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FF014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3E40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3823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B5C42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33EF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8281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BB88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6B5C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CDA5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5589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E7330" w:rsidRPr="004E7330" w14:paraId="3B6339B2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9F6466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7F6B0B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Közlekedési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2DE5F5C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13C8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0B99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089C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6D4C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2D70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40B1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DD59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B93E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8ED5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A2CD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C2B8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653911D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6EAF8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51F9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D254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0267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3983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84C3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49F6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7324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4E1E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FA8F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E7330" w:rsidRPr="004E7330" w14:paraId="20D29F2C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68A9311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DCD078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Biztonsági ellenőrzés és üzemeltetés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7DA603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DBA0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B9D9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E553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B9BC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7849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B9F9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B4A1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9FE2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B78D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B03F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7D51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0BAB0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51AAB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3DEE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A51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2199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FFA8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E0AE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8438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7DEF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49A3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1788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E7330" w:rsidRPr="004E7330" w14:paraId="6932B8E7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B311CF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6323D7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Biztonsági ellenőrzés és üzemeltetés</w:t>
            </w:r>
          </w:p>
        </w:tc>
        <w:tc>
          <w:tcPr>
            <w:tcW w:w="700" w:type="dxa"/>
            <w:vMerge/>
            <w:vAlign w:val="center"/>
            <w:hideMark/>
          </w:tcPr>
          <w:p w14:paraId="406C445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857B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D5CC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17B4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64EF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4DD2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8491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B68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75AE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B16C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8A3F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C548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586F48A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42379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5C1D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E2FD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2E80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110E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55A6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D5CE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58C0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DC29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3DCE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E7330" w:rsidRPr="004E7330" w14:paraId="5ED64154" w14:textId="77777777" w:rsidTr="004E7330">
        <w:trPr>
          <w:trHeight w:val="48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59EC65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10976-16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Erdőgazdasági termelés gépei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CFE31A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termelés gépei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1EC35A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7335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CC73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680E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001E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B17A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A2EE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B018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9FFB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743E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8D80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7FC3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C76CC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485EC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BCC2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90C3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9654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2B3F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3844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9DF2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5B07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2892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9C0E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227</w:t>
            </w:r>
          </w:p>
        </w:tc>
      </w:tr>
      <w:tr w:rsidR="004E7330" w:rsidRPr="004E7330" w14:paraId="61F19F48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5C9528B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1475E8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terület-előkészítés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0A02326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54F0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6E4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CF8B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183E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22FE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98EF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16D1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818B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DF20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002D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CC06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0A2B460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92AF57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182F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D878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9D05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E764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FBB4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4185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B800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EEF9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F624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4E7330" w:rsidRPr="004E7330" w14:paraId="0F1D6866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D787B4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21F134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Talajművelés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5D32C67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F45D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B4FA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0966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BC70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3E33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4196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342A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5954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1DE8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6827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AF13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14:paraId="6E97D03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11C2DB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12AE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AA45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2A40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05CF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0742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A0E5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9455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A1F2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D017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4E7330" w:rsidRPr="004E7330" w14:paraId="60F29277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763ADAD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AE9909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maggazdálkodás, dugvány- és csemetetermesztés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7D5D522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25F6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6EF7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0A6F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6155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1362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AE84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1E17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7CB8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B658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6495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B4DD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7B986ED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E1D7F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2639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7E94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0990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EFA1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537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DFE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2B13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9F05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9493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4E7330" w:rsidRPr="004E7330" w14:paraId="5CD3052E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4E9BCA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5F7B30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ültetés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2A9B00C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78F2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0306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0E0E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42C2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2956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DC6F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9CB9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7FD9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C372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FC04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527F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030370F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6104AA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0BD9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94D0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193D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65AC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A8FC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F1A8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C9C21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790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CCFB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4E7330" w:rsidRPr="004E7330" w14:paraId="2B22F832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67AA7F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A8AFBB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tápanyag-utánpótlás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50E833F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1D53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177E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4D9A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1E2F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0715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DBF6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885E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AC9D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2607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F36C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83BB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10AECD7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D0DE87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9CC0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8284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179C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E1AE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026D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2C1E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A0A7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4630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BD24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</w:tr>
      <w:tr w:rsidR="004E7330" w:rsidRPr="004E7330" w14:paraId="280846B0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798621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BF7001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növényápolás gépei,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3DCB4AF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08ED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9BAB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1DC5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282B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1E08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4416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60C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C383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8971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D371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AC57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6A5ACA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CDC823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7D51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B13D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8EFB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528F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6937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772B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CA63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510F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C837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3E498C0E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08C8A6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AA681A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motor- és tisztítófűrészek</w:t>
            </w:r>
          </w:p>
        </w:tc>
        <w:tc>
          <w:tcPr>
            <w:tcW w:w="700" w:type="dxa"/>
            <w:vMerge/>
            <w:vAlign w:val="center"/>
            <w:hideMark/>
          </w:tcPr>
          <w:p w14:paraId="30C90DF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2A2B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C090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74F8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7DDE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BF8F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F4F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A64E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2095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272D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98D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938B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959E83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92F32B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BA80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F035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2FF5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E4A8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2AE8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1CCD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1495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A7D88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2AE9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</w:tr>
      <w:tr w:rsidR="004E7330" w:rsidRPr="004E7330" w14:paraId="2161A203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268EDB4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17F766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gallyazás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21EF3DE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271F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F769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86B1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66A6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1CBE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BDBB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DCB4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0A1F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65DA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8396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33D9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E23066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BA860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B55D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C7CA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B25C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9AA1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245D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12DB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85ED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00DE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6435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E7330" w:rsidRPr="004E7330" w14:paraId="235AACBB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9910EA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CEBF40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közelítés eszközei, gépei,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52FDCF2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016C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AE45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AB19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06E3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4B5F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A489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47B4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D9C9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0F13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62AB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53CC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3D33E7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A0FFD5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7625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86C3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013E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B80C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D1F8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3AEF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F888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9DFB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CA13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4E7330" w:rsidRPr="004E7330" w14:paraId="36AFB256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8A1413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D50FA6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faanyag rakodás, szállítás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76A25C0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B1CE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5314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548E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DEFB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A50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9676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379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A74D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48D0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73A2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3A81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07A4CE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EE409B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5476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4E78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6FAE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86D6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E07A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CCD2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A5B7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6EDB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DD3E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4E7330" w:rsidRPr="004E7330" w14:paraId="57E66B7D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D595A9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7F457E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felkészítés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33DCE99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FB55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FE6B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642A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AECF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5B4E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F168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3EBE8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2071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AC2C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3042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622C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246DE6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CEAD2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D63A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974E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9D25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A32E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2D69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39FD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BD65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F133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47DC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E7330" w:rsidRPr="004E7330" w14:paraId="184F18FF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DB6840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DF511A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erdei útépítés és útkarbantartás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5DB25A0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359B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A079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6DB9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72C3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B2FD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B148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24A0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29D5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E4DA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9393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9D88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19C3E6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211D02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6A41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4C93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D615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027E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AE64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5917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F188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144F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3409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4BC25344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2D7EB89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17C5D6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Harvesterek</w:t>
            </w:r>
          </w:p>
        </w:tc>
        <w:tc>
          <w:tcPr>
            <w:tcW w:w="700" w:type="dxa"/>
            <w:vMerge/>
            <w:vAlign w:val="center"/>
            <w:hideMark/>
          </w:tcPr>
          <w:p w14:paraId="4B1855D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A20B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8F95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7827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96EB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D9E91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CFBE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DC13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E94A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BC9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CED5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F479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CF6F86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A3756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DB09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1563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A0DD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62F5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8164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0424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066A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3670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734F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3A023565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790133A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E26EF8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Erdészeti gépek állapotfelmérése, javítása bejáratása és tárolása</w:t>
            </w:r>
          </w:p>
        </w:tc>
        <w:tc>
          <w:tcPr>
            <w:tcW w:w="700" w:type="dxa"/>
            <w:vMerge/>
            <w:vAlign w:val="center"/>
            <w:hideMark/>
          </w:tcPr>
          <w:p w14:paraId="76C0A71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D750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4110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2098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7C55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F4F2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0C5A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E5EA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7524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0764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B3D0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4B68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9023A3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580A46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2FDB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0022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2668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771C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9117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4969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5505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C64F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D943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E7330" w:rsidRPr="004E7330" w14:paraId="779BD0AF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01C7391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2E6C3B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termelés gépei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79EEDD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A54A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2018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4F5C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AA6F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905D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5150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9B0F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BC2A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B2EC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15E7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6363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9FA78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8F3DC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68F7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F996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1555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7BA2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D6DE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0E8F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9F99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D3FA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3A96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</w:tr>
      <w:tr w:rsidR="004E7330" w:rsidRPr="004E7330" w14:paraId="65B86954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FA1B77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A09489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terület-előkészítés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0132D7A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889C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F825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BD03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4CC6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5690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01BF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2B5C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913B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9C59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1419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1CC3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0897A4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5242B7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A446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3FF2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38A9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CFCC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EF68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B57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DFEB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5F60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06B0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3310A145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EADADB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7EDCBB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Talajművelés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18AC6ED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25F0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7AAF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B74F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6057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114D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E1F7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D18D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2FD2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BCC3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952B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A4B9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65EF18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365311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1855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99F6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8DA8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8618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613D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7EDE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2A0A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F4AB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58F0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389A19FD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2007A45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0377F8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maggazdálkodás, dugvány- és csemetetermesztés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4C236E0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40C7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25F1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BCE0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770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6B53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5CD0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CA62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34E4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3AF4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D4E6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9B81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1C43D3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06DD49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810A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8D2C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E35F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D5BBC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9292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1E0D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EDC2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A32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3D9C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2A3523C4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AE3CD8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04FE2D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ültetés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73BD700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7F78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4F52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132A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536F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ED83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CDFE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9A4A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351B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6072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1E1A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DFB4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F24FEC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94E6BB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86FC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7FB3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1E7A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4E66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BE38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83B8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48B8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CD5A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15D2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53355257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53A9DD1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693686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tápanyag-utánpótlás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50187E2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AD40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90DC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6123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A982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65D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77E8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EFD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FA39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8808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C185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38CE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54736A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808668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523C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F7D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EF03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5CAE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A8E9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0AD1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1484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32C4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B7B2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292D902D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FA4BC5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DDAC65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növényápolás gépei,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3CF835A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2E07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D631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2A41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2FF7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2801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CCAA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C4A7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6BD4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D310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39AB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7CB0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281250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F76E28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DD0C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26A1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1949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1A17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0AFB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69B0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93A3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EFDD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11CE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2C03789F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5400D47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EE44D1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motor- és tisztítófűrészek</w:t>
            </w:r>
          </w:p>
        </w:tc>
        <w:tc>
          <w:tcPr>
            <w:tcW w:w="700" w:type="dxa"/>
            <w:vMerge/>
            <w:vAlign w:val="center"/>
            <w:hideMark/>
          </w:tcPr>
          <w:p w14:paraId="576F815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C0DF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3FEB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476D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2F4C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8F62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CAF5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39F6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C046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5656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4485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B1CF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76FFBF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220B5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1B10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5F97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3A87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61D9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F4A1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EAE0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A174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037F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3E60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4E7330" w:rsidRPr="004E7330" w14:paraId="6FD8DACA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C37456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F6D570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gallyazás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70AFA71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AAF7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D291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2093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D01D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10B2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9BA0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5F9E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4ABA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D3A9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D7C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4EEB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DB86DB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756BED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E3BC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CA4E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2335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B72C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2D89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D84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8DC2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7515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D6AD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7DC981D9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D4E599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1D0BAF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közelítés eszközei, gépei,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6FA19B5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D0BA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8660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34B9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C22C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3140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7501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D9E0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87C6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CD87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041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6BBA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7CF9C2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2A5CDF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DC7C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B2D4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927B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A8E9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0422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B32D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E83B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3A4C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8C41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4E7330" w:rsidRPr="004E7330" w14:paraId="56AA22C0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6876BE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44433F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faanyag rakodás, szállítás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4789A46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73F2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2853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29AA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7942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F5E9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FE2E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43DF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E6BC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E940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58BD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785F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7026AF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2CD683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2480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66F7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2EFC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8AFDE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3BCC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2FA9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879F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FBC3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9A54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4E7330" w:rsidRPr="004E7330" w14:paraId="3605E700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803F9D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B93872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felkészítés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55B43D1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9904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415A1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29B2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B818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851A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5076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D5CF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83F9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073B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74A6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244E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6F1A64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F8514F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82F8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93FC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387C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045A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054F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C922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2AFF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8CF1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2776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59B500E6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B7BB1E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363FE7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erdei útépítés és útkarbantartás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5E272E5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29C8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FDAA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90F4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090A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DAA6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2D46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FD55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CBDC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E1BA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C906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035C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307A5E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77554B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3F74E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7490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E765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3D18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348D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9EF3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EF0A6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6DDF2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1723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7075984A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FF06E7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5CAAF3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Harvesterek</w:t>
            </w:r>
          </w:p>
        </w:tc>
        <w:tc>
          <w:tcPr>
            <w:tcW w:w="700" w:type="dxa"/>
            <w:vMerge/>
            <w:vAlign w:val="center"/>
            <w:hideMark/>
          </w:tcPr>
          <w:p w14:paraId="1BAF83C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5E49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2CD0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40E3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5947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071B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C476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02F3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4552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7B6E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5BD7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564D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3E980F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005A22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29BC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2CC0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EBC5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0165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AA36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06D5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2A68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F585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151FE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605FF60D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6A6031A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75D23A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Erdészeti gépek állapotfelmérése, javítása bejáratása és tárolása</w:t>
            </w:r>
          </w:p>
        </w:tc>
        <w:tc>
          <w:tcPr>
            <w:tcW w:w="700" w:type="dxa"/>
            <w:vMerge/>
            <w:vAlign w:val="center"/>
            <w:hideMark/>
          </w:tcPr>
          <w:p w14:paraId="1B2D13D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5FAB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34BA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D24C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DC2A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577D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7FA4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8E7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2992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E4FF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335F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DA34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E2F380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485633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3D47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F264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F427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9394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AB43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510B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3EDF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1554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5AF4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256FFCFF" w14:textId="77777777" w:rsidTr="004E7330">
        <w:trPr>
          <w:trHeight w:val="48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5C6F45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10977-16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Gépek üzemeltetése az erdőgazdaságban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D1392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gépek üzemeltetése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7C8B04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32F9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689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0878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A9B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3AAB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DEBA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4F2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E6AF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F0EF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2A8F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DEC9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2F6BB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E8AEF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1F8E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A11F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3765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3949B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CE38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543E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E691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5EFB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D3C6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</w:tr>
      <w:tr w:rsidR="004E7330" w:rsidRPr="004E7330" w14:paraId="4052AAFA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54497B5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20E3F2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terület-előkészítés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1799A6F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A820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EE4B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C7E56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B78B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7983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AEAA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D7F9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8ADD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4FB8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56D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E584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41C217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63BD9A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1A6B5C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9574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90EE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1DB3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7298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4CC4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1318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AB93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4432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3D1FFC3E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3E76008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FFF0E5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Talajelőkészítés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06D6DF0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36CF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CFF2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9218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B665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56CE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472D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B655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FB7C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E6E2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7EC8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D860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B03EFC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1136DB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647141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597C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07CC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4B6E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D4C5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AFDE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ED3E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79D5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F899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E7330" w:rsidRPr="004E7330" w14:paraId="558014A1" w14:textId="77777777" w:rsidTr="004E7330">
        <w:trPr>
          <w:trHeight w:val="1440"/>
          <w:jc w:val="center"/>
        </w:trPr>
        <w:tc>
          <w:tcPr>
            <w:tcW w:w="700" w:type="dxa"/>
            <w:vMerge/>
            <w:vAlign w:val="center"/>
            <w:hideMark/>
          </w:tcPr>
          <w:p w14:paraId="0F1CBB9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C55DE0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maggazdálkodás, dugvány- és csemetetermesztés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6534BA7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E353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13E6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90BB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6568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66AA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A7CC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6079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1E1D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5674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C228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A9E9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A6C5A0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9C5B1C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41076A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C640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9ADF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74FB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D644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1FDB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28DA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52D8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4D95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19343AD1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2DA4444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1DB03F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ültetés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1A342E3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DCD3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A173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D5FE6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8CAA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7B93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CBC1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C2BD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E30E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BAA9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078E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F067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8C2938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BA15D3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818D92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2119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E18F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409E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0AAD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A2F2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38B1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F0F7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48CE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2B89BADD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03C1318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596CEF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tápanyag-utánpótlás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58E539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297F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0876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B979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7EF7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DEA0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ADAB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A18B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7B6A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A2D6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FEFE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6B98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2D70CE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F179C7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DB50B0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B32B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903D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980B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02A1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0C33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3307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AC6D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FDB8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3BF9DF41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5DD26D5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CB9F0F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növényápolás gépei, berendezéseinek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345DC9F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1AA0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89C5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5762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689A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F2D6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2C33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B0CF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47C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CA15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B8A2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44D4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090B26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A19415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EC35E4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DC47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B9FF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7F14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31F5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A88A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DB59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0CCA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B893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E7330" w:rsidRPr="004E7330" w14:paraId="0B815A25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7BF6883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BD5A53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motor- és tisztítófűrészek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0E30F29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D79E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E70E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28F0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8CF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59C3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B1468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EB9E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3639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4F09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31E5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3C0C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DB7516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BBA9C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6CEF6A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2991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B7D7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D88F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15B5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E504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FBD1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B2DB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ACF6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4E7330" w:rsidRPr="004E7330" w14:paraId="014572B4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C6BEF7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3CF9B8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gallyazás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5E8D588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8A74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98F9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A5EB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4CF3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264C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6292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97D6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13B9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CC29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70EF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A272C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F1AEB0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6B6589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722AF1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E64A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BE25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BECB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93B2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2AD7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874E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E232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C637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73242557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604E070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C718F9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közelítés és kiszállítás eszközeinek,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1B9F2BB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5CCF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8C12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A8F2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63FA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9905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75E6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121F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6260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232A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1AD6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9BD19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3C364B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9FCA85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D3BB5F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C7FF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9669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6C47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FFF5B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82E7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E752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5DF5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92A0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E7330" w:rsidRPr="004E7330" w14:paraId="0D451B58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4CB9688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FEBC87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faanyag rakodás és szállítás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1377BEF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E552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8FA4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AA90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80B3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7F92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30751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0864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07FD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9023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B8F2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3C83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189CAE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E39DA8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8077DC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82E3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4F2E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B48D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AFA2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006D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7EA9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3B61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14D5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317482A5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2F36A97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F0FA09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felkészítés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75912F8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D82F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A2E7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9783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A702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24EF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1776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254D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12F8D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E1D5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D232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D69D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95B5E2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37664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5B1AB7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1CBA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286F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5764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B16A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5429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D2C2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845B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B009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03E3423C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5DC4BBD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F68423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Harvesterek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3DC1EB0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62A0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A2B5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24E08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C63B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F356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3E65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C9A9B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8071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8E1E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2D46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FCC7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38791A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2EB7C6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112377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8A32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C98AC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DEA3E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42AF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4299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0CA4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1976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D866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E7330" w:rsidRPr="004E7330" w14:paraId="126D94DD" w14:textId="77777777" w:rsidTr="004E7330">
        <w:trPr>
          <w:trHeight w:val="300"/>
          <w:jc w:val="center"/>
        </w:trPr>
        <w:tc>
          <w:tcPr>
            <w:tcW w:w="700" w:type="dxa"/>
            <w:vMerge/>
            <w:vAlign w:val="center"/>
            <w:hideMark/>
          </w:tcPr>
          <w:p w14:paraId="4070B9C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F95150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Gépjavítás alapjai</w:t>
            </w:r>
          </w:p>
        </w:tc>
        <w:tc>
          <w:tcPr>
            <w:tcW w:w="700" w:type="dxa"/>
            <w:vMerge/>
            <w:vAlign w:val="center"/>
            <w:hideMark/>
          </w:tcPr>
          <w:p w14:paraId="5553F39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B60B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DC82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84A0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1440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E9DF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25B0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E67A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E66F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5991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3074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E1A3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F3E61A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735D94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DD51CF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9843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737B4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4CF6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A071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3460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7218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2D33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1512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1756AE8A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10F4931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1BAB02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gépek állapotváltozásainak formái, mérése, gépek diagnosztizálása</w:t>
            </w:r>
          </w:p>
        </w:tc>
        <w:tc>
          <w:tcPr>
            <w:tcW w:w="700" w:type="dxa"/>
            <w:vMerge/>
            <w:vAlign w:val="center"/>
            <w:hideMark/>
          </w:tcPr>
          <w:p w14:paraId="420535E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F239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85BE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EE65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C812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8352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F42B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2F7B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AC4C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0352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71F5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EECB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D122DD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D7697A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A3F099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521A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C37F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1159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AF38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E6D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536F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FA7C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81F9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4E7330" w:rsidRPr="004E7330" w14:paraId="3577DC2A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372A6A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070D35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Gépjavítás technológiai eljárásai</w:t>
            </w:r>
          </w:p>
        </w:tc>
        <w:tc>
          <w:tcPr>
            <w:tcW w:w="700" w:type="dxa"/>
            <w:vMerge/>
            <w:vAlign w:val="center"/>
            <w:hideMark/>
          </w:tcPr>
          <w:p w14:paraId="5368E67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5DEA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F15C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67B8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2D2C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1E13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DBA5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5B5BE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E170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9779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11AA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BBD0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02D4FA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55540D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A6228B" w14:textId="77777777" w:rsidR="004E7330" w:rsidRPr="004E7330" w:rsidRDefault="004E7330" w:rsidP="004E733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4E733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881A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71FD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1183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F706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CDDC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9D03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A32E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3D0F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19A9B742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5245FAB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1AF446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Erdőgazdasági gépek üzemeltetése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1BE0C1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606C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2DC7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5600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4F95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2753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B937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96B3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7A14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67DD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99FF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FD98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CD209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0BCA6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4D0F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5239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86D6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D568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6AE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61E3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5B04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C88D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E649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</w:tr>
      <w:tr w:rsidR="004E7330" w:rsidRPr="004E7330" w14:paraId="32547469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1EE80F8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7A8A2D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terület-előkészítés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B7C8C3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1BFF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373C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0609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95CF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4824E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BD3D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E410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6469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2696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6CE1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0545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A3B537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0FDFC0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BBA0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0EA1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5950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7BD9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52DD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FE1E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DDC2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8AB1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BE80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6842CF9D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6D02A5A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99ACD4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Talajelőkészítés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62C1877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75B6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E4F6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CAAF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C95F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5C67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07D8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16FC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ED74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94A05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D824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EB65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AAE59E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DBB84E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E65C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6ADE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D558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C1BC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6139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DC3C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1B5E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FF19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8430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4E7330" w:rsidRPr="004E7330" w14:paraId="7B08D78B" w14:textId="77777777" w:rsidTr="004E7330">
        <w:trPr>
          <w:trHeight w:val="1440"/>
          <w:jc w:val="center"/>
        </w:trPr>
        <w:tc>
          <w:tcPr>
            <w:tcW w:w="700" w:type="dxa"/>
            <w:vMerge/>
            <w:vAlign w:val="center"/>
            <w:hideMark/>
          </w:tcPr>
          <w:p w14:paraId="6623AA3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145638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maggazdálkodás, dugvány- és csemetetermesztés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5E074B2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DB7B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19E7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E609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0F70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5B88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9A65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30DB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65DC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D057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AC5F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E1B7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D3BC5F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27093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999D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46E5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EC16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39BB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DAF9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91B3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987E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403C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6F97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4E7330" w:rsidRPr="004E7330" w14:paraId="297EF34A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1D41E30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3AFADB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ültetés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05A7BFA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6FA3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E477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D7D5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1D8C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A16C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CDF1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C04A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E7FB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ADE3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F5CC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A7A87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8F6419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A3EC9F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D7FF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6FA1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80DF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16DB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EA96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AE58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7A67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E29F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0AFC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2ED7050D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0648308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A7A924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tápanyag-utánpótlás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6B4B2C9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FBC6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0478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8850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7BBA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B3BD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818E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5654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01EE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307D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451A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0F79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6B9038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2C9322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96C3E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E69A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B3F8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3FBB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FD81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58FE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2042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A374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BC09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E7330" w:rsidRPr="004E7330" w14:paraId="57CBAC02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09E97FA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DD3829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növényápolás gépei, berendezéseinek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1645889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94CE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C335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D64B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20ED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4B06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33F2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E6E61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581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237A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181B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D22F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E75AF7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3D98A9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A701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E1FD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B544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032A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8D2C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EFF4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83A4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4984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7AA9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68D970FB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3B92ACF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502F46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motor- és tisztítófűrészek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5D65BC8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FE3C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84E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9345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D40D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2526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471F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93B3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5759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05FC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B1C7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5093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B417B8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A2DB6A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C4E3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6540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7919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E23B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22E5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A00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884B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D6B3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AEF4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4E7330" w:rsidRPr="004E7330" w14:paraId="5D98439F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8D02DD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57B771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gallyazás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4C9442B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D011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2A8D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7296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FDBD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4D5F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5D1F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406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E834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310D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EFF1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FE48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22872A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4C2A7B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A7E7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79328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94778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BA54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357B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DB9F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7169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FA59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57EF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4E7330" w:rsidRPr="004E7330" w14:paraId="2EEE61D3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3567200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0446A4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közelítés és kiszállítás eszközei, gépei,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6BAE3FC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D14C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7CEF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01B7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D927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D6AE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DFA5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E880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86CB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31ED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6CD3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FE45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3CBDCE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E5404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E012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280F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E809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C634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E5DD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6761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063B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3306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91AE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0CE64254" w14:textId="77777777" w:rsidTr="004E7330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0A2BBA1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A8DCC8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faanyag rakodás és szállítás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3CED4E2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DB53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1C7E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1D73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F5EA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4427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A0BA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0F50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81EB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22AB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1D61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4093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E743AD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C01B8F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2105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D3C4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139D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98AA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CBBD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374E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C438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A7B8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56FA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4F31431C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88B425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17CFBC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felkészítés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02D45BB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CF1B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4F80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12C6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4B00F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7043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D545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E60B8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54DE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DB9F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6FAB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227B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2F390B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033C8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36F4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4A94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25E8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4D29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413D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CE1D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4396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E81C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8E892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34BD1E03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2FE8791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47B359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Harvesterek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05C486F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7AEE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1B87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16EC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6F91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1E7D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D35F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0A15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E910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3254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CE88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630E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13A5D6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71F11D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FC26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5E85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3DCA8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8F64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07AD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A529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336B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B8A7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062B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12283834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635270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0269AB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Gépjavítás alapjai</w:t>
            </w:r>
          </w:p>
        </w:tc>
        <w:tc>
          <w:tcPr>
            <w:tcW w:w="700" w:type="dxa"/>
            <w:vMerge/>
            <w:vAlign w:val="center"/>
            <w:hideMark/>
          </w:tcPr>
          <w:p w14:paraId="74097B1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C55A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1AE1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4635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6F72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94B6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24B9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F1C6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4D90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B265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23B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1B6B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1FDA7E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1F38A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CC98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FED9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E1F4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7164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35EB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903A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1922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5B6D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80B8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4E7330" w:rsidRPr="004E7330" w14:paraId="4B47259A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2C00E00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89F752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Erdőgazdasági gépek állapotfelmérése, diagnosztika</w:t>
            </w:r>
          </w:p>
        </w:tc>
        <w:tc>
          <w:tcPr>
            <w:tcW w:w="700" w:type="dxa"/>
            <w:vMerge/>
            <w:vAlign w:val="center"/>
            <w:hideMark/>
          </w:tcPr>
          <w:p w14:paraId="585D9E9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9945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0FAA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FB28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5F2B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0EE8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EEB1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1DB9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6CB51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6B73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2A32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EDFA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09E1C7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CB7AC7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6149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56F4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EB39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10CA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3E78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9ABC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3C7F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0307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4FF3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4E7330" w:rsidRPr="004E7330" w14:paraId="737319A1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037A73C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BB7F27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Gépek javítása során alkalmazott technológiai eljárások</w:t>
            </w:r>
          </w:p>
        </w:tc>
        <w:tc>
          <w:tcPr>
            <w:tcW w:w="700" w:type="dxa"/>
            <w:vMerge/>
            <w:vAlign w:val="center"/>
            <w:hideMark/>
          </w:tcPr>
          <w:p w14:paraId="2ADE2F1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C0D6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EA1F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B87E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E8C5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DF1D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7650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F099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4E4F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5FD2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1137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8B96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30DF4C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97520E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7B51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FB0B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06A9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A036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6A4B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F05A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BBAE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1FF9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B34B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6BFFD32A" w14:textId="77777777" w:rsidTr="004E7330">
        <w:trPr>
          <w:trHeight w:val="48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21AB3C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11600-16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Erdészeti alapismeretek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148ACD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Erdészeti alapismeretek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1C1B6D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3927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9DE7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CD28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9FEB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07DFE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26816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3E50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B0F3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8C481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B6497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2DFD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167CC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61666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7611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861D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396C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F3BD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B755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631A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E92FE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DF19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CF8A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  <w:tr w:rsidR="004E7330" w:rsidRPr="004E7330" w14:paraId="4FF7A490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054ED9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52B931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Termőhelyismerettan</w:t>
            </w:r>
          </w:p>
        </w:tc>
        <w:tc>
          <w:tcPr>
            <w:tcW w:w="700" w:type="dxa"/>
            <w:vMerge/>
            <w:vAlign w:val="center"/>
            <w:hideMark/>
          </w:tcPr>
          <w:p w14:paraId="53B6E65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B09E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BDAC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8DC6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F451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E913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99D1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0BA8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5EBE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CA0C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5F77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6FD7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1A9FBBC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F2E17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C039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6A77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777C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FBEF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0FE9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76CF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0F8D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BDA5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8E02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2414C57E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A71051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CDC7EC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Erdei növény- és állattan</w:t>
            </w:r>
          </w:p>
        </w:tc>
        <w:tc>
          <w:tcPr>
            <w:tcW w:w="700" w:type="dxa"/>
            <w:vMerge/>
            <w:vAlign w:val="center"/>
            <w:hideMark/>
          </w:tcPr>
          <w:p w14:paraId="01F92A3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D5F6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5590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A5DF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7AAC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33C3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E003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F43F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46AC1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45B6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6A5D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825A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67E5389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FB7C97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B812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9D1F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D55B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1BC9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188B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9BF8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A19A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A7D9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630D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4E7330" w:rsidRPr="004E7330" w14:paraId="527AB140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4BE934B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C97FDF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Erdőműveléstan</w:t>
            </w:r>
          </w:p>
        </w:tc>
        <w:tc>
          <w:tcPr>
            <w:tcW w:w="700" w:type="dxa"/>
            <w:vMerge/>
            <w:vAlign w:val="center"/>
            <w:hideMark/>
          </w:tcPr>
          <w:p w14:paraId="7DF6AA0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E571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52A7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E6AF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D9EC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4228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2839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2844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C998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DBE9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A10E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B657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134ADE7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459EA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E426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9AD2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8F9C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6324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8594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AA0E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0208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07F23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E3E9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E7330" w:rsidRPr="004E7330" w14:paraId="2CB10EC0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13547A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40B441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Fakitermelési munkarendszerek</w:t>
            </w:r>
          </w:p>
        </w:tc>
        <w:tc>
          <w:tcPr>
            <w:tcW w:w="700" w:type="dxa"/>
            <w:vMerge/>
            <w:vAlign w:val="center"/>
            <w:hideMark/>
          </w:tcPr>
          <w:p w14:paraId="2F3EFB9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46D1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E4FE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00AB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BA98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6BDEC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4DF3C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8EB6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095F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96F6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8DDC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5FEB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41D1AB1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39DFA2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92B8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ACD8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FB26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01FC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3DFD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3997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640F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A658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8EF7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4E7330" w:rsidRPr="004E7330" w14:paraId="6CD21A28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1F8F98D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2E6653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Erdészeti alapismeretek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3BC4C5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D671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D442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FF99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B938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609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5681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BE91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D747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D163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D5D4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33793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DBF068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46B56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F24D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8DBF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F945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D922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10AB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9269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DFE0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BA73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F7B4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4E7330" w:rsidRPr="004E7330" w14:paraId="148826FA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34258D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56B73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Termőhelyismerettan</w:t>
            </w:r>
          </w:p>
        </w:tc>
        <w:tc>
          <w:tcPr>
            <w:tcW w:w="700" w:type="dxa"/>
            <w:vMerge/>
            <w:vAlign w:val="center"/>
            <w:hideMark/>
          </w:tcPr>
          <w:p w14:paraId="20BFE95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685E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019D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0303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B959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A4F6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8BF1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AF34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8A13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0A1E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34D4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DA735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69880DF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38BFD5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82D9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D2AD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478D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178C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6E1A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01206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440D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C396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61D0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47155B50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64BF6F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B4D8F9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Erdei növény- és állattan</w:t>
            </w:r>
          </w:p>
        </w:tc>
        <w:tc>
          <w:tcPr>
            <w:tcW w:w="700" w:type="dxa"/>
            <w:vMerge/>
            <w:vAlign w:val="center"/>
            <w:hideMark/>
          </w:tcPr>
          <w:p w14:paraId="198B2A8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EAD1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7453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C658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4ED5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548E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E290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D461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B0883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658B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9EF2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DB41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2E6D851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970A1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6BB6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4CEB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FD5F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4751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050A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CFC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FBD8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B393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1F1F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4E7330" w:rsidRPr="004E7330" w14:paraId="16AD3592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95CEE9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D3A119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Erdőműveléstan</w:t>
            </w:r>
          </w:p>
        </w:tc>
        <w:tc>
          <w:tcPr>
            <w:tcW w:w="700" w:type="dxa"/>
            <w:vMerge/>
            <w:vAlign w:val="center"/>
            <w:hideMark/>
          </w:tcPr>
          <w:p w14:paraId="57C1959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9388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ED88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8AC1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1B3D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1BAD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D963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C165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6430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9D9B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64E5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BFC7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6B4D968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A94DD2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F459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2463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11F6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337E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8097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375F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4BDF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B8C00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AC93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1A7FCEE2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87C440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4978B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Fakitermelési munkarendszerek</w:t>
            </w:r>
          </w:p>
        </w:tc>
        <w:tc>
          <w:tcPr>
            <w:tcW w:w="700" w:type="dxa"/>
            <w:vMerge/>
            <w:vAlign w:val="center"/>
            <w:hideMark/>
          </w:tcPr>
          <w:p w14:paraId="27A8A74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2500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19F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A55E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1A75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17FD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6C25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D53A1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222E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6BC7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D401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4022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6775A25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6E0B48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7959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66D7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7931D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7A0E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77EA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6706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6665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5704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4134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0306C38C" w14:textId="77777777" w:rsidTr="004E7330">
        <w:trPr>
          <w:trHeight w:val="48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43064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11906-16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Agrárvállalkozási, kereskedelmi ismeretek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F8B08C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alapismeretek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53DD81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B6E4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6FC2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819F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C30AF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936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F89A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3EC5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39F7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E9C32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15B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3E18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04E04F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C21A0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2A16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B2D6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DFFA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9568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C4BA1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23231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0658E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8DD2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E02C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73</w:t>
            </w:r>
          </w:p>
        </w:tc>
      </w:tr>
      <w:tr w:rsidR="004E7330" w:rsidRPr="004E7330" w14:paraId="4F8CF427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58876A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F3C9F4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gazdálkodás alapismeretei</w:t>
            </w:r>
          </w:p>
        </w:tc>
        <w:tc>
          <w:tcPr>
            <w:tcW w:w="700" w:type="dxa"/>
            <w:vMerge/>
            <w:vAlign w:val="center"/>
            <w:hideMark/>
          </w:tcPr>
          <w:p w14:paraId="63B6BFD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EA16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7ADC0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5782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30D5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7752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A84E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EA009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2691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AE8E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AB43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4C13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09A732C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E54487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6D22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D7FCB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070F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F19B8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E8FDB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59FD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5604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04EF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5CF0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233BDB79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D7F667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B8BBFF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4B4F8E8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1C25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EA3D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3E2C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44DF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31FA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6567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3EDF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1E7A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55E9F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FD60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6827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19C73D5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B89FBF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9505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05E0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8F221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1AEC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EDBE6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AF8D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CAC3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C5F9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07F4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7D9CCB75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4A5F65E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8D6456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vállalkozások sajátosságai</w:t>
            </w:r>
          </w:p>
        </w:tc>
        <w:tc>
          <w:tcPr>
            <w:tcW w:w="700" w:type="dxa"/>
            <w:vMerge/>
            <w:vAlign w:val="center"/>
            <w:hideMark/>
          </w:tcPr>
          <w:p w14:paraId="5F31A0D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F42D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8EC9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DCADE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080A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80ED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2C5D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1DE0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457C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BB84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D8FA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FBCE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4731ECC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15520F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DDECE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D575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0733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54C8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8BCB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FB94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8121B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F7BC7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06815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4E7330" w:rsidRPr="004E7330" w14:paraId="419FEEE7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336343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17E5E2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Marketing, fogyasztóvédelem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77EDCF4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3616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02B9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8123C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4641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56BA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406B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5E51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578C5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AF46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1F9B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A0F08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237805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4396F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0485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7640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8332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303A9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4438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31AB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9EAD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7C46D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B6607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7E25B180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2F9CF1F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2FAF5E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mezőgazdasági vállalkozások marketingje</w:t>
            </w:r>
          </w:p>
        </w:tc>
        <w:tc>
          <w:tcPr>
            <w:tcW w:w="700" w:type="dxa"/>
            <w:vMerge/>
            <w:vAlign w:val="center"/>
            <w:hideMark/>
          </w:tcPr>
          <w:p w14:paraId="60B89E1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94FB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8A94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792C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A7E8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9C60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1C40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D457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1B6D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4E40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001D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773D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327AF30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CA3B3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4FA2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140E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80A4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216C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5E4A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59F37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DDFB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959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EB0B8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4E7330" w:rsidRPr="004E7330" w14:paraId="342ABC8B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717779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A53612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Európai uniós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5BC3D13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3E0A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3773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514A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F2B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1E30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3F0E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0FDB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6B0A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82D4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364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07F52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4755181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689D6F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0791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76EC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4F26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75B6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ECB3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BD93B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D85F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1BA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B0794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4E7330" w:rsidRPr="004E7330" w14:paraId="16B7F323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68FE91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9EE64A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alapgyakorlatok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099875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E240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D6CA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11C2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51B71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EAE4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422E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0D553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8AF2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982C0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EB0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1DC3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103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BE1DD5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2F458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FE70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2C17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851D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B6D45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D7F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1E8B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8C4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3A0D5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1E2D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  <w:tr w:rsidR="004E7330" w:rsidRPr="004E7330" w14:paraId="420D3942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29F74CD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F4AFC9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Adózási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4AC900B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2CB6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6921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325CD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2116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68F7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E3434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989E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F85A8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B663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190F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69E1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4700163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60932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F9CC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2757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5257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E369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5793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C5BC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D8BB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A72E1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9FAF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4E7330" w:rsidRPr="004E7330" w14:paraId="507F8186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05A776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9A2E5B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79533B4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16DE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5733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6561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57E26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944A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0670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1EF9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43F4C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1361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89628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94AE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/>
            <w:vAlign w:val="center"/>
            <w:hideMark/>
          </w:tcPr>
          <w:p w14:paraId="1C079F8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B80BBD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B2015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EB2E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6C0B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0EAC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0992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40E6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E9116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4E8D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8F32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</w:tr>
      <w:tr w:rsidR="004E7330" w:rsidRPr="004E7330" w14:paraId="3E85663D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4698CDF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F235AB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vállalkozás matketing tevékenysége</w:t>
            </w:r>
          </w:p>
        </w:tc>
        <w:tc>
          <w:tcPr>
            <w:tcW w:w="700" w:type="dxa"/>
            <w:vMerge/>
            <w:vAlign w:val="center"/>
            <w:hideMark/>
          </w:tcPr>
          <w:p w14:paraId="3A5C2FB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9E74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D67C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677EF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7F1D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9AB74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76C0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C837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005C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DFD3F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D2F3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E0209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14:paraId="4A4E48B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8499AC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C3CAD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4A62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BDC05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89CB3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44BFC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7E69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4E1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B8A5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D70F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4E7330" w:rsidRPr="004E7330" w14:paraId="6FE5B64A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EB0124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3BAA2C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Adminisztráció</w:t>
            </w:r>
          </w:p>
        </w:tc>
        <w:tc>
          <w:tcPr>
            <w:tcW w:w="700" w:type="dxa"/>
            <w:vMerge/>
            <w:vAlign w:val="center"/>
            <w:hideMark/>
          </w:tcPr>
          <w:p w14:paraId="0A04B7B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07C8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A8C5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B505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96211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8050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AFC7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80F3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144E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1D8C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AE087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872E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700BB3E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C00A64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F6CF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918A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6A38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041C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C504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3C4C5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4984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5D42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BF4C7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4E7330" w:rsidRPr="004E7330" w14:paraId="6A8F4DA8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A8F2A2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150B19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Kommunikáció</w:t>
            </w:r>
          </w:p>
        </w:tc>
        <w:tc>
          <w:tcPr>
            <w:tcW w:w="700" w:type="dxa"/>
            <w:vMerge/>
            <w:vAlign w:val="center"/>
            <w:hideMark/>
          </w:tcPr>
          <w:p w14:paraId="4FBAF4F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5521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EBFB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2EF1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EFC3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3573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A055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0498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66FC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EF3A3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992E9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9E26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7A3EE5E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A06E96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359CB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C8FE9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DB4A2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B8CA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4DE3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216E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9154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5A9BC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18054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4E7330" w:rsidRPr="004E7330" w14:paraId="39EA4E20" w14:textId="77777777" w:rsidTr="004E7330">
        <w:trPr>
          <w:trHeight w:val="48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16A3103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11906-16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Agrárvállalkozási, kereskedelmi ismeretek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8B1837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1D0E422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51 621 01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 vállalkozó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0BBF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B1533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D194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29D6B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1E3C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14879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A2CC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80B5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C52A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05B6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45B93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3E061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21307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25B3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69B9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F2C7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E8AB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08B3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E7B3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E93C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B664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39D6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62ABD7FF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CC3F15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40EC75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gazdálkodás alapismeretei</w:t>
            </w:r>
          </w:p>
        </w:tc>
        <w:tc>
          <w:tcPr>
            <w:tcW w:w="700" w:type="dxa"/>
            <w:vMerge/>
            <w:vAlign w:val="center"/>
            <w:hideMark/>
          </w:tcPr>
          <w:p w14:paraId="3603012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4FB1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5652E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B82E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C9C9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3F99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F1C39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E9086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F4A9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2392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BA7D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77D84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48B1740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ABD5F5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FFD09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31DD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CC45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913B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96E9A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8DDAF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16444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44EA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F059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14F2D3E0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58A2F4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145526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6B76DA2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9C3F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3135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CB71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C986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361A6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9F93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FD68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9B8EF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C949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1AE83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4BD62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4562A0C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3BDF41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4ADA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BB6A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FF6F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67A18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ACBD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EB71A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7343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FCAAD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321F9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1CFA0CB3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42B7010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1B0574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vállalkozások sajátosságai</w:t>
            </w:r>
          </w:p>
        </w:tc>
        <w:tc>
          <w:tcPr>
            <w:tcW w:w="700" w:type="dxa"/>
            <w:vMerge/>
            <w:vAlign w:val="center"/>
            <w:hideMark/>
          </w:tcPr>
          <w:p w14:paraId="6510BC18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0CD0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9DBE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92D4A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F498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9223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7357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434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9FC9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FE878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A128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A8BD2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7E6DADC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0B17E7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4E8CB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78A2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0171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7DC9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AECD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0DED8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5D577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F03AE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109A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619FC018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FC5F02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79A690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Marketing, fogyasztóvédelem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69BAE94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9375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D3E2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46F36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F492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B680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7F6EC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C8E4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E9CBB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39CC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6C148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5C69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31402B7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5CFC66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FA24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540B0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3772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39B82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5A24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27F04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39D72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FF69E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8DA2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351C3AE2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4899508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CB335E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mezőgazdasági vállalkozások marketingje</w:t>
            </w:r>
          </w:p>
        </w:tc>
        <w:tc>
          <w:tcPr>
            <w:tcW w:w="700" w:type="dxa"/>
            <w:vMerge/>
            <w:vAlign w:val="center"/>
            <w:hideMark/>
          </w:tcPr>
          <w:p w14:paraId="4227466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C5417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6EA2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4B520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9745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600F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3697B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6642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0019D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EC9E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7955F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E379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41A730BA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6051CF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35484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22EB7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B010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88B52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9B04B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11C9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79D8C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7E65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F64E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3AA140DE" w14:textId="77777777" w:rsidTr="004E7330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70BCFDD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B320A02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Európai uniós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09B6B57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5C355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76999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EF8AB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A9DC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8F7A1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4C071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B900C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5FC31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CAFE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9060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C406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3432F35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AF41D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7E26D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A47CA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4F63F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B9FAC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D58EA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CECD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AB94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7B641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BC875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2E84F9DC" w14:textId="77777777" w:rsidR="004E7330" w:rsidRDefault="004E7330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780"/>
        <w:gridCol w:w="7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4E7330" w:rsidRPr="004E7330" w14:paraId="50D3B727" w14:textId="77777777" w:rsidTr="004E7330">
        <w:trPr>
          <w:trHeight w:val="480"/>
          <w:jc w:val="center"/>
        </w:trPr>
        <w:tc>
          <w:tcPr>
            <w:tcW w:w="700" w:type="dxa"/>
            <w:vMerge w:val="restart"/>
            <w:vAlign w:val="center"/>
            <w:hideMark/>
          </w:tcPr>
          <w:p w14:paraId="57424EE7" w14:textId="310BD8B2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5D9CDF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gyakorlatok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2FBFFCC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51 621 01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 vállalkozó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5091D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F8C0F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10DE4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2B924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974A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0EAD2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16B4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137C1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8CE37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FFF76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C3A8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9326D8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EA060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A50E5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22EE0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1249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A04D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CE07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55D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1D4E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65F96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1E9F5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7E287CB3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526383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648A40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Adózási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2BC8690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72AB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90C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084BD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51A49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24CF0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2768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DB4DF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4ACD9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BD803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ED2C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D5E4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6E9D459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84757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9B69E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3B105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EFE89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BB187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A7444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F2717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F6D1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CBE54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26FF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4DBA4E0F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7244E35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7D2C524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4BE1E100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819E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AC9A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AE51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766AA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E79C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61696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15C3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EC792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EF7ED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E0E8A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490DB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/>
            <w:vAlign w:val="center"/>
            <w:hideMark/>
          </w:tcPr>
          <w:p w14:paraId="5EA07CF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DE74595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6538E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44AC3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90947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9BD60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6E5A5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8D150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6D4BD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03794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4FA00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02F34932" w14:textId="77777777" w:rsidTr="004E7330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F516D6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1DF5EC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vállalkozás matketing tevékenysége</w:t>
            </w:r>
          </w:p>
        </w:tc>
        <w:tc>
          <w:tcPr>
            <w:tcW w:w="700" w:type="dxa"/>
            <w:vMerge/>
            <w:vAlign w:val="center"/>
            <w:hideMark/>
          </w:tcPr>
          <w:p w14:paraId="214438C9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4342E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6B31A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5C85F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8B6A2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755BA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4AC41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51110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060F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97486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C0DFB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547DC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5E6AEC06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6ED981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F18CF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BABAC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9D0B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D80D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7D738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C6AEA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2732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DB99C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A6616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799E0890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4A4BAD0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43A93CE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Adminisztráció</w:t>
            </w:r>
          </w:p>
        </w:tc>
        <w:tc>
          <w:tcPr>
            <w:tcW w:w="700" w:type="dxa"/>
            <w:vMerge/>
            <w:vAlign w:val="center"/>
            <w:hideMark/>
          </w:tcPr>
          <w:p w14:paraId="66452CA3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CE4B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25B3C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6F35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5350C5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4E8A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368AE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7CE52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705D2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B202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1A7D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42E52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700" w:type="dxa"/>
            <w:vMerge/>
            <w:vAlign w:val="center"/>
            <w:hideMark/>
          </w:tcPr>
          <w:p w14:paraId="425DBCC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20975B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5B4F3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FA73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23634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A50B5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AFD8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154BF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0EEE4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D9286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F02A9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0E90F286" w14:textId="77777777" w:rsidTr="004E7330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3EBB813C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A59BDA1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Kommunikáció</w:t>
            </w:r>
          </w:p>
        </w:tc>
        <w:tc>
          <w:tcPr>
            <w:tcW w:w="700" w:type="dxa"/>
            <w:vMerge/>
            <w:vAlign w:val="center"/>
            <w:hideMark/>
          </w:tcPr>
          <w:p w14:paraId="1FCC935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3E5AB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2BB3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8351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C940A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C32EB3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E35A8C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159EA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75296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C1B34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085FD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52D21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15539627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2B4140F" w14:textId="77777777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725EA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A56F39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A8E00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A681C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CD42A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81C8B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FE1774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D6AA7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564B3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4E7330" w:rsidRPr="004E7330" w14:paraId="32D65BA7" w14:textId="77777777" w:rsidTr="004E7330">
        <w:trPr>
          <w:trHeight w:val="720"/>
          <w:jc w:val="center"/>
        </w:trPr>
        <w:tc>
          <w:tcPr>
            <w:tcW w:w="2480" w:type="dxa"/>
            <w:gridSpan w:val="2"/>
            <w:shd w:val="clear" w:color="auto" w:fill="auto"/>
            <w:vAlign w:val="center"/>
            <w:hideMark/>
          </w:tcPr>
          <w:p w14:paraId="557F4A8E" w14:textId="4D4C1A3B" w:rsidR="004E7330" w:rsidRPr="004E7330" w:rsidRDefault="004E7330" w:rsidP="004E73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erősítésee</w:t>
            </w:r>
          </w:p>
        </w:tc>
        <w:tc>
          <w:tcPr>
            <w:tcW w:w="700" w:type="dxa"/>
            <w:shd w:val="clear" w:color="000000" w:fill="92D050"/>
            <w:textDirection w:val="btLr"/>
            <w:hideMark/>
          </w:tcPr>
          <w:p w14:paraId="0F5C03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</w:t>
            </w:r>
            <w:r w:rsidRPr="004E7330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EDDEE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8DA500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FFE3B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CFC0D7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25DE6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D12D3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BF979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7D0E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850AB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F943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AE056D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221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14:paraId="1612F5A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221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14:paraId="7066ACFB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07048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46A0AA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8E74D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26640E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D94D26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715908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718AE2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E9C70F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8664D1" w14:textId="77777777" w:rsidR="004E7330" w:rsidRPr="004E7330" w:rsidRDefault="004E7330" w:rsidP="004E73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4E733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2DE6FE2B" w14:textId="77777777" w:rsidR="005C10A1" w:rsidRPr="004E7330" w:rsidRDefault="005C10A1" w:rsidP="006F5812">
      <w:pPr>
        <w:spacing w:after="0"/>
        <w:rPr>
          <w:rFonts w:cs="Times New Roman"/>
        </w:rPr>
      </w:pPr>
    </w:p>
    <w:p w14:paraId="11B17C8F" w14:textId="77777777" w:rsidR="00972853" w:rsidRPr="004E7330" w:rsidRDefault="00972853" w:rsidP="006F5812">
      <w:pPr>
        <w:spacing w:after="0"/>
        <w:rPr>
          <w:rFonts w:cs="Times New Roman"/>
        </w:rPr>
      </w:pPr>
    </w:p>
    <w:p w14:paraId="607C4604" w14:textId="77777777" w:rsidR="004E7330" w:rsidRPr="000B3EFB" w:rsidRDefault="004E7330" w:rsidP="004E7330">
      <w:pPr>
        <w:spacing w:after="0"/>
        <w:jc w:val="center"/>
        <w:rPr>
          <w:rFonts w:cs="Times New Roman"/>
        </w:rPr>
      </w:pPr>
      <w:r w:rsidRPr="000B3EFB">
        <w:rPr>
          <w:rFonts w:cs="Times New Roman"/>
        </w:rPr>
        <w:t>3. számú táblázat</w:t>
      </w:r>
    </w:p>
    <w:p w14:paraId="1A96F7A0" w14:textId="77777777" w:rsidR="004E7330" w:rsidRPr="00EC0A41" w:rsidRDefault="004E7330" w:rsidP="004E7330">
      <w:pPr>
        <w:spacing w:after="0"/>
        <w:jc w:val="center"/>
        <w:rPr>
          <w:rFonts w:cs="Times New Roman"/>
          <w:b/>
        </w:rPr>
      </w:pPr>
      <w:r w:rsidRPr="00EC0A41">
        <w:rPr>
          <w:rFonts w:cs="Times New Roman"/>
          <w:b/>
        </w:rPr>
        <w:t>A nem a főszakképesítéshez kapcsolódó óraszámok megoszlása:</w:t>
      </w:r>
    </w:p>
    <w:p w14:paraId="78F07906" w14:textId="77777777" w:rsidR="005C10A1" w:rsidRPr="004E7330" w:rsidRDefault="005C10A1" w:rsidP="006F5812">
      <w:pPr>
        <w:spacing w:after="0"/>
        <w:rPr>
          <w:rFonts w:cs="Times New Roman"/>
        </w:rPr>
      </w:pPr>
    </w:p>
    <w:p w14:paraId="3C5FDA55" w14:textId="77777777" w:rsidR="005C10A1" w:rsidRPr="004E7330" w:rsidRDefault="005C10A1" w:rsidP="006F5812">
      <w:pPr>
        <w:spacing w:after="0"/>
        <w:rPr>
          <w:rFonts w:cs="Times New Roman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1360"/>
      </w:tblGrid>
      <w:tr w:rsidR="004E7330" w:rsidRPr="004E7330" w14:paraId="42CD103E" w14:textId="77777777" w:rsidTr="004E7330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3A47AC3F" w14:textId="77777777" w:rsidR="004E7330" w:rsidRPr="004E7330" w:rsidRDefault="004E7330" w:rsidP="004E7330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4E7330">
              <w:rPr>
                <w:rFonts w:eastAsia="Times New Roman" w:cs="Times New Roman"/>
                <w:sz w:val="20"/>
                <w:szCs w:val="20"/>
                <w:lang w:eastAsia="hu-HU"/>
              </w:rPr>
              <w:t>51 621 01</w:t>
            </w:r>
            <w:r w:rsidRPr="004E7330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Agrár vállalkozó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AA7CF6A" w14:textId="77777777" w:rsidR="004E7330" w:rsidRPr="004E7330" w:rsidRDefault="004E7330" w:rsidP="004E7330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4E7330">
              <w:rPr>
                <w:rFonts w:eastAsia="Times New Roman" w:cs="Times New Roman"/>
                <w:sz w:val="20"/>
                <w:szCs w:val="20"/>
                <w:lang w:eastAsia="hu-HU"/>
              </w:rPr>
              <w:t>232 óra</w:t>
            </w:r>
          </w:p>
        </w:tc>
      </w:tr>
      <w:tr w:rsidR="004E7330" w:rsidRPr="004E7330" w14:paraId="5963F95A" w14:textId="77777777" w:rsidTr="004E7330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4FF4E23B" w14:textId="77777777" w:rsidR="004E7330" w:rsidRPr="004E7330" w:rsidRDefault="004E7330" w:rsidP="004E7330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4E7330">
              <w:rPr>
                <w:rFonts w:eastAsia="Times New Roman" w:cs="Times New Roman"/>
                <w:sz w:val="20"/>
                <w:szCs w:val="20"/>
                <w:lang w:eastAsia="hu-HU"/>
              </w:rPr>
              <w:t>helyi</w:t>
            </w:r>
            <w:r w:rsidRPr="004E7330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tanterv szerint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097C4C2" w14:textId="77777777" w:rsidR="004E7330" w:rsidRPr="004E7330" w:rsidRDefault="004E7330" w:rsidP="004E7330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4E7330">
              <w:rPr>
                <w:rFonts w:eastAsia="Times New Roman" w:cs="Times New Roman"/>
                <w:sz w:val="20"/>
                <w:szCs w:val="20"/>
                <w:lang w:eastAsia="hu-HU"/>
              </w:rPr>
              <w:t>221 óra</w:t>
            </w:r>
          </w:p>
        </w:tc>
      </w:tr>
    </w:tbl>
    <w:p w14:paraId="6F9B60BD" w14:textId="77777777" w:rsidR="005C10A1" w:rsidRPr="004E7330" w:rsidRDefault="005C10A1" w:rsidP="00DD65F6">
      <w:pPr>
        <w:spacing w:after="0"/>
        <w:jc w:val="left"/>
        <w:rPr>
          <w:rFonts w:cs="Times New Roman"/>
        </w:rPr>
      </w:pPr>
    </w:p>
    <w:p w14:paraId="36DB3569" w14:textId="77777777" w:rsidR="00CB484D" w:rsidRPr="004E7330" w:rsidRDefault="00CB484D" w:rsidP="00CB484D">
      <w:pPr>
        <w:spacing w:after="0"/>
        <w:rPr>
          <w:rFonts w:cs="Times New Roman"/>
        </w:rPr>
      </w:pPr>
      <w:r w:rsidRPr="004E7330">
        <w:rPr>
          <w:rFonts w:cs="Times New Roman"/>
        </w:rPr>
        <w:t>Jelmagyarázat: e/elmélet; gy/gyakorlat; ögy/összefüggő szakmai gyakorlat</w:t>
      </w:r>
    </w:p>
    <w:p w14:paraId="129CD5A3" w14:textId="77777777" w:rsidR="00CB484D" w:rsidRPr="004E7330" w:rsidRDefault="00CB484D" w:rsidP="00CB484D">
      <w:pPr>
        <w:spacing w:after="0"/>
        <w:rPr>
          <w:rFonts w:cs="Times New Roman"/>
        </w:rPr>
      </w:pPr>
    </w:p>
    <w:p w14:paraId="25BC958C" w14:textId="77777777" w:rsidR="00CB484D" w:rsidRPr="004E7330" w:rsidRDefault="00CB484D" w:rsidP="00CB484D">
      <w:pPr>
        <w:spacing w:after="0"/>
        <w:rPr>
          <w:rFonts w:cs="Times New Roman"/>
        </w:rPr>
      </w:pPr>
      <w:r w:rsidRPr="004E7330">
        <w:rPr>
          <w:rFonts w:cs="Times New Roman"/>
        </w:rPr>
        <w:t>A szakképzésről szóló 2011. évi CLXXXVII. törvény 8.§ (5) bekezdésének megfelelően a táblázatban a nappali rendszerű oktatásra meghatározott tanulói éves kötelező szakmai elméleti és gyakorlati óraszám legalább 90%-a felosztásra került.</w:t>
      </w:r>
    </w:p>
    <w:p w14:paraId="4EC1F2B3" w14:textId="77777777" w:rsidR="00CB484D" w:rsidRPr="004E7330" w:rsidRDefault="00CB484D" w:rsidP="00CB484D">
      <w:pPr>
        <w:spacing w:after="0"/>
        <w:rPr>
          <w:rFonts w:cs="Times New Roman"/>
        </w:rPr>
      </w:pPr>
      <w:r w:rsidRPr="004E7330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0188AAE0" w14:textId="77777777" w:rsidR="001A7777" w:rsidRPr="004E7330" w:rsidRDefault="00CB484D" w:rsidP="00CB484D">
      <w:pPr>
        <w:spacing w:after="0"/>
        <w:rPr>
          <w:rFonts w:cs="Times New Roman"/>
        </w:rPr>
      </w:pPr>
      <w:r w:rsidRPr="004E7330">
        <w:rPr>
          <w:rFonts w:cs="Times New Roman"/>
        </w:rPr>
        <w:t>A tantárgyakra meghatározott időkeret kötelező érvényű, a témakörökre kialakított óraszám pedig ajánlás.</w:t>
      </w:r>
    </w:p>
    <w:p w14:paraId="731011CA" w14:textId="77777777" w:rsidR="00752ECD" w:rsidRPr="004E7330" w:rsidRDefault="00752ECD" w:rsidP="000A21B7">
      <w:pPr>
        <w:spacing w:after="0"/>
        <w:rPr>
          <w:rFonts w:cs="Times New Roman"/>
        </w:rPr>
        <w:sectPr w:rsidR="00752ECD" w:rsidRPr="004E7330" w:rsidSect="00CB484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A8757FD" w14:textId="77777777" w:rsidR="00C53E01" w:rsidRPr="004E7330" w:rsidRDefault="00C53E01" w:rsidP="00C53E01">
      <w:pPr>
        <w:rPr>
          <w:rFonts w:cs="Times New Roman"/>
        </w:rPr>
      </w:pPr>
    </w:p>
    <w:p w14:paraId="45474F9D" w14:textId="77777777" w:rsidR="00C53E01" w:rsidRPr="004E7330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</w:t>
      </w:r>
    </w:p>
    <w:p w14:paraId="5BC6178B" w14:textId="77777777" w:rsidR="00C53E01" w:rsidRPr="004E7330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11499-12 azonosító számú</w:t>
      </w:r>
    </w:p>
    <w:p w14:paraId="598223B5" w14:textId="77777777" w:rsidR="00C53E01" w:rsidRPr="004E7330" w:rsidRDefault="00C53E01" w:rsidP="00C53E01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Foglalkoztatás II.</w:t>
      </w:r>
    </w:p>
    <w:p w14:paraId="70A0CC64" w14:textId="77777777" w:rsidR="00C53E01" w:rsidRPr="004E7330" w:rsidRDefault="00C53E01" w:rsidP="00C53E01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megnevezésű</w:t>
      </w:r>
    </w:p>
    <w:p w14:paraId="63CDF8E9" w14:textId="77777777" w:rsidR="00C53E01" w:rsidRPr="004E7330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szakmai követelménymodul</w:t>
      </w:r>
    </w:p>
    <w:p w14:paraId="6FD2E1BA" w14:textId="77777777" w:rsidR="00C53E01" w:rsidRPr="004E7330" w:rsidRDefault="00C53E01" w:rsidP="00C53E01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tantárgyai, témakörei</w:t>
      </w:r>
    </w:p>
    <w:p w14:paraId="082A89AB" w14:textId="77777777" w:rsidR="00C53E01" w:rsidRPr="004E7330" w:rsidRDefault="00C53E01" w:rsidP="00C53E01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62F02A94" w14:textId="78A4AC31" w:rsidR="00C53E01" w:rsidRPr="004E7330" w:rsidRDefault="00C53E01" w:rsidP="00C53E01">
      <w:pPr>
        <w:rPr>
          <w:rFonts w:cs="Times New Roman"/>
        </w:rPr>
      </w:pPr>
      <w:r w:rsidRPr="004E7330">
        <w:rPr>
          <w:rFonts w:cs="Times New Roman"/>
        </w:rPr>
        <w:lastRenderedPageBreak/>
        <w:t xml:space="preserve">A 11499-12 azonosító számú Foglalkoztatás II. megnevezésű szakmai követelménymodulhoz tartozó tantárgyak és témakörök oktatása során </w:t>
      </w:r>
      <w:r w:rsidR="00D40B94">
        <w:rPr>
          <w:rFonts w:cs="Times New Roman"/>
        </w:rPr>
        <w:t>fejlesztendő kompetenciák:</w:t>
      </w:r>
    </w:p>
    <w:tbl>
      <w:tblPr>
        <w:tblW w:w="55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700"/>
      </w:tblGrid>
      <w:tr w:rsidR="004E7330" w:rsidRPr="004E7330" w14:paraId="61BB6F40" w14:textId="77777777" w:rsidTr="006831AC">
        <w:trPr>
          <w:trHeight w:val="1755"/>
          <w:jc w:val="center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5838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AB17C2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Foglalkoztatás II.</w:t>
            </w:r>
          </w:p>
        </w:tc>
      </w:tr>
      <w:tr w:rsidR="004E7330" w:rsidRPr="004E7330" w14:paraId="388FD032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DB2A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4E7330" w:rsidRPr="004E7330" w14:paraId="03A097EA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E469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Munkaviszonyt létesít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463E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022E596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9046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Alkalmazza a munkaerőpiaci technikákat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A3F9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046FB3C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9FDC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Feltérképezi a karrierlehetőségeket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9F08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26E5A6B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744C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Vállalkozást hoz létre és működtet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639E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2ECEF22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F612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Motivációs levelet és önéletrajzot készít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F099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08AA828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84F5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Diákmunkát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9852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7C21C847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DE31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4E7330" w:rsidRPr="004E7330" w14:paraId="7B61381B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3AC3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Munkavállaló jogai, munkavállaló kötelezettségei, munkavállaló felelőssége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2522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79902ED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4AD5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Munkajogi alapok, foglalkoztatási formák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C44A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006AA676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AD6C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Speciális jogviszonyok (önkéntes munka, diákmunka)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CE71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176C2609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B571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Álláskeresési módszerek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68D9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145EE82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F74B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Vállalkozások létrehozása és működtetése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D1CA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0A2D4F3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1696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Munkaügyi szervezetek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4539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66A97F84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8FC0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Munkavállaláshoz szükséges iratok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6BC7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1200F3D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DD12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Munkaviszony létrejötte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C784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4E86E6A0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2D43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A munkaviszony adózási, biztosítási, egészség- és nyugdíjbiztosítási összefüggései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38FC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2964A697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621E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 xml:space="preserve">A munkanélküli (álláskereső) jogai, kötelezettségei és lehetőségei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D225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27D8907D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BDD5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 xml:space="preserve">A munkaerőpiac sajátosságai (állásbörzék és pályaválasztási tanácsadás)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5916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3CE4C984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C9AD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4E7330" w:rsidRPr="004E7330" w14:paraId="0831A029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945C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Köznyelvi olvasott szöveg megértése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6B3B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130691F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03C2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Köznyelvi szöveg fogalmazása írásban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1287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366F033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AC04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Elemi szintű számítógép használat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0121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5D5561F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1F9C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7A38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1B755E9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9C8B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Köznyelvi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4C9F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052EBA0C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467C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4E7330" w:rsidRPr="004E7330" w14:paraId="43DD43E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1E46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4671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16725B3A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C413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D2BC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1491872D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8D3F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4E7330" w:rsidRPr="004E7330" w14:paraId="4DF2878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824B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52E3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2E6C8C84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6285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85E6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570ED71A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7421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4E7330" w:rsidRPr="004E7330" w14:paraId="103227E8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D45D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DE69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C53E01" w:rsidRPr="004E7330" w14:paraId="32D55142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A6E0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D709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3C9B146A" w14:textId="77777777" w:rsidR="00C53E01" w:rsidRPr="004E7330" w:rsidRDefault="00C53E01" w:rsidP="00C53E01">
      <w:pPr>
        <w:jc w:val="center"/>
        <w:rPr>
          <w:rFonts w:cs="Times New Roman"/>
        </w:rPr>
      </w:pPr>
    </w:p>
    <w:p w14:paraId="246AEC45" w14:textId="77777777" w:rsidR="00C53E01" w:rsidRPr="004E7330" w:rsidRDefault="00C53E01" w:rsidP="00C53E01">
      <w:pPr>
        <w:spacing w:after="0"/>
        <w:rPr>
          <w:rFonts w:cs="Times New Roman"/>
        </w:rPr>
      </w:pPr>
      <w:bookmarkStart w:id="1" w:name="_MON_1520112852"/>
      <w:bookmarkStart w:id="2" w:name="_MON_1520113148"/>
      <w:bookmarkStart w:id="3" w:name="_MON_1520113442"/>
      <w:bookmarkStart w:id="4" w:name="_MON_1520112153"/>
      <w:bookmarkStart w:id="5" w:name="_MON_1520112252"/>
      <w:bookmarkStart w:id="6" w:name="_MON_1520112324"/>
      <w:bookmarkStart w:id="7" w:name="_MON_1520112404"/>
      <w:bookmarkStart w:id="8" w:name="_MON_1520112681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4F6CAAA" w14:textId="77777777" w:rsidR="00C53E01" w:rsidRPr="004E7330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Foglalkoztatás II. tantárgy</w:t>
      </w:r>
      <w:r w:rsidRPr="004E7330">
        <w:rPr>
          <w:rFonts w:cs="Times New Roman"/>
          <w:b/>
        </w:rPr>
        <w:tab/>
      </w:r>
      <w:r w:rsidR="006831AC" w:rsidRPr="004E7330">
        <w:rPr>
          <w:rFonts w:cs="Times New Roman"/>
          <w:b/>
        </w:rPr>
        <w:t>15</w:t>
      </w:r>
      <w:r w:rsidRPr="004E7330">
        <w:rPr>
          <w:rFonts w:cs="Times New Roman"/>
          <w:b/>
        </w:rPr>
        <w:t xml:space="preserve"> óra/</w:t>
      </w:r>
      <w:r w:rsidR="006831AC" w:rsidRPr="004E7330">
        <w:rPr>
          <w:rFonts w:cs="Times New Roman"/>
          <w:b/>
        </w:rPr>
        <w:t>15</w:t>
      </w:r>
      <w:r w:rsidRPr="004E7330">
        <w:rPr>
          <w:rFonts w:cs="Times New Roman"/>
          <w:b/>
        </w:rPr>
        <w:t xml:space="preserve"> óra*</w:t>
      </w:r>
    </w:p>
    <w:p w14:paraId="7AC9AD0D" w14:textId="77777777" w:rsidR="00C53E01" w:rsidRPr="004E7330" w:rsidRDefault="00C53E01" w:rsidP="00C53E01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2600CF00" w14:textId="77777777" w:rsidR="00C53E01" w:rsidRPr="004E7330" w:rsidRDefault="00C53E01" w:rsidP="004239CF">
      <w:pPr>
        <w:spacing w:after="0"/>
        <w:ind w:left="426"/>
        <w:rPr>
          <w:rFonts w:cs="Times New Roman"/>
        </w:rPr>
      </w:pPr>
    </w:p>
    <w:p w14:paraId="0811EF79" w14:textId="77777777" w:rsidR="004239CF" w:rsidRPr="004E7330" w:rsidRDefault="004239CF" w:rsidP="004239CF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 szakképesítéshez kapcsolódik.</w:t>
      </w:r>
    </w:p>
    <w:p w14:paraId="331C9879" w14:textId="77777777" w:rsidR="004239CF" w:rsidRPr="004E7330" w:rsidRDefault="004239CF" w:rsidP="004239CF">
      <w:pPr>
        <w:spacing w:after="0"/>
        <w:ind w:left="426"/>
        <w:rPr>
          <w:rFonts w:cs="Times New Roman"/>
        </w:rPr>
      </w:pPr>
    </w:p>
    <w:p w14:paraId="6B12378A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34E9A451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tanuló általános felkészítése az álláskeresés módszereire, technikáira, valamint a munkavállaláshoz, munkaviszony létesítéséhez szükséges alapismeretek elsajátítására.</w:t>
      </w:r>
    </w:p>
    <w:p w14:paraId="02518295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0C0B48BA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27F1BCB3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—</w:t>
      </w:r>
    </w:p>
    <w:p w14:paraId="7FE0E12D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712B7B36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2C22B297" w14:textId="77777777" w:rsidR="00C53E01" w:rsidRPr="004E7330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Munkajogi alapismeretek</w:t>
      </w:r>
    </w:p>
    <w:p w14:paraId="79F9647C" w14:textId="77777777" w:rsidR="00D40B94" w:rsidRPr="00D40B94" w:rsidRDefault="00D40B94" w:rsidP="00D40B9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D40B94">
        <w:rPr>
          <w:rFonts w:cs="Times New Roman"/>
        </w:rPr>
        <w:t>Munkavállaló jogai (megfelelő körülmények közötti foglalkoztatás, bérfizetés, költségtérítés, munkaszerződés-módosítás, szabadság), kötelezettségei (megjelenés, rendelkezésre állás, munkavégzés, magatartási szabályok, együttműködés, tájékoztatás), munkavállaló felelőssége (vétkesen okozott kárért való felelősség, megőrzési felelősség, munkavállalói biztosíték)</w:t>
      </w:r>
    </w:p>
    <w:p w14:paraId="6F90EB1F" w14:textId="77777777" w:rsidR="00D40B94" w:rsidRPr="00D40B94" w:rsidRDefault="00D40B94" w:rsidP="00D40B9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D40B94">
        <w:rPr>
          <w:rFonts w:cs="Times New Roman"/>
        </w:rPr>
        <w:t>Munkajogi alapok: felek a munkajogviszonyban, munkaviszony létesítése, munkakör, munkaszerződés módosítása, megszűnése, megszüntetése, felmondás, végkielégítés, munkaidő, pihenőidők, szabadság</w:t>
      </w:r>
    </w:p>
    <w:p w14:paraId="2598EAB1" w14:textId="77777777" w:rsidR="00D40B94" w:rsidRPr="00D40B94" w:rsidRDefault="00D40B94" w:rsidP="00D40B9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D40B94">
        <w:rPr>
          <w:rFonts w:cs="Times New Roman"/>
        </w:rPr>
        <w:t>Foglalkoztatási formák: munkaviszony, megbízási jogviszony, vállalkozási jogviszony, közalkalmazotti jogviszony, közszolgálati jogviszony</w:t>
      </w:r>
    </w:p>
    <w:p w14:paraId="76704776" w14:textId="77777777" w:rsidR="00D40B94" w:rsidRPr="00D40B94" w:rsidRDefault="00D40B94" w:rsidP="00D40B9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D40B94">
        <w:rPr>
          <w:rFonts w:cs="Times New Roman"/>
        </w:rPr>
        <w:t>Atipikus munkavégzési formák a munka törvénykönyve szerint: távmunka, bedolgozói munkaviszony, munkaerő-kölcsönzés, egyszerűsített foglalkoztatás (mezőgazdasági, turisztikai idénymunka és alkalmi munka)</w:t>
      </w:r>
    </w:p>
    <w:p w14:paraId="6312840C" w14:textId="4C727ECA" w:rsidR="00C53E01" w:rsidRDefault="00D40B94" w:rsidP="00D40B9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D40B94">
        <w:rPr>
          <w:rFonts w:cs="Times New Roman"/>
        </w:rPr>
        <w:t>Speciális jogviszonyok: önfoglalkoztatás, őstermelői jogviszony, háztartási munka, iskolaszövetkezet keretében végzett diákmunka, önkéntes munka</w:t>
      </w:r>
    </w:p>
    <w:p w14:paraId="5F76EE36" w14:textId="77777777" w:rsidR="00D40B94" w:rsidRPr="004E7330" w:rsidRDefault="00D40B94" w:rsidP="00D40B9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860ABF5" w14:textId="77777777" w:rsidR="00C53E01" w:rsidRPr="004E7330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Munkaviszony létesítése</w:t>
      </w:r>
    </w:p>
    <w:p w14:paraId="0FB1A98D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Munkaviszony létrejötte, fajtái: munkaszerződés, teljes- és részmunkaidő, határozott és határozatlan munkaviszony, minimálbér és garantált bérminimum, képviselet szabályai, elállás szabályai, próbaidő.</w:t>
      </w:r>
    </w:p>
    <w:p w14:paraId="2DC24E01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Munkavállaláshoz szükséges iratok, munkaviszony megszűnésekor a munkáltató által kiadandó dokumentumok.</w:t>
      </w:r>
    </w:p>
    <w:p w14:paraId="123756A8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Munkaviszony adózási, biztosítási, egészség- és nyugdíjbiztosítási összefüggései: munkaadó járulékfizetési kötelezettségei, munkavállaló adó- és járulékfizetési kötelezettségei, biztosítottként egészségbiztosítási ellátások fajtái (pénzbeli és természetbeli), nyugdíj és munkaviszony.</w:t>
      </w:r>
    </w:p>
    <w:p w14:paraId="700419C9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5E1B0B" w14:textId="77777777" w:rsidR="00C53E01" w:rsidRPr="004E7330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Álláskeresés</w:t>
      </w:r>
    </w:p>
    <w:p w14:paraId="7D406BE7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Karrierlehetőségek feltérképezése: önismeret, reális célkitűzések, helyi munkaerőpiac ismerete, mobilitás szerepe, képzések szerepe, foglalkoztatási támogatások ismerete.</w:t>
      </w:r>
    </w:p>
    <w:p w14:paraId="2B78873D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Motivációs levél és önéletrajz készítése: fontossága, formai és tartalmi kritériumai, szakmai önéletrajz fajtái: hagyományos, Europass, amerikai típusú, önéletrajzban szereplő email cím és fénykép megválasztása, motivációs levél felépítése.</w:t>
      </w:r>
    </w:p>
    <w:p w14:paraId="49E8EEA0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lastRenderedPageBreak/>
        <w:t>Álláskeresési módszerek: újsághirdetés, internetes álláskereső oldalak, személyes kapcsolatok, kapcsolati hálózat fontossága, EURES (Európai Foglalkoztatási Szolgálat az Európai Unióban történő álláskeresésben), munkaügyi szervezet segítségével történő álláskeresés, cégek adatbázisába történő jelentkezés, közösségi portálok szerepe.</w:t>
      </w:r>
    </w:p>
    <w:p w14:paraId="08174433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Munkaerőpiaci technikák alkalmazása: Foglalkozási Információs Tanácsadó (FIT), Foglalkoztatási Információs Pontok (FIP), Nemzeti Pályaorientációs Portál (NPP). </w:t>
      </w:r>
    </w:p>
    <w:p w14:paraId="7FA0045B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Állásinterjú: felkészülés, megjelenés, szereplés az állásinterjún, testbeszéd szerepe.</w:t>
      </w:r>
    </w:p>
    <w:p w14:paraId="38D4213A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D0B85D0" w14:textId="77777777" w:rsidR="00C53E01" w:rsidRPr="004E7330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Munkanélküliség</w:t>
      </w:r>
    </w:p>
    <w:p w14:paraId="7E194AEF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munkanélküli (álláskereső) jogai, kötelezettségei és lehetőségei: álláskeresőként történő nyilvántartásba vétel; a munkaügyi szervezettel történő együttműködési kötelezettség főbb kritériumai; együttműködési kötelezettség megszegésének szankciói; nyilvántartás szünetelése, nyilvántartásból való törlés; munkaügyi szervezet által nyújtott szolgáltatások, kiemelten a munkaközvetítés.</w:t>
      </w:r>
    </w:p>
    <w:p w14:paraId="2B5CB2E1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Álláskeresési ellátások („passzív eszközök”): álláskeresési járadék és nyugdíj előtti álláskeresési segély. Utazási költségtérítés. </w:t>
      </w:r>
    </w:p>
    <w:p w14:paraId="1E47258D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Foglalkoztatást helyettesítő támogatás. </w:t>
      </w:r>
    </w:p>
    <w:p w14:paraId="2A785476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Közfoglalkoztatás: közfoglalkoztatás célja, közfoglalkozatás célcsoportja, közfoglalkozatás főbb szabályai</w:t>
      </w:r>
    </w:p>
    <w:p w14:paraId="654CFC38" w14:textId="21125C14" w:rsidR="00C53E01" w:rsidRPr="00D40B94" w:rsidRDefault="00D40B94" w:rsidP="00D40B94">
      <w:pPr>
        <w:spacing w:after="0"/>
        <w:ind w:left="851"/>
        <w:rPr>
          <w:rFonts w:eastAsia="Calibri" w:cs="Times New Roman"/>
          <w:color w:val="000000"/>
          <w:szCs w:val="24"/>
        </w:rPr>
      </w:pPr>
      <w:r w:rsidRPr="00837D9F">
        <w:rPr>
          <w:rFonts w:eastAsia="Calibri" w:cs="Times New Roman"/>
          <w:color w:val="000000"/>
          <w:szCs w:val="24"/>
        </w:rPr>
        <w:t xml:space="preserve">Munkaügyi szervezet: Nemzeti Foglalkoztatási Szolgálat (NFSZ) szervezetrendszerének felépítése (a </w:t>
      </w:r>
      <w:r w:rsidR="001B156F">
        <w:rPr>
          <w:rFonts w:eastAsia="Calibri" w:cs="Times New Roman"/>
          <w:color w:val="000000"/>
          <w:szCs w:val="24"/>
        </w:rPr>
        <w:t>foglalkoztatáspolitikáért</w:t>
      </w:r>
      <w:r w:rsidRPr="00837D9F">
        <w:rPr>
          <w:rFonts w:eastAsia="Calibri" w:cs="Times New Roman"/>
          <w:color w:val="000000"/>
          <w:szCs w:val="24"/>
        </w:rPr>
        <w:t xml:space="preserve"> felelős miniszter, a kormányhivatal, a járási hivatal feladatai). </w:t>
      </w:r>
      <w:r w:rsidR="00C53E01" w:rsidRPr="004E7330">
        <w:rPr>
          <w:rFonts w:cs="Times New Roman"/>
        </w:rPr>
        <w:t xml:space="preserve"> </w:t>
      </w:r>
    </w:p>
    <w:p w14:paraId="5574E9E0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álláskeresők részére nyújtott támogatások („aktív eszközök”): önfoglalkoztatás támogatása, foglalkoztatást elősegítő támogatások (képzések, béralapú támogatások, mobilitási támogatások).</w:t>
      </w:r>
    </w:p>
    <w:p w14:paraId="013D280C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Vállalkozások létrehozása és működtetése: társas vállalkozási formák, egyéni vállalkozás, mezőgazdasági őstermelő, nyilvántartásba vétel, működés, vállalkozás megszűnésének, megszüntetésének szabályai.</w:t>
      </w:r>
    </w:p>
    <w:p w14:paraId="2235F687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munkaerőpiac sajátosságai, NFSZ szolgáltatásai: pályaválasztási tanácsadás, munka- és pályatanácsadás, álláskeresési tanácsadás, álláskereső klub, pszichológiai tanácsadás.</w:t>
      </w:r>
    </w:p>
    <w:p w14:paraId="0B3F6C4B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B2A30A8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3C997017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Tanterem</w:t>
      </w:r>
    </w:p>
    <w:p w14:paraId="656DF663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3B7FF652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37197A70" w14:textId="77944742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677ADB93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6F467BC7" w14:textId="77777777" w:rsidR="00C53E01" w:rsidRPr="004E7330" w:rsidRDefault="00C53E01" w:rsidP="00C53E01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7E077847" w14:textId="77777777" w:rsidR="00C53E01" w:rsidRPr="004E7330" w:rsidRDefault="00C53E01" w:rsidP="00C53E01">
      <w:pPr>
        <w:rPr>
          <w:rFonts w:cs="Times New Roman"/>
        </w:rPr>
      </w:pPr>
    </w:p>
    <w:p w14:paraId="7F9E26B6" w14:textId="77777777" w:rsidR="00C53E01" w:rsidRPr="004E7330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</w:t>
      </w:r>
    </w:p>
    <w:p w14:paraId="71401C1C" w14:textId="77777777" w:rsidR="00C53E01" w:rsidRPr="004E7330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11498-12 azonosító számú</w:t>
      </w:r>
    </w:p>
    <w:p w14:paraId="43835216" w14:textId="77777777" w:rsidR="00C53E01" w:rsidRPr="004E7330" w:rsidRDefault="00C53E01" w:rsidP="00C53E01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 xml:space="preserve">Foglalkoztatás I. </w:t>
      </w:r>
    </w:p>
    <w:p w14:paraId="1FF0EFD5" w14:textId="77777777" w:rsidR="00C53E01" w:rsidRPr="004E7330" w:rsidRDefault="00C53E01" w:rsidP="00C53E01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(érettségire épülő képzések esetén)</w:t>
      </w:r>
    </w:p>
    <w:p w14:paraId="792D900C" w14:textId="77777777" w:rsidR="00C53E01" w:rsidRPr="004E7330" w:rsidRDefault="00C53E01" w:rsidP="00C53E01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megnevezésű</w:t>
      </w:r>
    </w:p>
    <w:p w14:paraId="63FC1C1C" w14:textId="77777777" w:rsidR="00C53E01" w:rsidRPr="004E7330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szakmai követelménymodul</w:t>
      </w:r>
    </w:p>
    <w:p w14:paraId="59CF52D5" w14:textId="77777777" w:rsidR="00C53E01" w:rsidRPr="004E7330" w:rsidRDefault="00C53E01" w:rsidP="00C53E01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tantárgyai, témakörei</w:t>
      </w:r>
    </w:p>
    <w:p w14:paraId="01A9AE78" w14:textId="77777777" w:rsidR="00C53E01" w:rsidRPr="004E7330" w:rsidRDefault="00C53E01" w:rsidP="00C53E01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6596D316" w14:textId="13CE3E76" w:rsidR="00C53E01" w:rsidRPr="004E7330" w:rsidRDefault="00C53E01" w:rsidP="00C53E01">
      <w:pPr>
        <w:rPr>
          <w:rFonts w:cs="Times New Roman"/>
        </w:rPr>
      </w:pPr>
      <w:r w:rsidRPr="004E7330">
        <w:rPr>
          <w:rFonts w:cs="Times New Roman"/>
        </w:rPr>
        <w:lastRenderedPageBreak/>
        <w:t xml:space="preserve">A 11498-12 azonosító számú Foglalkoztatás I. (érettségire épülő képzések esetén) megnevezésű szakmai követelménymodulhoz tartozó tantárgyak és témakörök oktatása során </w:t>
      </w:r>
      <w:r w:rsidR="00D40B94">
        <w:rPr>
          <w:rFonts w:cs="Times New Roman"/>
        </w:rPr>
        <w:t>fejlesztendő kompetenciák:</w:t>
      </w:r>
    </w:p>
    <w:tbl>
      <w:tblPr>
        <w:tblW w:w="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2"/>
        <w:gridCol w:w="700"/>
      </w:tblGrid>
      <w:tr w:rsidR="004E7330" w:rsidRPr="004E7330" w14:paraId="45186080" w14:textId="77777777" w:rsidTr="006A001F">
        <w:trPr>
          <w:trHeight w:val="1755"/>
          <w:jc w:val="center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D440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D777B6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Foglalkoztatás I.</w:t>
            </w:r>
          </w:p>
        </w:tc>
      </w:tr>
      <w:tr w:rsidR="004E7330" w:rsidRPr="004E7330" w14:paraId="17407426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F11B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4E7330" w:rsidRPr="004E7330" w14:paraId="2CC96CE6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9964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6507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4E7330" w:rsidRPr="004E7330" w14:paraId="44221D8C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859A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bemutatkozik (személyes és szakmai vonatkozással)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3ACF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67BD4321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518F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alapadatokat tartalmazó formanyomtatványt kitölt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C2A6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77B9D0DF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273F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szakmai önéletrajzot és motivációs levelet ír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890F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431D2E9F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05B5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 xml:space="preserve">állásinterjún részt vesz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AC9F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4D265931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61F4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munkakörülményekről, karrier lehetőségekről tájékozódik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9F76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652FEC86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9939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idegen nyelvű szakmai irányítás, együttműködés melletti 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F32D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3619DBB5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AF16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munkával, szabadidővel kapcsolatos kifejezések megértése, használata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DA19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5A95C3AE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7471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4E7330" w:rsidRPr="004E7330" w14:paraId="1624AC89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BFA1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6006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4E7330" w:rsidRPr="004E7330" w14:paraId="055C6958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BC0B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szakmai önéletrajz és motivációs levél tartalma, felépítése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B548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11599858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14CF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egy szakmai állásinterjú lehetséges kérdései, illetve válaszai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19C0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53169E1B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2749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közvetlen szakmájára vonatkozó gyakran használt egyszerű szavak, szókapcsolatok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E1A6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137ACAA8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54F1" w14:textId="77777777" w:rsidR="00C53E01" w:rsidRPr="004E7330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a munkakör alapkifejezései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60F1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3F262CFA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3EFC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4E7330" w:rsidRPr="004E7330" w14:paraId="52525E7D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4E15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Egyszerű formanyomtatványok kitöltése idegen nyelven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5E9D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241C00B0" w14:textId="77777777" w:rsidTr="006A001F">
        <w:trPr>
          <w:trHeight w:val="76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B6C1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Szakmai állásinterjún elhangzó idegen nyelven feltett kérdések megértése, illetve azokra való reagálás értelmező, összetett mondatokban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DFAF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4BC073CF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17AF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4E7330" w:rsidRPr="004E7330" w14:paraId="0E06C246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A0DF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Fejlődőképesség, 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483A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2266D667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ABCE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4E7330" w:rsidRPr="004E7330" w14:paraId="02344689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FBB7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Nyelvi magabiztosság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9491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539AFC84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B0AA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3AC1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651FF9F7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3E46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4E7330" w:rsidRPr="004E7330" w14:paraId="1C424764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605C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64EB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4E7330" w:rsidRPr="004E7330" w14:paraId="1568B4F5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8DC3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Analitikus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41CA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C53E01" w:rsidRPr="004E7330" w14:paraId="23560D0C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D4EC" w14:textId="77777777" w:rsidR="00C53E01" w:rsidRPr="004E7330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Deduktív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4B3C" w14:textId="77777777" w:rsidR="00C53E01" w:rsidRPr="004E7330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4E7330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373F4D71" w14:textId="77777777" w:rsidR="00C53E01" w:rsidRPr="004E7330" w:rsidRDefault="00C53E01" w:rsidP="00C53E01">
      <w:pPr>
        <w:rPr>
          <w:rFonts w:cs="Times New Roman"/>
        </w:rPr>
      </w:pPr>
    </w:p>
    <w:p w14:paraId="128AB7DA" w14:textId="77777777" w:rsidR="00C53E01" w:rsidRPr="004E7330" w:rsidRDefault="00C53E01" w:rsidP="00C53E01">
      <w:pPr>
        <w:spacing w:after="0"/>
        <w:rPr>
          <w:rFonts w:cs="Times New Roman"/>
        </w:rPr>
      </w:pPr>
    </w:p>
    <w:p w14:paraId="6EBBEAD4" w14:textId="77777777" w:rsidR="00C53E01" w:rsidRPr="004E7330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Foglalkoztatás I. tantárgy</w:t>
      </w:r>
      <w:r w:rsidRPr="004E7330">
        <w:rPr>
          <w:rFonts w:cs="Times New Roman"/>
          <w:b/>
        </w:rPr>
        <w:tab/>
      </w:r>
      <w:r w:rsidR="006A001F" w:rsidRPr="004E7330">
        <w:rPr>
          <w:rFonts w:cs="Times New Roman"/>
          <w:b/>
        </w:rPr>
        <w:t>62</w:t>
      </w:r>
      <w:r w:rsidRPr="004E7330">
        <w:rPr>
          <w:rFonts w:cs="Times New Roman"/>
          <w:b/>
        </w:rPr>
        <w:t xml:space="preserve"> óra/</w:t>
      </w:r>
      <w:r w:rsidR="006A001F" w:rsidRPr="004E7330">
        <w:rPr>
          <w:rFonts w:cs="Times New Roman"/>
          <w:b/>
        </w:rPr>
        <w:t>62</w:t>
      </w:r>
      <w:r w:rsidRPr="004E7330">
        <w:rPr>
          <w:rFonts w:cs="Times New Roman"/>
          <w:b/>
        </w:rPr>
        <w:t xml:space="preserve"> óra*</w:t>
      </w:r>
    </w:p>
    <w:p w14:paraId="3A2CAF8B" w14:textId="77777777" w:rsidR="00C53E01" w:rsidRPr="004E7330" w:rsidRDefault="00C53E01" w:rsidP="00C53E01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5F5729F5" w14:textId="77777777" w:rsidR="004239CF" w:rsidRPr="004E7330" w:rsidRDefault="004239CF" w:rsidP="004239CF">
      <w:pPr>
        <w:spacing w:after="0"/>
        <w:ind w:left="426"/>
        <w:rPr>
          <w:rFonts w:cs="Times New Roman"/>
        </w:rPr>
      </w:pPr>
    </w:p>
    <w:p w14:paraId="2DF17A44" w14:textId="77777777" w:rsidR="004239CF" w:rsidRPr="004E7330" w:rsidRDefault="004239CF" w:rsidP="004239CF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 szakképesítéshez kapcsolódik.</w:t>
      </w:r>
    </w:p>
    <w:p w14:paraId="23EC4983" w14:textId="77777777" w:rsidR="004239CF" w:rsidRPr="004E7330" w:rsidRDefault="004239CF" w:rsidP="004239CF">
      <w:pPr>
        <w:spacing w:after="0"/>
        <w:ind w:left="426"/>
        <w:rPr>
          <w:rFonts w:cs="Times New Roman"/>
        </w:rPr>
      </w:pPr>
    </w:p>
    <w:p w14:paraId="3ACCF304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6393C4C8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tanításának célja, hogy a diákok alkalmasak legyenek egy idegen nyelvű állásinterjún eredményesen és hatékonyan részt venni.</w:t>
      </w:r>
    </w:p>
    <w:p w14:paraId="36F10ED0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Ehhez kapcsolódóan tudjanak idegen nyelven személyes és szakmai vonatkozást is beleértve bemutatkozni, a munkavállaláshoz kapcsolódóan pedig egy egyszerű formanyomtatványt kitölteni.</w:t>
      </w:r>
    </w:p>
    <w:p w14:paraId="58D21974" w14:textId="61E33FAE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C</w:t>
      </w:r>
      <w:r w:rsidR="00F82916">
        <w:rPr>
          <w:rFonts w:cs="Times New Roman"/>
        </w:rPr>
        <w:t>él, hogy a rendelkezésre álló 62</w:t>
      </w:r>
      <w:r w:rsidRPr="004E7330">
        <w:rPr>
          <w:rFonts w:cs="Times New Roman"/>
        </w:rPr>
        <w:t xml:space="preserve"> tanóra egység keretén belül egyrészt egy nyelvtani rendszerezés történjen meg a legalapvetőbb igeidők, segédigék, illetve az állásinterjúhoz kapcsolódóan a legalapvetőbb mondatszerkesztési eljárások elsajátítása révén. Majd erre építve történjen meg az idegen nyelvi asszociatív memóriafejlesztés és az induktív nyelvtanulási készségfejlesztés 6 alapvető, a mindennapi élethez kapcsolódó társalgási témakörön keresztül. Végül ezekre az ismertekre alapozva valósuljon meg a szakmájához kapcsolódó idegen nyelvi kompetenciafejlesztés.</w:t>
      </w:r>
    </w:p>
    <w:p w14:paraId="0F275375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72B95A96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4BD51757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Idegen nyelvek</w:t>
      </w:r>
    </w:p>
    <w:p w14:paraId="48ED3F58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50A3EB89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3B8FB512" w14:textId="77777777" w:rsidR="00C53E01" w:rsidRPr="004E7330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Nyelvtani rendszerezés 1</w:t>
      </w:r>
    </w:p>
    <w:p w14:paraId="13224643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8 órás nyelvtani rendszerezés alatt a tanulók a legalapvetőbb igeidőket átismétlik, illetve begyakorolják azokat, hogy munkavállaláshoz kapcsolódóan, hogy az állásinterjú során ne okozzon gondot a múltra, illetve a jövőre vonatkozó kérdések megértése, illetve az azokra adandó válaszok megfogalmazása. Továbbá alkalmas lesz a tanuló arra, hogy egy szakmai állásinterjún elhangzott kérdésekre összetett mondatokban legyen képes reagálni, helyesen használva az igeidő egyeztetést. </w:t>
      </w:r>
    </w:p>
    <w:p w14:paraId="24EE4033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igeidők helyes begyakorlása lehetővé teszi számára, hogy mint leendő munkavállaló képes legyen arra, hogy a munkaszerződésben megfogalmazott tartalmakat helyesen értelmezze, illetve a jövőbeli karrierlehetőségeket feltérképezze. A célként megfogalmazott idegen nyelvi magbiztosság csak az igeidők helyes használata révén fog megvalósulni.</w:t>
      </w:r>
    </w:p>
    <w:p w14:paraId="63219F6B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BEDC33C" w14:textId="77777777" w:rsidR="00C53E01" w:rsidRPr="004E7330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Nyelvtani rendszerezés 2</w:t>
      </w:r>
    </w:p>
    <w:p w14:paraId="0B6795D7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8 órás témakör során a diák a kérdésszerkesztés, a jelen, jövő és múlt idejű feltételes mód, illetve a módbeli segédigék (lehetőséget, kötelességet, szükségességet, tiltást kifejező) használatát eleveníti fel, amely révén idegen nyelven sokkal egzaktabb módon tud bemutatkozni szakmai és személyes vonatkozásban egyaránt. A segédigék jelentéstartalmának precíz és pontos ismerete alapján alkalmas lesz arra, hogy tudjon tájékozódni a munkahelyi és szabadidő lehetőségekről. Precízen meg tudja majd fogalmazni az állásinterjún idegen nyelven feltett kérdésekre a választ kihasználva a segédigék által biztosított nyelvi precizitás adta kereteket. A kérdésfeltevés alapvető szabályainak elsajátítása révén alkalmassá válik a diák arra, hogy egy munkahelyi állásinterjún megértse a feltett kérdéseket, illetve esetlegesen ő maga is tisztázó kérdéseket tudjon feltenni a munkahelyi meghallgatás során. A szórend, a prepozíciók és a kötőszavak pontos használatának elsajátításával </w:t>
      </w:r>
      <w:r w:rsidRPr="004E7330">
        <w:rPr>
          <w:rFonts w:cs="Times New Roman"/>
        </w:rPr>
        <w:lastRenderedPageBreak/>
        <w:t>olyan egyszerű mondatszerkesztési eljárások birtokába jut, amely által alkalmassá válik arra, hogy az állásinterjún elhangozott kérdésekre relevánsan tudjon felelni, illetve képes legyen tájékozódni a munkakörülményekről és lehetőségekről.</w:t>
      </w:r>
    </w:p>
    <w:p w14:paraId="1FEBFFB2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BBD180C" w14:textId="77777777" w:rsidR="00C53E01" w:rsidRPr="004E7330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Nyelvi készségfejlesztés</w:t>
      </w:r>
    </w:p>
    <w:p w14:paraId="605049AB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(Az induktív nyelvtanulási képesség és az idegen nyelvi asszociatív memória fejlesztése fonetikai készségfejlesztéssel kiegészítve)</w:t>
      </w:r>
    </w:p>
    <w:p w14:paraId="0326FFA3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</w:p>
    <w:p w14:paraId="0A29D3E1" w14:textId="6F31D9A2" w:rsidR="00C53E01" w:rsidRPr="004E7330" w:rsidRDefault="00F82916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4E7330">
        <w:rPr>
          <w:rFonts w:cs="Times New Roman"/>
        </w:rPr>
        <w:t xml:space="preserve"> órás nyelvi készségfejlesztő blokk során a diák rendszerezi az idegen nyelvi alapszókincshez kapcsolódó ismereteit. E szókincset alapul véve valósul meg az induktív nyelvtanulási képességfejlesztés és az idegen nyelvi asszociatív memóriafejlesztés 6 alapvető társalgási témakör szavai, kifejezésein keresztül. Az induktív nyelvtanulási képesség által egy adott idegen nyelv struktúráját meghatározó szabályok kikövetkeztetésére lesz alkalmas a tanuló. Ahhoz, hogy a diák koherensen lássa a nyelvet, és ennek szellemében tudjon idegen nyelven reagálni, feltétlenül szükséges ennek a képességnek a minél tudatosabb fejlesztése. Ehhez szorosan kapcsolódik az idegen nyelvi asszociatív memóriafejlesztés, ami az idegen nyelvű anyag megtanulásának képessége: képesség arra, hogy létrejöjjön a kapcsolat az ingerek (az anyanyelv szavai, kifejezése) és a válaszok (a célnyelv szavai és kifejezései) között. Mind a két fejlesztés hétköznapi társalgási témakörök elsajátítása során valósul meg. </w:t>
      </w:r>
    </w:p>
    <w:p w14:paraId="01B2130B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elsajátítandó témakörök:</w:t>
      </w:r>
    </w:p>
    <w:p w14:paraId="27914F3A" w14:textId="77777777" w:rsidR="00C53E01" w:rsidRPr="004E7330" w:rsidRDefault="00C53E01" w:rsidP="00DB4F25">
      <w:pPr>
        <w:spacing w:after="0"/>
        <w:ind w:left="1134"/>
        <w:rPr>
          <w:rFonts w:cs="Times New Roman"/>
        </w:rPr>
      </w:pPr>
      <w:r w:rsidRPr="004E7330">
        <w:rPr>
          <w:rFonts w:cs="Times New Roman"/>
        </w:rPr>
        <w:t>-</w:t>
      </w:r>
      <w:r w:rsidRPr="004E7330">
        <w:rPr>
          <w:rFonts w:cs="Times New Roman"/>
        </w:rPr>
        <w:tab/>
        <w:t>személyes bemutatkozás</w:t>
      </w:r>
    </w:p>
    <w:p w14:paraId="0C991E2C" w14:textId="77777777" w:rsidR="00C53E01" w:rsidRPr="004E7330" w:rsidRDefault="00C53E01" w:rsidP="00DB4F25">
      <w:pPr>
        <w:spacing w:after="0"/>
        <w:ind w:left="1134"/>
        <w:rPr>
          <w:rFonts w:cs="Times New Roman"/>
        </w:rPr>
      </w:pPr>
      <w:r w:rsidRPr="004E7330">
        <w:rPr>
          <w:rFonts w:cs="Times New Roman"/>
        </w:rPr>
        <w:t>-</w:t>
      </w:r>
      <w:r w:rsidRPr="004E7330">
        <w:rPr>
          <w:rFonts w:cs="Times New Roman"/>
        </w:rPr>
        <w:tab/>
        <w:t>a munka világa</w:t>
      </w:r>
    </w:p>
    <w:p w14:paraId="6927471D" w14:textId="77777777" w:rsidR="00C53E01" w:rsidRPr="004E7330" w:rsidRDefault="00C53E01" w:rsidP="00DB4F25">
      <w:pPr>
        <w:spacing w:after="0"/>
        <w:ind w:left="1134"/>
        <w:rPr>
          <w:rFonts w:cs="Times New Roman"/>
        </w:rPr>
      </w:pPr>
      <w:r w:rsidRPr="004E7330">
        <w:rPr>
          <w:rFonts w:cs="Times New Roman"/>
        </w:rPr>
        <w:t>-</w:t>
      </w:r>
      <w:r w:rsidRPr="004E7330">
        <w:rPr>
          <w:rFonts w:cs="Times New Roman"/>
        </w:rPr>
        <w:tab/>
        <w:t>napi tevékenységek, aktivitás</w:t>
      </w:r>
    </w:p>
    <w:p w14:paraId="22E0082A" w14:textId="77777777" w:rsidR="00C53E01" w:rsidRPr="004E7330" w:rsidRDefault="00C53E01" w:rsidP="00DB4F25">
      <w:pPr>
        <w:spacing w:after="0"/>
        <w:ind w:left="1134"/>
        <w:rPr>
          <w:rFonts w:cs="Times New Roman"/>
        </w:rPr>
      </w:pPr>
      <w:r w:rsidRPr="004E7330">
        <w:rPr>
          <w:rFonts w:cs="Times New Roman"/>
        </w:rPr>
        <w:t>-</w:t>
      </w:r>
      <w:r w:rsidRPr="004E7330">
        <w:rPr>
          <w:rFonts w:cs="Times New Roman"/>
        </w:rPr>
        <w:tab/>
        <w:t>lakás, ház</w:t>
      </w:r>
    </w:p>
    <w:p w14:paraId="07A60AED" w14:textId="77777777" w:rsidR="00C53E01" w:rsidRPr="004E7330" w:rsidRDefault="00C53E01" w:rsidP="00DB4F25">
      <w:pPr>
        <w:spacing w:after="0"/>
        <w:ind w:left="1134"/>
        <w:rPr>
          <w:rFonts w:cs="Times New Roman"/>
        </w:rPr>
      </w:pPr>
      <w:r w:rsidRPr="004E7330">
        <w:rPr>
          <w:rFonts w:cs="Times New Roman"/>
        </w:rPr>
        <w:t>-</w:t>
      </w:r>
      <w:r w:rsidRPr="004E7330">
        <w:rPr>
          <w:rFonts w:cs="Times New Roman"/>
        </w:rPr>
        <w:tab/>
        <w:t xml:space="preserve">utazás, </w:t>
      </w:r>
    </w:p>
    <w:p w14:paraId="07FDED82" w14:textId="77777777" w:rsidR="00C53E01" w:rsidRPr="004E7330" w:rsidRDefault="00C53E01" w:rsidP="00DB4F25">
      <w:pPr>
        <w:spacing w:after="0"/>
        <w:ind w:left="1134"/>
        <w:rPr>
          <w:rFonts w:cs="Times New Roman"/>
        </w:rPr>
      </w:pPr>
      <w:r w:rsidRPr="004E7330">
        <w:rPr>
          <w:rFonts w:cs="Times New Roman"/>
        </w:rPr>
        <w:t>-</w:t>
      </w:r>
      <w:r w:rsidRPr="004E7330">
        <w:rPr>
          <w:rFonts w:cs="Times New Roman"/>
        </w:rPr>
        <w:tab/>
        <w:t xml:space="preserve">étkezés  </w:t>
      </w:r>
    </w:p>
    <w:p w14:paraId="338D4BAD" w14:textId="77777777" w:rsidR="00C53E01" w:rsidRPr="004E7330" w:rsidRDefault="00C53E01" w:rsidP="00C53E0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Ezen a témakörön keresztül valósul meg a fonetikai dekódolási képességfejlesztés is, amely során a célnyelv legfontosabb fonetikai szabályaival ismerkedik meg a nyelvtanuló.</w:t>
      </w:r>
    </w:p>
    <w:p w14:paraId="4E9CEF35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591A967" w14:textId="77777777" w:rsidR="00C53E01" w:rsidRPr="004E7330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Munkavállalói szókincs</w:t>
      </w:r>
    </w:p>
    <w:p w14:paraId="701CDCDC" w14:textId="22503DFE" w:rsidR="00C53E01" w:rsidRPr="004E7330" w:rsidRDefault="00F82916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4E7330">
        <w:rPr>
          <w:rFonts w:cs="Times New Roman"/>
        </w:rPr>
        <w:t xml:space="preserve"> órás szakmai ny</w:t>
      </w:r>
      <w:r>
        <w:rPr>
          <w:rFonts w:cs="Times New Roman"/>
        </w:rPr>
        <w:t>elvi készségfejlesztés csak a 39</w:t>
      </w:r>
      <w:r w:rsidR="00C53E01" w:rsidRPr="004E7330">
        <w:rPr>
          <w:rFonts w:cs="Times New Roman"/>
        </w:rPr>
        <w:t xml:space="preserve"> órás 3 alapozó témakör elsajátítása után lehetséges. Cél, hogy a témakör végére a diák folyékonyan tudjon bemutatkozni kifejezetten szakmai vonatkozással. Képes lesz a munkalehetőségeket feltérképezni a célnyelvi országban. Begyakorolja az alapadatokat tartalmazó formanyomtatvány kitöltését, illetve a szakmai önéletrajz és a motivációs levél megírásához szükséges rutint megszerzi. Elsajátítja azt a szakmai jellegű szókincset, ami alkalmassá teszi arra, hogy a munkalehetőségekről, munkakörülményekről tájékozódjon. A témakör tanulása során közvetlenül a szakmájára vonatkozó gyakran használt kifejezéseket sajátítja el. A munkaszerződések kulcskifejezéseinek elsajátítása és fordítása révén alkalmas lesz arra, hogy a leendő saját munkaszerződését, illetve munkaköri leírását lefordítsa és értelmezze.</w:t>
      </w:r>
    </w:p>
    <w:p w14:paraId="1E51DB49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55640A2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18FA5AC6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Az órák kb. 50%-a egyszerű tanteremben történjen, egy másik fele pedig számítógépes tanterem, hiszen az oktatás egy jelentős részben digitális tananyag által támogatott formában zajlik.</w:t>
      </w:r>
    </w:p>
    <w:p w14:paraId="57792230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5763FD54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lastRenderedPageBreak/>
        <w:t>A tantárgy értékelésének módja</w:t>
      </w:r>
    </w:p>
    <w:p w14:paraId="31FA5E00" w14:textId="2BC8B842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6CF501B6" w14:textId="77777777" w:rsidR="00C53E01" w:rsidRPr="004E7330" w:rsidRDefault="00C53E01" w:rsidP="00C53E01">
      <w:pPr>
        <w:spacing w:after="0"/>
        <w:rPr>
          <w:rFonts w:cs="Times New Roman"/>
        </w:rPr>
      </w:pPr>
    </w:p>
    <w:p w14:paraId="0E4F898C" w14:textId="77777777" w:rsidR="00C53E01" w:rsidRPr="004E7330" w:rsidRDefault="00C53E01" w:rsidP="00C53E01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1C5C7F07" w14:textId="77777777" w:rsidR="00C53E01" w:rsidRPr="004E7330" w:rsidRDefault="00C53E01" w:rsidP="00C53E01">
      <w:pPr>
        <w:rPr>
          <w:rFonts w:cs="Times New Roman"/>
        </w:rPr>
      </w:pPr>
    </w:p>
    <w:p w14:paraId="2381E7BE" w14:textId="77777777" w:rsidR="00C53E01" w:rsidRPr="004E7330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</w:t>
      </w:r>
    </w:p>
    <w:p w14:paraId="49A42057" w14:textId="77777777" w:rsidR="00C53E01" w:rsidRPr="004E7330" w:rsidRDefault="00226B6F" w:rsidP="00C53E01">
      <w:pPr>
        <w:spacing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11500</w:t>
      </w:r>
      <w:r w:rsidR="00C53E01" w:rsidRPr="004E7330">
        <w:rPr>
          <w:rFonts w:cs="Times New Roman"/>
          <w:b/>
          <w:sz w:val="36"/>
        </w:rPr>
        <w:t>-</w:t>
      </w:r>
      <w:r w:rsidRPr="004E7330">
        <w:rPr>
          <w:rFonts w:cs="Times New Roman"/>
          <w:b/>
          <w:sz w:val="36"/>
        </w:rPr>
        <w:t>12</w:t>
      </w:r>
      <w:r w:rsidR="00C53E01" w:rsidRPr="004E7330">
        <w:rPr>
          <w:rFonts w:cs="Times New Roman"/>
          <w:b/>
          <w:sz w:val="36"/>
        </w:rPr>
        <w:t xml:space="preserve"> azonosító számú</w:t>
      </w:r>
    </w:p>
    <w:p w14:paraId="38798BEA" w14:textId="77777777" w:rsidR="00C53E01" w:rsidRPr="004E7330" w:rsidRDefault="00226B6F" w:rsidP="00C53E01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Munkahelyi egészség és biztonság</w:t>
      </w:r>
    </w:p>
    <w:p w14:paraId="29F94F79" w14:textId="77777777" w:rsidR="00C53E01" w:rsidRPr="004E7330" w:rsidRDefault="00C53E01" w:rsidP="00C53E01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megnevezésű</w:t>
      </w:r>
    </w:p>
    <w:p w14:paraId="5C6AA906" w14:textId="77777777" w:rsidR="00C53E01" w:rsidRPr="004E7330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szakmai követelménymodul</w:t>
      </w:r>
    </w:p>
    <w:p w14:paraId="02E343BE" w14:textId="77777777" w:rsidR="00C53E01" w:rsidRPr="004E7330" w:rsidRDefault="00C53E01" w:rsidP="00C53E01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tantárgyai, témakörei</w:t>
      </w:r>
    </w:p>
    <w:p w14:paraId="63AA8D76" w14:textId="77777777" w:rsidR="00C53E01" w:rsidRPr="004E7330" w:rsidRDefault="00C53E01" w:rsidP="00C53E01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2101E5FA" w14:textId="0958F5AC" w:rsidR="00C53E01" w:rsidRPr="004E7330" w:rsidRDefault="00C53E01" w:rsidP="00C53E01">
      <w:pPr>
        <w:rPr>
          <w:rFonts w:cs="Times New Roman"/>
        </w:rPr>
      </w:pPr>
      <w:r w:rsidRPr="004E7330">
        <w:rPr>
          <w:rFonts w:cs="Times New Roman"/>
        </w:rPr>
        <w:lastRenderedPageBreak/>
        <w:t xml:space="preserve">A </w:t>
      </w:r>
      <w:r w:rsidR="00226B6F" w:rsidRPr="004E7330">
        <w:rPr>
          <w:rFonts w:cs="Times New Roman"/>
        </w:rPr>
        <w:t>11500</w:t>
      </w:r>
      <w:r w:rsidRPr="004E7330">
        <w:rPr>
          <w:rFonts w:cs="Times New Roman"/>
        </w:rPr>
        <w:t>-</w:t>
      </w:r>
      <w:r w:rsidR="00226B6F" w:rsidRPr="004E7330">
        <w:rPr>
          <w:rFonts w:cs="Times New Roman"/>
        </w:rPr>
        <w:t>16</w:t>
      </w:r>
      <w:r w:rsidRPr="004E7330">
        <w:rPr>
          <w:rFonts w:cs="Times New Roman"/>
        </w:rPr>
        <w:t xml:space="preserve"> azonosító számú </w:t>
      </w:r>
      <w:r w:rsidR="00226B6F" w:rsidRPr="004E7330">
        <w:rPr>
          <w:rFonts w:cs="Times New Roman"/>
        </w:rPr>
        <w:t>Munkahelyi egészség és biztonság</w:t>
      </w:r>
      <w:r w:rsidRPr="004E7330">
        <w:rPr>
          <w:rFonts w:cs="Times New Roman"/>
        </w:rPr>
        <w:t xml:space="preserve"> megnevezésű szakmai követelménymodulhoz tartozó tantárgyak és témakörök oktatása során </w:t>
      </w:r>
      <w:r w:rsidR="00D40B94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58"/>
        <w:gridCol w:w="957"/>
      </w:tblGrid>
      <w:tr w:rsidR="004E7330" w:rsidRPr="00F82916" w14:paraId="79730AB4" w14:textId="77777777" w:rsidTr="00F82916">
        <w:trPr>
          <w:cantSplit/>
          <w:trHeight w:val="1697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E066D5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BD5F05E" w14:textId="77777777" w:rsidR="00766B2B" w:rsidRPr="00F82916" w:rsidRDefault="00766B2B" w:rsidP="00F8291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Munkahelyi egészség és biztonság</w:t>
            </w:r>
          </w:p>
        </w:tc>
      </w:tr>
      <w:tr w:rsidR="004E7330" w:rsidRPr="00F82916" w14:paraId="374E49B3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6EA34F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BFAB9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4EBC3AD3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E1E3C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Tudatosítja a munkahelyi egészség és biztonság jelentőségét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AC535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573AAE0A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298FD0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Betartja és betartatja a munkahelyekkel kapcsolatos munkavédelmi követelményeket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EC44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67864202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339E76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Betartja és betartatja a munkavégzés személyi és szervezési feltételeivel kapcsolatos munkavédelmi követelményeket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2CCC4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43CDF798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9F4505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Betartja és betartatja a munkavégzés tárgyi feltételeivel kapcsolatos munkavédelmi követelményeket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79D66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272B518B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A05C22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A munkavédelmi szakemberrel, munkavédelmi képviselővel együttműködve részt vesz a munkavédelmi feladatok ellátásában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B5CFE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020475CD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E41019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A5751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3A254EA7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27F5DE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A munkahelyi egészség és biztonság, mint érték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00891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2A0883CB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73E26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A munkabalesetek és foglalkozási megbetegedések hátrányos következményei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81DB4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34B1F5B4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B4D0E6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A munkavédelem fogalomrendszere, szabályozása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ECC56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236D8E78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2BDAE6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Munkahelyek kialakításának alapvető szabályai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98198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5AFEDA14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FF5AF3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A munkavégzés általános személyi és szervezési feltételei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0EF73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65486F6C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2028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Munkaeszközök a munkahelyeken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B9825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2B60D1EA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E773FA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Munkavédelmi feladatok a munkahelyeken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90D52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688185BF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61D0A7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Munkavédelmi szakemberek és feladataik a munkahelyeken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E7DEC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46990DE1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4E75F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D1270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244D6F4F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B65D9B" w14:textId="77777777" w:rsidR="00766B2B" w:rsidRPr="00F82916" w:rsidRDefault="00766B2B" w:rsidP="00226B6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Információforrások kezelése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20098" w14:textId="77777777" w:rsidR="00766B2B" w:rsidRPr="00F82916" w:rsidRDefault="00766B2B" w:rsidP="00226B6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16F21242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B3E3FE" w14:textId="77777777" w:rsidR="00766B2B" w:rsidRPr="00F82916" w:rsidRDefault="00766B2B" w:rsidP="00226B6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Biztonsági szín- és alakjelek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E6D41" w14:textId="77777777" w:rsidR="00766B2B" w:rsidRPr="00F82916" w:rsidRDefault="00766B2B" w:rsidP="00226B6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2D3C8C27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B337EE" w14:textId="77777777" w:rsidR="00766B2B" w:rsidRPr="00F82916" w:rsidRDefault="00766B2B" w:rsidP="00226B6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Olvasott szakmai szöveg megértése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8A03" w14:textId="77777777" w:rsidR="00766B2B" w:rsidRPr="00F82916" w:rsidRDefault="00766B2B" w:rsidP="00226B6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79B7EF37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97FC6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78CF8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4489FC60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610B1E" w14:textId="77777777" w:rsidR="00766B2B" w:rsidRPr="00F82916" w:rsidRDefault="00766B2B" w:rsidP="00226B6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Felelősségtudat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4345F" w14:textId="77777777" w:rsidR="00766B2B" w:rsidRPr="00F82916" w:rsidRDefault="00766B2B" w:rsidP="00226B6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61AFE4D5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3BCDF" w14:textId="77777777" w:rsidR="00766B2B" w:rsidRPr="00F82916" w:rsidRDefault="00766B2B" w:rsidP="00226B6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Szabálykövetés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1BA96" w14:textId="77777777" w:rsidR="00766B2B" w:rsidRPr="00F82916" w:rsidRDefault="00766B2B" w:rsidP="00226B6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3CA7DF35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EA9F23" w14:textId="77777777" w:rsidR="00766B2B" w:rsidRPr="00F82916" w:rsidRDefault="00766B2B" w:rsidP="00226B6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Döntésképesség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7E0CC" w14:textId="77777777" w:rsidR="00766B2B" w:rsidRPr="00F82916" w:rsidRDefault="00766B2B" w:rsidP="00226B6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69AF9374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2AB9B7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36390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0545B491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8CAFF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Visszacsatolási készség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043CC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09E4BB6B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CCEC7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Irányíthatóság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599A8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7AB76451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6B53D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Irányítási készség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3B5EE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79C6720C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0771A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60E12" w14:textId="77777777" w:rsidR="00766B2B" w:rsidRPr="00F82916" w:rsidRDefault="00766B2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7899FC94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22853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Rendszerező képesség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1DCA1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4E7330" w:rsidRPr="00F82916" w14:paraId="07E84756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7BAFC7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Körültekintés, elővigyázatosság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3426F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2916" w:rsidRPr="00F82916" w14:paraId="69568BB0" w14:textId="77777777" w:rsidTr="00F82916">
        <w:trPr>
          <w:trHeight w:val="255"/>
          <w:jc w:val="center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056BC1" w14:textId="77777777" w:rsidR="00766B2B" w:rsidRPr="00F82916" w:rsidRDefault="00766B2B" w:rsidP="00326654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Helyzetfelismerés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3D02F" w14:textId="77777777" w:rsidR="00766B2B" w:rsidRPr="00F82916" w:rsidRDefault="00766B2B" w:rsidP="00326654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2916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</w:tbl>
    <w:p w14:paraId="3839DF71" w14:textId="77777777" w:rsidR="00AD55B2" w:rsidRPr="004E7330" w:rsidRDefault="00AD55B2" w:rsidP="00C53E01">
      <w:pPr>
        <w:rPr>
          <w:rFonts w:cs="Times New Roman"/>
        </w:rPr>
      </w:pPr>
    </w:p>
    <w:p w14:paraId="1F3DB93C" w14:textId="77777777" w:rsidR="00C53E01" w:rsidRPr="004E7330" w:rsidRDefault="00C53E01" w:rsidP="00C53E01">
      <w:pPr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1DF7FBB4" w14:textId="77777777" w:rsidR="00C53E01" w:rsidRPr="004E7330" w:rsidRDefault="00581EA0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lastRenderedPageBreak/>
        <w:t>Munkahelyi egészség és biztonság</w:t>
      </w:r>
      <w:r w:rsidR="00C53E01" w:rsidRPr="004E7330">
        <w:rPr>
          <w:rFonts w:cs="Times New Roman"/>
          <w:b/>
        </w:rPr>
        <w:t xml:space="preserve"> tantárgy</w:t>
      </w:r>
      <w:r w:rsidR="00C53E01" w:rsidRPr="004E7330">
        <w:rPr>
          <w:rFonts w:cs="Times New Roman"/>
          <w:b/>
        </w:rPr>
        <w:tab/>
      </w:r>
      <w:r w:rsidRPr="004E7330">
        <w:rPr>
          <w:rFonts w:cs="Times New Roman"/>
          <w:b/>
        </w:rPr>
        <w:t>18</w:t>
      </w:r>
      <w:r w:rsidR="00C53E01" w:rsidRPr="004E7330">
        <w:rPr>
          <w:rFonts w:cs="Times New Roman"/>
          <w:b/>
        </w:rPr>
        <w:t xml:space="preserve"> óra/</w:t>
      </w:r>
      <w:r w:rsidRPr="004E7330">
        <w:rPr>
          <w:rFonts w:cs="Times New Roman"/>
          <w:b/>
        </w:rPr>
        <w:t>18</w:t>
      </w:r>
      <w:r w:rsidR="00C53E01" w:rsidRPr="004E7330">
        <w:rPr>
          <w:rFonts w:cs="Times New Roman"/>
          <w:b/>
        </w:rPr>
        <w:t xml:space="preserve"> óra*</w:t>
      </w:r>
    </w:p>
    <w:p w14:paraId="4D7FF81D" w14:textId="77777777" w:rsidR="00C53E01" w:rsidRPr="004E7330" w:rsidRDefault="00C53E01" w:rsidP="00C53E01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415E5491" w14:textId="77777777" w:rsidR="004239CF" w:rsidRPr="004E7330" w:rsidRDefault="004239CF" w:rsidP="004239CF">
      <w:pPr>
        <w:spacing w:after="0"/>
        <w:ind w:left="426"/>
        <w:rPr>
          <w:rFonts w:cs="Times New Roman"/>
        </w:rPr>
      </w:pPr>
    </w:p>
    <w:p w14:paraId="5ADF04F5" w14:textId="1E4BBEB6" w:rsidR="004239CF" w:rsidRPr="004E7330" w:rsidRDefault="004239CF" w:rsidP="004239CF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38CE1361" w14:textId="77777777" w:rsidR="004239CF" w:rsidRPr="004E7330" w:rsidRDefault="004239CF" w:rsidP="004239CF">
      <w:pPr>
        <w:spacing w:after="0"/>
        <w:ind w:left="426"/>
        <w:rPr>
          <w:rFonts w:cs="Times New Roman"/>
        </w:rPr>
      </w:pPr>
    </w:p>
    <w:p w14:paraId="54CA4B0D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6FAE1141" w14:textId="77777777" w:rsidR="00581EA0" w:rsidRPr="004E7330" w:rsidRDefault="00581EA0" w:rsidP="00581EA0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tanuló általános felkészítése az egészséget nem veszélyeztető és biztonságos munkavégzésre, a biztonságos munkavállalói magatartáshoz szükséges kompetenciák elsajátíttatása.</w:t>
      </w:r>
    </w:p>
    <w:p w14:paraId="03D8DB29" w14:textId="77777777" w:rsidR="00C53E01" w:rsidRPr="004E7330" w:rsidRDefault="00581EA0" w:rsidP="00581EA0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Nincsen előtanulmányi követelmény.</w:t>
      </w:r>
    </w:p>
    <w:p w14:paraId="315C60C7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3FF98491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625F7315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02CEE69E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5671E3C9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6A3C6C30" w14:textId="77777777" w:rsidR="00C53E01" w:rsidRPr="004E7330" w:rsidRDefault="00581EA0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Munkavédelmi alapismeretek</w:t>
      </w:r>
    </w:p>
    <w:p w14:paraId="2B0F59EF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munkahelyi egészség és biztonság jelentősége</w:t>
      </w:r>
    </w:p>
    <w:p w14:paraId="06FA0044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Történeti áttekintés. A szervezett munkavégzésre vonatkozó munkabiztonsági és munkaegészségügyi követelmények, továbbá ennek megvalósítására szolgáló törvénykezési, szervezési, intézményi előírások jelentősége. Az egészséget nem veszélyeztető és biztonságos munkavégzés személyi, tárgyi és szervezeti feltételeinek értelmezése. </w:t>
      </w:r>
    </w:p>
    <w:p w14:paraId="3FE8ED65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munkakörnyezet és a munkavégzés hatása a munkát végző ember egészségére és testi épségére</w:t>
      </w:r>
    </w:p>
    <w:p w14:paraId="65E81A79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munkavállalók egészségét és biztonságát veszélyeztető kockázatok, a munkakörülmények hatásai, a munkavégzésből eredő megterhelések, munkakörnyezet kóroki tényezők.</w:t>
      </w:r>
    </w:p>
    <w:p w14:paraId="144C8B8C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megelőzés fontossága és lehetőségei</w:t>
      </w:r>
    </w:p>
    <w:p w14:paraId="57922970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munkavállalók egészségének, munkavégző képességének megóvása és a munkakörülmények humanizálása érdekében szükséges előírások jelentősége a munkabalesetek és a foglalkozással összefüggő megbetegedések megelőzésének érdekében. A műszaki megelőzés, zárt technológia, a biztonsági berendezések, egyéni védőeszközök és szervezési intézkedések fogalma, fajtái, és rendeltetésük.</w:t>
      </w:r>
    </w:p>
    <w:p w14:paraId="1D4C94A4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Munkavédelem, mint komplex fogalom (munkabiztonság-munkaegészségügy)</w:t>
      </w:r>
    </w:p>
    <w:p w14:paraId="1DEF2116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Veszélyes és ártalmas termelési tényezők</w:t>
      </w:r>
    </w:p>
    <w:p w14:paraId="79D503BC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munkavédelem fogalomrendszere, források</w:t>
      </w:r>
    </w:p>
    <w:p w14:paraId="7BFD2CB8" w14:textId="77777777" w:rsidR="00C53E01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munkavédelemről szóló 1993. évi XCIII. törvény fogalom meghatározásai.</w:t>
      </w:r>
    </w:p>
    <w:p w14:paraId="3AA97E90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3692D90" w14:textId="77777777" w:rsidR="00C53E01" w:rsidRPr="004E7330" w:rsidRDefault="00581EA0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Munkahelyek kialakítása</w:t>
      </w:r>
    </w:p>
    <w:p w14:paraId="45059938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Munkahelyek kialakításának általános szabályai</w:t>
      </w:r>
    </w:p>
    <w:p w14:paraId="02D3E41F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létesítés általános követelményei, a hatásos védelem módjai, prioritások.</w:t>
      </w:r>
    </w:p>
    <w:p w14:paraId="15E32685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Szociális létesítmények</w:t>
      </w:r>
    </w:p>
    <w:p w14:paraId="46498B11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Öltözőhelyiségek, pihenőhelyek, tisztálkodó- és mellékhelyiségek biztosítása, megfelelősége. </w:t>
      </w:r>
    </w:p>
    <w:p w14:paraId="0E68F85A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Közlekedési útvonalak, menekülési utak, jelölések</w:t>
      </w:r>
    </w:p>
    <w:p w14:paraId="6C0C3AC2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Közlekedési útvonalak, menekülési utak, helyiségek padlózata, ajtók és kapuk, lépcsők, veszélyes területek, akadálymentes közlekedés, jelölések.</w:t>
      </w:r>
    </w:p>
    <w:p w14:paraId="2C3708CF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Alapvető feladatok a tűzmegelőzés érdekében</w:t>
      </w:r>
    </w:p>
    <w:p w14:paraId="5659A911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Tűzmegelőzés, tervezés, létesítés, üzemeltetés, karbantartás, javítás és felülvizsgálat. Tűzoltó készülékek, tűzoltó technika, beépített tűzjelző berendezés vagy tűzoltó </w:t>
      </w:r>
      <w:r w:rsidRPr="004E7330">
        <w:rPr>
          <w:rFonts w:cs="Times New Roman"/>
        </w:rPr>
        <w:lastRenderedPageBreak/>
        <w:t xml:space="preserve">berendezések. Tűzjelzés adása, fogadása, tűzjelző vagy tűzoltó központok, valamint távfelügyelet. </w:t>
      </w:r>
    </w:p>
    <w:p w14:paraId="48B7D009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Termékfelelősség, forgalomba hozatal kritériumai.</w:t>
      </w:r>
    </w:p>
    <w:p w14:paraId="4EB4C176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Anyagmozgatás</w:t>
      </w:r>
    </w:p>
    <w:p w14:paraId="076E9DB1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Anyagmozgatás a munkahelyeken. Kézi és gépi anyagmozgatás fajtái. A kézi anyagmozgatás szabályai, hátsérülések megelőzése</w:t>
      </w:r>
      <w:r w:rsidRPr="004E7330">
        <w:rPr>
          <w:rFonts w:cs="Times New Roman"/>
        </w:rPr>
        <w:tab/>
      </w:r>
    </w:p>
    <w:p w14:paraId="39A45044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Raktározás</w:t>
      </w:r>
    </w:p>
    <w:p w14:paraId="6FA806AF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Áruk fajtái, raktározás típusai</w:t>
      </w:r>
    </w:p>
    <w:p w14:paraId="1C155A71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Munkahelyi rend és hulladékkezelés</w:t>
      </w:r>
    </w:p>
    <w:p w14:paraId="7A3B660E" w14:textId="77777777" w:rsidR="00C53E01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Jelzések, feliratok, biztonsági szín- és alakjelek. Hulladékgazdálkodás, környezetvédelem célja, eszközei.</w:t>
      </w:r>
    </w:p>
    <w:p w14:paraId="53C73274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BE7604A" w14:textId="77777777" w:rsidR="00C53E01" w:rsidRPr="004E7330" w:rsidRDefault="00581EA0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Munkavégzés személyi feltételei</w:t>
      </w:r>
    </w:p>
    <w:p w14:paraId="1665A9B0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munkavégzés személyi feltételei: jogszerű foglalkoztatás, munkaköri alkalmasság orvosi vizsgálata, foglalkoztatási tilalmak, szakmai ismeretek, munkavédelmi ismeretek</w:t>
      </w:r>
    </w:p>
    <w:p w14:paraId="552B7E42" w14:textId="77777777" w:rsidR="00C53E01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munkavégzés alapvető szervezési feltételei: egyedül végzett munka tilalma, irányítás szükségessége. Egyéni védőeszközök juttatásának szabályai.</w:t>
      </w:r>
    </w:p>
    <w:p w14:paraId="00978219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F669D92" w14:textId="77777777" w:rsidR="00C53E01" w:rsidRPr="004E7330" w:rsidRDefault="00581EA0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Munkaeszközök biztonsága</w:t>
      </w:r>
    </w:p>
    <w:p w14:paraId="2EB7D57D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Munkaeszközök halmazai</w:t>
      </w:r>
    </w:p>
    <w:p w14:paraId="5D85ED7B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Szerszám, készülék, gép, berendezés fogalom meghatározása.</w:t>
      </w:r>
    </w:p>
    <w:p w14:paraId="75F4760D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Munkaeszközök dokumentációi</w:t>
      </w:r>
    </w:p>
    <w:p w14:paraId="3E61BFEB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Munkaeszköz üzembe helyezésének, használatba vételének dokumentációs követelményei, és a munkaeszközre (mint termékre) meghatározott EK-megfelelőségi nyilatkozat, valamint a megfelelőséget tanúsító egyéb dokumentumok.</w:t>
      </w:r>
    </w:p>
    <w:p w14:paraId="470C6320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Munkaeszközök veszélyessége, eljárások</w:t>
      </w:r>
    </w:p>
    <w:p w14:paraId="4143AAC7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Biztonságtechnika alapelvei, veszélyforrások típusai, megbízhatóság, meghibásodás, biztonság. A biztonságtechnika jellemzői, kialakítás követelményei. Veszélyes munkaeszközök, üzembe helyezési eljárás.</w:t>
      </w:r>
    </w:p>
    <w:p w14:paraId="5BFB5A33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Munkaeszközök üzemeltetésének, használatának feltételei</w:t>
      </w:r>
    </w:p>
    <w:p w14:paraId="54C0426C" w14:textId="77777777" w:rsidR="00C53E01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Feltétlenül és feltételesen ható biztonságtechnika, konstrukciós, üzemviteli és emberi tényezők szerepe. Általános üzemeltetési követelmények. Kezelőelemek, védőberendezések kialakítása, a biztonságos működés ellenőrzése, ergonómiai követelmények.</w:t>
      </w:r>
    </w:p>
    <w:p w14:paraId="6EC118A6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0DB9C55" w14:textId="77777777" w:rsidR="00C53E01" w:rsidRPr="004E7330" w:rsidRDefault="00581EA0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Munkakörnyezeti hatások</w:t>
      </w:r>
    </w:p>
    <w:p w14:paraId="04091E75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Veszélyforrások, veszélyek a munkahelyeken (pl. zaj, rezgés, veszélyes anyagok és keverékek, stressz)</w:t>
      </w:r>
    </w:p>
    <w:p w14:paraId="6CE21D1C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Fizikai, biológiai és kémiai hatások a dolgozókra, főbb veszélyforrások valamint a veszélyforrások felismerésének módszerei és a védekezés a lehetőségei. </w:t>
      </w:r>
    </w:p>
    <w:p w14:paraId="39839FC2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stressz, munkahelyi stressz fogalma és az ellene való védekezés jelentősége a munkahelyen.</w:t>
      </w:r>
    </w:p>
    <w:p w14:paraId="0994B550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kockázat fogalma, felmérése és kezelése.</w:t>
      </w:r>
    </w:p>
    <w:p w14:paraId="28FC7DC1" w14:textId="77777777" w:rsidR="00C53E01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kockázatok azonosításának, értékelésének és kezelésének célja az egészséget nem veszélyeztető és biztonságos munkavégzés feltételeinek biztosításában, a munkahelyi balesetek és foglalkozási megbetegedések megelőzésben. A munkavállalók részvételének jelentősége.</w:t>
      </w:r>
    </w:p>
    <w:p w14:paraId="797117B9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2A80068" w14:textId="77777777" w:rsidR="00C53E01" w:rsidRPr="004E7330" w:rsidRDefault="00581EA0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Munkavédelmi jogi ismeretek</w:t>
      </w:r>
    </w:p>
    <w:p w14:paraId="0224545A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lastRenderedPageBreak/>
        <w:t>A munkavédelem szabályrendszere, jogok és kötelezettségek.</w:t>
      </w:r>
    </w:p>
    <w:p w14:paraId="46C4A783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Alaptörvényben biztosított jogok az egészséget, biztonságot és méltóságot tiszteletben tartó munkafeltételekhez, a testi és lelki egészségének megőrzéséhez. A Munkavédelemről szóló 1993. évi XCIII. törvényben meghatározottak szerint a munkavédelem alapvető szabályai, a követelmények normarendszere és az érintett szereplők (állam, munkáltatók, munkavállalók) főbb feladatai. A kémiai biztonságról szóló 2000. évi XXV. törvény, illetve a Kormány, az ágazati miniszterek rendeleteinek szabályozási területei a további részletes követelményekről. A szabványok, illetve a munkáltatók helyi előírásainak szerepe.</w:t>
      </w:r>
    </w:p>
    <w:p w14:paraId="015B1A84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Munkavédelmi feladatok a munkahelyeken.</w:t>
      </w:r>
    </w:p>
    <w:p w14:paraId="1F14E231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munkáltatók alapvető feladatai az egészséget nem veszélyeztető és biztonságos munkakörülmények biztosítása érdekében. Tervezés, létesítés, üzemeltetés. Munkavállalók feladatai a munkavégzés során.</w:t>
      </w:r>
    </w:p>
    <w:p w14:paraId="7F363A07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Munkavédelmi szakemberek feladatai a munkahelyeken.</w:t>
      </w:r>
    </w:p>
    <w:p w14:paraId="5E5D2E24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Munkabiztonsági és munkaegészségügyi szaktevékenység keretében ellátandó feladatok. Foglalkozás-egészségügyi feladatok.</w:t>
      </w:r>
    </w:p>
    <w:p w14:paraId="37C00C98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Balesetek és foglalkozási megbetegedések.</w:t>
      </w:r>
    </w:p>
    <w:p w14:paraId="5DB0042D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Balesetek és munkabalesetek, valamint a foglalkozási megbetegedések fogalma. Feladatok munkabaleset esetén. A kivizsgálás, mint a megelőzés eszköze.</w:t>
      </w:r>
    </w:p>
    <w:p w14:paraId="449D0DD6" w14:textId="77777777" w:rsidR="00581EA0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Munkavédelmi érdekképviselet a munkahelyen.</w:t>
      </w:r>
    </w:p>
    <w:p w14:paraId="58289C43" w14:textId="77777777" w:rsidR="00C53E01" w:rsidRPr="004E7330" w:rsidRDefault="00581EA0" w:rsidP="00581EA0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munkavállalók munkavédelmi érdekképviseletének jelentősége és lehetőségei. A választott képviselők szerepe, feladatai, jogai.</w:t>
      </w:r>
    </w:p>
    <w:p w14:paraId="28FFA828" w14:textId="77777777" w:rsidR="00C53E01" w:rsidRPr="004E7330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2E2DCFF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04451402" w14:textId="77777777" w:rsidR="00C53E01" w:rsidRPr="004E7330" w:rsidRDefault="00581EA0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Tanterem.</w:t>
      </w:r>
    </w:p>
    <w:p w14:paraId="691D3D75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639E31F1" w14:textId="77777777" w:rsidR="00C53E01" w:rsidRPr="004E7330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46EEC391" w14:textId="2724902F" w:rsidR="00C53E01" w:rsidRPr="004E7330" w:rsidRDefault="00C53E01" w:rsidP="00C53E0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50D1636C" w14:textId="77777777" w:rsidR="00C53E01" w:rsidRPr="004E7330" w:rsidRDefault="00C53E01" w:rsidP="00C53E01">
      <w:pPr>
        <w:spacing w:after="0"/>
        <w:ind w:left="426"/>
        <w:rPr>
          <w:rFonts w:cs="Times New Roman"/>
        </w:rPr>
      </w:pPr>
    </w:p>
    <w:p w14:paraId="0BE00698" w14:textId="77777777" w:rsidR="00FB6DBC" w:rsidRPr="004E7330" w:rsidRDefault="00FB6DBC" w:rsidP="00FB6DBC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2C69BF53" w14:textId="77777777" w:rsidR="00FB6DBC" w:rsidRPr="004E7330" w:rsidRDefault="00FB6DBC" w:rsidP="00FB6DBC">
      <w:pPr>
        <w:rPr>
          <w:rFonts w:cs="Times New Roman"/>
        </w:rPr>
      </w:pPr>
    </w:p>
    <w:p w14:paraId="6FDD9F47" w14:textId="77777777" w:rsidR="00FB6DBC" w:rsidRPr="004E7330" w:rsidRDefault="00FB6DBC" w:rsidP="00FB6DBC">
      <w:pPr>
        <w:spacing w:before="28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</w:t>
      </w:r>
    </w:p>
    <w:p w14:paraId="2434559D" w14:textId="77777777" w:rsidR="00FB6DBC" w:rsidRPr="004E7330" w:rsidRDefault="0020176C" w:rsidP="00FB6DBC">
      <w:pPr>
        <w:spacing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10925</w:t>
      </w:r>
      <w:r w:rsidR="00FB6DBC" w:rsidRPr="004E7330">
        <w:rPr>
          <w:rFonts w:cs="Times New Roman"/>
          <w:b/>
          <w:sz w:val="36"/>
        </w:rPr>
        <w:t>-</w:t>
      </w:r>
      <w:r w:rsidRPr="004E7330">
        <w:rPr>
          <w:rFonts w:cs="Times New Roman"/>
          <w:b/>
          <w:sz w:val="36"/>
        </w:rPr>
        <w:t>16</w:t>
      </w:r>
      <w:r w:rsidR="00FB6DBC" w:rsidRPr="004E7330">
        <w:rPr>
          <w:rFonts w:cs="Times New Roman"/>
          <w:b/>
          <w:sz w:val="36"/>
        </w:rPr>
        <w:t xml:space="preserve"> azonosító számú</w:t>
      </w:r>
    </w:p>
    <w:p w14:paraId="06C53464" w14:textId="77777777" w:rsidR="00FB6DBC" w:rsidRPr="004E7330" w:rsidRDefault="0020176C" w:rsidP="00FB6DBC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Agrárműszaki alapok</w:t>
      </w:r>
    </w:p>
    <w:p w14:paraId="56779753" w14:textId="77777777" w:rsidR="00FB6DBC" w:rsidRPr="004E7330" w:rsidRDefault="00FB6DBC" w:rsidP="00FB6DBC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megnevezésű</w:t>
      </w:r>
    </w:p>
    <w:p w14:paraId="44F5316E" w14:textId="77777777" w:rsidR="00FB6DBC" w:rsidRPr="004E7330" w:rsidRDefault="00FB6DBC" w:rsidP="00FB6DBC">
      <w:pPr>
        <w:spacing w:before="480"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szakmai követelménymodul</w:t>
      </w:r>
    </w:p>
    <w:p w14:paraId="0D76207B" w14:textId="77777777" w:rsidR="00FB6DBC" w:rsidRPr="004E7330" w:rsidRDefault="00FB6DBC" w:rsidP="00FB6DBC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tantárgyai, témakörei</w:t>
      </w:r>
    </w:p>
    <w:p w14:paraId="07C8C828" w14:textId="77777777" w:rsidR="00FB6DBC" w:rsidRPr="004E7330" w:rsidRDefault="00FB6DBC" w:rsidP="00FB6DBC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3CB36639" w14:textId="7CBB6275" w:rsidR="00FB6DBC" w:rsidRPr="004E7330" w:rsidRDefault="00FB6DBC" w:rsidP="00FB6DBC">
      <w:pPr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20176C" w:rsidRPr="004E7330">
        <w:rPr>
          <w:rFonts w:cs="Times New Roman"/>
        </w:rPr>
        <w:t>10925</w:t>
      </w:r>
      <w:r w:rsidRPr="004E7330">
        <w:rPr>
          <w:rFonts w:cs="Times New Roman"/>
        </w:rPr>
        <w:t>-</w:t>
      </w:r>
      <w:r w:rsidR="0020176C" w:rsidRPr="004E7330">
        <w:rPr>
          <w:rFonts w:cs="Times New Roman"/>
        </w:rPr>
        <w:t>16</w:t>
      </w:r>
      <w:r w:rsidRPr="004E7330">
        <w:rPr>
          <w:rFonts w:cs="Times New Roman"/>
        </w:rPr>
        <w:t xml:space="preserve"> azonosító számú </w:t>
      </w:r>
      <w:r w:rsidR="0020176C" w:rsidRPr="004E7330">
        <w:rPr>
          <w:rFonts w:cs="Times New Roman"/>
        </w:rPr>
        <w:t>Agrárműszaki alapok</w:t>
      </w:r>
      <w:r w:rsidRPr="004E7330">
        <w:rPr>
          <w:rFonts w:cs="Times New Roman"/>
        </w:rPr>
        <w:t xml:space="preserve"> megnevezésű szakmai követelménymodulhoz tartozó tantárgyak és témakörök oktatása során </w:t>
      </w:r>
      <w:r w:rsidR="00D40B94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49"/>
        <w:gridCol w:w="758"/>
        <w:gridCol w:w="758"/>
        <w:gridCol w:w="759"/>
      </w:tblGrid>
      <w:tr w:rsidR="004E7330" w:rsidRPr="00F82916" w14:paraId="0DF85A9C" w14:textId="77777777" w:rsidTr="00F82916">
        <w:trPr>
          <w:cantSplit/>
          <w:trHeight w:val="2291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655B51" w14:textId="77777777" w:rsidR="00766B2B" w:rsidRPr="00F82916" w:rsidRDefault="00766B2B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06D1E9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Géprajz, gépelemek, mechanika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53C9EB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Anyagismeret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1A0B97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Agrárműszaki alapok gyakorlat</w:t>
            </w:r>
          </w:p>
        </w:tc>
      </w:tr>
      <w:tr w:rsidR="004E7330" w:rsidRPr="00F82916" w14:paraId="0FC56F00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8CB9F" w14:textId="77777777" w:rsidR="00766B2B" w:rsidRPr="00F82916" w:rsidRDefault="00766B2B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8538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99CE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4275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5BC2E3A3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40104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Használja, értelmezi a munka tárgyára, az eszközökre, a technológiákra vonatkozó dokumentumokat (technológiai előírások, műveletterv, műveleti utasítás, műszaki leírás, gépkönyv, szabványok stb.)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DD70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FE45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7B68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0B719087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A3C8B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Olvassa, használja a műszaki rajzokat, egyszerű gépészeti műszaki rajzokat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71E6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5D85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95EA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53EFDD05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C24CA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Gépipari alapméréseket, anyagvizsgálatokat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48D8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701A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6928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1D2C979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FEE77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Felismeri a szerkezeti anyagok főbb típusait, tulajdonságait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2106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D03C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6F5D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657F8A48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7E49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Kiválasztja, meghatározza a feladatnak megfelelő anyagminőséget, -mennyiséget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A946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C424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8931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6AFB6BF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E8DD8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Segédletek használatával alapvető szilárdsági és kinematikai számításokat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730B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426C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FB13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67C50ED5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0296C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Dokumentáció alapján előrajzol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F1E8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2A01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39E8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13A4A884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D6FC5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Egyszerű alkatrészek elkészítéséhez művelet-, illetve szerelési tervet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B4BD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9D78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DBD5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FB88085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E18C9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Kiválasztja, ellenőrzi, használja és karbantartja a kézi és kisgépes fémalakító műveletekhez használatos gépeket, szerszámokat, mérőeszközöket, védőfelszereléseket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A94D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D6AE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AF57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4BDF1AC1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274C8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Munkadarabot készít kézi és gépi alapeljárásokkal (darabolás, forgácsolás, képlékenyalakítás, élezés)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EB0B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DB9F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3102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67A8A3DB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124A9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Tisztítja, tárolja a gépelemeket, gépeket, szerkezeti egységeket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51D1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A9E3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4F5D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08E8AC1B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A2E57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Általános minőségű hegesztett kötést készít kézi ívhegesztéssel, gázhegesztéssel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A0F6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E927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62FE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4E292FF9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1F2C9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Hőkezelést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ECA8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CEB9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8044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752C1223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239E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Kemény- és lágyforrasztott kötéseket ellenőriz, készít, bont, javít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5041A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B2C7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5B4F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7928C1AB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0C19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Oldható kötéseket és helyzetbiztosító elemeket ellenőriz, készít, bont, javít, cserél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EFDC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B22F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9763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41C79F1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9AA4F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Roncsolással oldható kötéseket (szegecs, zsugor, ragasztott) ellenőriz,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7B50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7CB5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FC81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1F99232A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7EECF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Gépelemek, hajtások, mozgást átalakító szerkezetek (kötőgépelemek, forgó mozgást közvetítő és teljesítmény-átviteli gépelemek, hajtóművek, tengelykapcsolók, rugók, csővezetékek, fékek, tengelyek, csapágyak) szerelését végzi: ellenőriz, beállít, cserél, javít, karbantart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688F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14A8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47B3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50B24576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E6BEB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Ellátja a mező- és erdőgazdaságban vagy az élelmiszeriparban használt szivattyúk, szállító- és rakodógépek szerkezeti egységeinek szerelési feladatait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FAF7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AAC5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3409A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71C88A85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1FA0D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Hidraulikus rendszereket használ, karbantart, ellenőriz, elvégzi az alapvető kapcsolási, szerelési, ellenőrzési feladatokat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99A2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B289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1676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5C340B6C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7701A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Pneumatikus rendszereket használ, karbantart, ellenőriz, elvégzi az alapvető kapcsolási, szerelési, ellenőrzési feladatokat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869A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AAFD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7D7F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0DE41D70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A7040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Kiválasztja és megrendeli, ellenőrzi a szükséges alkatrészeket, részegységeket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2598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294B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F510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596B6A64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4A056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Ismeri és használja, ellenőrzi az erdő- és mezőgazdaság vagy az élelmiszeripar műszaki ellátásához használt speciális szerelő, karbantartó, szerszámokat, anyagokat, eszközöket, készülékeket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D8D8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BDA8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B2D0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AB87666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DD5A1E" w14:textId="77777777" w:rsidR="00766B2B" w:rsidRPr="00F82916" w:rsidRDefault="00766B2B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6F7E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246C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2B1B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169B6546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A2F47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Síkmértani szerkesztések, géprajzi 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8F85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BA7D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2267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4062E5BB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8FC6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Ábrázolási módok, műszaki rajzok olvasása, értelmezése, készítése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8E52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CA15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5CCE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7204E2FE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13FDA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Egyszerűsített és jelképi ábrázolás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74E9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E6C3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A5BEA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F6738A3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8512F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Mértékegységek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4C4A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9F6D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06A3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5DE9AEA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F4A6B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Műszaki mérés és eszközei (hosszméretek, szögek, alak- és helyzetpontosság mérése és ellenőrzése)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BE09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2F5B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93B8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1D7A4CD2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E9E52A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Diagramok olvasása, értelmezése, készítése, szabványok, illesztések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9542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E121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9DA5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53D0AB67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E1C88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Gépkönyv, kezelési, szerelési, karbantartási útmutatók, technológiai leírások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63A9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23CA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E647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8FB3C22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4C728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Előrajzolás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24BE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7CDB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BC0AA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2B4ADA09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EC04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Szerkezeti anyagok tulajdonságai, felhasználása, fémek és ötvözeteik, nemfémes anyagok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3ABD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4A34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9003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56DCF1C0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9B55B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Anyagvizsgálatok (roncsolásos, roncsolásmentes), technológiai próbák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56F5A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D05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EBB8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2641D3E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33262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Anyagmegmunkálás (reszelés, fűrészelés, köszörülés, képlékenyalakítás, hajlítás, nyújtás, egyengetés, élkiképzés, kézi és kisgépes forgácsolás)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B39A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F77D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5211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97B1186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C2A6D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Mechanikai 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785B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1576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304C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5328CCBA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5C033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Kéttámaszú és befogott tartók egyensúlya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538E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454BA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32B8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28592EDD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42E5B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Igénybevételek (egyszerű, összetett), terhelési módok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492A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9CD7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CBAD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070DE7C2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679CD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Tüzelő- és kenőanyagok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7D12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0574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051C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17BBF624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80B44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Szabványok, szabványos anyagok, gépelemek, gépegységek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FCC9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9D3A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9194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7448C0BB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DE76C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Gépelemek: tengelyek, csapágyak, kötőgépelemek, mozgást átalakító, forgó mozgást közvetítő és nyomatékátszármaztató hajtások, hajtóművek, szabadonfutók, fékek, rugók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F96D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BB60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36CF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609C3DA4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16C73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Szivattyúk, tartályok, csövek, csőkötések, tömítések, csőidomok, csőszerelvények, anyagai, alkalmazási területek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43CA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79FB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63F0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51469EF5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F5979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Szerelési műveletterv, műveleti utasítás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6567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0442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2C6E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22EE169B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4CF89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A gáz- és ívhegesztés, egyéb hegesztő eljárások és biztonsági előírásai, tűzvédelmi előírásai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8AB2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B57F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A027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05B0BDFD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E5FDB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Hőkezelés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250C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1EE8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9BEF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7D3D420C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7550E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Hidraulikus és pneumatikus berendezések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C838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ED04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9CFF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47481DAC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1BD37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Működés ellenőrzése, hiba-megállapítás, (szemrevételezés, mérés, repedésvizsgálat), hibafelvételi jegyzőkönyv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BBDD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DC90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4E95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4DF790DD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7276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Gépalkatrészek tisztítása, zsírtalanítás, az anyagok korróziós tulajdonságai, korrózióvédő anyagok, felhasználási előírások, korrózióvédelem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E6A3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C84E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2BCF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3FC505D8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7D5F4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Alkatrészek, gépelemek, gépegységek ellenőrzése, felújítása, javítása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CFD5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F9E3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572E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60CE3B12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7DFCB9" w14:textId="77777777" w:rsidR="00766B2B" w:rsidRPr="00F82916" w:rsidRDefault="00766B2B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5031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4B14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1802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20AB588A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D18C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Szakmai nyelvű beszéd- és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B573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DAE2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FBBF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7122C579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705D2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Számítási feladatok megoldása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1A14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4853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7952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1490AAAC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FEA2F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Gépészeti rajz készítése,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F199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5048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C817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574A66C0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F0518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Folyamatábrák, diagramok, nomogramok kitöltése, készítése,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4F8CA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95F8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2D1E0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16798F25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54AEA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Szerelő és egyéb szerszámok,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C89B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C1DE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3FA6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464AEE10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5367D" w14:textId="77777777" w:rsidR="00766B2B" w:rsidRPr="00F82916" w:rsidRDefault="00766B2B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82E2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F78B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6E98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00B3F56D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9BB0D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CA19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0FEF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332E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07B4FEF3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DB0A9A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Térbeli tájékozódás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26BA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96D8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BB39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23948EED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55D0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Elhivatottság, elkötelezettség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E006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3224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5C43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55F47F48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3BEEFF" w14:textId="77777777" w:rsidR="00766B2B" w:rsidRPr="00F82916" w:rsidRDefault="00766B2B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C586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F78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FD1E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45E0397C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3CA5F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Segítőkészség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7507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7AB2C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E6FB4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4FB5D895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0A35D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Motiválhatóság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16E1A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996D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77B2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0B122BFD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429BC8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Visszacsatolási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EFE5B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0B37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19DD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7E17FE1C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E3052" w14:textId="77777777" w:rsidR="00766B2B" w:rsidRPr="00F82916" w:rsidRDefault="00766B2B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0A87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B7535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C50E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F82916" w14:paraId="1EA6694F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C7CD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Áttekintő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F44DD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1A1A3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2AB67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4E7330" w:rsidRPr="00F82916" w14:paraId="74B504AF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22BBD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Problémamegoldás, hibaelhárítás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CED29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337C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0A19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  <w:tr w:rsidR="00F82916" w:rsidRPr="00F82916" w14:paraId="68E93EFD" w14:textId="77777777" w:rsidTr="00F82916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81A90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Lényegfelismerés (lényeglátás)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F651E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6DA01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65BB6" w14:textId="77777777" w:rsidR="00766B2B" w:rsidRPr="00F82916" w:rsidRDefault="00766B2B" w:rsidP="0020176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2916">
              <w:rPr>
                <w:rFonts w:cs="Times New Roman"/>
                <w:szCs w:val="24"/>
              </w:rPr>
              <w:t>x</w:t>
            </w:r>
          </w:p>
        </w:tc>
      </w:tr>
    </w:tbl>
    <w:p w14:paraId="57226300" w14:textId="77777777" w:rsidR="00FB6DBC" w:rsidRPr="004E7330" w:rsidRDefault="00FB6DBC" w:rsidP="00FB6DBC">
      <w:pPr>
        <w:rPr>
          <w:rFonts w:cs="Times New Roman"/>
        </w:rPr>
      </w:pPr>
    </w:p>
    <w:p w14:paraId="5D3CD0D6" w14:textId="77777777" w:rsidR="00FB6DBC" w:rsidRPr="004E7330" w:rsidRDefault="00FB6DBC" w:rsidP="00FB6DBC">
      <w:pPr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012499C8" w14:textId="77777777" w:rsidR="00FB6DBC" w:rsidRPr="004E7330" w:rsidRDefault="0020176C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Géprajz, gépelemek, mechanika</w:t>
      </w:r>
      <w:r w:rsidR="00FB6DBC" w:rsidRPr="004E7330">
        <w:rPr>
          <w:rFonts w:cs="Times New Roman"/>
          <w:b/>
        </w:rPr>
        <w:t xml:space="preserve"> tantárgy</w:t>
      </w:r>
      <w:r w:rsidR="00FB6DBC" w:rsidRPr="004E7330">
        <w:rPr>
          <w:rFonts w:cs="Times New Roman"/>
          <w:b/>
        </w:rPr>
        <w:tab/>
      </w:r>
      <w:r w:rsidR="003476F4" w:rsidRPr="004E7330">
        <w:rPr>
          <w:rFonts w:cs="Times New Roman"/>
          <w:b/>
        </w:rPr>
        <w:t>162</w:t>
      </w:r>
      <w:r w:rsidR="00FB6DBC" w:rsidRPr="004E7330">
        <w:rPr>
          <w:rFonts w:cs="Times New Roman"/>
          <w:b/>
        </w:rPr>
        <w:t xml:space="preserve"> óra/</w:t>
      </w:r>
      <w:r w:rsidR="003476F4" w:rsidRPr="004E7330">
        <w:rPr>
          <w:rFonts w:cs="Times New Roman"/>
          <w:b/>
        </w:rPr>
        <w:t>162</w:t>
      </w:r>
      <w:r w:rsidR="00FB6DBC" w:rsidRPr="004E7330">
        <w:rPr>
          <w:rFonts w:cs="Times New Roman"/>
          <w:b/>
        </w:rPr>
        <w:t xml:space="preserve"> óra*</w:t>
      </w:r>
    </w:p>
    <w:p w14:paraId="742C40AE" w14:textId="77777777" w:rsidR="00FB6DBC" w:rsidRPr="004E7330" w:rsidRDefault="00FB6DBC" w:rsidP="00FB6DBC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60BA47CD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65615AC3" w14:textId="3A33FBED" w:rsidR="00FB6DBC" w:rsidRPr="004E7330" w:rsidRDefault="00FB6DBC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62E3DC21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5A80D067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1AC7E745" w14:textId="77777777" w:rsidR="0020176C" w:rsidRPr="004E7330" w:rsidRDefault="0020176C" w:rsidP="0020176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Géprajz, gépelemek, mechanika tantárgy oktatásának célja, hogy a tanulók gépészeti-műszaki alapismerete elősegítse a gépészeti gondolkodásmód kialakulását, hozzájáruljon a műszaki feladatok megoldásához, az erdőgazdaságban alkalmazott berendezések, eszközök működésének megértéséhez.</w:t>
      </w:r>
    </w:p>
    <w:p w14:paraId="02001278" w14:textId="77777777" w:rsidR="0020176C" w:rsidRPr="004E7330" w:rsidRDefault="0020176C" w:rsidP="0020176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tantárgyban megtanult géprajzi ábrázolások, a gépelemek működésének, szerkezeti felépítésének, a mechanikai törvényszerűségek szabályainak elsajátítása a gépészeti szakemberek tevékenységének alapját képezik. </w:t>
      </w:r>
    </w:p>
    <w:p w14:paraId="57D1353F" w14:textId="77777777" w:rsidR="00FB6DBC" w:rsidRPr="004E7330" w:rsidRDefault="0020176C" w:rsidP="0020176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feladata a tanulók kombinatív, logikus gondolkodó-képességének fejlesztése, egyúttal az esztétikai igényességre nevelés is.</w:t>
      </w:r>
    </w:p>
    <w:p w14:paraId="0FF49FD0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36A3A496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3EEDE6E8" w14:textId="77777777" w:rsidR="00FB6DBC" w:rsidRPr="004E7330" w:rsidRDefault="0020176C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Rajz (vetületi ábrázolás), Kémia (anyagok szerkezete), Fizika (mechanika, statika)</w:t>
      </w:r>
    </w:p>
    <w:p w14:paraId="47C03902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3457DCB1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29BA3969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Műszaki dokumentációk</w:t>
      </w:r>
    </w:p>
    <w:p w14:paraId="6839331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Műszaki dokumentációk, mint információhordozó elemek fogalma.</w:t>
      </w:r>
    </w:p>
    <w:p w14:paraId="7569807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Rajzlapméretek, méretarányok, feliratmezők, vonalak, szabványbetűk.</w:t>
      </w:r>
    </w:p>
    <w:p w14:paraId="6B72859C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Szabvány fogalma, rajztechnikai szabványok, előírások, méretarány, rajzlapok mérete.</w:t>
      </w:r>
    </w:p>
    <w:p w14:paraId="237CA1F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Rajzkészítés alapszabályai, felszerelések, szabadkézi és szerkesztett rajzok.</w:t>
      </w:r>
    </w:p>
    <w:p w14:paraId="7F5F4B8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Síkmértani szerkesztések, a műszaki életben gyakori geometriai szerkesztések.</w:t>
      </w:r>
    </w:p>
    <w:p w14:paraId="05E1C4C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Ábrázolás képsík rendszerben.</w:t>
      </w:r>
    </w:p>
    <w:p w14:paraId="4147B40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Egyenesek, sík-, térbeli-idomok ábrázolása két képsíkos rendszerben.</w:t>
      </w:r>
    </w:p>
    <w:p w14:paraId="76D25C4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Vetületi szabály és alkalmazása, párhuzamos és centrális vetítés.</w:t>
      </w:r>
    </w:p>
    <w:p w14:paraId="7F2B645C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Axonometrikus ábrázolás: egyméretű, kétméretű, frontális.</w:t>
      </w:r>
    </w:p>
    <w:p w14:paraId="3EB629C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Síkmetszések fogalma, sík- és görbe felületű testek síkmetszése.</w:t>
      </w:r>
    </w:p>
    <w:p w14:paraId="6D6CFFE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Áthatások szerepe, az áthatás fogalma.</w:t>
      </w:r>
    </w:p>
    <w:p w14:paraId="09A2D1A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Sík és görbe testek áthatása.</w:t>
      </w:r>
    </w:p>
    <w:p w14:paraId="4651FA7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Géprajz típusai, fajtái, jellemzői.</w:t>
      </w:r>
    </w:p>
    <w:p w14:paraId="5202784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Szabványos rajzok: alkatrészrajz, gyártási rajz, vázlatrajz, részlet-rajz, összeállítási rajz, elrendezési, telepítési rajz.</w:t>
      </w:r>
    </w:p>
    <w:p w14:paraId="43CE105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Metszetek származtatása.</w:t>
      </w:r>
    </w:p>
    <w:p w14:paraId="5355C8CC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Ábrázolás metszetekkel, a metszetek fajtái, metszetábrázolás szerepe, jelentősége.</w:t>
      </w:r>
    </w:p>
    <w:p w14:paraId="1D05293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Egyszerű metszet jellemzői, alkalmazása, teljes metszet.</w:t>
      </w:r>
    </w:p>
    <w:p w14:paraId="6A0B7E3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Félnézet-félmetszet, kitörések használata.</w:t>
      </w:r>
    </w:p>
    <w:p w14:paraId="55F6169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Összetett metszetek jellemzői, fajtái: lépcsős, befordított, kiterített metszet.</w:t>
      </w:r>
    </w:p>
    <w:p w14:paraId="5CCE70E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Szelvény fogalma, alkalmazásának célja, elhelyezése.</w:t>
      </w:r>
    </w:p>
    <w:p w14:paraId="76CF49E0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Méretmegadás, mérethálózat szabályai, elemei, betű és rajzjelei.</w:t>
      </w:r>
    </w:p>
    <w:p w14:paraId="09521A6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Bázisfelület, az alapvonal fogalma.</w:t>
      </w:r>
    </w:p>
    <w:p w14:paraId="2DCB96F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Különleges méretmegadások, egyszerűsítések: ív, szög, sugár, él letörés, furat, kúposság, lejtés, szabványos alkatrészek.</w:t>
      </w:r>
    </w:p>
    <w:p w14:paraId="766C633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Ábrázolási egyszerűsítések, célja, fajtái, jelölése.</w:t>
      </w:r>
    </w:p>
    <w:p w14:paraId="37281A9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Köríven elhelyezkedő furatok, ismétlődő egységek, szimmetrikus tárgy ábrázolása.</w:t>
      </w:r>
    </w:p>
    <w:p w14:paraId="1891D1D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Egyszerű gépelemek méretezett ábrázolása.</w:t>
      </w:r>
    </w:p>
    <w:p w14:paraId="2D2B6EDC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Csatlakozó és mozgó alkatrészek jelölése.</w:t>
      </w:r>
    </w:p>
    <w:p w14:paraId="7648B44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Tűrési, illesztési rendszer alapelvei, fogalmai, elméleti és gyártott méretek hibahatára.</w:t>
      </w:r>
    </w:p>
    <w:p w14:paraId="5E38F72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Szabványos tűrésértékek, osztályok, határméretek.</w:t>
      </w:r>
    </w:p>
    <w:p w14:paraId="4A6DD08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Illesztés, tűrés jelölése műszaki rajzon, tűréstáblázatok használata.</w:t>
      </w:r>
    </w:p>
    <w:p w14:paraId="71E6C56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Felületminőség mérőszáma, felületi érdesség jellemzői, megadásának szabályai.</w:t>
      </w:r>
    </w:p>
    <w:p w14:paraId="3D30F1B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Rekonstrukció szerepe a műszaki életben, rajzkészítés, rajzolvasás.</w:t>
      </w:r>
    </w:p>
    <w:p w14:paraId="19B6C55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Egyszerűbb alkatrészek, szerkezeti egységek rajzai, folyamatábrák jellemzői, műszaki leírás, gépkönyv használata.</w:t>
      </w:r>
    </w:p>
    <w:p w14:paraId="13BD60B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Rajzkészítés, rajolvasás szabályai.</w:t>
      </w:r>
    </w:p>
    <w:p w14:paraId="63350D19" w14:textId="77777777" w:rsidR="00FB6DB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Diagramok, nomogramok rajzolása, olvasása, értékelése.</w:t>
      </w:r>
    </w:p>
    <w:p w14:paraId="05445B24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A692C80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Műszaki alapmérések</w:t>
      </w:r>
    </w:p>
    <w:p w14:paraId="1FDCFBB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Mérés, ellenőrzés fogalma, mértékegységek.</w:t>
      </w:r>
    </w:p>
    <w:p w14:paraId="7BB1BE25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Nemzetközileg használt, elfogadott mértékegységek.</w:t>
      </w:r>
    </w:p>
    <w:p w14:paraId="6CD89EC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Méretek megadása, átszámítása.</w:t>
      </w:r>
    </w:p>
    <w:p w14:paraId="4D4F422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Mérési alapfogalmak, mérési hibák.</w:t>
      </w:r>
    </w:p>
    <w:p w14:paraId="74A8DB1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Műszaki mérés eszközei, mérőeszközök.</w:t>
      </w:r>
    </w:p>
    <w:p w14:paraId="0CEA82F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Hosszméretek mérése, szögek mérése és ellenőrzése.</w:t>
      </w:r>
    </w:p>
    <w:p w14:paraId="1BAEDD6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Hossz- és szögmérő eszközök (tolómérő, mikrométer, mérőóra, talpas tolómérő, mélységmérő, mechanikai és optikai szögmérő, mérőhasáb, idomszerek, menetmérők, ütésellenőrzés, derékszög-mérő stb.).</w:t>
      </w:r>
    </w:p>
    <w:p w14:paraId="1E717212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Mechanikai, digitális mérőeszközök típusai, alkalmazásuk.</w:t>
      </w:r>
    </w:p>
    <w:p w14:paraId="0131DD5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Külső-belső felületek mérésének eszközei.</w:t>
      </w:r>
    </w:p>
    <w:p w14:paraId="7105A41A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Alak- és helyzetpontosság mérése.</w:t>
      </w:r>
    </w:p>
    <w:p w14:paraId="0075748F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Mérési pontosság, műszerhibák.</w:t>
      </w:r>
    </w:p>
    <w:p w14:paraId="35053B6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Felületi minőség jelölése, mérésének eszközei.</w:t>
      </w:r>
    </w:p>
    <w:p w14:paraId="24C4099A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Mérési dokumentumok jelentősége, készítése.</w:t>
      </w:r>
    </w:p>
    <w:p w14:paraId="0FB1269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Mérési utasítások.</w:t>
      </w:r>
    </w:p>
    <w:p w14:paraId="1A22FFB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Felületi érdesség ellenőrzése.</w:t>
      </w:r>
    </w:p>
    <w:p w14:paraId="4BB89A75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Tengelyek ütésellenőrzése.</w:t>
      </w:r>
    </w:p>
    <w:p w14:paraId="040A5895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Egyenesség, síklapúság, párhuzamosság, egytengelyűség, körkörösség ellenőrzése, mérése.</w:t>
      </w:r>
    </w:p>
    <w:p w14:paraId="1BF4EE4C" w14:textId="77777777" w:rsidR="00FB6DB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Előrajzolás szabályai, eszközei.</w:t>
      </w:r>
    </w:p>
    <w:p w14:paraId="1E66ACDB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4021FD4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Gépelemek igénybevételének módjai</w:t>
      </w:r>
    </w:p>
    <w:p w14:paraId="408BF2CA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Statikai és szilárdságtani alapismeretek.</w:t>
      </w:r>
    </w:p>
    <w:p w14:paraId="53EE0300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Mechanikai alapfogalmak.</w:t>
      </w:r>
    </w:p>
    <w:p w14:paraId="6CF60C1C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erő fogalma, az erők összegzése, felbontása összetevőkre.</w:t>
      </w:r>
    </w:p>
    <w:p w14:paraId="363B8AB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Általános síkbeli erőrendszer eredőjének meghatározása szerkesztéssel.</w:t>
      </w:r>
    </w:p>
    <w:p w14:paraId="2544F10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Nyomaték értelmezése.</w:t>
      </w:r>
    </w:p>
    <w:p w14:paraId="60DFB15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Egyensúlyi helyzetek, stabilitás.</w:t>
      </w:r>
    </w:p>
    <w:p w14:paraId="00A37D5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kényszerek, a három erő egyensúlya.</w:t>
      </w:r>
    </w:p>
    <w:p w14:paraId="1B0B926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Igénybevételek fajtái: húzó-, nyomó-, nyíró-, hajlító-, csavaró és összetett igénybevételek.</w:t>
      </w:r>
    </w:p>
    <w:p w14:paraId="25FC2435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Fárasztó igénybevételek.</w:t>
      </w:r>
    </w:p>
    <w:p w14:paraId="5505B95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igénybevételek hatására fellépő feszültségek.</w:t>
      </w:r>
    </w:p>
    <w:p w14:paraId="57A51E8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Méretezés húzásra, nyomásra.</w:t>
      </w:r>
    </w:p>
    <w:p w14:paraId="74902AC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Méretezés hajlításra.</w:t>
      </w:r>
    </w:p>
    <w:p w14:paraId="59C708E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Méretezés nyírásra.</w:t>
      </w:r>
    </w:p>
    <w:p w14:paraId="43ADB80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Méretezés csavarásra.</w:t>
      </w:r>
    </w:p>
    <w:p w14:paraId="7A798EC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Méretezés összetett igénybevételre.</w:t>
      </w:r>
    </w:p>
    <w:p w14:paraId="24683966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D6EB953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Kötőgépelemek</w:t>
      </w:r>
    </w:p>
    <w:p w14:paraId="2BC872A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Gépelemek fogalma, csoportosítása (oldható, nem oldható).</w:t>
      </w:r>
    </w:p>
    <w:p w14:paraId="43E25D4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Csavarkötések, csavarmenet származtatása:</w:t>
      </w:r>
    </w:p>
    <w:p w14:paraId="5E21885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menetprofilok, menettípusok,</w:t>
      </w:r>
    </w:p>
    <w:p w14:paraId="4778751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mozgató és kötőcsavarok,</w:t>
      </w:r>
    </w:p>
    <w:p w14:paraId="73315E2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csavaranyák, csavarbiztosítások,</w:t>
      </w:r>
    </w:p>
    <w:p w14:paraId="47F6EE9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különféle csavarkötések,</w:t>
      </w:r>
    </w:p>
    <w:p w14:paraId="672BF5A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csavarorsós mozgatószerkezetek.</w:t>
      </w:r>
    </w:p>
    <w:p w14:paraId="1C7B65C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Csavarok, csavaranyák anyagainak jelölése, ábrázolása.</w:t>
      </w:r>
    </w:p>
    <w:p w14:paraId="44FD3F6A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Csavarozás és szerszámai, csavarmeghúzási nyomaték korlátozása.</w:t>
      </w:r>
    </w:p>
    <w:p w14:paraId="4276AC7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Csavarbiztosítási eljárások jellemzői.</w:t>
      </w:r>
    </w:p>
    <w:p w14:paraId="5DC2F45F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Menetkészítés szerszámai, segédeszközei, segédanyagai.</w:t>
      </w:r>
    </w:p>
    <w:p w14:paraId="1B25C19F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Ék-, retesz-, csapszeg- és bordáskötés jellemzői, tűrések, illesztések, ábrázolásuk.</w:t>
      </w:r>
    </w:p>
    <w:p w14:paraId="1281B3D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Ék- és reteszkötések feladatai, alkalmazása:</w:t>
      </w:r>
    </w:p>
    <w:p w14:paraId="14DC6EEF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siklóretesz, íves retesz, fészkes retesz, hornyos retesz,</w:t>
      </w:r>
    </w:p>
    <w:p w14:paraId="6798930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lapos ék, nyerges ék, fészkes ék, hornyos ék.</w:t>
      </w:r>
    </w:p>
    <w:p w14:paraId="634D42F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Csapszegek, szegkötések fajtái, alkalmazása, anyagai, biztosítási módok.</w:t>
      </w:r>
    </w:p>
    <w:p w14:paraId="260EEC40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Szegecsek, szegecskötések feladata, típusai.</w:t>
      </w:r>
    </w:p>
    <w:p w14:paraId="258A2A05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Szegecskötés ábrázolása részmetszettel, kitöréssel.</w:t>
      </w:r>
    </w:p>
    <w:p w14:paraId="407AC25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Szegecskötések kialakítása, szegecskötési megoldások (átlapolt, hevederes, egysoros, többsoros), alkalmazási területük.</w:t>
      </w:r>
    </w:p>
    <w:p w14:paraId="407DF96A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Szegecskötés terhelése, igénybevétele.</w:t>
      </w:r>
    </w:p>
    <w:p w14:paraId="3BD63CB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szabványos szegecsek fajtái és fő alkalmazási területei.</w:t>
      </w:r>
    </w:p>
    <w:p w14:paraId="24E4E15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Szegecselési technológiák és eljárások szerszámai, eszközei, berendezései.</w:t>
      </w:r>
    </w:p>
    <w:p w14:paraId="7BA5E02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Hegesztett kötések jellemzői, technológiái:</w:t>
      </w:r>
    </w:p>
    <w:p w14:paraId="2594592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varratok kialakítása,</w:t>
      </w:r>
    </w:p>
    <w:p w14:paraId="472D4772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hegesztett gépszerkezetek kialakítása,</w:t>
      </w:r>
    </w:p>
    <w:p w14:paraId="2F1ABA2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szilárdsága, a hegeszthetőség feltételei,</w:t>
      </w:r>
    </w:p>
    <w:p w14:paraId="2F65416A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rajzjelek.</w:t>
      </w:r>
    </w:p>
    <w:p w14:paraId="5A8B5D0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Gázhegesztés: gázhegesztő berendezés, hegesztőláng, hegesztés technológiája, segédanyagai.</w:t>
      </w:r>
    </w:p>
    <w:p w14:paraId="2F7C56A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Villamos ívhegesztés: berendezései, ellenállás hegesztés, védőgázos hegesztés, segédanyagai.</w:t>
      </w:r>
    </w:p>
    <w:p w14:paraId="5015AD65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Forrasztott kötések:</w:t>
      </w:r>
    </w:p>
    <w:p w14:paraId="6AA9DC4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funkciója, kialakítása, alkalmazása,</w:t>
      </w:r>
    </w:p>
    <w:p w14:paraId="1174487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- kemény- és lágyforrasztás technológiája, feladatai, segédanyagai.</w:t>
      </w:r>
    </w:p>
    <w:p w14:paraId="350BD6D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Ragasztás anyagai, eszközei, alkalmazási területe, kötési módok.</w:t>
      </w:r>
    </w:p>
    <w:p w14:paraId="223CD982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Kúpos- és zsugorkötések alkalmazása, kialakítása.</w:t>
      </w:r>
    </w:p>
    <w:p w14:paraId="137111F1" w14:textId="77777777" w:rsidR="00FB6DB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Gépelemek hiba megállapítása.</w:t>
      </w:r>
    </w:p>
    <w:p w14:paraId="73CA097D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8DAF06E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Tengelyek, tengelykötések, csapágyak, csapágyazások</w:t>
      </w:r>
    </w:p>
    <w:p w14:paraId="724674B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Tengelyek, csapok feladata, csoportosítása, kialakítása.</w:t>
      </w:r>
    </w:p>
    <w:p w14:paraId="13F878A2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Tengelyek kenése.</w:t>
      </w:r>
    </w:p>
    <w:p w14:paraId="3E38A4E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Tengelykötés sikló-, íves-, fészkes-, hornyos-retesszel.</w:t>
      </w:r>
    </w:p>
    <w:p w14:paraId="1E1B521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Tengelykötés lapos, nyerges, fészkes, hornyos ékkel.</w:t>
      </w:r>
    </w:p>
    <w:p w14:paraId="192A09B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Bordás tengelyek és agyak, jelképes ábrázolása.</w:t>
      </w:r>
    </w:p>
    <w:p w14:paraId="7CC3698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Tengelyek alkalmazása, szerelési szabályai.</w:t>
      </w:r>
    </w:p>
    <w:p w14:paraId="6FB434C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Tengelyek igénybevétele, anyaga, gyártása.</w:t>
      </w:r>
    </w:p>
    <w:p w14:paraId="6F59EDA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Tengelyek igénybevételi ábrái.</w:t>
      </w:r>
    </w:p>
    <w:p w14:paraId="67FE98B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Tengelyek ábrázolása, mérethálózat készítése.</w:t>
      </w:r>
    </w:p>
    <w:p w14:paraId="2D34E910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Tengelyek, csapágyak illesztési, tűrési értékei.</w:t>
      </w:r>
    </w:p>
    <w:p w14:paraId="61DDE31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Csapágyak osztályozása, csoportosítása, feladata, alkalmazása (radiális, axiális, radiax).</w:t>
      </w:r>
    </w:p>
    <w:p w14:paraId="185D4F0F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Siklócsapágyak feladata, fajtái, elemei, kenése, osztott és osztatlan csapágyak, persely-rögzítés módjai, anyaga.</w:t>
      </w:r>
    </w:p>
    <w:p w14:paraId="4EAEAF4A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Gördülőcsapágyak feladata, működése, szerkezete, alkalmazási területei.</w:t>
      </w:r>
    </w:p>
    <w:p w14:paraId="1E87969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gördülőcsapágyak fajtái, fő méretei, szerelési és beépítési módjai.</w:t>
      </w:r>
    </w:p>
    <w:p w14:paraId="52A9814A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gördülőcsapágyak kiválasztásának szempontjai, csapágykatalógus használata.</w:t>
      </w:r>
    </w:p>
    <w:p w14:paraId="4BD1CA9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gördülőcsapágyak kenési módjai, tömítési megoldások.</w:t>
      </w:r>
    </w:p>
    <w:p w14:paraId="4A55494F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Csapágyszerelés szerszámai, készülékei.</w:t>
      </w:r>
    </w:p>
    <w:p w14:paraId="44EA48B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Csapágykatalógusok használata.</w:t>
      </w:r>
    </w:p>
    <w:p w14:paraId="6AF49FB2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Csapágyak szerelési előírásai.</w:t>
      </w:r>
    </w:p>
    <w:p w14:paraId="459F5C3C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DA24B48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Rugók</w:t>
      </w:r>
    </w:p>
    <w:p w14:paraId="262EC8B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Rugók kialakítása, alkalmazási területei, jelképes ábrázolásuk.</w:t>
      </w:r>
    </w:p>
    <w:p w14:paraId="6BD62FB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Rugók fajtái, anyagai.</w:t>
      </w:r>
    </w:p>
    <w:p w14:paraId="12F0DA7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Rugók terhelése.</w:t>
      </w:r>
    </w:p>
    <w:p w14:paraId="3CF9EB8F" w14:textId="77777777" w:rsidR="00FB6DB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Gumirugók, hidraulikus, pneumatikus, hidro-pneumatikus rugózás kialakítása, alkalmazási területei, ábrázolás szabályai.</w:t>
      </w:r>
    </w:p>
    <w:p w14:paraId="5ACEAF1B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62076B3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Tengelykapcsolók, fékek</w:t>
      </w:r>
    </w:p>
    <w:p w14:paraId="66768D5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Tengelykapcsolók feladata, típusai (merev, kiegyenlítő, rugalmas, biztonsági, oldható tengelykapcsolók), felhasználása.</w:t>
      </w:r>
    </w:p>
    <w:p w14:paraId="6D19140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Tengelykapcsolók méretezési elvei.</w:t>
      </w:r>
    </w:p>
    <w:p w14:paraId="7623219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merev, kiegyenlítő, rugalmas, biztonsági, tengelykapcsolók szerkezeti kialakítása, alkalmazása, szilárdságtani méretezésének elve.</w:t>
      </w:r>
    </w:p>
    <w:p w14:paraId="3CCBB8C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röpsúlyos tengelykapcsolók kialakítása, alkalmazása.</w:t>
      </w:r>
    </w:p>
    <w:p w14:paraId="6E7C82EE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tengelykapcsolók (oldható, rugalmas és súrlódó) szerkezeti kialakítása, szilárdságtani méretezésének alapelve.</w:t>
      </w:r>
    </w:p>
    <w:p w14:paraId="39B7E01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Hidrodinamikus tengelykapcsolók.</w:t>
      </w:r>
    </w:p>
    <w:p w14:paraId="5E1CC77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Tengelykapcsolók ábrázolása.</w:t>
      </w:r>
    </w:p>
    <w:p w14:paraId="111D1CC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Szabadonfutók.</w:t>
      </w:r>
    </w:p>
    <w:p w14:paraId="24E53A5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Szabadonfutó kialakítása, alkalmazási területe.</w:t>
      </w:r>
    </w:p>
    <w:p w14:paraId="08FBB26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Erdőgazdasági gépeken alkalmazott tengelykapcsolók.</w:t>
      </w:r>
    </w:p>
    <w:p w14:paraId="3AF73BD5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Szalagfékek szerkezeti kialakítása, ábrázolása, alkalmazása.</w:t>
      </w:r>
    </w:p>
    <w:p w14:paraId="39BF393D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Külsőpofás fékek szerkezeti kialakítása, ábrázolása, alkalmazása.</w:t>
      </w:r>
    </w:p>
    <w:p w14:paraId="7803B15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Belső pofás fékek szerkezeti kialakítása, ábrázolása, alkalmazása.</w:t>
      </w:r>
    </w:p>
    <w:p w14:paraId="40B79B8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Tárcsás fékek szerkezeti kialakítása, ábrázolása, alkalmazása.</w:t>
      </w:r>
    </w:p>
    <w:p w14:paraId="5ED5FE47" w14:textId="77777777" w:rsidR="00FB6DB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Fékműködtető szerkezetek (pl. mechanikus, hidraulikus, légfék).</w:t>
      </w:r>
    </w:p>
    <w:p w14:paraId="5288D623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68BEF94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Vezetékelemek és kötéseik</w:t>
      </w:r>
    </w:p>
    <w:p w14:paraId="2172EC1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Tartályok kialakítása és alkalmazási területei.</w:t>
      </w:r>
    </w:p>
    <w:p w14:paraId="50D6FFD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Tartályok méretezésének alapelvei.</w:t>
      </w:r>
    </w:p>
    <w:p w14:paraId="6322001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Tartályok készítésének technológiai előírásai.</w:t>
      </w:r>
    </w:p>
    <w:p w14:paraId="2A6A97E0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Csövek fajtái, alkalmazási területei, anyagai (acél, öntöttvas, műanyag, eternit, réz, alumínium).</w:t>
      </w:r>
    </w:p>
    <w:p w14:paraId="5651293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Csőkötések (pl. tokos, karimás, karmantyús, hollandi-anyás, hegesztett, ragasztott, bajonettzáras, Perrot, hidroflex, simplex, Gibault).</w:t>
      </w:r>
    </w:p>
    <w:p w14:paraId="02A70FB5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Csőidomok (pl. könyök, ív, elágazás, szűkítő, nadrágcső, végzárók).</w:t>
      </w:r>
    </w:p>
    <w:p w14:paraId="5E12355F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Csőarmatúrák: csőkiegyenlítők, csapok, szelepek, tolózárak felépítése, működése.</w:t>
      </w:r>
    </w:p>
    <w:p w14:paraId="7B965434" w14:textId="77777777" w:rsidR="00FB6DB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Önműködő szelepek szerkezete, alkalmazása (pl. golyós, visszacsapó, biztonsági, nyomáscsökkentő, lábszelep).</w:t>
      </w:r>
    </w:p>
    <w:p w14:paraId="512945CD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767AD81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Hajtások</w:t>
      </w:r>
    </w:p>
    <w:p w14:paraId="1F77F42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Módosítás (áttétel) fogalma és meghatározása.</w:t>
      </w:r>
    </w:p>
    <w:p w14:paraId="57DE17D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Laposszíj-hajtás feladata, szerkezeti kialakítása, elrendezése, üzemi jellemzői</w:t>
      </w:r>
    </w:p>
    <w:p w14:paraId="7E4487BC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Szíjak végtelenítése, csúszás, nyomaték átvitele, méretezés.</w:t>
      </w:r>
    </w:p>
    <w:p w14:paraId="26183D32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Szíjtárcsák jellemzői, anyag kialakítás, rögzítés a tengelyen.</w:t>
      </w:r>
    </w:p>
    <w:p w14:paraId="0AF0716C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Ékszíjhajtás feladata, szerkezeti kialakítása, méretezése.</w:t>
      </w:r>
    </w:p>
    <w:p w14:paraId="453BEFEF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Ékszíj szerkezete, ékszíjtárcsák, különleges ékszíjhajtások alkalmazása.</w:t>
      </w:r>
    </w:p>
    <w:p w14:paraId="27708A6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Variátorok kialakítása, alkalmazása.</w:t>
      </w:r>
    </w:p>
    <w:p w14:paraId="237A5E72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Dörzshajtás kialakítása, alkalmazása.</w:t>
      </w:r>
    </w:p>
    <w:p w14:paraId="28860AC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Lánchajtások feladata, alkalmazása, lánctípusok, lánckerekek fajtái, lánchajtás szerkezete, kezelése, üzemi jellemzői.</w:t>
      </w:r>
    </w:p>
    <w:p w14:paraId="3957C264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Fogaskerék hajtások alkalmazási területei.</w:t>
      </w:r>
    </w:p>
    <w:p w14:paraId="76C9513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fogaskerekek geometriai méretei, fogazás alapösszefüggései, a fogaskerekek kialakítása, gyártása.</w:t>
      </w:r>
    </w:p>
    <w:p w14:paraId="243D917C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különböző kialakítású fogaskerekek jellemzői pl. homlok-fogaskerekek,- kúpfogaskerekek, csigakerekek.</w:t>
      </w:r>
    </w:p>
    <w:p w14:paraId="6903081A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kilincsművek és egyéb hajtóművek kialakítása, működése, kezelése, beállítása, alkalmazása és karbantartása.</w:t>
      </w:r>
    </w:p>
    <w:p w14:paraId="345AC74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Hajtások üzemi jellemzői.</w:t>
      </w:r>
    </w:p>
    <w:p w14:paraId="199BD5F9" w14:textId="77777777" w:rsidR="00FB6DB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Forgattyús és kulisszás hajtóművek kialakítása, működése, jellemzői és alkalmazása.</w:t>
      </w:r>
    </w:p>
    <w:p w14:paraId="0A6C6982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C184E9B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Tartók statikája</w:t>
      </w:r>
    </w:p>
    <w:p w14:paraId="4B8C7AD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Erőrendszer, eredő erő, erő és erőpár fogalmának meghatározása.</w:t>
      </w:r>
    </w:p>
    <w:p w14:paraId="675208C9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Forgatónyomaték értelmezése.</w:t>
      </w:r>
    </w:p>
    <w:p w14:paraId="5127F01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Erő felbontása, erők eredő erővonala, párhuzamos erőrendszer eredője.</w:t>
      </w:r>
    </w:p>
    <w:p w14:paraId="0431AF5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síkbeli erőrendszerek eredőjének meghatározása szerkesztéssel.</w:t>
      </w:r>
    </w:p>
    <w:p w14:paraId="01207D6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Nyomatéki tétel.</w:t>
      </w:r>
    </w:p>
    <w:p w14:paraId="5678190F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Nyomaték meghatározása a kötélsokszög rajzolásával.</w:t>
      </w:r>
    </w:p>
    <w:p w14:paraId="58662E3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Megoszló terhelések eredője, szerkesztése.</w:t>
      </w:r>
    </w:p>
    <w:p w14:paraId="6307CA25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Súlypont meghatározása szerkesztéssel és számítással: síkidomok súlypontja.</w:t>
      </w:r>
    </w:p>
    <w:p w14:paraId="3CE2E94C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Stabilitás, az egyensúlyi helyzet.</w:t>
      </w:r>
    </w:p>
    <w:p w14:paraId="681CEC1D" w14:textId="77777777" w:rsidR="00FB6DB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Egyensúlyi feladatok megoldása szerkesztéssel, számítással.</w:t>
      </w:r>
    </w:p>
    <w:p w14:paraId="389AF6C4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BF99C10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Szilárdságtan</w:t>
      </w:r>
    </w:p>
    <w:p w14:paraId="21E4EA0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Szilárdságtan fogalmának meghatározása.</w:t>
      </w:r>
    </w:p>
    <w:p w14:paraId="65F1FA2F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Igénybevételi módok, az összetett igénybevételek következményei.</w:t>
      </w:r>
    </w:p>
    <w:p w14:paraId="0F17C46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Vizsgálati eljárások: szakítóvizsgálat, feszültség- nyúlás diagram, a megnyúlás és fajlagos megnyúlás fogalma, számítása.</w:t>
      </w:r>
    </w:p>
    <w:p w14:paraId="1DD6696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anyagra ható belső erők, a feszültség fogalma, különböző feszültségek jellemzése.</w:t>
      </w:r>
    </w:p>
    <w:p w14:paraId="459660E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Hooke – törvény értelmezése, felhasználása.</w:t>
      </w:r>
    </w:p>
    <w:p w14:paraId="351102A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Feszültségek és alakváltozások.</w:t>
      </w:r>
    </w:p>
    <w:p w14:paraId="68A0382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Húzó és nyomó igénybevételek, számítások, diagramok.</w:t>
      </w:r>
    </w:p>
    <w:p w14:paraId="65972ECB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Dinamikus igénybevétel, a tartós szilárdság elve.</w:t>
      </w:r>
    </w:p>
    <w:p w14:paraId="73EB20E6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felületi nyomás, palástnyomás.</w:t>
      </w:r>
    </w:p>
    <w:p w14:paraId="1E59FAC3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Méretezés húzásra, nyomásra.</w:t>
      </w:r>
    </w:p>
    <w:p w14:paraId="7CF5D132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Hajlításkor fellépő feszültségek és alakváltozások, méretezés hajlításra, alakváltozásra.</w:t>
      </w:r>
    </w:p>
    <w:p w14:paraId="7D675A8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Másodrendű nyomaték és a keresztmetszeti tényező.</w:t>
      </w:r>
    </w:p>
    <w:p w14:paraId="01080413" w14:textId="77777777" w:rsidR="00FB6DB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Egyszerű síkidomok másodrendű nyomatékai, keresztmetszeti tényezői.</w:t>
      </w:r>
    </w:p>
    <w:p w14:paraId="2B90EE19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20AFA77" w14:textId="77777777" w:rsidR="00FB6DBC" w:rsidRPr="004E7330" w:rsidRDefault="0020176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Keretszerkezetek, hajtóművek, szivattyúk</w:t>
      </w:r>
    </w:p>
    <w:p w14:paraId="2A379437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erő- és munkagépek tartószerkezetei: alváz, keretváz, önhordó alváz, félig önhordó alváz.</w:t>
      </w:r>
    </w:p>
    <w:p w14:paraId="313DD04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Tartószerkezetek méretezése.</w:t>
      </w:r>
    </w:p>
    <w:p w14:paraId="2B6C2CE1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Hajtóművek: mechanikus, pneumatikus, hidraulikus.</w:t>
      </w:r>
    </w:p>
    <w:p w14:paraId="70027B9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Hajtóművek méretezése, áttételszámítások.</w:t>
      </w:r>
    </w:p>
    <w:p w14:paraId="2A4C577A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Szivattyúk fajtái, szerkezete, működése.</w:t>
      </w:r>
    </w:p>
    <w:p w14:paraId="4DC4B478" w14:textId="77777777" w:rsidR="0020176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Szivattyúk hatásfoka, méretezése jelleggörbéi.</w:t>
      </w:r>
    </w:p>
    <w:p w14:paraId="0E4C2E92" w14:textId="77777777" w:rsidR="00FB6DBC" w:rsidRPr="004E7330" w:rsidRDefault="0020176C" w:rsidP="0020176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Szivattyúk kiválasztása</w:t>
      </w:r>
    </w:p>
    <w:p w14:paraId="1BA35BC0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039DE1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56CCA55E" w14:textId="77777777" w:rsidR="00FB6DBC" w:rsidRPr="004E7330" w:rsidRDefault="0020176C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elméleti képzés, amelynek fő helyszíne a tanterem, szaktanterem.</w:t>
      </w:r>
    </w:p>
    <w:p w14:paraId="03F0DED2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5869628C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5DF676F0" w14:textId="0A9DDC5A" w:rsidR="00FB6DBC" w:rsidRPr="004E7330" w:rsidRDefault="00FB6DBC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533DCC79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3ECCB367" w14:textId="77777777" w:rsidR="00FB6DBC" w:rsidRPr="004E7330" w:rsidRDefault="00FF6906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Anyagismeret</w:t>
      </w:r>
      <w:r w:rsidR="00FB6DBC" w:rsidRPr="004E7330">
        <w:rPr>
          <w:rFonts w:cs="Times New Roman"/>
          <w:b/>
        </w:rPr>
        <w:t xml:space="preserve"> tantárgy</w:t>
      </w:r>
      <w:r w:rsidR="00FB6DBC" w:rsidRPr="004E7330">
        <w:rPr>
          <w:rFonts w:cs="Times New Roman"/>
          <w:b/>
        </w:rPr>
        <w:tab/>
      </w:r>
      <w:r w:rsidRPr="004E7330">
        <w:rPr>
          <w:rFonts w:cs="Times New Roman"/>
          <w:b/>
        </w:rPr>
        <w:t>36</w:t>
      </w:r>
      <w:r w:rsidR="00FB6DBC" w:rsidRPr="004E7330">
        <w:rPr>
          <w:rFonts w:cs="Times New Roman"/>
          <w:b/>
        </w:rPr>
        <w:t xml:space="preserve"> óra/</w:t>
      </w:r>
      <w:r w:rsidRPr="004E7330">
        <w:rPr>
          <w:rFonts w:cs="Times New Roman"/>
          <w:b/>
        </w:rPr>
        <w:t>36</w:t>
      </w:r>
      <w:r w:rsidR="00FB6DBC" w:rsidRPr="004E7330">
        <w:rPr>
          <w:rFonts w:cs="Times New Roman"/>
          <w:b/>
        </w:rPr>
        <w:t xml:space="preserve"> óra*</w:t>
      </w:r>
    </w:p>
    <w:p w14:paraId="4E0B3E6C" w14:textId="77777777" w:rsidR="00FB6DBC" w:rsidRPr="004E7330" w:rsidRDefault="00FB6DBC" w:rsidP="00FB6DBC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2066A46E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1CBED8B8" w14:textId="079469F8" w:rsidR="00FB6DBC" w:rsidRPr="004E7330" w:rsidRDefault="00FB6DBC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608CCCA1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149328C3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6C8F865F" w14:textId="77777777" w:rsidR="00FB6DBC" w:rsidRPr="004E7330" w:rsidRDefault="00460982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Az Anyagismeret tantárgy tanításának célja, hogy az agrárágazatban használt gépek, eszközök, egyéb berendezések gyártásánál és javításánál, karbantartásánál használt alap- és segédanyagok tulajdonságaival, szerkezetével megismertesse a tanulókat. Az alapvető gyártási, üzemfenntartási folyamatok során a megszerzett szakértelem birtokában a feladatokat gazdaságosan, a környezetvédelmi előírások szem előtt tartásával, önállóan tudják elvégezni. A tananyag megalapozza a későbbi műszaki tevékenység végzését, segíti a széleskörű szakmai elvárások teljesítéséhez szükséges készségek, a személyiségjegyek, a problémamegoldó képesség tervszerű fejlesztését.</w:t>
      </w:r>
    </w:p>
    <w:p w14:paraId="5922D9EE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290F5D33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4D7729EB" w14:textId="77777777" w:rsidR="00FB6DBC" w:rsidRPr="004E7330" w:rsidRDefault="00460982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Fizika, Kémia, valamint az egyidejűleg folyó Géprajz, gépelemek, mechanika és az Agrárműszaki alapok gyakorlat tantárgy.</w:t>
      </w:r>
    </w:p>
    <w:p w14:paraId="6F9005A5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03356CA7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3395F0C0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Metallográfiai ismeretek</w:t>
      </w:r>
    </w:p>
    <w:p w14:paraId="1A41C46E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Anyagismeret és gyártástechnológia tárgya.</w:t>
      </w:r>
    </w:p>
    <w:p w14:paraId="68196FCC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Műszaki életben használt anyagok csoportosítása, az eredeti tulajdonság, a feldolgozás és a felhasználás kapcsolata.</w:t>
      </w:r>
    </w:p>
    <w:p w14:paraId="32E2DC06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Viszkozitás és sűrűségmérés, súrlódási együttható mérése.</w:t>
      </w:r>
    </w:p>
    <w:p w14:paraId="441F8FC5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Keménységmérési eljárások, eszközök.</w:t>
      </w:r>
    </w:p>
    <w:p w14:paraId="09DB5E3F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Anyagvizsgálat elmélete, az anyagokkal szemben támasztott követelmények, igénybevételek.</w:t>
      </w:r>
    </w:p>
    <w:p w14:paraId="3FBB5D05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Mechanikai és technológiai anyagvizsgálati eljárások.</w:t>
      </w:r>
    </w:p>
    <w:p w14:paraId="11EC6342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Szakító és keménységvizsgálatok (pl. Brinell, Vickers, Rockwell, Poldi)</w:t>
      </w:r>
    </w:p>
    <w:p w14:paraId="34A897AB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Edzhetőségi hegeszthetőségi, alakíthatósági vizsgálatok.</w:t>
      </w:r>
    </w:p>
    <w:p w14:paraId="42CF59E8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Roncsolás-mentes anyagvizsgálatok.</w:t>
      </w:r>
    </w:p>
    <w:p w14:paraId="27B8EA81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Anyaghibák vizsgálata (pl. makroszkopikus, maratási, jelzőfestékes és mágneses repedésvizsgálat, röntgen- és izotópvizsgálat, ultrahang vizsgálat).</w:t>
      </w:r>
    </w:p>
    <w:p w14:paraId="7C092CCD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708C1CB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Fémek és ötvözeteik</w:t>
      </w:r>
    </w:p>
    <w:p w14:paraId="75FF2C0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Fémek szerkezete, kristályok felépítése, szabványos jelölései.</w:t>
      </w:r>
    </w:p>
    <w:p w14:paraId="59494450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Fémes anyagok csoportosítása, szerkezete: színfémek és ötvözetek.</w:t>
      </w:r>
    </w:p>
    <w:p w14:paraId="6ACE9264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Vas tulajdonságai (pl. fizikai, kémiai, technológiai, mechanikai), lehűlési görbéje.</w:t>
      </w:r>
    </w:p>
    <w:p w14:paraId="11D304A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Vas és ötvözetei, vas-szén állapotábra, szövetelemek.</w:t>
      </w:r>
    </w:p>
    <w:p w14:paraId="67668476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Acélok és öntött vasak csoportosítása, jellemző tulajdonságaik és felhasználási területeik (pl. szerkezeti acélok, szerszámacélok, különleges acélok, acélöntvények, lemez- és gömbgrafitos öntöttvas, temperöntvény).</w:t>
      </w:r>
    </w:p>
    <w:p w14:paraId="62F47E21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Acél tulajdonságai megváltoztatása hőkezelési eljárásokkal.</w:t>
      </w:r>
    </w:p>
    <w:p w14:paraId="58979AF8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Hőkezelés alapműveletei (felhevítés, hőntartás, lehűtés).</w:t>
      </w:r>
    </w:p>
    <w:p w14:paraId="4B20F3E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Lehűlési sebesség befolyása az acélok szövetszerkezetére (pl. izotermikus, átalakulási diagramok, a diffúziós és martenzites átalakulás).</w:t>
      </w:r>
    </w:p>
    <w:p w14:paraId="4A3A06FD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Teljes keresztmetszetben történő hőkezelések.</w:t>
      </w:r>
    </w:p>
    <w:p w14:paraId="2F2AED7B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Felületi hőkezelések (pl. lángedzés, nagyfrekvenciás felületi edzés).</w:t>
      </w:r>
    </w:p>
    <w:p w14:paraId="1CE54BCC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Különleges hőkezelési eljárások pl. lépcsős, izotermikus, mélyhűtéses edzés megeresztés, lágyítás, normalizálás, gyorsacélok, ausztenites acélok hőkezelése.</w:t>
      </w:r>
    </w:p>
    <w:p w14:paraId="239988DC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Termokémiai kezelések (pl. betétedzések, nitridálás, alitálás, kromálás, szilikálás).</w:t>
      </w:r>
    </w:p>
    <w:p w14:paraId="542418CB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Öntöttvasak hőkezelése: szürke és fehéröntvények hőkezelése (temperálás).</w:t>
      </w:r>
    </w:p>
    <w:p w14:paraId="07D7F86B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Ötvöző és szennyező anyagok fogalma, hatása a fémek tulajdonságaira (mangán, nikkel, króm, wolfram, vanádium, réz, alumínium stb.).</w:t>
      </w:r>
    </w:p>
    <w:p w14:paraId="0361DE17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ötvöző anyagok jellemző tulajdonságai, előfordulásuk a természetben.</w:t>
      </w:r>
    </w:p>
    <w:p w14:paraId="5C91DB31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legfontosabb vasötvözetek, rézötvözetek, alumínium ötvözetek csoportosítása, jellemző tulajdonságaik és felhasználásuk.</w:t>
      </w:r>
    </w:p>
    <w:p w14:paraId="6292C18A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Egyéb fémek és ötvözetek csoportosítása, jellemző tulajdonságaik és felhasználásuk.</w:t>
      </w:r>
    </w:p>
    <w:p w14:paraId="3317A3B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Réz és rézötvözetek tulajdonságai és felhasználása.</w:t>
      </w:r>
    </w:p>
    <w:p w14:paraId="2CEFD854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Horgany, ón és ólomötvözetek tulajdonságai, alkalmazási területei.</w:t>
      </w:r>
    </w:p>
    <w:p w14:paraId="084AE13D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Alumínium és alumínium ötvözetek tulajdonságai, alkalmazási területei.</w:t>
      </w:r>
    </w:p>
    <w:p w14:paraId="3BAFA904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Magnézium és titánötvözetek tulajdonságai, alkalmazási területei.</w:t>
      </w:r>
    </w:p>
    <w:p w14:paraId="5CF3DFB5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Egyéb fémek és ötvözetek.</w:t>
      </w:r>
    </w:p>
    <w:p w14:paraId="12DA1A1E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Villamos vezető és félvezető anyagok jellemző tulajdonságai, alkalmazási területei.</w:t>
      </w:r>
    </w:p>
    <w:p w14:paraId="5428B1EF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83F1124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Nemfémes anyagok</w:t>
      </w:r>
    </w:p>
    <w:p w14:paraId="66815A75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Műanyagok jelentősége, alkalmazási területei.</w:t>
      </w:r>
    </w:p>
    <w:p w14:paraId="0B78262E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Műanyagok csoportosítása (pl. hőre lágyuló, hőre keményedő műanyagok).</w:t>
      </w:r>
    </w:p>
    <w:p w14:paraId="1B5D66DD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Műanyagok megmunkálása (forgácsolással, sajtolással, fröccsöntéssel stb.).</w:t>
      </w:r>
    </w:p>
    <w:p w14:paraId="693FEFF1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Műanyagok felhasználásának környezetvédelmi hatásai.</w:t>
      </w:r>
    </w:p>
    <w:p w14:paraId="54E4F194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Gumiáruk, bőr és üveg tulajdonságai, felhasználási területe a mezőgazdaságban és az erdészetben, környezetvédelmi szempontok érvényesítése.</w:t>
      </w:r>
    </w:p>
    <w:p w14:paraId="6E148C5C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Elektromos szigetelő és félvezető anyagok jellemző tulajdonságai, alkalmazási területei.</w:t>
      </w:r>
    </w:p>
    <w:p w14:paraId="25599E35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Félvezetők és a csoportosítás szempontjai, az alkalmazás lehetőségei.</w:t>
      </w:r>
    </w:p>
    <w:p w14:paraId="7A17299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Légnemű, folyékony és szilárd szigetelőanyagok jellemzői, alkalmazásuk a gyakorlatban.</w:t>
      </w:r>
    </w:p>
    <w:p w14:paraId="65A3C452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Hőszigetelő és hangszigetelő anyagok csoportosítása, jelentősége, felhasználási területei.</w:t>
      </w:r>
    </w:p>
    <w:p w14:paraId="56AF73CD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Hő- és hangszigetelő anyagok szerkezete.</w:t>
      </w:r>
    </w:p>
    <w:p w14:paraId="23FA5C8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Faanyagok szerkezete, fafajták és felhasználásuk a műszaki gyakorlatban.</w:t>
      </w:r>
    </w:p>
    <w:p w14:paraId="56BCBE2C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Faanyagok jellemző tulajdonságai és megmunkálási módjai, szerszámai.</w:t>
      </w:r>
    </w:p>
    <w:p w14:paraId="21D885FD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A98F2E3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Tüzelő- és kenőanyagok</w:t>
      </w:r>
    </w:p>
    <w:p w14:paraId="28AA95E1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Benzin, gázolaj és egyéb tüzelőanyagok előállítása, fajtái és jellemző tulajdonságai (pl. sűrűség, oktánszám, cetánszám gyulladási hőmérséklet, kéntartalom, lobbanáspont, dermedéspont, adalékok).</w:t>
      </w:r>
    </w:p>
    <w:p w14:paraId="3344A10C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Motor-, hidraulika- és hajtóműolajok előállítása, fajtái és jellemző tulajdonságaik (pl. teljesítményszintek, viszkozitás, jelölés, adalékolás, felhasználási előírások).</w:t>
      </w:r>
    </w:p>
    <w:p w14:paraId="6AE307B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Kenőzsírok, paszták.</w:t>
      </w:r>
    </w:p>
    <w:p w14:paraId="22AB3CAA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Korrózió fogalma, fajtái, megjelenési formái, korróziós károk jelentősége.</w:t>
      </w:r>
    </w:p>
    <w:p w14:paraId="1E43091F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Gépek, berendezések, alkatrészek, szerkezeti elemek üzem közbeni és átmeneti korrózióvédelme.</w:t>
      </w:r>
    </w:p>
    <w:p w14:paraId="0CC1A90E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Felületek előkészítése a korrózióvédelemre (pl. zsírtalanítás, mechanikai és vegyi eljárások és eszközei).</w:t>
      </w:r>
    </w:p>
    <w:p w14:paraId="7C7F39CD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Korrózió gátló anyagok (olajos, lágy-, keményfilmet képező anyagok, bevonatot alkotó műanyag- és lakkbázisú átmeneti védőanyagok, stb).</w:t>
      </w:r>
    </w:p>
    <w:p w14:paraId="37D964C2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Fémes bevonatok készítése (horganyozás, ónozás stb.).</w:t>
      </w:r>
    </w:p>
    <w:p w14:paraId="29FB46E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Nem fémes bevonatok (pl. eloxálás, foszfátozás, barnítás).</w:t>
      </w:r>
    </w:p>
    <w:p w14:paraId="27DC29B8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Galvanizálás, fémszórás.</w:t>
      </w:r>
    </w:p>
    <w:p w14:paraId="44393FDA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Mázolás, lakkozás (pl. műveleti sorrend, alapozás, festékek, lakkok, tapaszok csoportosítása, felviteli technológiák).</w:t>
      </w:r>
    </w:p>
    <w:p w14:paraId="63535706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Műanyagpor-szórás (szinterezés).</w:t>
      </w:r>
    </w:p>
    <w:p w14:paraId="0F3E704D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966FBC2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Fémek alakítása</w:t>
      </w:r>
    </w:p>
    <w:p w14:paraId="2ED52DC0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Képlékenyfém alakítások alapelvei.</w:t>
      </w:r>
    </w:p>
    <w:p w14:paraId="4348E44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Kovácsolás feladata, munkaműveletei, alkalmazási területei, szerszámai.</w:t>
      </w:r>
    </w:p>
    <w:p w14:paraId="5E6A8D9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Szilárdfém alakítások, a forgácsolás elve, módjai, feltételei.</w:t>
      </w:r>
    </w:p>
    <w:p w14:paraId="38C61E10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Forgácsolószerszámok, forgácsoló mozgások, erők.</w:t>
      </w:r>
    </w:p>
    <w:p w14:paraId="237C279A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Forgácsolással megmunkált felületek jellemzői.</w:t>
      </w:r>
    </w:p>
    <w:p w14:paraId="6D0805FA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Forgácsoló, gépek, eszközök, szerszámok kialakítása.</w:t>
      </w:r>
    </w:p>
    <w:p w14:paraId="67DA2926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Kézi és gépi forgácsolási műveletek (pl. reszelés, fúrás, köszörülés, fűrészelés, esztergályozás).</w:t>
      </w:r>
    </w:p>
    <w:p w14:paraId="37699536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forgácsoló gépek főbb szerkezeti egységei.</w:t>
      </w:r>
    </w:p>
    <w:p w14:paraId="688DFC80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A1CAA12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28B539C6" w14:textId="77777777" w:rsidR="00FB6DBC" w:rsidRPr="004E7330" w:rsidRDefault="00460982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elméleti képzés, amelynek fő helyszíne a tanterem.</w:t>
      </w:r>
    </w:p>
    <w:p w14:paraId="4B763479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53D8E189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4251153E" w14:textId="5F591005" w:rsidR="00FB6DBC" w:rsidRPr="004E7330" w:rsidRDefault="00FB6DBC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3BA8C883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55210D06" w14:textId="77777777" w:rsidR="00FB6DBC" w:rsidRPr="004E7330" w:rsidRDefault="00FB6DBC" w:rsidP="00FB6DBC">
      <w:pPr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6FFD8B4C" w14:textId="77777777" w:rsidR="00FB6DBC" w:rsidRPr="004E7330" w:rsidRDefault="00460982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Agrárműszaki alapok gyakorlat</w:t>
      </w:r>
      <w:r w:rsidR="00FB6DBC" w:rsidRPr="004E7330">
        <w:rPr>
          <w:rFonts w:cs="Times New Roman"/>
          <w:b/>
        </w:rPr>
        <w:t xml:space="preserve"> tantárgy</w:t>
      </w:r>
      <w:r w:rsidR="00FB6DBC" w:rsidRPr="004E7330">
        <w:rPr>
          <w:rFonts w:cs="Times New Roman"/>
          <w:b/>
        </w:rPr>
        <w:tab/>
      </w:r>
      <w:r w:rsidR="003476F4" w:rsidRPr="004E7330">
        <w:rPr>
          <w:rFonts w:cs="Times New Roman"/>
          <w:b/>
        </w:rPr>
        <w:t>1</w:t>
      </w:r>
      <w:r w:rsidR="009A7796" w:rsidRPr="004E7330">
        <w:rPr>
          <w:rFonts w:cs="Times New Roman"/>
          <w:b/>
        </w:rPr>
        <w:t>44</w:t>
      </w:r>
      <w:r w:rsidR="00FB6DBC" w:rsidRPr="004E7330">
        <w:rPr>
          <w:rFonts w:cs="Times New Roman"/>
          <w:b/>
        </w:rPr>
        <w:t xml:space="preserve"> óra/</w:t>
      </w:r>
      <w:r w:rsidR="003476F4" w:rsidRPr="004E7330">
        <w:rPr>
          <w:rFonts w:cs="Times New Roman"/>
          <w:b/>
        </w:rPr>
        <w:t>1</w:t>
      </w:r>
      <w:r w:rsidR="009A7796" w:rsidRPr="004E7330">
        <w:rPr>
          <w:rFonts w:cs="Times New Roman"/>
          <w:b/>
        </w:rPr>
        <w:t>44</w:t>
      </w:r>
      <w:r w:rsidR="00FB6DBC" w:rsidRPr="004E7330">
        <w:rPr>
          <w:rFonts w:cs="Times New Roman"/>
          <w:b/>
        </w:rPr>
        <w:t xml:space="preserve"> óra*</w:t>
      </w:r>
    </w:p>
    <w:p w14:paraId="6CD5E6EE" w14:textId="77777777" w:rsidR="00FB6DBC" w:rsidRPr="004E7330" w:rsidRDefault="00FB6DBC" w:rsidP="00FB6DBC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65093045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2C8DB1FE" w14:textId="05C45BB3" w:rsidR="00FB6DBC" w:rsidRPr="004E7330" w:rsidRDefault="00FB6DBC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52F21877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2CA17A1A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49D60E5D" w14:textId="77777777" w:rsidR="00FB6DBC" w:rsidRPr="004E7330" w:rsidRDefault="00460982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Az Agrárműszaki alapok gyakorlat oktatásának célja, hogy a tanulók felkészüljenek a mezőgazdasági és az erdészeti üzemekben a gépészeti feladatok elvégzésére, az önálló munkavégzéshez, a gépek üzemfenntartásának biztosításához szükséges gyakorlati műszaki feladatok végrehajtására. A megszerzett műszaki ismeretek birtokában a gyakorlati tevékenység során a felmerülő váratlan hibák, üzemzavarok elhárítását biztonságosan, a gazdaságossági kérdések figyelembevételével tudják végrehajtani. A gyakorlat egyaránt segíti a gépüzem-fenntartási, a gépüzemeltetési, a gépjavítási feladatok megoldását. Különösen fontos, hogy az üzem közbeni hibák elhárításában, a szerkezeti egységek cseréjében, vagy javításában, az üzemzavarok csökkentésében, a meghibásodás miatti leállásban, valamint az eszközmegóvásban felhasználják a legkorszerűbb eljárásokat, műszaki megoldásokat.</w:t>
      </w:r>
    </w:p>
    <w:p w14:paraId="33F1D43C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5F67E274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2F67621F" w14:textId="77777777" w:rsidR="00FB6DBC" w:rsidRPr="004E7330" w:rsidRDefault="00460982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Rajz (vetületi ábrázolás), Kémia (anyagok szerkezete), Fizika (mechanika, statika).</w:t>
      </w:r>
    </w:p>
    <w:p w14:paraId="2C2BFAE8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2E45603D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3689C25A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Műhely megismerése, előrajzolás, mérések</w:t>
      </w:r>
    </w:p>
    <w:p w14:paraId="5DF1C764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Tanműhelyek rendje, munkavédelmi, balesetelhárítási és tűzvédelmi előírások a tanműhelyben.</w:t>
      </w:r>
    </w:p>
    <w:p w14:paraId="1F7B393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Ismerkedés a munkahellyel, egyéni és csoportszerszámok megismerése.</w:t>
      </w:r>
    </w:p>
    <w:p w14:paraId="554EF6C7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Mérő és ellenőrző eszközök.</w:t>
      </w:r>
    </w:p>
    <w:p w14:paraId="515E1D8A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Mértékrendszerek, mérés célja, egyszerű mérőeszközök bemutatása (állítható, nem állítható, ellenőrző mérőeszközök, pl. mikrométerek, mérőórák, szögmérők, hézagmérők, mérőhasábok, idomszerek).</w:t>
      </w:r>
    </w:p>
    <w:p w14:paraId="22A00A88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Gépipari alapmérések végzése: hossz-, szög-, derékszögmérés, merőlegesség.</w:t>
      </w:r>
    </w:p>
    <w:p w14:paraId="70C0BD40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Külső-belső felületek, kúposság mérése.</w:t>
      </w:r>
    </w:p>
    <w:p w14:paraId="2D2922C8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Alak és helyzetpontosság mérése.</w:t>
      </w:r>
    </w:p>
    <w:p w14:paraId="1E28271A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Mérési utasítás értelmezése.</w:t>
      </w:r>
    </w:p>
    <w:p w14:paraId="0570DF20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Mérés mérőhasábokkal.</w:t>
      </w:r>
    </w:p>
    <w:p w14:paraId="562C7776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Mérés mérőórával, digitális eszközökkel, mikroszkóppal.</w:t>
      </w:r>
    </w:p>
    <w:p w14:paraId="02EFC37C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Felületi érdesség ellenőrzése.</w:t>
      </w:r>
    </w:p>
    <w:p w14:paraId="432B28D0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Tengelyek ütésellenőrzése.</w:t>
      </w:r>
    </w:p>
    <w:p w14:paraId="69C99951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Egyenesség, síklapúság, párhuzamosság, egytengelyűség, körkörösség ellenőrzése, mérése.</w:t>
      </w:r>
    </w:p>
    <w:p w14:paraId="760B9C87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Gépipari mérőeszközök használata.</w:t>
      </w:r>
    </w:p>
    <w:p w14:paraId="3680DAA9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Egyéb mérőeszközök használata.</w:t>
      </w:r>
    </w:p>
    <w:p w14:paraId="0851435D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Dokumentációk megismerése, használata, műszaki rajzok tanulmányozása.</w:t>
      </w:r>
    </w:p>
    <w:p w14:paraId="30920294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Felhasználható szerszámok és azok kezelése, a munkadarab előkészítése előrajzolásra.</w:t>
      </w:r>
    </w:p>
    <w:p w14:paraId="6C79BFA7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műhely megismerése, anyagok felhasználása, kiválasztása a feladat előírásai szerint.</w:t>
      </w:r>
    </w:p>
    <w:p w14:paraId="15BA6C5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Előrajzolás célja, feladata, műveleti sorrend meghatározása.</w:t>
      </w:r>
    </w:p>
    <w:p w14:paraId="2BDB3D6B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Előrajzolás szerszámai, eszközei.</w:t>
      </w:r>
    </w:p>
    <w:p w14:paraId="14CFF65C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Különféle szerkesztések, az előrajzolás műveleteinek gyakorlati alkalmazása.</w:t>
      </w:r>
    </w:p>
    <w:p w14:paraId="092ADBA7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Anyagok tulajdonságai (pl. mechanikai, technológiai).</w:t>
      </w:r>
    </w:p>
    <w:p w14:paraId="4C3939EF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anyagkiválasztás műszaki, technológiai, gazdasági szempontjai.</w:t>
      </w:r>
    </w:p>
    <w:p w14:paraId="4A705C5E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Anyagminőség meghatározása táblázatból, szabványokból.</w:t>
      </w:r>
    </w:p>
    <w:p w14:paraId="5394541E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előrajzolás folyamata.</w:t>
      </w:r>
    </w:p>
    <w:p w14:paraId="7C6BF828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előrajzolás lépései: munkadarab ellenőrzése, munkadarab felületének tisztítása, sorjázás, felület festése, színezése, rajzoló eszközök, mérőeszközök kiválasztása, előrajzolás, ellenőrzés.</w:t>
      </w:r>
    </w:p>
    <w:p w14:paraId="551C20FF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32ACA41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Fémipari alapműveletek</w:t>
      </w:r>
    </w:p>
    <w:p w14:paraId="0B9DDD82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Fémalakító szerszámok megismerése, használata.</w:t>
      </w:r>
    </w:p>
    <w:p w14:paraId="4247790D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Fémek kézi és egyszerű gépi alakítása, egyszerű alkatrészek elkészítésének műveleti tervének megismerése.</w:t>
      </w:r>
    </w:p>
    <w:p w14:paraId="4AFBC3BC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Munkafeladat végrehajtásának előkészítése: szerszámok, gépek, segédanyagok, mérőeszközök, felfogó-, befogó eszközök, védőfelszerelések.</w:t>
      </w:r>
    </w:p>
    <w:p w14:paraId="3790DF3C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Munkadarabok kézi- és gépi műveletekkel történő alakítása (képlékeny alakítás, egyengetés, hajlítás, vágás, darabolás, nyírás, lyukasztás, fűrészelés, reszelés, menetkészítés, süllyesztés, dörzsárazás, kéziszerszám-élezés, fúrás, külső és belső csavarmenet készítés, csiszolás, polírozás stb.).</w:t>
      </w:r>
    </w:p>
    <w:p w14:paraId="4BD0D5C4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egyes alapműveletek célja, szerszámainak, a munka folyamatának, a munkadarab rögzítésnek bemutatása, megismerése, a tevékenység gyakorlása.</w:t>
      </w:r>
    </w:p>
    <w:p w14:paraId="25A5994B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Ellenőrző eszközök használata (élvonalzó, derékszög, sugármérő, sablonok stb.).</w:t>
      </w:r>
    </w:p>
    <w:p w14:paraId="5CF6AAF6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E097B9A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Kötések</w:t>
      </w:r>
    </w:p>
    <w:p w14:paraId="4CD7B3C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csavarkötések szerszámainak és eszközeinek megválasztása, alkalmazásuk a gyakorlatban komplex feladatok elkészítése során.</w:t>
      </w:r>
    </w:p>
    <w:p w14:paraId="0A191524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Reteszkötés, ékkötés és beépítési megoldások, az össze- és szétszerelés szerszámai eszközei, műveletei.</w:t>
      </w:r>
    </w:p>
    <w:p w14:paraId="7F4CC7DD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Rögzítő- és csapszeg kötések alkalmazása, anyaguk, szerkezeti megoldások, biztosítási és rögzítési módszerek, a be- és kiszerelés szerszámai, készülékei, eszközei.</w:t>
      </w:r>
    </w:p>
    <w:p w14:paraId="3F9C558F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Szegecskötések szerszámainak és eszközeinek megválasztása, alkalmazása a gyakorlatban komplex feladatok közben.</w:t>
      </w:r>
    </w:p>
    <w:p w14:paraId="6B8B148E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Zsugorkötés és alkalmazási területe.</w:t>
      </w:r>
    </w:p>
    <w:p w14:paraId="51A081F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Lágyforrasztás célja, alkalmazási területei, eszközei, forraszanyagok, segédanyagok kiválasztása, a forrasztás művelete, gyakorlása.</w:t>
      </w:r>
    </w:p>
    <w:p w14:paraId="15A70700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Keményforrasztás célja, alkalmazási területei, a keményforrasztás technológiai folyamata, segédanyagai, a keményforrasztás bemutatása, gyakorlása.</w:t>
      </w:r>
    </w:p>
    <w:p w14:paraId="43C440CC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Ragasztott kötések előnyei, alkalmazási területei, a ragasztás technológiája, anyagai, segédanyagai, műanyagok, gumik, fémek ragasztása, gyakorlása, biztonságtechnikai és környezetvédelmi előírások.</w:t>
      </w:r>
    </w:p>
    <w:p w14:paraId="5AF6BBFB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6967F46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Melegüzemi technológiák alkalmazása</w:t>
      </w:r>
    </w:p>
    <w:p w14:paraId="169D7A46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Műhelyrend, a munka-, baleset- és tűzvédelmi követelmények megismerése.</w:t>
      </w:r>
    </w:p>
    <w:p w14:paraId="32687ABD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Hőkezelési műveletek bemutatása, gyakorlása.</w:t>
      </w:r>
    </w:p>
    <w:p w14:paraId="6D397E0C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Hevítő és hűtő berendezések, hűtőközegek.</w:t>
      </w:r>
    </w:p>
    <w:p w14:paraId="51A586F2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Hőkezelési műveletek technológiája.</w:t>
      </w:r>
    </w:p>
    <w:p w14:paraId="5636E407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Kovácsolás szerszámai, berendezései, gépei.</w:t>
      </w:r>
    </w:p>
    <w:p w14:paraId="12D6D2E3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Kovácsolás műveletei, kézi kovácsolás végzése (pl. hajlítás, zömítés, kovácshegesztés).</w:t>
      </w:r>
    </w:p>
    <w:p w14:paraId="566508FC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D168010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Hegesztés</w:t>
      </w:r>
    </w:p>
    <w:p w14:paraId="633BE1D1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Hegesztő berendezések, tartozékok és szerelvényeinek ismertetése, kezelése, beállítása.</w:t>
      </w:r>
    </w:p>
    <w:p w14:paraId="0B530072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Lánghegesztés biztonságtechnikája.</w:t>
      </w:r>
    </w:p>
    <w:p w14:paraId="0A44D00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Gázhegesztő berendezések üzembe helyezése, kezelése (lánggyújtás, különböző minőségű lángok beállítása, olvasztás, tompa- és sarokvarratok készítése, lángvágás, általános minőségű kötés készítése stb.).</w:t>
      </w:r>
    </w:p>
    <w:p w14:paraId="0CECB838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Hegesztő pisztolyok üzembe helyezése.</w:t>
      </w:r>
    </w:p>
    <w:p w14:paraId="7063E780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Olvasztási gyakorlatok.</w:t>
      </w:r>
    </w:p>
    <w:p w14:paraId="43B50B51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Varratfajták bemutatása, balra illetve jobbra hegesztés alkalmazása és eljárása.</w:t>
      </w:r>
    </w:p>
    <w:p w14:paraId="137FF8F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Varratkészítési gyakorlatok különböző munkadarabokon.</w:t>
      </w:r>
    </w:p>
    <w:p w14:paraId="2F7F1411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Ívhegesztés elmélete, alkalmazása, gépei, segédeszközei, segédberendezései.</w:t>
      </w:r>
    </w:p>
    <w:p w14:paraId="39319F1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Ívhegesztő berendezések, védőfelszerelések bemutatása, ívhegesztés munkabiztonsági előírásai.</w:t>
      </w:r>
    </w:p>
    <w:p w14:paraId="3FB08002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Hegesztő elektródák fajtáinak bemutatása.</w:t>
      </w:r>
    </w:p>
    <w:p w14:paraId="712B99FA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Hegesztő berendezések üzembe helyezése, áramerősség állítása.</w:t>
      </w:r>
    </w:p>
    <w:p w14:paraId="30BEF01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Ívgyújtás, ívtartás, elektródavezetés bemutatása.</w:t>
      </w:r>
    </w:p>
    <w:p w14:paraId="280CE43E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Varratkészítési gyakorlatok különböző munkadarabokon.</w:t>
      </w:r>
    </w:p>
    <w:p w14:paraId="119CE21D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Varratfajták, tompa- és sarokvarratok készítése.</w:t>
      </w:r>
    </w:p>
    <w:p w14:paraId="4A9B1FDE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225D5E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Korrózió elleni védelem</w:t>
      </w:r>
    </w:p>
    <w:p w14:paraId="0D64B13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gépek, berendezések, gépalkatrészek, szerkezeti elemek, eszközök tisztítása.</w:t>
      </w:r>
    </w:p>
    <w:p w14:paraId="6AEEA108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Felületek előkészítése korrózió gátló anyagok felhordására (pl. zsírtalanítás mechanikai és vegyi eszközökkel).</w:t>
      </w:r>
    </w:p>
    <w:p w14:paraId="5FA48FE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Átmeneti védekezés anyagainak felhordása, kézi és gépi eszközökkel.</w:t>
      </w:r>
    </w:p>
    <w:p w14:paraId="4730EB87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Tartós védelem anyagainak felhordása, kézi és gépi eszközökkel.</w:t>
      </w:r>
    </w:p>
    <w:p w14:paraId="3AC881BF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Munkagépek korrózióvédelmének elvégzése, tárolásra való felkészítése, tárolása.</w:t>
      </w:r>
    </w:p>
    <w:p w14:paraId="39263ED9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B45E918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Hajtóművek szerelése, javítása</w:t>
      </w:r>
    </w:p>
    <w:p w14:paraId="140C0487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Hengeres fogaskerekek és kúpkerekek, csigás hajtás szerelése, javítása.</w:t>
      </w:r>
    </w:p>
    <w:p w14:paraId="2C167B7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Ékszíjtárcsák, fogaskerekek fel- és leszerelése, reteszek illesztése.</w:t>
      </w:r>
    </w:p>
    <w:p w14:paraId="758B8EEB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Szíj-, dörzs-, fogaskerék-, csiga-, lánchajtás, gépelemeinek tisztítása, hiba-felvételezése, szerelése, cseréje, javítása.</w:t>
      </w:r>
    </w:p>
    <w:p w14:paraId="05F6D5E5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Fogaskerék- és csigahajtóművek szétszerelése, hibajegyzék összeállítása, hibás alkatrészek javítása, cseréje, összeszerelése.</w:t>
      </w:r>
    </w:p>
    <w:p w14:paraId="697863DE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Javítás utáni próbaüzemeltetés, főbb paraméterek mérése.</w:t>
      </w:r>
    </w:p>
    <w:p w14:paraId="4A9C25E5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Forgattyús és lengőhimbás hajtóművek szétszerelése, hibajegyzék összeállítása, hibás alkatrészek javítása, cseréje, összeszerelése.</w:t>
      </w:r>
    </w:p>
    <w:p w14:paraId="6366B1C2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Javítás utáni próbaüzemeltetés, főbb paraméterek mérése.</w:t>
      </w:r>
    </w:p>
    <w:p w14:paraId="75BE4B12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Mechanikus és hidraulikus működésű tengelykapcsolók karbantartása, szerelése, hiba-felvételezése, javítása, jellemző paraméterek mérése, beállítása.</w:t>
      </w:r>
    </w:p>
    <w:p w14:paraId="2052EB73" w14:textId="77777777" w:rsidR="00460982" w:rsidRPr="004E7330" w:rsidRDefault="00C03F7C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Fékek (pl. pofás, szalag-, kúpos-, tárcsás-, hidraulikus, lég- és </w:t>
      </w:r>
      <w:r w:rsidR="009A41D4" w:rsidRPr="004E7330">
        <w:rPr>
          <w:rFonts w:cs="Times New Roman"/>
        </w:rPr>
        <w:t>szervofékek</w:t>
      </w:r>
      <w:r w:rsidRPr="004E7330">
        <w:rPr>
          <w:rFonts w:cs="Times New Roman"/>
        </w:rPr>
        <w:t xml:space="preserve">) </w:t>
      </w:r>
      <w:r w:rsidR="00460982" w:rsidRPr="004E7330">
        <w:rPr>
          <w:rFonts w:cs="Times New Roman"/>
        </w:rPr>
        <w:t xml:space="preserve">szerelése (pl. </w:t>
      </w:r>
      <w:r w:rsidRPr="004E7330">
        <w:rPr>
          <w:rFonts w:cs="Times New Roman"/>
        </w:rPr>
        <w:t xml:space="preserve">karbantartás, beállítás, javítás, </w:t>
      </w:r>
      <w:r w:rsidR="00460982" w:rsidRPr="004E7330">
        <w:rPr>
          <w:rFonts w:cs="Times New Roman"/>
        </w:rPr>
        <w:t>csere</w:t>
      </w:r>
      <w:r w:rsidRPr="004E7330">
        <w:rPr>
          <w:rFonts w:cs="Times New Roman"/>
        </w:rPr>
        <w:t>)</w:t>
      </w:r>
      <w:r w:rsidR="00460982" w:rsidRPr="004E7330">
        <w:rPr>
          <w:rFonts w:cs="Times New Roman"/>
        </w:rPr>
        <w:t>.</w:t>
      </w:r>
    </w:p>
    <w:p w14:paraId="281F62A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gépszerkezet, gépegység általános állapotának felmérése, az alapvető hibák megállapítása.</w:t>
      </w:r>
    </w:p>
    <w:p w14:paraId="5717C21B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Műszaki dokumentációk, katalógusok alkalmazása.</w:t>
      </w:r>
    </w:p>
    <w:p w14:paraId="457E7D2B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Mozgásátalakító gépelemek kialakítása és szerelése.</w:t>
      </w:r>
    </w:p>
    <w:p w14:paraId="2094C206" w14:textId="77777777" w:rsidR="00C03F7C" w:rsidRPr="004E7330" w:rsidRDefault="00460982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Csapágyszerelés szerszámai, készülékei, gördülőcsapágyak szerelése (tengelyvég és csapágyház).</w:t>
      </w:r>
    </w:p>
    <w:p w14:paraId="05E42D23" w14:textId="77777777" w:rsidR="00FB6DBC" w:rsidRPr="004E7330" w:rsidRDefault="00C03F7C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Vázszerkezetek kialakítása.</w:t>
      </w:r>
    </w:p>
    <w:p w14:paraId="1DA439BC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047A69B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Gépi forgácsolás alapjai</w:t>
      </w:r>
    </w:p>
    <w:p w14:paraId="17CF62D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Műhelyrend, munka-, tűz- és környezetvédelmi szabályok megismerése.</w:t>
      </w:r>
    </w:p>
    <w:p w14:paraId="0A0EFC51" w14:textId="77777777" w:rsidR="00C03F7C" w:rsidRPr="004E7330" w:rsidRDefault="00C03F7C" w:rsidP="00C03F7C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Szerszámgépek bemutatása.</w:t>
      </w:r>
    </w:p>
    <w:p w14:paraId="7BF263B9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Gépi forgácsolással készült munkadarabok bemutatása.</w:t>
      </w:r>
    </w:p>
    <w:p w14:paraId="1CE8A82B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Forgácsolószerszámok közös jellemzői.</w:t>
      </w:r>
    </w:p>
    <w:p w14:paraId="24884C1F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Forgácsolószerszámok élgeometriája.</w:t>
      </w:r>
    </w:p>
    <w:p w14:paraId="1BDCF437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Szerszámok élezése.</w:t>
      </w:r>
    </w:p>
    <w:p w14:paraId="0691A93E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D165909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Esztergályozás</w:t>
      </w:r>
    </w:p>
    <w:p w14:paraId="7D6279DE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Egyetemes esztergagép szerkezeti felépítése, működése.</w:t>
      </w:r>
    </w:p>
    <w:p w14:paraId="45EA446A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Egyetemes esztergagép kezelése (indítás, leállítás, szánok mozgatása kézzel, géppel), munkadarab befogása.</w:t>
      </w:r>
    </w:p>
    <w:p w14:paraId="474F7FA2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Esztergakések befogása, szerszámbefogók, szerszámok beállítása.</w:t>
      </w:r>
    </w:p>
    <w:p w14:paraId="4FE03D9F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Esztergálás technológiai adatainak meghatározása.</w:t>
      </w:r>
    </w:p>
    <w:p w14:paraId="68A8D972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Műveletek egyetemes esztergagépen (síkesztergálás, hosszesztergálás, lépcsős forgástest esztergálásának bemutatása, gyakorlás egyszerűbb munkadarabokon.</w:t>
      </w:r>
    </w:p>
    <w:p w14:paraId="30AADEB4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62E75A3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Marás, gyalulás</w:t>
      </w:r>
    </w:p>
    <w:p w14:paraId="5F63A450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Marógépek ismertetése, beállítása, alapbeállítások gyakorlása.</w:t>
      </w:r>
    </w:p>
    <w:p w14:paraId="0CA3707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Marószerszámok bemutatása, alkalmazása, felszerelése, beállítása.</w:t>
      </w:r>
    </w:p>
    <w:p w14:paraId="751DA804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Egyszerűbb munkadarabok megmunkálása marógépen.</w:t>
      </w:r>
    </w:p>
    <w:p w14:paraId="0DC3A328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Lépcsős felületek, hornyok, és szögben hajló felületek marása.</w:t>
      </w:r>
    </w:p>
    <w:p w14:paraId="2556F932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Gyalugépek ismertetése, beállítása, alapbeállítások gyakorlása.</w:t>
      </w:r>
    </w:p>
    <w:p w14:paraId="14A2A778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Műveletek gyalugépen.</w:t>
      </w:r>
    </w:p>
    <w:p w14:paraId="3EFF51D4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3F3046F" w14:textId="77777777" w:rsidR="00FB6DBC" w:rsidRPr="004E7330" w:rsidRDefault="0046098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Köszörülés</w:t>
      </w:r>
    </w:p>
    <w:p w14:paraId="7CFE0F08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Köszörűgépek típusai, felépítése, működése.</w:t>
      </w:r>
    </w:p>
    <w:p w14:paraId="399397A6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Köszörűszerszámok kialakítása, felfogása.</w:t>
      </w:r>
    </w:p>
    <w:p w14:paraId="6E2D8AF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Köszörűszerszámok szabályozása és kiválasztása.</w:t>
      </w:r>
    </w:p>
    <w:p w14:paraId="64388FB3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Köszörülés technológiai adatainak meghatározása.</w:t>
      </w:r>
    </w:p>
    <w:p w14:paraId="68EDB6F1" w14:textId="77777777" w:rsidR="00460982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Munkadarabok felfogása köszörüléshez.</w:t>
      </w:r>
    </w:p>
    <w:p w14:paraId="0290317E" w14:textId="77777777" w:rsidR="00FB6DBC" w:rsidRPr="004E7330" w:rsidRDefault="00460982" w:rsidP="00460982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Palást, furat, sík felületek köszörülése.</w:t>
      </w:r>
    </w:p>
    <w:p w14:paraId="70C75E80" w14:textId="77777777" w:rsidR="00FB6DBC" w:rsidRPr="004E7330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B814964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19E959AC" w14:textId="77777777" w:rsidR="00FB6DBC" w:rsidRPr="004E7330" w:rsidRDefault="00460982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Tanműhelyek, üzemi műhelyek.</w:t>
      </w:r>
    </w:p>
    <w:p w14:paraId="2821D4E2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7395B5AE" w14:textId="77777777" w:rsidR="00FB6DBC" w:rsidRPr="004E7330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5167DC5B" w14:textId="05BA5378" w:rsidR="00FB6DBC" w:rsidRPr="004E7330" w:rsidRDefault="00FB6DBC" w:rsidP="00FB6DBC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187D6A8C" w14:textId="77777777" w:rsidR="00FB6DBC" w:rsidRPr="004E7330" w:rsidRDefault="00FB6DBC" w:rsidP="00FB6DBC">
      <w:pPr>
        <w:spacing w:after="0"/>
        <w:ind w:left="426"/>
        <w:rPr>
          <w:rFonts w:cs="Times New Roman"/>
        </w:rPr>
      </w:pPr>
    </w:p>
    <w:p w14:paraId="1E6D4E62" w14:textId="77777777" w:rsidR="00A23F09" w:rsidRPr="004E7330" w:rsidRDefault="00A23F09" w:rsidP="00A23F09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6264D10D" w14:textId="77777777" w:rsidR="00A23F09" w:rsidRPr="004E7330" w:rsidRDefault="00A23F09" w:rsidP="00A23F09">
      <w:pPr>
        <w:rPr>
          <w:rFonts w:cs="Times New Roman"/>
        </w:rPr>
      </w:pPr>
    </w:p>
    <w:p w14:paraId="50B4DC8D" w14:textId="77777777" w:rsidR="00A23F09" w:rsidRPr="004E7330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</w:t>
      </w:r>
    </w:p>
    <w:p w14:paraId="457DFE97" w14:textId="77777777" w:rsidR="00A23F09" w:rsidRPr="004E7330" w:rsidRDefault="00A87195" w:rsidP="00A23F09">
      <w:pPr>
        <w:spacing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11510</w:t>
      </w:r>
      <w:r w:rsidR="00A23F09" w:rsidRPr="004E7330">
        <w:rPr>
          <w:rFonts w:cs="Times New Roman"/>
          <w:b/>
          <w:sz w:val="36"/>
        </w:rPr>
        <w:t>-</w:t>
      </w:r>
      <w:r w:rsidRPr="004E7330">
        <w:rPr>
          <w:rFonts w:cs="Times New Roman"/>
          <w:b/>
          <w:sz w:val="36"/>
        </w:rPr>
        <w:t>16</w:t>
      </w:r>
      <w:r w:rsidR="00A23F09" w:rsidRPr="004E7330">
        <w:rPr>
          <w:rFonts w:cs="Times New Roman"/>
          <w:b/>
          <w:sz w:val="36"/>
        </w:rPr>
        <w:t xml:space="preserve"> azonosító számú</w:t>
      </w:r>
    </w:p>
    <w:p w14:paraId="0D9CB9E1" w14:textId="77777777" w:rsidR="00A23F09" w:rsidRPr="004E7330" w:rsidRDefault="00A87195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Erdőgazdasági erőforrások</w:t>
      </w:r>
    </w:p>
    <w:p w14:paraId="5093AA1B" w14:textId="77777777" w:rsidR="00A23F09" w:rsidRPr="004E7330" w:rsidRDefault="00A23F09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megnevezésű</w:t>
      </w:r>
    </w:p>
    <w:p w14:paraId="4BF19E95" w14:textId="77777777" w:rsidR="00A23F09" w:rsidRPr="004E7330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szakmai követelménymodul</w:t>
      </w:r>
    </w:p>
    <w:p w14:paraId="0F5D8CA1" w14:textId="77777777" w:rsidR="00A23F09" w:rsidRPr="004E7330" w:rsidRDefault="00A23F09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tantárgyai, témakörei</w:t>
      </w:r>
    </w:p>
    <w:p w14:paraId="12E8AF71" w14:textId="77777777" w:rsidR="00A23F09" w:rsidRPr="004E7330" w:rsidRDefault="00A23F09" w:rsidP="00A23F09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039F4950" w14:textId="62E36053" w:rsidR="00A23F09" w:rsidRPr="004E7330" w:rsidRDefault="00A23F09" w:rsidP="00A23F09">
      <w:pPr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A87195" w:rsidRPr="004E7330">
        <w:rPr>
          <w:rFonts w:cs="Times New Roman"/>
        </w:rPr>
        <w:t>11510</w:t>
      </w:r>
      <w:r w:rsidRPr="004E7330">
        <w:rPr>
          <w:rFonts w:cs="Times New Roman"/>
        </w:rPr>
        <w:t>-</w:t>
      </w:r>
      <w:r w:rsidR="00A87195" w:rsidRPr="004E7330">
        <w:rPr>
          <w:rFonts w:cs="Times New Roman"/>
        </w:rPr>
        <w:t>16</w:t>
      </w:r>
      <w:r w:rsidRPr="004E7330">
        <w:rPr>
          <w:rFonts w:cs="Times New Roman"/>
        </w:rPr>
        <w:t xml:space="preserve"> azonosító számú </w:t>
      </w:r>
      <w:r w:rsidR="00A87195" w:rsidRPr="004E7330">
        <w:rPr>
          <w:rFonts w:cs="Times New Roman"/>
        </w:rPr>
        <w:t>Erdőgazdasági erőforrások</w:t>
      </w:r>
      <w:r w:rsidRPr="004E7330">
        <w:rPr>
          <w:rFonts w:cs="Times New Roman"/>
        </w:rPr>
        <w:t xml:space="preserve">. megnevezésű szakmai követelménymodulhoz tartozó tantárgyak és témakörök oktatása során </w:t>
      </w:r>
      <w:r w:rsidR="00D40B94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12"/>
        <w:gridCol w:w="758"/>
        <w:gridCol w:w="758"/>
        <w:gridCol w:w="759"/>
        <w:gridCol w:w="758"/>
      </w:tblGrid>
      <w:tr w:rsidR="004E7330" w:rsidRPr="004E7330" w14:paraId="32661B35" w14:textId="77777777" w:rsidTr="00F82916">
        <w:trPr>
          <w:cantSplit/>
          <w:trHeight w:val="2574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CC2B9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3B0720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31274C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gyakorlat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6166C5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Közlekedési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546A64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Biztonsági ellenőrzés és üzemeltetés</w:t>
            </w:r>
          </w:p>
        </w:tc>
      </w:tr>
      <w:tr w:rsidR="004E7330" w:rsidRPr="004E7330" w14:paraId="10DCF202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2E8E4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430D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1E6F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77E0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AD7F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FF5B0B2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3CFC3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Kiválasztja az adott munkafeladat elvégzéséhez szükséges erőforrást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37F8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0197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D9F4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457B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4CCAB2A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884C6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az erdőgazdasági erőforrások napi és időszakos karbantartását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7A43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3D6E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83E9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655F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283DC80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F3A3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az erdőgazdasági erőforrások járószerkezetének állapotfelmérését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8D5D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FDFF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EBD5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1E96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A64C7D4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AEEA4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Ellenőrzi a kormányrendszert, elvégzi a szükséges beállításokat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F509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432D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EFE2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80F6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1447242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52D3D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Fékrendszer üzembiztos működését ellenőrzi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52E4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C3CF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BC94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010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D054DB9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E0213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Ellenőrzi az erdőgazdasági erőforrások elektromos és elektronikus rendszereit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759F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3B69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0B8D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FDED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EB3A51A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3AE0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vontatóval közúton közlekedik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97F6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9089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BDDB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603F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7B83CC3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1A60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Kiválasztja és felszereli az erdőgazdasági erőforrásra a feladatellátásához szükséges eszközöket, adaptereket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AFAE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8A87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3C5A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385F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2B1E17A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FFD65C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Működteti az elektromos és alternatív erőforrásokat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F793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AEFA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7BE7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3BACC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16E8295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3D61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 állapotát diagnosztikai eszközökkel meghatározza, hibabehatárolást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9293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EFC4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1B6D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1498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F22B4AC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944CF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Diagnosztikai eszközökkel elvégzi az erőforrások hidraulikus, pneumatikus, elektronikus rendszerének vizsgálatát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A955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F5DF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43A8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5FB3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182A6F0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7A043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Szerkezeti egységek, alkatrészek hiba felvételezését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D5F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9CF2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CD90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E641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445EEAE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4B3B3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Karbantartási, javítási ütemtervet készít, javaslatot tesz a tervezett felújításra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AF0A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F7B2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384D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D175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1350C89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E23CE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javítását, felújítását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79D3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760B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6DBA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5309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21AB2C8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2E9FC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Ellenőrzi a gép funkcionális működését és átadja az üzemeltetőnek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4CED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F036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2CB1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69D3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20B09A3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496E0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Betartja és betartatja az erdőgazdasági erőforrások üzemeltetése és javítása során munka-, tűz- és környezetvédelmi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F1EC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C3AB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46AF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7AD2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6D2C07A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7D82D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136A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AF95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B5EE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5CDB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5F1AC41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2EC2B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Erdőgazdaságban alkalmazott erőforrások és azok főbb egységei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FC6E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DA9FC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F193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81A3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3E79505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6A2D6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Teljesítmény-átvitel módjai, a mechanikus és a hidraulikus teljesítmény-átvitel szerkezeti felépítése, működése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BAE1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1952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2A30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4F21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4C93E44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4CE40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Járművek futómű megoldásai, kerékfelfüggesztése, rugózása, lengéscsillapítása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4496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564C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B7AB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EFDB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3332291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665AE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Járművek kormányzása, kormányzási módok az egyes megoldások szerkezeti felépítése, működése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D2C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77F4C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B553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0C0D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359C938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1F78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Erőforrásokban alkalmazott fékszerkezetek és fékrendszerek szerkezeti felépítése, működése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1002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0C94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6066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0690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234FC6E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89527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hidraulikus rendszerének szerkezeti felépítése, működése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D995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1617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52CE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7B05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E58E2DD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4E75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erőforrásokban alkalmazott elektromos berendezések működése és javítása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BFD9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BCBB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3FB9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8635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A2ADE75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0430B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elektronikus rendszerének működési elve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CF28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12B6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A68F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9396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4EDD551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A50C6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 xml:space="preserve">Erőforrásokra szerelhető eszközök és adapterek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922A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3681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C105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BD45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E28996F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1D316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Közúti közlekedés feltételei és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55D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5FFC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1A07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62A7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1035A8D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93259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Elektromos és alternatív erőforrások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706A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5F51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7C8A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94D9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3479083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B596E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beállításához szükséges szakmai számítások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A36C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3CEC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160E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F038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7B40C41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7FC11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napi és időszakos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F5E7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8675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0E8C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E8C9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EA2A234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6D5D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Gépjavítás alapfogalmai, műszaki állapotváltozások mérése, hibafelvételezés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59DF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9BF4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D047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1A0C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FBA10D9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35748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diagnosztikai rendszerei, az állapotfelmérés folyamata, hiba behatárolása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4AF3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1DB9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131A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B982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8A3F9BF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5438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alkatrészeinek felújítás-technológiai eljárásai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B6A4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90B6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7073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CCDE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9438DED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B104A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részegységeinek javítása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B721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417C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1BF3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2174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6716471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A8B17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 xml:space="preserve">Erdőgazdasági erőforrások felújítása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CD92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38C7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0FFF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8397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4E35659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27379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bejáratása, korrózió elleni védelme, gépek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B7A8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8B0E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7BE0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DA4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B2DE6BD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746BC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erőforrásokra vonatkozó munka-, tűz- és környezetvédelmi előírások, valamint az Erdészeti Biztonsági Szabályzat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763C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C4CEC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FBBF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B08D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A6DA60B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F99C9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9A5C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711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3BF1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5CEDC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64896BC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7987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Hidraulikus, pneumatikus, elektromos jelképi ábrázolások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1B87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FA5B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6606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D75B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C14EB62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CB942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Szabványok, táblázatok, kezelési, javítási utasítások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028B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6A7F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633A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94D3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69FA6AD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9700B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Mérő- és diagnosztikai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35EE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C5F0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6F96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A6DB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B35027C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CA003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7B8E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DCEE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79BA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C56A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1523960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AD234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Szerelő és megmunkáló szerszámok,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EC7D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5386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0C0B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D563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5C49ED7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70023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12EB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9708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DD8C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25B4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96B33A5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0E751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F157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8AC0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CBBB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9811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2E5766F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A8E90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Térlátás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0923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594A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4BA9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7DAE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1721265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FD41B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FB91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C817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0AC5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F8EB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3833511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385B1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Tömör fogalmazás készsége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AAC1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8AD12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66B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5C99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175D712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97A22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43E8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FC03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215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5FFDE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09D38E9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884E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Visszacsatolási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FC16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B5AD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8676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3EC4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C41570C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9D34E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Konfliktusmegoldó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3A88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64E9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1CC2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0B66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E03CC8D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B5167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 xml:space="preserve">Motiválhatóság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C9CE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C9F3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5C60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A860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B99C911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CB154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B959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68B0F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1AA0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561E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C74B90D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3451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Áttekintőképesség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ECB90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43A58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EEC1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3984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869BCCC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BED7A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Hibakeresés (diagnosztizálás)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265A5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23C63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38CD1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DE226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2916" w:rsidRPr="004E7330" w14:paraId="2F7F3516" w14:textId="77777777" w:rsidTr="00F82916">
        <w:trPr>
          <w:trHeight w:val="255"/>
          <w:jc w:val="center"/>
        </w:trPr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7CB4A7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Rendszerekben való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B3CA4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22E7B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DE26D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43CD9" w14:textId="77777777" w:rsidR="00766B2B" w:rsidRPr="004E7330" w:rsidRDefault="00766B2B" w:rsidP="00A871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</w:tbl>
    <w:p w14:paraId="3E24682E" w14:textId="77777777" w:rsidR="00A23F09" w:rsidRPr="004E7330" w:rsidRDefault="00A23F09" w:rsidP="00A23F09">
      <w:pPr>
        <w:rPr>
          <w:rFonts w:cs="Times New Roman"/>
        </w:rPr>
      </w:pPr>
    </w:p>
    <w:p w14:paraId="2332FD25" w14:textId="77777777" w:rsidR="00A23F09" w:rsidRPr="004E7330" w:rsidRDefault="00A87195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Erdőgazdasági erőforrások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="003476F4" w:rsidRPr="004E7330">
        <w:rPr>
          <w:rFonts w:cs="Times New Roman"/>
          <w:b/>
        </w:rPr>
        <w:t>2</w:t>
      </w:r>
      <w:r w:rsidR="009A7796" w:rsidRPr="004E7330">
        <w:rPr>
          <w:rFonts w:cs="Times New Roman"/>
          <w:b/>
        </w:rPr>
        <w:t>01</w:t>
      </w:r>
      <w:r w:rsidR="00A23F09" w:rsidRPr="004E7330">
        <w:rPr>
          <w:rFonts w:cs="Times New Roman"/>
          <w:b/>
        </w:rPr>
        <w:t xml:space="preserve"> óra/</w:t>
      </w:r>
      <w:r w:rsidR="003476F4" w:rsidRPr="004E7330">
        <w:rPr>
          <w:rFonts w:cs="Times New Roman"/>
          <w:b/>
        </w:rPr>
        <w:t>2</w:t>
      </w:r>
      <w:r w:rsidR="009A7796" w:rsidRPr="004E7330">
        <w:rPr>
          <w:rFonts w:cs="Times New Roman"/>
          <w:b/>
        </w:rPr>
        <w:t>01</w:t>
      </w:r>
      <w:r w:rsidR="00A23F09" w:rsidRPr="004E7330">
        <w:rPr>
          <w:rFonts w:cs="Times New Roman"/>
          <w:b/>
        </w:rPr>
        <w:t xml:space="preserve"> óra*</w:t>
      </w:r>
    </w:p>
    <w:p w14:paraId="76264968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35DB1A3C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18A4897" w14:textId="52504027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210F85B3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6B88EA62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7E94A0F1" w14:textId="77777777" w:rsidR="00A23F09" w:rsidRPr="004E7330" w:rsidRDefault="00A87195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Az Erdőgazdasági erőforrások tantárgy tanításának célja, hogy olyan műszaki szemléletet alakítson ki, amely biztosítja a gyakorlatias és biztonságos munkavégzést, fejlessze a tanulók igényes, pontos és fegyelmezett munkavégzés iránti igényét. Képessé tegye a képzésben résztvevőket az erdőgazdasági erőgépek szerkezeti felépítésének, működésének és beállításának megértésére, valamint a közlekedésben való részvétel műszaki és jogi előírásainak alkalmazására. Megfelelő alapot adjon a erdőgazdaságban alkalmazott erőforrások javításra. Rendszerezze és közvetítse az alapozó és kapcsolódó szakmai tantárgyak ismeretanyagát, a tanult törvényszerűségek, összefüggések felhasználását.</w:t>
      </w:r>
    </w:p>
    <w:p w14:paraId="26EF3AC2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2ADEC09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2544DAA8" w14:textId="77777777" w:rsidR="00A23F09" w:rsidRPr="004E7330" w:rsidRDefault="00A87195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Rajz (vetületi ábrázolás), Kémia (anyagok szerkezete), Fizika (mechanika, statika).</w:t>
      </w:r>
    </w:p>
    <w:p w14:paraId="5D851A26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564909B5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4B063FCB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Belsőégésű motorok szerkezeti felépítése</w:t>
      </w:r>
    </w:p>
    <w:p w14:paraId="49CA1CD2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Hengertömb és forgattyús ház hengerfej, hengerfejtömítés, hengerfej csavarok, szelepfedél, szelepfedél-tömítés, olajteknő, olajteknő tömítés kialakítása.</w:t>
      </w:r>
    </w:p>
    <w:p w14:paraId="69C08877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Forgattyús hajtómű kialakítása.</w:t>
      </w:r>
    </w:p>
    <w:p w14:paraId="1A4037D1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gázcsere vezérlés feladata, vezérlési rendszerek, a vezérlés szerkezeti elemei. Vezérműveken elvégzendő beállítások.</w:t>
      </w:r>
    </w:p>
    <w:p w14:paraId="2CAA06B2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1CFB63B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Belsőégésű motorok működése</w:t>
      </w:r>
    </w:p>
    <w:p w14:paraId="688EA78F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Hőtani alapfogalmak (pl. gáztörvények, gázok állapotváltozásai, körfolyamatok).</w:t>
      </w:r>
    </w:p>
    <w:p w14:paraId="43BF06A5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Motorok fő méretei (pl. furat, löket, hengertérfogat, sűrítési viszony).</w:t>
      </w:r>
    </w:p>
    <w:p w14:paraId="126EBEC9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égés feltételei, lefolyása.</w:t>
      </w:r>
    </w:p>
    <w:p w14:paraId="3D99EC80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két- és négyütemű Otto- és dízelmotorok működése, működés bemutatásához kapcsolódó diagramok. </w:t>
      </w:r>
    </w:p>
    <w:p w14:paraId="5512CF47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Túltöltött négyütemű motorok működése, a volumetrikus hatásfok fogalma, szerepe.</w:t>
      </w:r>
    </w:p>
    <w:p w14:paraId="4DA6BC65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Különleges motorok felépítése és működése (pl. forgódugattyús motor, gázturbina).</w:t>
      </w:r>
    </w:p>
    <w:p w14:paraId="10965439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Belsőégésű motorok égéstereinek kialakítása, az égésterek hatása a motor működésére (osztatlan, osztott égéstér).</w:t>
      </w:r>
    </w:p>
    <w:p w14:paraId="7229C6E7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7C06E99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Belsőégésű motorok tüzelőanyag-ellátása</w:t>
      </w:r>
    </w:p>
    <w:p w14:paraId="3C5FC5F7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Tüzelőanyag és a gázkeverék fogalma, fajtái, jellemzői. </w:t>
      </w:r>
    </w:p>
    <w:p w14:paraId="413A5B2A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Keverékképzés az Otto- és a dízelmotorban. </w:t>
      </w:r>
    </w:p>
    <w:p w14:paraId="76C82A34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Otto-motorok gázkeverékek előállítása és az ellátó rendszerek felépítése és működése. A tüzelőanyag tároló, előkészítő, továbbító és bejuttató egységek feladata, működése. Az Otto-motorok tüzelőanyag-ellátó rendszerének karbantartása, javítási lehetőségei. </w:t>
      </w:r>
    </w:p>
    <w:p w14:paraId="780805D2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Dízelmotorok keverékképzése és az égés folyamata. A tüzelőanyag-ellátó rendszerek csoportosítása, a rendszerek működése és jellemzői. A tüzelőanyag tároló, előkészítő, továbbító és bejuttató egységek feladata, kialakítása, működése. A dízelmotorok tüzelőanyag-ellátó rendszerének karbantartása, javítási lehetőségei.</w:t>
      </w:r>
    </w:p>
    <w:p w14:paraId="66D45015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belsőégésű motorok levegőellátó rendszerének felépítése, működése és karbantartása.</w:t>
      </w:r>
    </w:p>
    <w:p w14:paraId="7A112D23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motorok működése során kibocsátott káros</w:t>
      </w:r>
      <w:r w:rsidR="009A41D4" w:rsidRPr="004E7330">
        <w:rPr>
          <w:rFonts w:cs="Times New Roman"/>
        </w:rPr>
        <w:t xml:space="preserve"> </w:t>
      </w:r>
      <w:r w:rsidRPr="004E7330">
        <w:rPr>
          <w:rFonts w:cs="Times New Roman"/>
        </w:rPr>
        <w:t>anyagok. A káros</w:t>
      </w:r>
      <w:r w:rsidR="009A41D4" w:rsidRPr="004E7330">
        <w:rPr>
          <w:rFonts w:cs="Times New Roman"/>
        </w:rPr>
        <w:t xml:space="preserve"> </w:t>
      </w:r>
      <w:r w:rsidRPr="004E7330">
        <w:rPr>
          <w:rFonts w:cs="Times New Roman"/>
        </w:rPr>
        <w:t>anyagok csökkentésének módszerei. A kipufogó-rendszerek kialakítása, működése és motorok üzemeltetése.</w:t>
      </w:r>
    </w:p>
    <w:p w14:paraId="7FFD8D0D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D1916F2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Belsőégésű motorok szabályozása</w:t>
      </w:r>
    </w:p>
    <w:p w14:paraId="0692190F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Szabályozással kapcsolatos alapfogalmak (irányítás, vezérlés, szabályozás, mennyiségi és minőségi szabályozás, fordulatszám és teljesítmény szabályozása).</w:t>
      </w:r>
    </w:p>
    <w:p w14:paraId="2DD81171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Automatikus szabályozók kialakítása, működése (szabályozók csoportosítása, mechanikus, hidraulikus, pneumatikus és elektronikus szabályzók).</w:t>
      </w:r>
    </w:p>
    <w:p w14:paraId="5521F058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20E4713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Belsőégésű motorok kenése és hűtése</w:t>
      </w:r>
    </w:p>
    <w:p w14:paraId="48C954FB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súrlódással kapcsolatos alapfogalmak, a kenés funkciói, a kenőanyagok csoportosítása, fajtái, főbb jellemzői, alkalmazott kenőanyagok. </w:t>
      </w:r>
    </w:p>
    <w:p w14:paraId="6ECDFA0C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Motor kenési rendszereinek kialakítása, működése (pl. keverékolajozás, nyomóolajozás).</w:t>
      </w:r>
    </w:p>
    <w:p w14:paraId="6EFE8888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kenési rendszerek kezelése, karbantartása és a motorolaj cseréje.</w:t>
      </w:r>
    </w:p>
    <w:p w14:paraId="35C8B215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motorok hőmérlege és az üzemi hőmérséklet fogalma.</w:t>
      </w:r>
    </w:p>
    <w:p w14:paraId="6F64A006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motorok hűtési rendszereinek csoportosítása, az egyes rendszerek jellemzői. A lég- és folyadékhűtés szerkezeti felépítése, működése. A motorok üzemi hőmérsékletének szabályozása, a hűtési rendszerek karbantartása.</w:t>
      </w:r>
    </w:p>
    <w:p w14:paraId="025C0291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EDB15DF" w14:textId="77777777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teljesítmény-átviteli rendszerei</w:t>
      </w:r>
    </w:p>
    <w:p w14:paraId="55E2D166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mechanikus teljesítmény-átviteli rendszerek szerkezeti felépítése, működése.</w:t>
      </w:r>
    </w:p>
    <w:p w14:paraId="7988082C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tengelykapcsolók feladata, az átvihető nyomaték nagysága. A tengelykapcsolók kialakítása és működése: üzeme szerint (pl. olajban futó, száraz), működési mód szerint (egyszeres, kettős), működtetés szerint.</w:t>
      </w:r>
    </w:p>
    <w:p w14:paraId="72AE832E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egy- és többtárcsás, valamint röpsúlyos tengelykapcsolók szerkezeti felépítése, működése és beállítása. </w:t>
      </w:r>
    </w:p>
    <w:p w14:paraId="2BEB7E03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fogaskerékpárok és a bolygóművek áttételeinek meghatározása.</w:t>
      </w:r>
    </w:p>
    <w:p w14:paraId="044E0E23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nyomaték-váltóművek feladata és csoportosítása. Az egylépcsős, előtéttengelyes, szorzórendszerű, többtengelyes, bolygóműves sebességváltó szerkezeti felépítése, működése, fokozatok kapcsolásának módjai és karbantartása.</w:t>
      </w:r>
    </w:p>
    <w:p w14:paraId="41810E69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fokozat nélküli mechanikus rendszerű váltók felépítése és működése.</w:t>
      </w:r>
    </w:p>
    <w:p w14:paraId="0F12A6BE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osztóművek feladata, kialakítása és működése.</w:t>
      </w:r>
    </w:p>
    <w:p w14:paraId="59937D45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kiegyenlítőművek feladata, szerkezeti felépítése, működése, a kiegyenlítőmű-zár szerepe, megoldásai és használata. A véglehajtás szerepe, szerkezeti megoldásai.</w:t>
      </w:r>
    </w:p>
    <w:p w14:paraId="0A39AD64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mellső kerékhajtás jelentősége, kialakításának megoldásai.</w:t>
      </w:r>
    </w:p>
    <w:p w14:paraId="61BD8954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teljesítmény-leadó tengely szerepe, feladata, a tengely kialakítása, meghajtása, kapcsolása.</w:t>
      </w:r>
    </w:p>
    <w:p w14:paraId="3F4A379A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erőgépeken alkalmazott különleges mechanikus teljesítmény-átviteli rendszerek felépítése, működése.</w:t>
      </w:r>
    </w:p>
    <w:p w14:paraId="1D43F1DA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hidraulika alapjai: folyadékok tulajdonságai, hidrodinamika, hidrosztatika fogalma, statikus és dinamikus nyomás, térfogatáram, fajlagos szállítás és nyelés, fogalma és meghatározása.</w:t>
      </w:r>
    </w:p>
    <w:p w14:paraId="52A2090B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hidrosztatikus (hidraulikus) és hidrodinamikus teljesítmény-átvitel alapelvei, a hidraulikus áttétel és teljesítmény, hidraulikus veszteségek, hatásfok.</w:t>
      </w:r>
    </w:p>
    <w:p w14:paraId="2D41C476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erdőgazdasági erőgépeken alkalmazott hidrodinamikus tengelykapcsoló és nyomatékváltó felépítése, működése.</w:t>
      </w:r>
    </w:p>
    <w:p w14:paraId="4F1AB80F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erdőgazdasági erőgépeken alkalmazott hidrosztatikus rendszerek kialakítása és jellemzői. A hidraulikus rendszer felépítése, az egyes szerkezeti egységek feladata, jelképes ábrázolása. Az energia-átalakítók (pl. szivattyúk, hidromotorok, munkahengerek, hidroakkumulátorok) csoportosítása, jelképes ábrázolása, jellemzői, kialakítása és működése. A hidraulikus irányítókészülékek (pl. út-, nyomás- és áramirányítók) szerkezeti megoldásai, jelképes ábrázolása, működése.</w:t>
      </w:r>
    </w:p>
    <w:p w14:paraId="4F140571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Hidraulikus rendszer kiegészítő szerelvényeinek kialakítása, jelképes ábrázolása</w:t>
      </w:r>
    </w:p>
    <w:p w14:paraId="4E21B2C4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Alkalmazott hidraulikus berendezések működési vázlatának jelképes kapcsolási rajzainak bemutatása, értelmezése adott géptípusokon.</w:t>
      </w:r>
    </w:p>
    <w:p w14:paraId="7DD3E68F" w14:textId="77777777" w:rsidR="00A23F09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Hidraulikus teljesítmény-átviteli rendszerek kezelése, karbantartása.</w:t>
      </w:r>
    </w:p>
    <w:p w14:paraId="45410897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AF36072" w14:textId="77777777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kerekes járószerkezete és kormányzása</w:t>
      </w:r>
    </w:p>
    <w:p w14:paraId="15C7DC38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erőgépek járószerkezetének feladata, jellemző méretei, a kerék és a talaj kapcsolata, a vontatás feltétele.</w:t>
      </w:r>
    </w:p>
    <w:p w14:paraId="2F580BEA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járószerkezetek csoportosítása, a kerekes járószerkezetek szerkezeti felépítése, alkalmazott rugózási és kerék-felfüggesztési rendszerek. A gumiabroncsok szerkezete, jellemző méretei, abroncsokon található jelölések értelmezése. A gumiabroncs szerelése, használata, hibái, javítása.</w:t>
      </w:r>
    </w:p>
    <w:p w14:paraId="5FCDD2FE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Kerekes járművek kormányzási módjai, az egyes megoldások kialakítása és jellemzői (pl. forgózsámolyos, derékcsuklós, mellső-, hátsó és összkerék tengelycsonk kormányzás). Mechanikus rendszerű és a hidraulikus rásegítővel ellátott kormányszerkezet szerkezeti felépítése, az egyes elemek kialakítása és működése. A hidraulikus rendszerű kormányszerkezet szerkezeti felépítése, az egyes elemek kialakítása és működése.</w:t>
      </w:r>
    </w:p>
    <w:p w14:paraId="762442F2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lánctalpas és a gumihevederes járószerkezet kialakítása, működése, ellenőrzése és beállítása. A lánctalpas és a gumihevederes járószerkezettel ellátott erdőgazdasági erőgépek kormányzási rendszereinek kialakítása, a szerkezeti egységek kivitele és működése. </w:t>
      </w:r>
    </w:p>
    <w:p w14:paraId="68293499" w14:textId="77777777" w:rsidR="00A23F09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féllánctalpas, részben gumihevederes járószerzetű erdőgazdasági erőgépek kialakítása, működése, kormányzás módjai és a kormányberendezések működése, ellenőrzése.</w:t>
      </w:r>
    </w:p>
    <w:p w14:paraId="0FD3C6FF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A85F050" w14:textId="77777777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alváza, vonó- és függesztőrendszerei</w:t>
      </w:r>
    </w:p>
    <w:p w14:paraId="0F611870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alváz és felépítmény szerepe, feladata, az erőgépek alváz megoldásai. Az alvázak kialakítása és az egyes kivitelek jellemzése, az üzemeltetésre gyakorolt hatásuk.</w:t>
      </w:r>
    </w:p>
    <w:p w14:paraId="1AF33F55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Erőgépek felépítményeinek jellemzői, hatásuk a gépek üzemeltetésére, egyéb kiegészítő berendezések. A gépeken alkalmazott klímaberendezések kialakítása, beállítása.</w:t>
      </w:r>
    </w:p>
    <w:p w14:paraId="00D14DAA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Vonókészülékek feladata, megoldásai (pl. vonófej, vonórúd, vonóhorog, vonóléc, vonókengyel).</w:t>
      </w:r>
    </w:p>
    <w:p w14:paraId="789D258E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Függesztő készülékek feladata, megoldásai és kezelésük (pl. két-, hárompont, függesztő keret).</w:t>
      </w:r>
    </w:p>
    <w:p w14:paraId="3FB6BEA2" w14:textId="77777777" w:rsidR="00A23F09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emelő berendezés szerkezete, működése, a függesztő, vonószerkezetre kapcsolt szabályozó-berendezések felépítése, működése, alkalmazása, üzemeltetése.</w:t>
      </w:r>
    </w:p>
    <w:p w14:paraId="60BC3094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EA094E7" w14:textId="57130D92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</w:t>
      </w:r>
      <w:r w:rsidR="00314FC1" w:rsidRPr="004E7330">
        <w:rPr>
          <w:rFonts w:cs="Times New Roman"/>
          <w:b/>
          <w:i/>
        </w:rPr>
        <w:t>dőgazdasági er</w:t>
      </w:r>
      <w:r w:rsidRPr="004E7330">
        <w:rPr>
          <w:rFonts w:cs="Times New Roman"/>
          <w:b/>
          <w:i/>
        </w:rPr>
        <w:t>őgépek fék</w:t>
      </w:r>
      <w:r w:rsidR="00F82916">
        <w:rPr>
          <w:rFonts w:cs="Times New Roman"/>
          <w:b/>
          <w:i/>
        </w:rPr>
        <w:t>rendszerei</w:t>
      </w:r>
    </w:p>
    <w:p w14:paraId="617D346A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Fékezéssel kapcsolatos alapfogalmak és összefüggések (lassulás fogalma, meghatározása, fékút meghatározása, féktávolság meghatározása, fékkésedelem fogalma, értékei, a fékezés energiaegyensúlya).</w:t>
      </w:r>
    </w:p>
    <w:p w14:paraId="1B509FD3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fékek csoportosítása és jellemzése rendeltetésük, fékezőelemek kivitele működtetés módja szerint. </w:t>
      </w:r>
    </w:p>
    <w:p w14:paraId="7F1028E8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szalag-, dob-, tárcsa, örvény és hidrodinamikus fékek, szerkezeti felépítése, működése karbantartása.</w:t>
      </w:r>
    </w:p>
    <w:p w14:paraId="29FE4285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működtetésű fékrendszer felépítése, szerkezeti elemei, működése, kezelése, karbantartása. A hidraulikus működtetésű fékrendszerek kialakítása (egy és kétkörös rendszer), valamint a pedálerőt csökkentő berendezések felépítése, működése és karbantartása.</w:t>
      </w:r>
    </w:p>
    <w:p w14:paraId="1A4AB412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pneumatikus működtetésű fékrendszer felépítése, szerkezeti elemei, működése, kezelése, karbantartása. A pneumatikus működtetésű fékrendszerek (egy-, kétkörös, egy és kétvezetékes rendszer), felépítése, működése és kezelése.</w:t>
      </w:r>
    </w:p>
    <w:p w14:paraId="3EEAE284" w14:textId="77777777" w:rsidR="00A23F09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fékberendezések ellenőrzése és műszeres vizsgálata.</w:t>
      </w:r>
    </w:p>
    <w:p w14:paraId="5400C2D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3F6043" w14:textId="10FC7EF8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elektromos rendszere</w:t>
      </w:r>
      <w:r w:rsidR="00314FC1" w:rsidRPr="004E7330">
        <w:rPr>
          <w:rFonts w:cs="Times New Roman"/>
          <w:b/>
          <w:i/>
        </w:rPr>
        <w:t>i</w:t>
      </w:r>
    </w:p>
    <w:p w14:paraId="665CBFFB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Erőgépeken alkalmazott elektromos berendezések.</w:t>
      </w:r>
    </w:p>
    <w:p w14:paraId="0F3DF1A1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Áramkörök kialakítása, elemei, elektromos jellemzők mérése (pl. feszültség, áramerősség, ellenállás).</w:t>
      </w:r>
    </w:p>
    <w:p w14:paraId="566B611D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Erdőgazdasági erőgépek áramellátó rendszereinek felépítése, működése és jellemzőinek mérése.</w:t>
      </w:r>
    </w:p>
    <w:p w14:paraId="70797524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erőgépek akkumulátorainak szerkezete, működése, üzeme, kezelése.</w:t>
      </w:r>
    </w:p>
    <w:p w14:paraId="7E8FDD96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Belsőégésű motorok indítási feltételei, indítási teljesítmény szükséglet, indítómotorok felépítése, működése, jellemző paraméterei.</w:t>
      </w:r>
    </w:p>
    <w:p w14:paraId="7034B8E7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gyújtóberendezés feladata, a gyújtószikra előállítása, az akkumulátoros gyújtás működése.</w:t>
      </w:r>
    </w:p>
    <w:p w14:paraId="31A66809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Dízelmotorok indítását segítő berendezések szerkezeti egységei, működése és karbantartása.</w:t>
      </w:r>
    </w:p>
    <w:p w14:paraId="57F1ED52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erőgépek jelző és világítóberendezéseire vonatkozó előírások, a berendezések felépítése, működése és ellenőrzése. </w:t>
      </w:r>
    </w:p>
    <w:p w14:paraId="772A4AA3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erőgépeken alkalmazott egyéb jelzőberendezések ellenőrzése és kezelése pl. töltés-, tüzelőanyagszint, olajnyomás, hűtőfolyadék hőmérsékletjelző.</w:t>
      </w:r>
    </w:p>
    <w:p w14:paraId="2C7E45FA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erőgépek elektromos rendszerének kapcsolási rajza, alkalmazott jelképes jelölések.</w:t>
      </w:r>
    </w:p>
    <w:p w14:paraId="034F5DEB" w14:textId="77777777" w:rsidR="00A23F09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Egyéb elektromos egységek kialakítása és karbantartása: vezetékek, biztosítók, kapcsolók, dugós csatlakozó, ablaktörlő és ablakmosó berendezés, fűtő, hűtő és szellőző berendezések.</w:t>
      </w:r>
    </w:p>
    <w:p w14:paraId="16D2A889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A985109" w14:textId="77777777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karbantartása</w:t>
      </w:r>
    </w:p>
    <w:p w14:paraId="306998C4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karbantartás szükségessége, karbantartási módszerek jellemzői.</w:t>
      </w:r>
    </w:p>
    <w:p w14:paraId="5E167084" w14:textId="77777777" w:rsidR="00A23F09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Erdőgazdasági erőgépek karbantartási rendszerei, az egyes karbantartási fokozatokban elvégzendő műveletek. A karbantartáshoz használt anyagok és eszközök. A kezelési és karbantartási utasítások és alkalmazása. Alkatrész-katalógus és alkalmazása. Gépalkatrészek rendelése, tartalékolása.</w:t>
      </w:r>
    </w:p>
    <w:p w14:paraId="1DE76593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308846" w14:textId="77777777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javítása</w:t>
      </w:r>
    </w:p>
    <w:p w14:paraId="4DE8D765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hengertömb jellemző meghibásodása és a javítás módjai.</w:t>
      </w:r>
    </w:p>
    <w:p w14:paraId="789C2218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forgattyús hajtóművek meghibásodása, javítása (pl. dugattyú, dugattyúgyűrű, csapszeg, hajtórúd, forgattyús tengely).</w:t>
      </w:r>
    </w:p>
    <w:p w14:paraId="18D4DBD9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 vezérművének hibái, javítása (pl. hengerfej, szelepek).</w:t>
      </w:r>
    </w:p>
    <w:p w14:paraId="3902C150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hűtési és kenési rendszer javítása.</w:t>
      </w:r>
    </w:p>
    <w:p w14:paraId="39BEFDB8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dízel tüzelőanyag-ellátó berendezések javítása, beállítása, tüzelőanyag-tartályok, tápszivattyúk, csövek, szűrők hibái, javítsuk, szerelésük, adagolószivattyúk hibái, ellenőrzése, beállítása, javítása, dízel befecskendező fúvókák vizsgálata, javítása, beállítása.</w:t>
      </w:r>
    </w:p>
    <w:p w14:paraId="6F1845A5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Otto-motorok tüzelőanyag-ellátó rendszerének vizsgálata, hibáinak javítása, beszabályozása, benzinbefecskendezéses tüzelőanyag ellátórendszer hibái, javítása.</w:t>
      </w:r>
    </w:p>
    <w:p w14:paraId="1134C7ED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teljesítmény-átviteli berendezések hibái, szerelése, javítása (pl. mechanikus tengelykapcsolók, sebességváltók, osztóművek és kiegyenlítőművek).</w:t>
      </w:r>
    </w:p>
    <w:p w14:paraId="30E681AD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kerekes járószerkezet (pl. mellső és hátsó) hibái, szerelése, javítása, kormányszerkezet hibái és javítása.</w:t>
      </w:r>
    </w:p>
    <w:p w14:paraId="160994A1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fékszerkezetek hibái és javítása.</w:t>
      </w:r>
    </w:p>
    <w:p w14:paraId="0897A29C" w14:textId="77777777" w:rsidR="00A23F09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berendezések leggyakoribb hibái, vizsgálata, beállítása, javítása.</w:t>
      </w:r>
    </w:p>
    <w:p w14:paraId="3C45DE0A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F63F548" w14:textId="77777777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bejáratása, állapotfelmérése, gépek tárolása</w:t>
      </w:r>
    </w:p>
    <w:p w14:paraId="18C5A838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új vagy felújított gépek bejáratásának folyamata. A bejáratás alatti teendők. </w:t>
      </w:r>
    </w:p>
    <w:p w14:paraId="71D336BF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felújított motorok fékezése, fékpadok kialakítása. </w:t>
      </w:r>
    </w:p>
    <w:p w14:paraId="4EE82563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Javított gépek üzembehelyezése.</w:t>
      </w:r>
    </w:p>
    <w:p w14:paraId="3AEF254D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erdőgazdasági erőgépek állapotfelmérésének módszerei, az egyes módszerek jellemzői és végrehajtásának folyamata.</w:t>
      </w:r>
    </w:p>
    <w:p w14:paraId="0376C8C1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Korrózió elleni védelem szükségessége, az eljárások csoportosítása és az eljárások folyamata. </w:t>
      </w:r>
    </w:p>
    <w:p w14:paraId="7F00360D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Védőanyagok csoportosítása és jellemzői. Erdőgazdasági gépek korrózióvédelme. Átmeneti korrózióvédelem, technológiai folyamata. </w:t>
      </w:r>
    </w:p>
    <w:p w14:paraId="46269BCA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Géptárolás szükségessége, létesítményei. Különféle gépek, gépcsoportok tárolása.</w:t>
      </w:r>
    </w:p>
    <w:p w14:paraId="52337304" w14:textId="77777777" w:rsidR="00A23F09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Gépudvar és egyéb tároló létesítmények kialakítása.</w:t>
      </w:r>
    </w:p>
    <w:p w14:paraId="1AD04A1B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3B7A5A1" w14:textId="77777777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Egyéb erdőgazdasági erőgépek</w:t>
      </w:r>
    </w:p>
    <w:p w14:paraId="7759F7B0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erdőgazdaságban alkalmazott aggregátorok szerkezeti felépítése, működése és kezelése.</w:t>
      </w:r>
    </w:p>
    <w:p w14:paraId="518011D9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váltakozó áramú hálózat főbb elemei, az erdőgazdaságban alkalmazott elektromos motorok, kapcsolók működési elve, jellemző paraméterei és kezelésük. Elektromos motorokhoz kapcsolt hajtóművek kialakítása, működése és karbantartása.</w:t>
      </w:r>
    </w:p>
    <w:p w14:paraId="393995DD" w14:textId="77777777" w:rsidR="00A23F09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Erdőgazdaságban alkalmazott kisgépek, pl. motoros kapák, motoros permetezők szerkezeti felépítése, működés és karbantartása.</w:t>
      </w:r>
    </w:p>
    <w:p w14:paraId="71370591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6DD740D" w14:textId="77777777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Karbantartás és javítás szervezése</w:t>
      </w:r>
    </w:p>
    <w:p w14:paraId="58B9F19C" w14:textId="77777777" w:rsidR="003476F4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karbantartási rendszerek elemzése, az egyes módszerek személyi és tárgyi feltételei.</w:t>
      </w:r>
    </w:p>
    <w:p w14:paraId="7076D42C" w14:textId="77777777" w:rsidR="00A23F09" w:rsidRPr="004E7330" w:rsidRDefault="003476F4" w:rsidP="003476F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erdőgazdasági erőgéppark karbantartási tervének elkészítésének alapvető lépései, a karbantartási terv tartalma. A karbantartási folyamatok szervezésének alapvető feladatai.</w:t>
      </w:r>
    </w:p>
    <w:p w14:paraId="19B68869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A9BD154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16BA4B4D" w14:textId="77777777" w:rsidR="00A23F09" w:rsidRPr="004E7330" w:rsidRDefault="00A87195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elméleti képzés, amelynek fő helyszíne a tanterem, a szaktanterem.</w:t>
      </w:r>
    </w:p>
    <w:p w14:paraId="03E77CE7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2B0839F3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75A3F0A6" w14:textId="7E4E4761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2D53F430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40E0226" w14:textId="77777777" w:rsidR="00A23F09" w:rsidRPr="004E7330" w:rsidRDefault="00A87195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Erdőgazdasági erőforrások gyakorlat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="003476F4" w:rsidRPr="004E7330">
        <w:rPr>
          <w:rFonts w:cs="Times New Roman"/>
          <w:b/>
        </w:rPr>
        <w:t>2</w:t>
      </w:r>
      <w:r w:rsidR="009A7796" w:rsidRPr="004E7330">
        <w:rPr>
          <w:rFonts w:cs="Times New Roman"/>
          <w:b/>
        </w:rPr>
        <w:t>27</w:t>
      </w:r>
      <w:r w:rsidR="00A23F09" w:rsidRPr="004E7330">
        <w:rPr>
          <w:rFonts w:cs="Times New Roman"/>
          <w:b/>
        </w:rPr>
        <w:t xml:space="preserve"> óra/</w:t>
      </w:r>
      <w:r w:rsidR="003476F4" w:rsidRPr="004E7330">
        <w:rPr>
          <w:rFonts w:cs="Times New Roman"/>
          <w:b/>
        </w:rPr>
        <w:t>2</w:t>
      </w:r>
      <w:r w:rsidR="009A7796" w:rsidRPr="004E7330">
        <w:rPr>
          <w:rFonts w:cs="Times New Roman"/>
          <w:b/>
        </w:rPr>
        <w:t>27</w:t>
      </w:r>
      <w:r w:rsidR="00A23F09" w:rsidRPr="004E7330">
        <w:rPr>
          <w:rFonts w:cs="Times New Roman"/>
          <w:b/>
        </w:rPr>
        <w:t xml:space="preserve"> óra*</w:t>
      </w:r>
    </w:p>
    <w:p w14:paraId="28751B63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2FA8658E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6A4CC217" w14:textId="6AAAF300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1DBECD77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BDD114B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2AED3387" w14:textId="77777777" w:rsidR="00A87195" w:rsidRPr="004E7330" w:rsidRDefault="00A87195" w:rsidP="00A87195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Az Erdőgazdasági erőforrásokhoz kapcsolódó Erdőgazdasági erőforrások gyakorlat tantárgy célja, hogy a tanulók a megszerezzék az Erdészeti gépésztechnikus szakképesítéshez, az önálló munkavégzéshez szükséges gyakorlati tudást az erdőgazdaságban alkalmazott erőgépek kezeléséhez és javításához.</w:t>
      </w:r>
    </w:p>
    <w:p w14:paraId="68DE8E3E" w14:textId="77777777" w:rsidR="00A87195" w:rsidRPr="004E7330" w:rsidRDefault="00A87195" w:rsidP="00A87195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szakmai gyakorlat felhasználja az elméleti tárgyak tanulása során elsajátított ismereteket, ezért a gyakorlati tudás megszerzése érdekében.</w:t>
      </w:r>
    </w:p>
    <w:p w14:paraId="3D03D650" w14:textId="77777777" w:rsidR="00A87195" w:rsidRPr="004E7330" w:rsidRDefault="00A87195" w:rsidP="00A87195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Készítsen fel a pontos, szakszerű, gazdaságos, az önálló és kitartó munkavégzésre, a folyamatos ismeretszerzésre, a korszerű technika, technológia iránti érdeklődésre.</w:t>
      </w:r>
    </w:p>
    <w:p w14:paraId="57418338" w14:textId="77777777" w:rsidR="00A87195" w:rsidRPr="004E7330" w:rsidRDefault="00A87195" w:rsidP="00A87195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Mutassa meg a technológiai eljárások összetettségét, kombinálhatóságát, az elvégzendő műveletek logikai sorrendjét.</w:t>
      </w:r>
    </w:p>
    <w:p w14:paraId="0753D21D" w14:textId="77777777" w:rsidR="00A23F09" w:rsidRPr="004E7330" w:rsidRDefault="00A87195" w:rsidP="00A87195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Tegye képessé a végzett tanulókat az erdőgazdaságban használatos erőforrások szakszerű, biztonságos, balesetmentes kezelésére, javítására és karbantartására.</w:t>
      </w:r>
    </w:p>
    <w:p w14:paraId="35B0630D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AD4AC42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5BE14534" w14:textId="77777777" w:rsidR="00A23F09" w:rsidRPr="004E7330" w:rsidRDefault="00A87195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Géprajz (vetületi ábrázolás, rajzolvasás, jelképes ábrázolás), Kémia (anyagok szerkezete), Fizika (mechanika, statika).</w:t>
      </w:r>
    </w:p>
    <w:p w14:paraId="6C28C4F0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73181E59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7F514393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Motorok szerkezeti felépítése</w:t>
      </w:r>
    </w:p>
    <w:p w14:paraId="6B9A595B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műhely biztonságtechnikai és tűzvédelmi szabályainak ismertetése.</w:t>
      </w:r>
    </w:p>
    <w:p w14:paraId="1B62FB1C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Szerelő szerszámok bemutatása, használatuk, alkalmazásuk, elhelyezésük, műhelyrend.</w:t>
      </w:r>
    </w:p>
    <w:p w14:paraId="3F482F2C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Otto- és dízelmotorok összehasonlítása, fő szerkezeti részek bemutatása, azonosságok és eltérések keresése. </w:t>
      </w:r>
    </w:p>
    <w:p w14:paraId="4F468832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Motortömbök kialakításának bemutatása, a hengerperselyek szerelése.</w:t>
      </w:r>
    </w:p>
    <w:p w14:paraId="5FE3BE81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Forgattyús hajtómű szerelése és beállítása.</w:t>
      </w:r>
    </w:p>
    <w:p w14:paraId="3F103A9F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motorokon alkalmazott vezérlési rendszerek bemutatása, a hengerfejek szerelése, szelephézag állítása.</w:t>
      </w:r>
    </w:p>
    <w:p w14:paraId="6CA5C4D8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E7D7F91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Tüzelőanyag ellátó rendszerek kialakítása</w:t>
      </w:r>
    </w:p>
    <w:p w14:paraId="1F93A323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Otto-motorok tüzelőanyag ellátó rendszerének bemutatása, fő szerkezeti egységek. Benzin befecskendező rendszer fő szerkezeti részeinek bemutatása.</w:t>
      </w:r>
    </w:p>
    <w:p w14:paraId="7DE637CC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Dízelmotorok tüzelőanyag ellátó rendszerének bemutatása. Szerkezeti egységek szerelése, karbantartási feladatok elvégzése.</w:t>
      </w:r>
    </w:p>
    <w:p w14:paraId="03F79542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Légtelenítés, üzemzavar jellegű hibák felismerése és elhárítása.</w:t>
      </w:r>
    </w:p>
    <w:p w14:paraId="4C25BA1A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Befecskendező fúvókák szerelése és beállítása.</w:t>
      </w:r>
    </w:p>
    <w:p w14:paraId="5E6148F7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Különféle befecskendező szivattyúk szerkezeti felépítése.</w:t>
      </w:r>
    </w:p>
    <w:p w14:paraId="55391D8C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szivattyúk próbapadi ellenőrzése, beállítása. Szabályzók próbapadi ellenőrzése és beszabályozása.</w:t>
      </w:r>
    </w:p>
    <w:p w14:paraId="0B2F5A55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Korszerű befecskendezési rendszerek bemutatása, üzemeltetési feltételek biztosítása.</w:t>
      </w:r>
    </w:p>
    <w:p w14:paraId="32A91385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B5EA857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Kenési és hűtési rendszerek</w:t>
      </w:r>
    </w:p>
    <w:p w14:paraId="196CCEF9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motorok kenési rendszerének bemutatása.</w:t>
      </w:r>
    </w:p>
    <w:p w14:paraId="7E4CF73A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nyomórendszerű kenési rendszerek szerkezeti elemeinek megismerése, az elemek működéséhez szükséges feltételek bemutatása. A karbantartási feladatok</w:t>
      </w:r>
      <w:r w:rsidR="00636CCF" w:rsidRPr="004E7330">
        <w:rPr>
          <w:rFonts w:cs="Times New Roman"/>
        </w:rPr>
        <w:t xml:space="preserve"> (olajcsere)</w:t>
      </w:r>
      <w:r w:rsidRPr="004E7330">
        <w:rPr>
          <w:rFonts w:cs="Times New Roman"/>
        </w:rPr>
        <w:t xml:space="preserve"> bemutatása, gyakorlása.</w:t>
      </w:r>
    </w:p>
    <w:p w14:paraId="69B564ED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Erőgépeken alkalmazott hűtési rendszerek (levegő, folyadék) bemutatása, szerkezeti elemeinek gyakorlati megismerése.</w:t>
      </w:r>
    </w:p>
    <w:p w14:paraId="6EEDD7D9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üzemi hőfok ellenőrzése, a hűtési rendszer karbantartási feladatainak</w:t>
      </w:r>
      <w:r w:rsidR="00636CCF" w:rsidRPr="004E7330">
        <w:rPr>
          <w:rFonts w:cs="Times New Roman"/>
        </w:rPr>
        <w:t xml:space="preserve"> (hűtőfolyadék cseréje)</w:t>
      </w:r>
      <w:r w:rsidRPr="004E7330">
        <w:rPr>
          <w:rFonts w:cs="Times New Roman"/>
        </w:rPr>
        <w:t xml:space="preserve"> bemutatása, gyakorlása.</w:t>
      </w:r>
    </w:p>
    <w:p w14:paraId="357E946C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410BEFC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erőforrások teljesítmény-átviteli rendszerei</w:t>
      </w:r>
    </w:p>
    <w:p w14:paraId="217BBBE4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mechanikus teljesítmény-átviteli berendezések bemutatása, az egyes egységek erőgépeken betöltött szerepének bemutatása. </w:t>
      </w:r>
    </w:p>
    <w:p w14:paraId="22E3D459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Tengelykapcsolók (egy és többtárcsás, száraz és olajbanfutó) szerkezeti részeinek bemutatása, kezelése, karbantartása, beállítása. A tengelykapcsolók működtetési rendszereinek bemutatása, beállítások gyakorlása.</w:t>
      </w:r>
    </w:p>
    <w:p w14:paraId="19562EDB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nyomatékváltók szerkezeti részeinek bemutatása, kezelése, karbantartása, szerelése (egylépcsős, előtéttengelyes, szorzórendszerű, többtengelyes, bolygóműves). A fokozatok kapcsolási lehetőségeinek és az áttételek bemutatása.</w:t>
      </w:r>
    </w:p>
    <w:p w14:paraId="1A5036D7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Osztóművek szerkezeti részeinek bemutatása, kezelése, karbantartása és szerelése.</w:t>
      </w:r>
    </w:p>
    <w:p w14:paraId="1254A130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Kiegyenlítőművek és kiegyenlítőmű zár szerkezeti megoldásainak bemutatása, kezelése, karbantartása.</w:t>
      </w:r>
    </w:p>
    <w:p w14:paraId="53B86210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Teljesítmény leadó tengely kialakítása, hajtásának és kapcsolásának bemutatása. Kardántengely felszerelése.</w:t>
      </w:r>
    </w:p>
    <w:p w14:paraId="6396DF6B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Hidraulikus teljesítmény-átvitel szerkezeti egységeinek bemutatása, összeszerelése és működtetése.</w:t>
      </w:r>
    </w:p>
    <w:p w14:paraId="2E060362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energiaátalakítók bemutatása. A hidraulika szivattyúk, hidromotorok, hidraulikus munkahengerek szerelése. Irányítókészülékek (pl. nyomás-, út- és áramirányítók) szerkezeti elemeinek megismerése, szerelése. </w:t>
      </w:r>
    </w:p>
    <w:p w14:paraId="37BC9594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Egyéb szerelvények kialakításának bemutatása, szerelése. </w:t>
      </w:r>
    </w:p>
    <w:p w14:paraId="58C31379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Különböző hidraulikus rendszerek jellemző paramétereinek mérése, beállítások gyakorlása.</w:t>
      </w:r>
    </w:p>
    <w:p w14:paraId="4ECEF873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Hidraulikus rendszerek ellenőrzése és karbantartása, a karbantartási feladatok gyakorlása.</w:t>
      </w:r>
    </w:p>
    <w:p w14:paraId="751E3867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366C573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járószerkezete és kormányzás</w:t>
      </w:r>
      <w:r w:rsidR="008A53B9" w:rsidRPr="004E7330">
        <w:rPr>
          <w:rFonts w:cs="Times New Roman"/>
          <w:b/>
          <w:i/>
        </w:rPr>
        <w:t>a</w:t>
      </w:r>
      <w:r w:rsidRPr="004E7330">
        <w:rPr>
          <w:rFonts w:cs="Times New Roman"/>
          <w:b/>
          <w:i/>
        </w:rPr>
        <w:t>i</w:t>
      </w:r>
    </w:p>
    <w:p w14:paraId="38B19456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kerekes járószerkezet szerkezeti részeinek bemutatása, szerelése. Gumiabroncsok jelölései, különböző keréktárcsákra történő szerelések gyakorlása. A nyomtáv állításának lehetőségeinek (mellső és hátsó tengely) bemutatása, gyakorlása.</w:t>
      </w:r>
    </w:p>
    <w:p w14:paraId="0F946CA1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kerekes járószerkezet karbantartási feladatainak végrehajtása.</w:t>
      </w:r>
    </w:p>
    <w:p w14:paraId="4C18179B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lánctalpas, illetve gumihevederes járószerkezetek bemutatása, a járószerkezet karbantartása.</w:t>
      </w:r>
    </w:p>
    <w:p w14:paraId="534E7B36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Különféle kormányzási módok bemutatása. Kormányszerkezet szerkezeti elemeinek bemutatása, szerelésének gyakorlása. A kerekes járószerkezet kerekeinek beállításának bemutatása, egyszerűbb beállítások elvégzésének végrehajtása. </w:t>
      </w:r>
    </w:p>
    <w:p w14:paraId="04D9A1A9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rásegítővel szerelt kormányzás elemeinek bemutatása, szerelése.</w:t>
      </w:r>
    </w:p>
    <w:p w14:paraId="2C1B781C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rendszerű kormányzásszerkezet felépítésének bemutatása, szerelése.</w:t>
      </w:r>
    </w:p>
    <w:p w14:paraId="34DB87FD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Kormány holtjáték ellenőrzése és beállítása.</w:t>
      </w:r>
    </w:p>
    <w:p w14:paraId="64FCC921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kormányberendezések karbantartásának bemutatása, a feladatok végrehajtásának gyakorlása.</w:t>
      </w:r>
    </w:p>
    <w:p w14:paraId="50BCD71F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7959BD2" w14:textId="1A854015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alváza</w:t>
      </w:r>
      <w:r w:rsidR="00F82916">
        <w:rPr>
          <w:rFonts w:cs="Times New Roman"/>
          <w:b/>
          <w:i/>
        </w:rPr>
        <w:t>, vonó- függesztőrendszerei</w:t>
      </w:r>
    </w:p>
    <w:p w14:paraId="4187C625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Erdőgazdasági erőgépek vázszerkezetének bemutatása, a különböző kialakítású vázszerkezetek szerelése és javítása.</w:t>
      </w:r>
    </w:p>
    <w:p w14:paraId="10C940DA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Erdőgazdasági erőgépek felépítményének kialakítása, a kezelőszervek működtetése és a műveletek gyakorlása.</w:t>
      </w:r>
    </w:p>
    <w:p w14:paraId="13C9A2A5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971574D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erőforrásokon, munkagépeken alkalmazott fékszerkezetek</w:t>
      </w:r>
    </w:p>
    <w:p w14:paraId="4C2F0A20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szalag-, dob-, tárcsafékek szerkezeti egységeinek bemutatása, a fékszerkezetek szerelése, beállítása.</w:t>
      </w:r>
    </w:p>
    <w:p w14:paraId="43A44FB5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Elektromos örvényfékek bemutatása, alkalmazási lehetőségek szemléltetése.</w:t>
      </w:r>
    </w:p>
    <w:p w14:paraId="1192A3AE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Mechanikus működtetésű fékberendezések bemutatása, szerkezeti részek szerelése, beállítása. A pedálholtjáték ellenőrzése, a megfelelő holtjáték beállításának gyakorlása. </w:t>
      </w:r>
    </w:p>
    <w:p w14:paraId="419E0448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Hidraulikus működtetésű fékberendezések ellenőrzése, beállítása fékrendszer légtelenítése. A pedál holtjáték és pedál ellenállás ellenőrzése, jellemző hibák bemutatása, fékberendezés beállítása.</w:t>
      </w:r>
    </w:p>
    <w:p w14:paraId="66170F3A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Pneumatikus működtetésű fékberendezések bemutatása, szerkezeti részek szerelése, beállítása. Az egy- és kétvezetékes rendszer bemutatása, az ellenőrzések és karbantartások gyakorlása. </w:t>
      </w:r>
    </w:p>
    <w:p w14:paraId="1DB01271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Pótkocsik fékberendezésének felépítése, szerkezete, ellenőrzések és beállítások gyakorlása.</w:t>
      </w:r>
    </w:p>
    <w:p w14:paraId="06C041E3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8AC43DC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elektromos rendszerei</w:t>
      </w:r>
    </w:p>
    <w:p w14:paraId="23B410B6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erdőgazdasági erőgépek elektromos rendszerére vonatkozó hatósági előírások.</w:t>
      </w:r>
    </w:p>
    <w:p w14:paraId="4DF1DC06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erdőgazdasági erőgépek áramellátásának bemutatása. Váltakozó áramú generátorok és szabályzóik bemutatása, töltés ellenőrzése. </w:t>
      </w:r>
    </w:p>
    <w:p w14:paraId="5292BE13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Akkumulátorok szerkezete, működése, üzeme, ellenőrzése, kezelésének gyakorlása.</w:t>
      </w:r>
    </w:p>
    <w:p w14:paraId="6292CE52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Elektromos indítómotorok szerkezete, működése, kezelése, vizsgálatának bemutatása.</w:t>
      </w:r>
    </w:p>
    <w:p w14:paraId="3501FD73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Elektromos gyújtóberendezések szerkezete, működése, kezelése, vizsgálata.</w:t>
      </w:r>
    </w:p>
    <w:p w14:paraId="28650091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Elektromos próbapad szerkezeti felépítése, működése, vizsgálatok bemutatása próbapadon. Elektromos mérőeszközök bemutatása, különféle mérések, hibakeresés végrehajtása.</w:t>
      </w:r>
    </w:p>
    <w:p w14:paraId="45D381B5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Erőgépek elektromos vezeték rendszere, áramköri rajzok olvasása, értelmezése.</w:t>
      </w:r>
    </w:p>
    <w:p w14:paraId="5E23DE1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10BC9F6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alváza, vonó- és függesztőrendszerei</w:t>
      </w:r>
    </w:p>
    <w:p w14:paraId="5C4F9F48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Erdőgazdasági erőgépeken alkalmazott alvázak bemutatása, jellemzői.</w:t>
      </w:r>
    </w:p>
    <w:p w14:paraId="759E80D8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Vonó-, függesztő- és munkagép emelő szerkezetek bemutatása.</w:t>
      </w:r>
    </w:p>
    <w:p w14:paraId="5CC1C9B1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Két- és hárompont függesztés, függesztő szerkezetek bemutatása, átszerelésének gyakorlása.</w:t>
      </w:r>
    </w:p>
    <w:p w14:paraId="11636272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erőgépek kezelőszervei (mechanikus, elektronikus) használatának gyakorlása.</w:t>
      </w:r>
    </w:p>
    <w:p w14:paraId="2CC46C68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szabályozás lehetőségeinek bemutatása, tanulmányozása, alkalmazása és a beállítások gyakorlása.</w:t>
      </w:r>
    </w:p>
    <w:p w14:paraId="067FA614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A130E00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javítása</w:t>
      </w:r>
    </w:p>
    <w:p w14:paraId="780D13CD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hengertömb javítási módszereinek bemutatása.</w:t>
      </w:r>
    </w:p>
    <w:p w14:paraId="28BD9EB4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forgattyús hajtóművek javításának és szerelésének bemutatása, a szerelések végrehajtása.</w:t>
      </w:r>
    </w:p>
    <w:p w14:paraId="0D7E235B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motor vezérlési rendszerének beállításainak bemutatása. </w:t>
      </w:r>
      <w:r w:rsidR="00636CCF" w:rsidRPr="004E7330">
        <w:rPr>
          <w:rFonts w:cs="Times New Roman"/>
        </w:rPr>
        <w:t>S</w:t>
      </w:r>
      <w:r w:rsidRPr="004E7330">
        <w:rPr>
          <w:rFonts w:cs="Times New Roman"/>
        </w:rPr>
        <w:t>zelepek ellenőrzése és tömítettségének biztosítása.</w:t>
      </w:r>
    </w:p>
    <w:p w14:paraId="3B1F03DF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hűtési rendszer karbantartása, a hűtési rendszer jellemző hibá</w:t>
      </w:r>
      <w:r w:rsidR="00636CCF" w:rsidRPr="004E7330">
        <w:rPr>
          <w:rFonts w:cs="Times New Roman"/>
        </w:rPr>
        <w:t>i</w:t>
      </w:r>
      <w:r w:rsidRPr="004E7330">
        <w:rPr>
          <w:rFonts w:cs="Times New Roman"/>
        </w:rPr>
        <w:t xml:space="preserve"> elhárításának begyakorlása.</w:t>
      </w:r>
    </w:p>
    <w:p w14:paraId="2FE44320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kenési rendszer, a napi és az időszakos karbantartásának végrehajtása, ellenőrzések, javítások elvégzése.</w:t>
      </w:r>
    </w:p>
    <w:p w14:paraId="62EFF68B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dízel tüzelőanyag-ellátó berendezések részegységek javítása, beállítása, tüzelőanyag-tartályok, tápszivattyúk, csövek, szűrők hibái, javítsa, szerelése, adagolószivattyúk ellenőrzése, beállítása, javítása, dízel befecskendező fúvókák vizsgálata, javításának végrehajtása.</w:t>
      </w:r>
    </w:p>
    <w:p w14:paraId="2AD21D1F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Otto-motorok tüzelőanyag-ellátó rendszerének vizsgálata, hibáinak javítása, beszabályozása, benzinbefecskendezéses tüzelőanyag ellátórendszer bemutatása.</w:t>
      </w:r>
    </w:p>
    <w:p w14:paraId="59B3F3F2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mechanikus tengelykapcsolók, sebességváltók, osztóművek és kiegyenlítőművek teljesítmény-átviteli berendezések hibái, szerelése, javítása.</w:t>
      </w:r>
    </w:p>
    <w:p w14:paraId="67A261E7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kerekes járószerkezet (mellső és hátsó) jellemző meghibásodásai, hibák elhárítása. A kormányszerkezet jellemző meghibásodásai a hibák elhárításának módszereinek, a javítások végrehajtása.</w:t>
      </w:r>
    </w:p>
    <w:p w14:paraId="5B92D6B3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kerékfékszerkezetek leggyakrabban előforduló hibái, a hibák elhárítása.</w:t>
      </w:r>
    </w:p>
    <w:p w14:paraId="2B436D91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berendezések leggyakoribb hibái, vizsgálata, beállítása, javítása.</w:t>
      </w:r>
    </w:p>
    <w:p w14:paraId="54CF13AA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Váltakozó áramú motorok bemutatása, üzemeltetése, jellemző hibák és azok megjelenési formáinak szemléltetése.</w:t>
      </w:r>
    </w:p>
    <w:p w14:paraId="27323F3F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elektromos motorokhoz kapcsolt hajtóművek bemutatása, a hajtóművek szerelése, javítások végrehajtása.</w:t>
      </w:r>
    </w:p>
    <w:p w14:paraId="4DB1093C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Erdőgazdaságban alkalmazott aggregátorok bemutatása, karbantartása és javítása</w:t>
      </w:r>
    </w:p>
    <w:p w14:paraId="1BBC293A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C86552A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karbantartása</w:t>
      </w:r>
    </w:p>
    <w:p w14:paraId="687DDD7C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Időszakos karbantartási feladatok előírásszerű végrehajtásának bemutatása, gyakorlása.</w:t>
      </w:r>
    </w:p>
    <w:p w14:paraId="3FA6C4D9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Karbantartási műveletek végzésének gyakorlása az erőgépek kezelési és karbantartási utasításainak megfelelően.</w:t>
      </w:r>
    </w:p>
    <w:p w14:paraId="7BDA9AC3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C701431" w14:textId="77777777" w:rsidR="00A23F09" w:rsidRPr="004E7330" w:rsidRDefault="00A8719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erőgépek bejáratása, állapotfelmérése, gépek tárolása</w:t>
      </w:r>
      <w:r w:rsidR="00A23F09" w:rsidRPr="004E7330">
        <w:rPr>
          <w:rFonts w:cs="Times New Roman"/>
          <w:b/>
          <w:i/>
        </w:rPr>
        <w:t>2</w:t>
      </w:r>
    </w:p>
    <w:p w14:paraId="42C35E43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Új vagy felújított gépek bejáratásának bemutatása. </w:t>
      </w:r>
    </w:p>
    <w:p w14:paraId="5C040E99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felújított motorok fékezésének bemutatása, a fékpadok kialakítása. </w:t>
      </w:r>
    </w:p>
    <w:p w14:paraId="22B0F0C1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Különböző korrózió elleni védelemi eljárások bemutatása, a korrózióvédelem gyakorlása (átmeneti, tartós). </w:t>
      </w:r>
    </w:p>
    <w:p w14:paraId="7910E889" w14:textId="77777777" w:rsidR="00A87195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Géptárolás bemutatása, a gépek tárolásra való felkészítésének gyakorlása.</w:t>
      </w:r>
    </w:p>
    <w:p w14:paraId="18B5DA77" w14:textId="77777777" w:rsidR="00A23F09" w:rsidRPr="004E7330" w:rsidRDefault="00A87195" w:rsidP="00A87195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Gépudvar és egyéb tároló létesítmények kialakítása.</w:t>
      </w:r>
    </w:p>
    <w:p w14:paraId="138AC31A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D6B74F1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2E7219BE" w14:textId="77777777" w:rsidR="00A23F09" w:rsidRPr="004E7330" w:rsidRDefault="00A87195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Tanműhelyek, üzemi műhelyek és erdő.</w:t>
      </w:r>
    </w:p>
    <w:p w14:paraId="6A525FD8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7250C061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1EF14566" w14:textId="7AF8F1EA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29000CC8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29471C1" w14:textId="77777777" w:rsidR="00A23F09" w:rsidRPr="004E7330" w:rsidRDefault="003476F4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Közlekedési ismeretek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Pr="004E7330">
        <w:rPr>
          <w:rFonts w:cs="Times New Roman"/>
          <w:b/>
        </w:rPr>
        <w:t>36</w:t>
      </w:r>
      <w:r w:rsidR="00A23F09" w:rsidRPr="004E7330">
        <w:rPr>
          <w:rFonts w:cs="Times New Roman"/>
          <w:b/>
        </w:rPr>
        <w:t xml:space="preserve"> óra/</w:t>
      </w:r>
      <w:r w:rsidRPr="004E7330">
        <w:rPr>
          <w:rFonts w:cs="Times New Roman"/>
          <w:b/>
        </w:rPr>
        <w:t>36</w:t>
      </w:r>
      <w:r w:rsidR="00A23F09" w:rsidRPr="004E7330">
        <w:rPr>
          <w:rFonts w:cs="Times New Roman"/>
          <w:b/>
        </w:rPr>
        <w:t xml:space="preserve"> óra*</w:t>
      </w:r>
    </w:p>
    <w:p w14:paraId="13DC9D3C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1188C00A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63C0928" w14:textId="4474DA08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08381CCB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6BB5502A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25D152D8" w14:textId="77777777" w:rsidR="00A23F09" w:rsidRPr="004E7330" w:rsidRDefault="003476F4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Készítsen fel a hatósági vizsgára.</w:t>
      </w:r>
    </w:p>
    <w:p w14:paraId="6A63FE69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1923E919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11B22D97" w14:textId="77777777" w:rsidR="00A23F09" w:rsidRPr="004E7330" w:rsidRDefault="003476F4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-</w:t>
      </w:r>
    </w:p>
    <w:p w14:paraId="7B8BB499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99C3B02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39908515" w14:textId="77777777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Közlekedési ismeretek</w:t>
      </w:r>
    </w:p>
    <w:p w14:paraId="784E49CC" w14:textId="77777777" w:rsidR="00A23F09" w:rsidRPr="004E7330" w:rsidRDefault="003476F4" w:rsidP="00A23F09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szakhatóság által kiadott a mezőgazdasági vontatóvezetői jogosultság megszerzésére vonatkozó érvényben lévő tantervek szerint.</w:t>
      </w:r>
    </w:p>
    <w:p w14:paraId="6E7208C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C782E6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2BF58BD8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602B297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7817BEF2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42053609" w14:textId="417F514D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5CF6D54E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B4B91BC" w14:textId="77777777" w:rsidR="00A23F09" w:rsidRPr="004E7330" w:rsidRDefault="003476F4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Biztonsági ellenőrzés és üzemeltetés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Pr="004E7330">
        <w:rPr>
          <w:rFonts w:cs="Times New Roman"/>
          <w:b/>
        </w:rPr>
        <w:t>36</w:t>
      </w:r>
      <w:r w:rsidR="00A23F09" w:rsidRPr="004E7330">
        <w:rPr>
          <w:rFonts w:cs="Times New Roman"/>
          <w:b/>
        </w:rPr>
        <w:t xml:space="preserve"> óra/</w:t>
      </w:r>
      <w:r w:rsidRPr="004E7330">
        <w:rPr>
          <w:rFonts w:cs="Times New Roman"/>
          <w:b/>
        </w:rPr>
        <w:t>36</w:t>
      </w:r>
      <w:r w:rsidR="00A23F09" w:rsidRPr="004E7330">
        <w:rPr>
          <w:rFonts w:cs="Times New Roman"/>
          <w:b/>
        </w:rPr>
        <w:t xml:space="preserve"> óra*</w:t>
      </w:r>
    </w:p>
    <w:p w14:paraId="5D22BC80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18A66739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2D2BEB0" w14:textId="6E898A2A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</w:t>
      </w:r>
      <w:r w:rsidR="00F82916">
        <w:rPr>
          <w:rFonts w:cs="Times New Roman"/>
        </w:rPr>
        <w:t>ő</w:t>
      </w:r>
      <w:r w:rsidRPr="004E7330">
        <w:rPr>
          <w:rFonts w:cs="Times New Roman"/>
        </w:rPr>
        <w:t>szakképesítéshez kapcsolódik.</w:t>
      </w:r>
    </w:p>
    <w:p w14:paraId="29EA3CA2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1A24CC66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10C22BB7" w14:textId="77777777" w:rsidR="00A23F09" w:rsidRPr="004E7330" w:rsidRDefault="003476F4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Készítsen fel a hatósági vizsgára.</w:t>
      </w:r>
    </w:p>
    <w:p w14:paraId="0413C9FA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6381BAB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318A2A2A" w14:textId="77777777" w:rsidR="00A23F09" w:rsidRPr="004E7330" w:rsidRDefault="003476F4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-</w:t>
      </w:r>
    </w:p>
    <w:p w14:paraId="1C806C32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5C372F7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361E1512" w14:textId="77777777" w:rsidR="00A23F09" w:rsidRPr="004E7330" w:rsidRDefault="003476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Biztonsági ellenőrzés és üzemelteté</w:t>
      </w:r>
      <w:r w:rsidR="00A23F09" w:rsidRPr="004E7330">
        <w:rPr>
          <w:rFonts w:cs="Times New Roman"/>
          <w:b/>
          <w:i/>
        </w:rPr>
        <w:t>1</w:t>
      </w:r>
    </w:p>
    <w:p w14:paraId="3B1B14E1" w14:textId="77777777" w:rsidR="00A23F09" w:rsidRPr="004E7330" w:rsidRDefault="003476F4" w:rsidP="00A23F09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szakhatóság által kiadott a mezőgazdasági vontatóvezetői jogosultság megszerzésére vonatkozó érvényben lévő tantervek szerint.</w:t>
      </w:r>
    </w:p>
    <w:p w14:paraId="18FCBE34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31988CA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4DF3483A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6F7B9E89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7060C691" w14:textId="6DDF1D53" w:rsidR="00A23F09" w:rsidRPr="004E7330" w:rsidRDefault="00A23F09" w:rsidP="00F82916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  <w:r w:rsidRPr="004E7330">
        <w:rPr>
          <w:rFonts w:cs="Times New Roman"/>
        </w:rPr>
        <w:br w:type="page"/>
      </w:r>
    </w:p>
    <w:p w14:paraId="4BAE9C84" w14:textId="77777777" w:rsidR="00A23F09" w:rsidRPr="004E7330" w:rsidRDefault="00A23F09" w:rsidP="00A23F09">
      <w:pPr>
        <w:rPr>
          <w:rFonts w:cs="Times New Roman"/>
        </w:rPr>
      </w:pPr>
    </w:p>
    <w:p w14:paraId="04B746E7" w14:textId="77777777" w:rsidR="00A23F09" w:rsidRPr="004E7330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</w:t>
      </w:r>
    </w:p>
    <w:p w14:paraId="0627C252" w14:textId="77777777" w:rsidR="00A23F09" w:rsidRPr="004E7330" w:rsidRDefault="008905E1" w:rsidP="00A23F09">
      <w:pPr>
        <w:spacing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10976-16</w:t>
      </w:r>
      <w:r w:rsidR="00A23F09" w:rsidRPr="004E7330">
        <w:rPr>
          <w:rFonts w:cs="Times New Roman"/>
          <w:b/>
          <w:sz w:val="36"/>
        </w:rPr>
        <w:t xml:space="preserve"> azonosító számú</w:t>
      </w:r>
    </w:p>
    <w:p w14:paraId="3E567252" w14:textId="77777777" w:rsidR="00A23F09" w:rsidRPr="004E7330" w:rsidRDefault="008905E1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Erdőgazdasági termelés gépei</w:t>
      </w:r>
    </w:p>
    <w:p w14:paraId="156C85EA" w14:textId="77777777" w:rsidR="00A23F09" w:rsidRPr="004E7330" w:rsidRDefault="00A23F09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megnevezésű</w:t>
      </w:r>
    </w:p>
    <w:p w14:paraId="7F5A187A" w14:textId="77777777" w:rsidR="00A23F09" w:rsidRPr="004E7330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szakmai követelménymodul</w:t>
      </w:r>
    </w:p>
    <w:p w14:paraId="3E6A028C" w14:textId="77777777" w:rsidR="00A23F09" w:rsidRPr="004E7330" w:rsidRDefault="00A23F09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tantárgyai, témakörei</w:t>
      </w:r>
    </w:p>
    <w:p w14:paraId="03F08303" w14:textId="77777777" w:rsidR="00A23F09" w:rsidRPr="004E7330" w:rsidRDefault="00A23F09" w:rsidP="00A23F09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3CDECEE0" w14:textId="56A7668E" w:rsidR="00A23F09" w:rsidRPr="004E7330" w:rsidRDefault="00A23F09" w:rsidP="00A23F09">
      <w:pPr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8905E1" w:rsidRPr="004E7330">
        <w:rPr>
          <w:rFonts w:cs="Times New Roman"/>
        </w:rPr>
        <w:t>10976-16</w:t>
      </w:r>
      <w:r w:rsidRPr="004E7330">
        <w:rPr>
          <w:rFonts w:cs="Times New Roman"/>
        </w:rPr>
        <w:t xml:space="preserve">. azonosító számú </w:t>
      </w:r>
      <w:r w:rsidR="008905E1" w:rsidRPr="004E7330">
        <w:rPr>
          <w:rFonts w:cs="Times New Roman"/>
        </w:rPr>
        <w:t>Erdőgazdasági termelés gépei</w:t>
      </w:r>
      <w:r w:rsidRPr="004E7330">
        <w:rPr>
          <w:rFonts w:cs="Times New Roman"/>
        </w:rPr>
        <w:t xml:space="preserve"> megnevezésű szakmai követelménymodulhoz tartozó tantárgyak és témakörök oktatása során </w:t>
      </w:r>
      <w:r w:rsidR="00D40B94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16"/>
        <w:gridCol w:w="758"/>
        <w:gridCol w:w="984"/>
      </w:tblGrid>
      <w:tr w:rsidR="004E7330" w:rsidRPr="004E7330" w14:paraId="7E34BF50" w14:textId="77777777" w:rsidTr="00F82916">
        <w:trPr>
          <w:cantSplit/>
          <w:trHeight w:val="1697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B3377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863FD7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termelés gépei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EFF964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termelés gépei gyakorlat</w:t>
            </w:r>
          </w:p>
        </w:tc>
      </w:tr>
      <w:tr w:rsidR="004E7330" w:rsidRPr="004E7330" w14:paraId="069519CF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9C4FA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7BF2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D626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9F5DA35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0BCE8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Előkészíti a vágástér tisztításához szükséges gépi berendezéseket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DD61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B4F8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619B1AE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114F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Előkészíti, beállítja és javítja a vágástér tisztító gépeket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F4A4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1AF9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E1F5218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C2563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Tuskókiemelés gépeit üzemeltetésre előkészíti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2A5C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E40F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E54AE4D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9D410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Tuskómarás gépeit üzemeltetésre előkészíti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83D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07DB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D7F5356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F965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Előkészíti a talajművelő, tápanyagpótló és a talajfertőtlenítő gépeket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8582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BDA3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F96896A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ACDEB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Szaporítóanyag termelés, gyűjtés gépeinek, eszközeinek előkészítése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7D49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45A3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598BBAB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2644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magvetéshez szükséges gépek, eszközök előkészítését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DB72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9532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D72EA5D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644C2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dugványozás, ültetésgépeinek üzemeltetésre való előkészítését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BA8B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3BE2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A7AAE4B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59F7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Végzi a csemeteápolás, kiemelés, vermelés gépeinek javítását, beállítását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76F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4EBE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8FF65D2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D67F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Végzi az erdősítések védelmét szolgáló eszközök, berendezések, gépeinek ellenőrzését, karbantartását, beállítását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B083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7CFE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DFCC99B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F21D2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Üzemeltetésre előkészíti az erdészeti növényápolás gépeit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44DC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8E6D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C81026D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F10A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motorfűrészek ellenőrzését, javítását, karbantartását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FC71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59C1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05176FE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47100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Előkészíti a motorfűrészeket a biztonságos munkavégzésre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E9CE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64B3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C7D434C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4ED69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gallyazás eszközeinek, gépeinek ellenőrzését, javítását, előkészítését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A993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5E98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A7BC8D0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8BB79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közelítő gépek üzemeltetésre való előkészítését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EF4C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200F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4D0E7AE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D3BF8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Egyéb vágástéri faanyagmozgatók ellenőrzése, javítása,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7BAC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5D74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8BA47A7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54E83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Üzemeltetésre előkészíti az erdészeti rakodó gépeket, berendezéseket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E207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0207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14BD0DC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5BA40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felkészítő gépek (kérgező, hasító, faaprító) karbantartását, javítását, beszabályozását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FF8D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9D2E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D42D0C2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9880E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gép, gépegység állapotát diagnosztikai eszközökkel meghatározza, hibabehatárolást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711B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F588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4DAC94E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4F8D6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Szerkezeti egységek, alkatrészek hibafelvételezését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063B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D246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15D21AB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69842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Javítási, karbantartási dokumentációt értelmez, készít, vezet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FF60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E624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5A33690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E1A23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Karbantartási, javítási ütemtervet készít, javaslatot tesz a tervezett felújításra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82DF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7E90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5F53200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7112A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termelés gépeinek javítását, felújítását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61A9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6DEF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3164A1D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8C1CB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Ellenőrzi a gép funkcionális működését és átadja az üzemeltetőnek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675D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39F6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DB68368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2640B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Előírásoknak megfelelően irányítja és szervezi a feladatok végrehajtását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E2C1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D2B6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9AE1BE9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DBEBB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EE1D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A3F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68C4A0F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71AA0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 xml:space="preserve">Vágástakarítás gépeinek, szerkezeti felépítése, működése, beállítása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506C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2665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17F2CA2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01D51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Cserje- és bozótirtás gépeinek, szerkezeti felépítése, működése és beállítása  (szárzúzók, fűkaszák)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8198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787B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5B18B95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E02DE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Tuskózás gépeinek szerkezeti felépítése, működése,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EA64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EC39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FD74365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44C14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Talajelőkészítés gépeinek szerkezeti felépítése, működése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774B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58BF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0D7441E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414A3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Maggazdálkodás gépeinek, eszközeinek szerkezeti felépítése és működése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9EA1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7403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880FCEA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5CE6F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Ültetés és dugványozás gépeinek szerkezeti felépítése, működése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5C18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D9D8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D9177D9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7371A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Növényápolás eszközei szerkezeti felépítése, működése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CDD6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787C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DA898B6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AF987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Növényvédelem gépeinek szerkezeti felépítése, működése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92F3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592A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83CEA1F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7823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Csemeteápolás gépeinek felépítése és működése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B71B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73FF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2C27E56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EEA4D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Erdőápolás gépeinek, eszközeinek felépítése, működése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6CD6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E26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A1045A5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75840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Motorfűrészek motorikus egységének szerkezeti felépítése, működése és beszabályozása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7EC9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D59F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0533122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4CB5A3" w14:textId="77777777" w:rsidR="00766B2B" w:rsidRPr="004E7330" w:rsidRDefault="00766B2B" w:rsidP="00636C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Motorfűrészek, tisztítófűrészek munkavégző egységeinek szerkezeti felépítése, működése és beszabályozása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1213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4A74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026B5CB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90981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 xml:space="preserve">Gallyazás gépeinek felépítése, működése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70FF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CEC6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4FA38F0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18D5F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Közelítés gépei, vonszolók és csörlős közelítő gépek felépítése, működése, javítása, karbantartása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4EE1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F039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3489E9E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670AA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Erdészeti rakodás gépeinek szerkezeti felépítése, működése, javítása, karbantartása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1979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168A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0C3221F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F9E5F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Erdészeti szállítás gépeinek szerkezeti felépítése, működése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83B6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ABB5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035F0DE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00EDB4" w14:textId="77777777" w:rsidR="00766B2B" w:rsidRPr="004E7330" w:rsidRDefault="00766B2B" w:rsidP="00636CC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Kérgező gépek szerkezeti felépítése, működése, karbantartása,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C088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0F43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2DAA444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65D6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Hasító gépek szerkezeti felépítése, működése, javítása,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9E95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9C65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9A2DF58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DC821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Aprítógépek szerkezeti felépítése, működése, javítása,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6BD4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9788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CD23C8D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5EDAD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utak kialakításának folyamata,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DE92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5895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89A3E6B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69A95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termelés gépeinek beállításához szükséges szakmai számítások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155D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671D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FBC473F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9454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Gépjavítás alapfogalmai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33CF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67B7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99F6DB6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0617B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Műszaki állapotváltozások mérése, diagnosztizálása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9EEC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18F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5CB9897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40988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gépek alkatrészének felújítás-technológiai eljárásai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7B8A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48B9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19BC901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A99B0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gépek és részegységeinek javítása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CD13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28F2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FA7504F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7AF76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 gépeinek felújítása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2855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2EAD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55E5CD3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0AE4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gépek bejáratása, korrózió elleni védelme, gépek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9DF5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AADE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939BD7D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1BBF5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termelés gépeire és a javításokra vonatkozó munka-, tűz- és környezetvédelmi előírások szabályok, Erdészeti Biztonsági Szabályzat előírásai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7C79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D00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65DC3E2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448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D640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46BF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D82C645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308BF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Összeállítási és alkatrészrajz készítése,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58A6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B297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5B8F87E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FD318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Szabványok, táblázatok, gépkönyvek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33BC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817E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DE2C333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21C6D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gépek kezelése,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755B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F4AB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C1B275B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67382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Mérő- és diagnosztikai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BB4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9A85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2272A00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1B88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Szerelő és egyéb szerszámok,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1179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2E20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39BF290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82FFA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7096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09CC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4C2D3F5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B5377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 xml:space="preserve">Önállóság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E5A3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8362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AD1FAA2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4A2AA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341E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410B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D4682B2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8F93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D56B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4C35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C714D05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10D94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D5BE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A98B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FF22D1F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A476A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7F91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B07A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F6F2330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B9DDB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Motiválhatóság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BC56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1712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7DCD9AE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5B47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A074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565B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6B8BC75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97AFC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EDDF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594C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87521C0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2902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0CBC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5B60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CB6ED21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CC29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Gyakorlatias feladatértelmezés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17D1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970B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F82916" w:rsidRPr="004E7330" w14:paraId="13D0971E" w14:textId="77777777" w:rsidTr="00F82916">
        <w:trPr>
          <w:trHeight w:val="255"/>
          <w:jc w:val="center"/>
        </w:trPr>
        <w:tc>
          <w:tcPr>
            <w:tcW w:w="5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B40F7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környezet tisztántartása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2011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1171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</w:tbl>
    <w:p w14:paraId="44421CBC" w14:textId="77777777" w:rsidR="00A23F09" w:rsidRPr="004E7330" w:rsidRDefault="00A23F09" w:rsidP="00A23F09">
      <w:pPr>
        <w:rPr>
          <w:rFonts w:cs="Times New Roman"/>
        </w:rPr>
      </w:pPr>
    </w:p>
    <w:p w14:paraId="5A93B8D5" w14:textId="77777777" w:rsidR="00A23F09" w:rsidRPr="004E7330" w:rsidRDefault="008905E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Erdőgazdasági termelés gépei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="003476F4" w:rsidRPr="004E7330">
        <w:rPr>
          <w:rFonts w:cs="Times New Roman"/>
          <w:b/>
        </w:rPr>
        <w:t>217</w:t>
      </w:r>
      <w:r w:rsidR="00A23F09" w:rsidRPr="004E7330">
        <w:rPr>
          <w:rFonts w:cs="Times New Roman"/>
          <w:b/>
        </w:rPr>
        <w:t xml:space="preserve"> óra/</w:t>
      </w:r>
      <w:r w:rsidR="003476F4" w:rsidRPr="004E7330">
        <w:rPr>
          <w:rFonts w:cs="Times New Roman"/>
          <w:b/>
        </w:rPr>
        <w:t>227</w:t>
      </w:r>
      <w:r w:rsidR="00A23F09" w:rsidRPr="004E7330">
        <w:rPr>
          <w:rFonts w:cs="Times New Roman"/>
          <w:b/>
        </w:rPr>
        <w:t xml:space="preserve"> óra*</w:t>
      </w:r>
    </w:p>
    <w:p w14:paraId="7026B80A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186F50B8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1786AB4" w14:textId="1C8F97B4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03A2364A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1095F86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5FA23DD9" w14:textId="77777777" w:rsidR="008905E1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tanítás során a tantárgy nyújtson részletes ismeretanyagot az erdészeti termelés gépeinek és berendezéseinek felépítéséről, szerkezetéről, működéséről, a gépek, szerkezeti egységek beállításáról, hibaelhárításáról.</w:t>
      </w:r>
    </w:p>
    <w:p w14:paraId="6E2BA82A" w14:textId="77777777" w:rsidR="008905E1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adjon a tanulóknak olyan gépészeti ismereteket, amelyek birtokában megfelelően tudják mind a korszerű, mind a jelenleg még használatban lévő technikát üzemelésre előkészíteni, működtetni, ellenőrizni és karbantartani.</w:t>
      </w:r>
    </w:p>
    <w:p w14:paraId="1BDF508A" w14:textId="77777777" w:rsidR="008905E1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Meg kell ismertetni a tanulókkal a hazánkban alkalmazott korszerű gépeket és fejlett technológiákat, valamint a fejlődés várható tendenciáit. Biztosítani kell a helyes műszaki fogalmak, kifejezések elsajátítását és használatát, a műszaki táblázatok használatának megismerését.</w:t>
      </w:r>
    </w:p>
    <w:p w14:paraId="61218C95" w14:textId="77777777" w:rsidR="00A23F09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Kívánatos, hogy a tananyag elsajátítása során fejlődjék a tanulók logikus gondolkodása, műszaki szemlélete, kombinatív készsége, esztétikai érzéke, hogy a megtanult ismereteket önállóan alkalmazzák.</w:t>
      </w:r>
    </w:p>
    <w:p w14:paraId="5F1B10C9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2C5FD500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737B1CA4" w14:textId="77777777" w:rsidR="00A23F09" w:rsidRPr="004E7330" w:rsidRDefault="008905E1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Rajz (vetületi ábrázolás), Kémia (anyagok szerkezete), Fizika (mechanika, statika).</w:t>
      </w:r>
    </w:p>
    <w:p w14:paraId="5506AFE5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7C96C8D1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3FA2F7F5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terület-előkészítés gépei</w:t>
      </w:r>
    </w:p>
    <w:p w14:paraId="6A0F398F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Cserje és bozótirtás gépeinek szerkezeti felépítése, működése (pl. nyeles körfűrész, szárvágó).</w:t>
      </w:r>
    </w:p>
    <w:p w14:paraId="65200EB2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Vágástakarító-gépek, szárzúzók kialakítása, működése és beállítása.</w:t>
      </w:r>
    </w:p>
    <w:p w14:paraId="19E0A426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Tuskókiemelő gépek csoportosítása, szerkezeti felépítése, működése és beállítása. Tuskóforgácsoló gépek kialakítása és beállítása.</w:t>
      </w:r>
    </w:p>
    <w:p w14:paraId="5A060558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Tuskókörülvágó, tuskófúró és tuskóforgácsoló gépek kialakítása, működése és beállítása.</w:t>
      </w:r>
    </w:p>
    <w:p w14:paraId="3407DC02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Gyökérfésűk, tolólapos gépek szerkezeti felépítése, működése és beállítása.</w:t>
      </w:r>
    </w:p>
    <w:p w14:paraId="2C9006CE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terület-előkészítés gépeire vonatkozó munka-, tűz- és környezetvédelmi előírások</w:t>
      </w:r>
      <w:r w:rsidR="008905E1" w:rsidRPr="004E7330">
        <w:rPr>
          <w:rFonts w:cs="Times New Roman"/>
        </w:rPr>
        <w:t>.</w:t>
      </w:r>
    </w:p>
    <w:p w14:paraId="2C61CAA7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A83CE3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Talajművelés gépei</w:t>
      </w:r>
    </w:p>
    <w:p w14:paraId="5734B099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talajművelés alapműveletei. Ék mint talajművelő szerszám.</w:t>
      </w:r>
    </w:p>
    <w:p w14:paraId="1B67B926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eke munkájával szemben támasztott műszaki és agrotechnikai követelmények.</w:t>
      </w:r>
    </w:p>
    <w:p w14:paraId="753698EE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eke munkájának elemzése. </w:t>
      </w:r>
    </w:p>
    <w:p w14:paraId="4A95D028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ekék csoportosítása és általános felépítése. </w:t>
      </w:r>
    </w:p>
    <w:p w14:paraId="705F655F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eke működő (pl. szántóvas, kormánylemez, előhántó, csoroszlya, ekenád, csúszó talp, altalajlazító, utóhántó, előmetsző lemez) és a kiegészítő (pl. keretszerkezet, járószerkezet, vonó- illetve függesztő-szerkezet, kiemelő berendezés, állító mechanizmusok, ekefej biztosító berendezések) szerkezeti egységeinek feladata, kialakítása és jellemzői. </w:t>
      </w:r>
    </w:p>
    <w:p w14:paraId="16C0DB5C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különböző függesztési rendszerű ekék erőgéphez kapcsolási lehetőségei és beállítása. </w:t>
      </w:r>
    </w:p>
    <w:p w14:paraId="7FAC16FC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különleges kialakítású ekék sajátosságai (pl. pásztahúzó eke). </w:t>
      </w:r>
    </w:p>
    <w:p w14:paraId="07FAB517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tárcsák talajművelő-eszközökkel szemben támasztott követelmények és alkalmazási területei. </w:t>
      </w:r>
    </w:p>
    <w:p w14:paraId="3801EA6E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tárcsalevél, mint talajművelő szerszám működési elve, tárcsalevelek kialakítása és jellemzői.</w:t>
      </w:r>
    </w:p>
    <w:p w14:paraId="3C8B44D8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tárcsás talajművelő eszközök csoportosítása. </w:t>
      </w:r>
    </w:p>
    <w:p w14:paraId="45DCE5DD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tárcsás talajművelő eszközök általános felépítése. </w:t>
      </w:r>
    </w:p>
    <w:p w14:paraId="466B2F7E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Alkalmazott tárcsás boronák szerkezeti felépítése, beállítása, jellemző hibái és javítása (pl. X, V, oldalazó, egyirányú tárcsa, tárcsás eke).</w:t>
      </w:r>
    </w:p>
    <w:p w14:paraId="1909D74F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ásóborona működési elve, szerkezeti kialakítása, beállítása, jellemző hibái és javítása.</w:t>
      </w:r>
    </w:p>
    <w:p w14:paraId="29959FB5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talajlazítók csoportosítása, a kultivátorok, lazítók (</w:t>
      </w:r>
      <w:r w:rsidR="00BA7B1D" w:rsidRPr="004E7330">
        <w:rPr>
          <w:rFonts w:cs="Times New Roman"/>
        </w:rPr>
        <w:t>közép mély</w:t>
      </w:r>
      <w:r w:rsidRPr="004E7330">
        <w:rPr>
          <w:rFonts w:cs="Times New Roman"/>
        </w:rPr>
        <w:t>, altalajlazító, szárnyas lazító) szerkezeti felépítése, munkája, beállítása, jellemző hibái és javítása. Sorközművelő kultivátorok feladata, szerkezeti felépítése, működése és beállítása. A sorközművelőkre szerelhető adapterek.</w:t>
      </w:r>
    </w:p>
    <w:p w14:paraId="6C1CAA75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Fogas boronák kialakítása és alkalmazási területei. Az aktív boronák (forgó, alternáló) szerkezeti felépítése, működése, alkalmazási területei és jellemző hibái és javítása.</w:t>
      </w:r>
    </w:p>
    <w:p w14:paraId="22C44431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Talajtömörítő gépek feladata, csoportosítása, kialakítása és jellemzői.</w:t>
      </w:r>
    </w:p>
    <w:p w14:paraId="5E78BEAD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Felszínegyengető eszközök alkalmazása, csoportosítása és kialakítása.</w:t>
      </w:r>
    </w:p>
    <w:p w14:paraId="5937D980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talajművelés gépeinek munka-, tűz- és környezetvédelmi előírásai.</w:t>
      </w:r>
    </w:p>
    <w:p w14:paraId="4E9FD77E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1AEE5D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maggazdálkodás, dugvány- és csemetetermesztés gépei</w:t>
      </w:r>
    </w:p>
    <w:p w14:paraId="55374DB6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Maggyűjtés gépei, segédeszközei. Magpergetés gépei (magpergető, szárnytalanító), tisztító és osztályozó gépek.</w:t>
      </w:r>
    </w:p>
    <w:p w14:paraId="45AD167C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magpergető géprendszerek elhelyezése és üzemeltetése.</w:t>
      </w:r>
    </w:p>
    <w:p w14:paraId="1C4464F2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Vesszőtermelés és darabolás gépei.</w:t>
      </w:r>
    </w:p>
    <w:p w14:paraId="06E15FD9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pneumatikus ollók szerkezeti felépítése, üzemeltetése és karbantartása (pl. kompresszoros üzemelés).</w:t>
      </w:r>
    </w:p>
    <w:p w14:paraId="0F26C9B3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Mag-, és dugványtárolók berendezései, gépei.</w:t>
      </w:r>
    </w:p>
    <w:p w14:paraId="5E147E8A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Vetőgépekkel szemben támasztott követelmények. A vetőgépek csoportosítása, alkalmazott vetőszerkezetek kialakítása, működése és beállítása. </w:t>
      </w:r>
    </w:p>
    <w:p w14:paraId="53475BE8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Dugványozó gépek kialakítása és jellemzői.</w:t>
      </w:r>
    </w:p>
    <w:p w14:paraId="739DC312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Csemetealávágó gépek felépítése, működése és beállítása.</w:t>
      </w:r>
    </w:p>
    <w:p w14:paraId="06518A0C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Csemete-, és suhángkiemelő gépek szerkezeti felépítése, működése beállítása. Kötegelő, vermelő- és iskolázó-gépek kialakítása, működése és beállítása.</w:t>
      </w:r>
    </w:p>
    <w:p w14:paraId="01298F42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Csemetetermelés gépsorai és a gépek beállítása.</w:t>
      </w:r>
    </w:p>
    <w:p w14:paraId="3269807D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Szabad gyökérzetű intenzív csemetetermesztés gépeinek kialakítása és jellemzői. Burkolt gyökérzetű csemetetermesztő gépek kialakítása, működése és beállítása.</w:t>
      </w:r>
    </w:p>
    <w:p w14:paraId="14730704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Tőzegtépő gépek, tőzegrosta szerkezeti felépítése, működése és beállítása.</w:t>
      </w:r>
    </w:p>
    <w:p w14:paraId="1BE0EDFF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F17210C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 xml:space="preserve">Az ültetés gépei </w:t>
      </w:r>
      <w:r w:rsidR="008905E1" w:rsidRPr="004E7330">
        <w:rPr>
          <w:rFonts w:cs="Times New Roman"/>
          <w:b/>
          <w:i/>
        </w:rPr>
        <w:t>i</w:t>
      </w:r>
    </w:p>
    <w:p w14:paraId="555B9D8A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csemeteültető gépek csoportosítása és általános szerkezeti felépítése.</w:t>
      </w:r>
    </w:p>
    <w:p w14:paraId="36B7A6F7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Alkalmazott ültetőgépek kialakítása, működése és beállítása. </w:t>
      </w:r>
    </w:p>
    <w:p w14:paraId="3E8D1C36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Automatikus csemeteültető gépek kialakítása, működése és beállítása.</w:t>
      </w:r>
    </w:p>
    <w:p w14:paraId="46800C39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ültetés gépeire vonatkozó munka-, tűz- és környezetvédelmi előírások.</w:t>
      </w:r>
    </w:p>
    <w:p w14:paraId="3961C0EC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632EBE2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tápanyag-utánpótlás gépe</w:t>
      </w:r>
      <w:r w:rsidR="008905E1" w:rsidRPr="004E7330">
        <w:rPr>
          <w:rFonts w:cs="Times New Roman"/>
          <w:b/>
          <w:i/>
        </w:rPr>
        <w:t>i</w:t>
      </w:r>
    </w:p>
    <w:p w14:paraId="1A902840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tápanyag-utánpótlás gépeinek csoportosítása.</w:t>
      </w:r>
    </w:p>
    <w:p w14:paraId="2764EF80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szórógépekkel szemben támasztott műszaki és agrotechnikai követelmények.</w:t>
      </w:r>
    </w:p>
    <w:p w14:paraId="6644C994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istállótrágya szórás gépeinek szerkezeti felépítése, az egyes szórószerkezetek jellemzői, beállítása.</w:t>
      </w:r>
    </w:p>
    <w:p w14:paraId="77F628ED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szilárd műtrágyaszórás gépeinek csoportosítása, a mechanikus és pneumatikus rendszerű gépek szerkezeti felépítése, működése, beállítása.</w:t>
      </w:r>
    </w:p>
    <w:p w14:paraId="398CF719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kiszórandó mennyiség beállításának és a kiszórt mennyiség ellenőrzésének lehetőségei.</w:t>
      </w:r>
    </w:p>
    <w:p w14:paraId="6FF03C3E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műtrágyaszóró gépek karbantartása, hibaelhárítása.</w:t>
      </w:r>
    </w:p>
    <w:p w14:paraId="6E43FF45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műtrágyaszórást előkészítő és kiszolgáló gépek.</w:t>
      </w:r>
    </w:p>
    <w:p w14:paraId="41A4F7DF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folyékony műtrágyák kijuttatásának technológiája és gépei.</w:t>
      </w:r>
    </w:p>
    <w:p w14:paraId="70C5FEF3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kijuttatandó folyadékmennyiség meghatározása, beállítása, ellenőrzése.</w:t>
      </w:r>
    </w:p>
    <w:p w14:paraId="76D2A16B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Munka-, tűz- és környezetvédelmi előírások a tápanyag visszapótlás gépesített munkafolyamataiban</w:t>
      </w:r>
      <w:r w:rsidR="008905E1" w:rsidRPr="004E7330">
        <w:rPr>
          <w:rFonts w:cs="Times New Roman"/>
        </w:rPr>
        <w:t>.</w:t>
      </w:r>
    </w:p>
    <w:p w14:paraId="09876A81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B0D883E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növényápolás gépei, berendezése</w:t>
      </w:r>
    </w:p>
    <w:p w14:paraId="413080E6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öntözési módok. Az öntözés feltételeinek jellemzése pl. vízkivételi helyek, vízszállítás és kijuttatás. A szivattyúk kialakítása, működése, jellemző paraméterei és kapcsolása (pl. szárnylapátos, centrifugál,). Szórófejek csoportosítása, kialakítása, működése és jellemzői. Az öntözőberendezések jellemzése, összeszerelése, beállítása, karbantartása és tárolása (pl. szárnyvezetékes, dobos, mikro).</w:t>
      </w:r>
    </w:p>
    <w:p w14:paraId="7CCDD13E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növényvédelem a csemetetermelésben és az erdősítések ápolásában.</w:t>
      </w:r>
    </w:p>
    <w:p w14:paraId="7EE1219E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Növényvédő gépek csoportosítása, általános felépítése. Permetlé készítés gépei. Háti permetezők. Motoros háti permetező és porozó-gépek kialakítása. Alkalmazott permetezőgépek szerkezeti felépítése, működése és beállítása (szórásmennyiség, szórásegyenletesség).</w:t>
      </w:r>
    </w:p>
    <w:p w14:paraId="1DD3B265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Ködképzés elvén működő gépek.</w:t>
      </w:r>
    </w:p>
    <w:p w14:paraId="5D6F9A3E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Repülőgépes vegyszerezés gépi berendezései, kiszolgálásuk.</w:t>
      </w:r>
    </w:p>
    <w:p w14:paraId="1D7D164A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növényápolás gépeire vonatkozó munka-, tűz- és környezetvédelmi előírások.</w:t>
      </w:r>
    </w:p>
    <w:p w14:paraId="62CCDF9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AA5B00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motor</w:t>
      </w:r>
      <w:r w:rsidR="00636CCF" w:rsidRPr="004E7330">
        <w:rPr>
          <w:rFonts w:cs="Times New Roman"/>
          <w:b/>
          <w:i/>
        </w:rPr>
        <w:t>- és tisztítófűré</w:t>
      </w:r>
      <w:r w:rsidRPr="004E7330">
        <w:rPr>
          <w:rFonts w:cs="Times New Roman"/>
          <w:b/>
          <w:i/>
        </w:rPr>
        <w:t>sz</w:t>
      </w:r>
      <w:r w:rsidR="00394B34" w:rsidRPr="004E7330">
        <w:rPr>
          <w:rFonts w:cs="Times New Roman"/>
          <w:b/>
          <w:i/>
        </w:rPr>
        <w:t>ek</w:t>
      </w:r>
    </w:p>
    <w:p w14:paraId="6A720336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motoros láncfűrészek csoportosítása, fő szerkezeti részei. </w:t>
      </w:r>
    </w:p>
    <w:p w14:paraId="32F22441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Motorok kialakítása és jellemzői. </w:t>
      </w:r>
    </w:p>
    <w:p w14:paraId="0E65B233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tüzelőanyag-ellátó egység kialakítása, működése és a beszabályozás módja. </w:t>
      </w:r>
    </w:p>
    <w:p w14:paraId="6E72072C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gyújtórendszer szerkezeti felépítése, működése és beállítása. </w:t>
      </w:r>
    </w:p>
    <w:p w14:paraId="278A091D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motorfűrészeken alkalmazott indítási rendszerek felépítése, működése és beállítása.</w:t>
      </w:r>
    </w:p>
    <w:p w14:paraId="758C6730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teljesítmény-átviteli rendszer feladata, kialakítása, működése. </w:t>
      </w:r>
    </w:p>
    <w:p w14:paraId="265F8B7C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motorfűrészeken alkalmazott munkavégző egységségek kialakítása, működése és beállítása. A fűrészláncok élgeometriája, élezés folyamata.</w:t>
      </w:r>
    </w:p>
    <w:p w14:paraId="3A76CF04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motorfűrészeken alkalmazott biztonsági rendszerek feladata, ellenőrzése.</w:t>
      </w:r>
    </w:p>
    <w:p w14:paraId="7AF0A46A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motorfűrészekre vonatkozó munka-, tűz- és környezetvédelmi előírások.</w:t>
      </w:r>
    </w:p>
    <w:p w14:paraId="7CE0802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BA12592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gallyazás gépei</w:t>
      </w:r>
    </w:p>
    <w:p w14:paraId="002B1DF2" w14:textId="77777777" w:rsidR="00A23F09" w:rsidRPr="004E7330" w:rsidRDefault="008905E1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gallyazó gépek csoportosítása, felépítésük, működési</w:t>
      </w:r>
      <w:r w:rsidR="00636CCF" w:rsidRPr="004E7330">
        <w:rPr>
          <w:rFonts w:cs="Times New Roman"/>
        </w:rPr>
        <w:t xml:space="preserve"> elveik, alkalmazási területük.</w:t>
      </w:r>
    </w:p>
    <w:p w14:paraId="11288078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9D52DDF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közelítés eszközei, gépei, berendezése</w:t>
      </w:r>
      <w:r w:rsidR="008905E1" w:rsidRPr="004E7330">
        <w:rPr>
          <w:rFonts w:cs="Times New Roman"/>
          <w:b/>
          <w:i/>
        </w:rPr>
        <w:t>i</w:t>
      </w:r>
    </w:p>
    <w:p w14:paraId="624DA7A5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Csörlős közelítő gépek. Szerkezeti megoldásai, kezelésük és karbantartásuk. Üzemelés és technológiák, a gépek biztonságtechnikája. Choker-kötelek alkalmazása. Kötélismeret, terelőgörgők. Láncok alkalmazása a faanyagok felkötésére.</w:t>
      </w:r>
    </w:p>
    <w:p w14:paraId="58255CFA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gépek stabilitás-növelő megoldásai. Hóláncok alkalmazása. Kereszt- és hosszirányú stabilitás. Markolós és szorítózsámolyos közelítő traktorok. A gépek szerkezeti megoldásai, eltérések az egyéb célú megoldásoktól, alkalmazási terület, technológia, biztonságtechnika.</w:t>
      </w:r>
    </w:p>
    <w:p w14:paraId="2C6CBC36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Kihordó-közelítő traktorok szerkezeti megoldásai, a gépek kezelése, karbantartása, üzemelés technológiája.</w:t>
      </w:r>
    </w:p>
    <w:p w14:paraId="627D31D7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gépek alkalmazásánál a munkaszervezés jelentősége. A terepjáró-képesség, a gépeknél alkalmazott agymotorok, illetve a vontatmány járó-kerékmeghajtás műszaki megoldása. A gépek rakodástechnikái. A gépeknél a rakodógépek elhelyezése, a gép szállítóhelyzeti megoldása. A gépek hossz- és keresztirányú stabilitása. A kabintetőn elhelyezett rakodógépnél a kabint tartó gumituskók szerepe. Közelítésnél a sebesség helyes megválasztása. A rakodógép-szerkezet műszakos, havi és éves fővizsgálati előírásai. Az alkalmazható függesztékek.</w:t>
      </w:r>
    </w:p>
    <w:p w14:paraId="77EDF738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Közelítő-kiszállító kötélpályák, kötélpályadaruk</w:t>
      </w:r>
    </w:p>
    <w:p w14:paraId="7F3211AE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Sodronyköteles, billenőárbócos közelítő gépek, kötélpályák szerkezete, műszaki megoldásai, alkalmazási lehetőségeik, kezelésük, karbantartásuk, szerelésük. Biztonsági berendezések, üzemelés, technológia, biztonságtechnikai előírások.</w:t>
      </w:r>
    </w:p>
    <w:p w14:paraId="3EDD479B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acélsodronykötél szerkezete, fajtái, alkalmazási területek. Sodronykötés-fonás ismertetése. Sodronykötelek végtelenítése, kötélszív kialakítás. Sodronykötél horgonyzása, kötelek feszítése, a kötél jó karbantartása.</w:t>
      </w:r>
    </w:p>
    <w:p w14:paraId="4A10E7D7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Hajtásnélküli és hajtással ellátott kiszállító szerelvények.</w:t>
      </w:r>
    </w:p>
    <w:p w14:paraId="059AF77B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Szerkezeti felépítésük, üzemeltetésük, paramétereik.</w:t>
      </w:r>
    </w:p>
    <w:p w14:paraId="2514CB07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Biztonságtechnikai előírások.</w:t>
      </w:r>
    </w:p>
    <w:p w14:paraId="29BD9EDD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A845D86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faanyag rakodás, szállítás gépei</w:t>
      </w:r>
    </w:p>
    <w:p w14:paraId="7304C454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Önjáró rakodógépek, önrakodó szállítóeszközök.</w:t>
      </w:r>
    </w:p>
    <w:p w14:paraId="18ECC4E0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rakodódaruk. A rakodógépek a faanyagmozgatás különböző fázisaiban (rakodókon, felkészítő</w:t>
      </w:r>
      <w:r w:rsidR="00394B34" w:rsidRPr="004E7330">
        <w:rPr>
          <w:rFonts w:cs="Times New Roman"/>
        </w:rPr>
        <w:t xml:space="preserve"> </w:t>
      </w:r>
      <w:r w:rsidRPr="004E7330">
        <w:rPr>
          <w:rFonts w:cs="Times New Roman"/>
        </w:rPr>
        <w:t>helyeken, felkészítő</w:t>
      </w:r>
      <w:r w:rsidR="00394B34" w:rsidRPr="004E7330">
        <w:rPr>
          <w:rFonts w:cs="Times New Roman"/>
        </w:rPr>
        <w:t xml:space="preserve"> </w:t>
      </w:r>
      <w:r w:rsidRPr="004E7330">
        <w:rPr>
          <w:rFonts w:cs="Times New Roman"/>
        </w:rPr>
        <w:t>telepeken). rakodócsörlők, rakodótranszportőrök, targoncák.</w:t>
      </w:r>
    </w:p>
    <w:p w14:paraId="4E4990AD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rakodógépek kialakítása, szerkezeti megoldásai, felépítésük, működésük; a gépek kezelése üzemeltetése a technológia szerint, karbantartás, hibaforrások, kisebb javítások.</w:t>
      </w:r>
    </w:p>
    <w:p w14:paraId="77402BBD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különböző fahasználati munkarendszerekhez kapcsolódó speciális faszállító tehergépkocsik, illetőleg tehergépkocsi-szerelvények. Nyergesek, konténerek, tartálykocsik.</w:t>
      </w:r>
    </w:p>
    <w:p w14:paraId="73DAEB44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kisvasúti, vasúti anyagmozgatás. A vízi szállítás és kapcsolódó gépei.</w:t>
      </w:r>
    </w:p>
    <w:p w14:paraId="3080886A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DFE15F6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felkészítés gépe</w:t>
      </w:r>
      <w:r w:rsidR="008905E1" w:rsidRPr="004E7330">
        <w:rPr>
          <w:rFonts w:cs="Times New Roman"/>
          <w:b/>
          <w:i/>
        </w:rPr>
        <w:t>i</w:t>
      </w:r>
    </w:p>
    <w:p w14:paraId="279D54D6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kalapácsos, forgógyűrűs, marófejes, gyalukéses kérgező gépek szerkezeti felépítése, kezelése, üzemeltetése, karbantartása. A munkavégző részek cseréje.</w:t>
      </w:r>
    </w:p>
    <w:p w14:paraId="59CC60BF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és mechanikus hasító gépek szerkezete, üzemeltetése, technológiája. A hasító gépek kiszolgálása.</w:t>
      </w:r>
    </w:p>
    <w:p w14:paraId="10A85269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dobos és tárcsás aprítógépek szerkezeti felépítése, üzemeltetése.</w:t>
      </w:r>
    </w:p>
    <w:p w14:paraId="246E4383" w14:textId="77777777" w:rsidR="00A23F09" w:rsidRPr="004E7330" w:rsidRDefault="00636CCF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felkészítés gépeinek biztonságtechnikai előírásai.</w:t>
      </w:r>
    </w:p>
    <w:p w14:paraId="3520C95D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5D9C748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 xml:space="preserve">Az erdei útépítés és </w:t>
      </w:r>
      <w:r w:rsidR="008B00F3" w:rsidRPr="004E7330">
        <w:rPr>
          <w:rFonts w:cs="Times New Roman"/>
          <w:b/>
          <w:i/>
        </w:rPr>
        <w:t>út</w:t>
      </w:r>
      <w:r w:rsidRPr="004E7330">
        <w:rPr>
          <w:rFonts w:cs="Times New Roman"/>
          <w:b/>
          <w:i/>
        </w:rPr>
        <w:t>karbantartás gépei</w:t>
      </w:r>
    </w:p>
    <w:p w14:paraId="4EBEEE78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útépítés és </w:t>
      </w:r>
      <w:r w:rsidR="008B00F3" w:rsidRPr="004E7330">
        <w:rPr>
          <w:rFonts w:cs="Times New Roman"/>
        </w:rPr>
        <w:t>út</w:t>
      </w:r>
      <w:r w:rsidRPr="004E7330">
        <w:rPr>
          <w:rFonts w:cs="Times New Roman"/>
        </w:rPr>
        <w:t>fenntartás alapelvei.</w:t>
      </w:r>
    </w:p>
    <w:p w14:paraId="0DCF5F38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időjárás biztos út keresztszelvénye, járófelülete. A kerekes és lánctalpas gépek.</w:t>
      </w:r>
    </w:p>
    <w:p w14:paraId="678490DA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Önjáró és vontatott gépek: tológépek, földgyaluk, földnyesők, tömörítő-gépek, egyéb gépek. Pormentesített útfelület építő gépsorok.</w:t>
      </w:r>
    </w:p>
    <w:p w14:paraId="63B5ED29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előzők szerkezeti megoldásai, működésük, hibaforrások, kisebb javítások, karbantartás.</w:t>
      </w:r>
    </w:p>
    <w:p w14:paraId="5558224C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128A6BC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Harvester</w:t>
      </w:r>
      <w:r w:rsidR="008905E1" w:rsidRPr="004E7330">
        <w:rPr>
          <w:rFonts w:cs="Times New Roman"/>
          <w:b/>
          <w:i/>
        </w:rPr>
        <w:t>ek</w:t>
      </w:r>
    </w:p>
    <w:p w14:paraId="7F914E10" w14:textId="77777777" w:rsidR="008905E1" w:rsidRPr="004E7330" w:rsidRDefault="00636CCF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Harvesterek </w:t>
      </w:r>
      <w:r w:rsidR="008905E1" w:rsidRPr="004E7330">
        <w:rPr>
          <w:rFonts w:cs="Times New Roman"/>
        </w:rPr>
        <w:t>szerkezeti</w:t>
      </w:r>
      <w:r w:rsidRPr="004E7330">
        <w:rPr>
          <w:rFonts w:cs="Times New Roman"/>
        </w:rPr>
        <w:t xml:space="preserve"> felépítése</w:t>
      </w:r>
      <w:r w:rsidR="008905E1" w:rsidRPr="004E7330">
        <w:rPr>
          <w:rFonts w:cs="Times New Roman"/>
        </w:rPr>
        <w:t>. A gépek kezelése, karbantartása</w:t>
      </w:r>
      <w:r w:rsidRPr="004E7330">
        <w:rPr>
          <w:rFonts w:cs="Times New Roman"/>
        </w:rPr>
        <w:t>, üzemeltetése, alkalmazás technológiája</w:t>
      </w:r>
      <w:r w:rsidR="008905E1" w:rsidRPr="004E7330">
        <w:rPr>
          <w:rFonts w:cs="Times New Roman"/>
        </w:rPr>
        <w:t xml:space="preserve">. Alkalmazott vágószerkezetek megoldásai (hidraulikus olló, fűrészláncos, hidrosztatikus hajtás). </w:t>
      </w:r>
      <w:r w:rsidRPr="004E7330">
        <w:rPr>
          <w:rFonts w:cs="Times New Roman"/>
        </w:rPr>
        <w:t xml:space="preserve">A gépeknél alkalmazott elektronikus berendezések. </w:t>
      </w:r>
      <w:r w:rsidR="008905E1" w:rsidRPr="004E7330">
        <w:rPr>
          <w:rFonts w:cs="Times New Roman"/>
        </w:rPr>
        <w:t>A gépek biztonsági felszerelései</w:t>
      </w:r>
      <w:r w:rsidRPr="004E7330">
        <w:rPr>
          <w:rFonts w:cs="Times New Roman"/>
        </w:rPr>
        <w:t>, biztonságtechnikája</w:t>
      </w:r>
      <w:r w:rsidR="008905E1" w:rsidRPr="004E7330">
        <w:rPr>
          <w:rFonts w:cs="Times New Roman"/>
        </w:rPr>
        <w:t>, egyéni védőeszközök. A gépek munkavédelmi minősítése</w:t>
      </w:r>
      <w:r w:rsidRPr="004E7330">
        <w:rPr>
          <w:rFonts w:cs="Times New Roman"/>
        </w:rPr>
        <w:t xml:space="preserve">, </w:t>
      </w:r>
      <w:r w:rsidR="008905E1" w:rsidRPr="004E7330">
        <w:rPr>
          <w:rFonts w:cs="Times New Roman"/>
        </w:rPr>
        <w:t>közúti közlekedése és szállítása.</w:t>
      </w:r>
    </w:p>
    <w:p w14:paraId="046CBEDE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AE2F249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Erdészeti gépek állapotfelmérése, javítása bejáratása és tárolás</w:t>
      </w:r>
    </w:p>
    <w:p w14:paraId="4F75B7B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Erdészeti gépek állapotváltozásainak formái. </w:t>
      </w:r>
    </w:p>
    <w:p w14:paraId="72165945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Műszaki hibák okai és megnyilvánulási formái mechanikai kopás, korrózió, anyagkifáradás. </w:t>
      </w:r>
    </w:p>
    <w:p w14:paraId="5E6BB230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Diagnosztikai rendszer alkalmazása, bemutatása. </w:t>
      </w:r>
    </w:p>
    <w:p w14:paraId="649FBAA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szerelés alapfogalmai, szerszámai és készülékei. Gépalkatrészek tisztítása. A felújítás, javítás módszerei. </w:t>
      </w:r>
    </w:p>
    <w:p w14:paraId="5EC92D27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Erdőgazdasági munkagépek, korrózióvédelmének elvégzése, tárolásra való felkészítése. Különféle gépek, gépcsoportok tárolása. </w:t>
      </w:r>
    </w:p>
    <w:p w14:paraId="66D614BF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Gépudvar kialakítása, egyéb létesítmények.</w:t>
      </w:r>
    </w:p>
    <w:p w14:paraId="3DE6CC9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A43713B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685BBCFF" w14:textId="77777777" w:rsidR="00A23F09" w:rsidRPr="004E7330" w:rsidRDefault="008905E1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elméleti képzés, amelynek fő helyszíne a tanterem, a szaktanterem.</w:t>
      </w:r>
    </w:p>
    <w:p w14:paraId="226E774D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24D0297B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60D4129F" w14:textId="5844589A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42DB4DC8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2B50566D" w14:textId="77777777" w:rsidR="00A23F09" w:rsidRPr="004E7330" w:rsidRDefault="008905E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Erdőgazdasági termelés gépei gyakorlat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="009A7796" w:rsidRPr="004E7330">
        <w:rPr>
          <w:rFonts w:cs="Times New Roman"/>
          <w:b/>
        </w:rPr>
        <w:t>186</w:t>
      </w:r>
      <w:r w:rsidR="00A23F09" w:rsidRPr="004E7330">
        <w:rPr>
          <w:rFonts w:cs="Times New Roman"/>
          <w:b/>
        </w:rPr>
        <w:t xml:space="preserve"> óra/</w:t>
      </w:r>
      <w:r w:rsidR="009A7796" w:rsidRPr="004E7330">
        <w:rPr>
          <w:rFonts w:cs="Times New Roman"/>
          <w:b/>
        </w:rPr>
        <w:t>186</w:t>
      </w:r>
      <w:r w:rsidR="00A23F09" w:rsidRPr="004E7330">
        <w:rPr>
          <w:rFonts w:cs="Times New Roman"/>
          <w:b/>
        </w:rPr>
        <w:t xml:space="preserve"> óra*</w:t>
      </w:r>
    </w:p>
    <w:p w14:paraId="44105DB4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42E78E85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8534CC6" w14:textId="1850D7F4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3EB51435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3D50BA5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5F2CA357" w14:textId="77777777" w:rsidR="008905E1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szakmai gyakorlatokon kell elsajátíttatni az erdőművelésben és a</w:t>
      </w:r>
      <w:r w:rsidR="003476F4" w:rsidRPr="004E7330">
        <w:rPr>
          <w:rFonts w:cs="Times New Roman"/>
        </w:rPr>
        <w:t>z</w:t>
      </w:r>
      <w:r w:rsidRPr="004E7330">
        <w:rPr>
          <w:rFonts w:cs="Times New Roman"/>
        </w:rPr>
        <w:t xml:space="preserve"> </w:t>
      </w:r>
      <w:r w:rsidR="003476F4" w:rsidRPr="004E7330">
        <w:rPr>
          <w:rFonts w:cs="Times New Roman"/>
        </w:rPr>
        <w:t>erdő</w:t>
      </w:r>
      <w:r w:rsidRPr="004E7330">
        <w:rPr>
          <w:rFonts w:cs="Times New Roman"/>
        </w:rPr>
        <w:t xml:space="preserve">használatban üzemelő gépek szerkezeti felépítését, beállítását és javítását. </w:t>
      </w:r>
    </w:p>
    <w:p w14:paraId="4E8317BF" w14:textId="77777777" w:rsidR="008905E1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Ismerjék az erdészetben használt korszerű munkagépek javításai során használt anyagok tulajdonságait, megmunkálásuk, beépítésük lehetőségeit.</w:t>
      </w:r>
    </w:p>
    <w:p w14:paraId="1632DDBF" w14:textId="77777777" w:rsidR="008905E1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munkabiztonsági berendezéseket, az egyéni védőfelszerelést munkavégzés közben következetesen használják. Ismerjék meg, és munkavégzéskor fokozottan ügyeljenek a környezetvédelmi előírások betartására.</w:t>
      </w:r>
    </w:p>
    <w:p w14:paraId="38719652" w14:textId="77777777" w:rsidR="008905E1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gyakorlati képzés biztosítsa a korszerű műszaki, ökonómiai szemlélet és ítélőképesség, a döntéshozatal technikusi képesítésnek megfelelő szintű kialakítását.</w:t>
      </w:r>
    </w:p>
    <w:p w14:paraId="78A08886" w14:textId="77777777" w:rsidR="00A23F09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tanulók szerezzenek gyakorlatot a fatermesztés és fakitermelés gépi munkáinak elvégzésében, a gépi munkák előkészítésében, gondoskodni tudjanak a szakszerű karbantartások elvégzéséről. Ismerjék az üzemelésnél előforduló hibák elhárítását. Tudják a biztonságtechnikai előírásokat és egyéni védőfelszerelések használatát.</w:t>
      </w:r>
    </w:p>
    <w:p w14:paraId="41A27A7C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1141BFFD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226F17B1" w14:textId="77777777" w:rsidR="00A23F09" w:rsidRPr="004E7330" w:rsidRDefault="008905E1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Rajz (vetületi ábrázolás), Kémia (anyagok szerkezete), Fizika (mechanika, statika)</w:t>
      </w:r>
    </w:p>
    <w:p w14:paraId="1AEC9F6B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2AC959B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31F40498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terület-előkészítés gépe</w:t>
      </w:r>
      <w:r w:rsidR="008905E1" w:rsidRPr="004E7330">
        <w:rPr>
          <w:rFonts w:cs="Times New Roman"/>
          <w:b/>
          <w:i/>
        </w:rPr>
        <w:t>i</w:t>
      </w:r>
    </w:p>
    <w:p w14:paraId="79611847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Vágástakarító-gépek felszerelése, vágáshulladék összegyűjtése, a gép karbantartása.</w:t>
      </w:r>
    </w:p>
    <w:p w14:paraId="1CED6391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Bozótirtók felszerelése, üzemeltetése, karbantartása. Bozótirtás technológiája.</w:t>
      </w:r>
    </w:p>
    <w:p w14:paraId="5A116A3F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Balesetmegelőzés szabályai. Gyökérfésű erőgéphez kapcsolása, beállítása, karbantartása. </w:t>
      </w:r>
    </w:p>
    <w:p w14:paraId="6925D20B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Vágástakarítók, tuskózó gépek, tuskó közelítő gépek, gyökérfésűk, bozótirtók, szárzúzók szerkezeti felépítése, szerelése.</w:t>
      </w:r>
    </w:p>
    <w:p w14:paraId="6AF7E40F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2F4FB26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Talajművelés gépei</w:t>
      </w:r>
    </w:p>
    <w:p w14:paraId="4B53C9A1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ekék munkavégző és kiegészítő szerkezeti részeinek bemutatása függesztett és félig függesztett ekéken A függesztett és félig-függesztett eke felszerelése az erőgépre. Az eke beállítása - különböző üzemi helyzetekre - ellenőrzés, próbaszántás, a szántás minőségének értékelése. Az ekék karbantartása, előkészítés tárolásra. </w:t>
      </w:r>
    </w:p>
    <w:p w14:paraId="686B03BF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tárcsás talajművelő gépek, ásóboronák, lazítók, szántóföldi- és sorközművelő kultivátorok, kombinált talajművelő gépek szerkezeti részeinek, beállításainak bemutatása. </w:t>
      </w:r>
    </w:p>
    <w:p w14:paraId="6C7BA38E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Gépkapcsolások, gépcsoportok létrehozása, beállítások, manőverezés, húzatási próbák, a munkaműveletek minőségének ellenőrzése és értékelés.</w:t>
      </w:r>
    </w:p>
    <w:p w14:paraId="5E3E7160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C905435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maggazdálkodás</w:t>
      </w:r>
      <w:r w:rsidR="00394B34" w:rsidRPr="004E7330">
        <w:rPr>
          <w:rFonts w:cs="Times New Roman"/>
          <w:b/>
          <w:i/>
        </w:rPr>
        <w:t>,</w:t>
      </w:r>
      <w:r w:rsidRPr="004E7330">
        <w:rPr>
          <w:rFonts w:cs="Times New Roman"/>
          <w:b/>
          <w:i/>
        </w:rPr>
        <w:t xml:space="preserve"> dugvány</w:t>
      </w:r>
      <w:r w:rsidR="00394B34" w:rsidRPr="004E7330">
        <w:rPr>
          <w:rFonts w:cs="Times New Roman"/>
          <w:b/>
          <w:i/>
        </w:rPr>
        <w:t xml:space="preserve">- és </w:t>
      </w:r>
      <w:r w:rsidRPr="004E7330">
        <w:rPr>
          <w:rFonts w:cs="Times New Roman"/>
          <w:b/>
          <w:i/>
        </w:rPr>
        <w:t>csemetetermesztés gépei</w:t>
      </w:r>
    </w:p>
    <w:p w14:paraId="67FB310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Mechanikus vetőszerkezettel ellátott sorba vetőgépek szerkezeti felépítésének bemutatás A vetőgépek beállítása különböző kivetendő magmennyiségre, forgatási vagy húzatási próba. Csoroszlyák, nyomjelzők, vetőszerkezetek. Vetőgépek kiszolgálása, karbantartása. Magvetés: erőgéphez kapcsolt vetőgép beállítása. Próbavetés, vetőgép üzemeltetés, tisztítása, karbantartása. Műtrágyák és növényvédő szerek talajba juttatása a vetéssel egy időben.</w:t>
      </w:r>
    </w:p>
    <w:p w14:paraId="2A957140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Iskolázógép üzembe helyezése, beállítása, üzemeltetése, karbantartása. Burkolt gyökérzetű csemete termelés gépsorának üzemeltetése.</w:t>
      </w:r>
    </w:p>
    <w:p w14:paraId="42268090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Dugványozó gép üzemeltetése, tisztítása, karbantartása. Kiemelés: különböző kiemelő gépek beállítása üzemeltetése, tisztítása, karbantartása. </w:t>
      </w:r>
    </w:p>
    <w:p w14:paraId="5A1EE5C2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Extenzív, intenzív ültetőgépek és iskolázó gépek szerkezete, szerelése.</w:t>
      </w:r>
    </w:p>
    <w:p w14:paraId="6E612E52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13B00BE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Az ültetés gépe</w:t>
      </w:r>
      <w:r w:rsidR="008905E1" w:rsidRPr="004E7330">
        <w:rPr>
          <w:rFonts w:cs="Times New Roman"/>
          <w:b/>
          <w:i/>
        </w:rPr>
        <w:t>i</w:t>
      </w:r>
    </w:p>
    <w:p w14:paraId="6F9843B9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csemeteültető gépek kialakítása és általános jellemzői.</w:t>
      </w:r>
    </w:p>
    <w:p w14:paraId="3F6B1415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Alkalmazott ültetőgépek szerkezeti felépítése, beállítása és karbantartása. </w:t>
      </w:r>
    </w:p>
    <w:p w14:paraId="09EE377C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Automatikus csemeteültető gépek felépítésének és beállításnak bemutatása.</w:t>
      </w:r>
    </w:p>
    <w:p w14:paraId="12D338F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C3CEF96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tápanyag-utánpótlás gépe</w:t>
      </w:r>
      <w:r w:rsidR="008905E1" w:rsidRPr="004E7330">
        <w:rPr>
          <w:rFonts w:cs="Times New Roman"/>
          <w:b/>
          <w:i/>
        </w:rPr>
        <w:t>i</w:t>
      </w:r>
    </w:p>
    <w:p w14:paraId="58C02C80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Trágyaszóró gépek szerkezeti felépítése, beállítása különböző szórás mennyiségekre. Gépkapcsolás, szórási próba, ellenőrzés, karbantartás elvégzése. Szervestrágya-szóró gépek, trágyalé- és hígtrágya szóró gépek, tartálykocsik bemutatása.</w:t>
      </w:r>
    </w:p>
    <w:p w14:paraId="5F7810A0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Műtrágyaszóró gépek szerkezeti megoldásainak bemutatása, beállítási lehetőségeik különböző szórásmennyiségekre. Gépkapcsolás, gépbeállítás, szóráskép és kiadagolt mennyiség ellenőrzése, manőverezés kapcsolt gépcsoporttal, karbantartás.</w:t>
      </w:r>
    </w:p>
    <w:p w14:paraId="1C22BA12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49063F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növényápolás gépei, berendezése</w:t>
      </w:r>
      <w:r w:rsidR="008905E1" w:rsidRPr="004E7330">
        <w:rPr>
          <w:rFonts w:cs="Times New Roman"/>
          <w:b/>
          <w:i/>
        </w:rPr>
        <w:t>i</w:t>
      </w:r>
    </w:p>
    <w:p w14:paraId="3B81AA8E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öntöző-berendezések fő egységeinek - szivattyú, csövek, csőszerelvények, szórófejek - bemutatása. Az öntözőrendszer üzemeltetésének megismerése.</w:t>
      </w:r>
    </w:p>
    <w:p w14:paraId="7878D33D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Szántóföldi növényvédő gépek szerkezeti részeinek bemutatása. </w:t>
      </w:r>
    </w:p>
    <w:p w14:paraId="4E4CBA34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Favédelmi gépek bemutatása, szerkezeti részeinek, működésének megismerése. Szórásmennyiség beállítása és ellenőrzése. Üzemeltetési próba, munka- és környezetvédelmi feladatok gyakorlása.</w:t>
      </w:r>
    </w:p>
    <w:p w14:paraId="70903E38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AFE8AC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motor</w:t>
      </w:r>
      <w:r w:rsidR="00636CCF" w:rsidRPr="004E7330">
        <w:rPr>
          <w:rFonts w:cs="Times New Roman"/>
          <w:b/>
          <w:i/>
        </w:rPr>
        <w:t>- és tisztító</w:t>
      </w:r>
      <w:r w:rsidRPr="004E7330">
        <w:rPr>
          <w:rFonts w:cs="Times New Roman"/>
          <w:b/>
          <w:i/>
        </w:rPr>
        <w:t>fűrés</w:t>
      </w:r>
      <w:r w:rsidR="00394B34" w:rsidRPr="004E7330">
        <w:rPr>
          <w:rFonts w:cs="Times New Roman"/>
          <w:b/>
          <w:i/>
        </w:rPr>
        <w:t>zek</w:t>
      </w:r>
    </w:p>
    <w:p w14:paraId="3F7DF1EA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motorfűrész fő részeinek bemutatása, szerelése.  A motor sajátosságai, teljesítmény-átviteli rendszere. A fűrészelő rész bemutatása, szerelése kül</w:t>
      </w:r>
      <w:r w:rsidR="00636CCF" w:rsidRPr="004E7330">
        <w:rPr>
          <w:rFonts w:cs="Times New Roman"/>
        </w:rPr>
        <w:t>önös hangsúllyal a lánc</w:t>
      </w:r>
      <w:r w:rsidRPr="004E7330">
        <w:rPr>
          <w:rFonts w:cs="Times New Roman"/>
        </w:rPr>
        <w:t>élezésre és a motorfűrész biztonsági berendezéseire.</w:t>
      </w:r>
    </w:p>
    <w:p w14:paraId="5DB67945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Tisztító fűrészek felépítése, az alkalmazható munkavégző részek szerelése, javítása. </w:t>
      </w:r>
    </w:p>
    <w:p w14:paraId="3C572F0C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Önálló egyszemélyes gödörfúrók, hidromotoros ágvágók kialakítása, beállítása.</w:t>
      </w:r>
    </w:p>
    <w:p w14:paraId="77B4B72C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AE40EB0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gallyazás gépei</w:t>
      </w:r>
    </w:p>
    <w:p w14:paraId="4A1471F2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gallyazó-gépek csoportjai, szerkezeti felépítésének bemutatása, beállítása, beállítások gyakorlása. A csoportos gallyazás gépeinek bemutatása. </w:t>
      </w:r>
    </w:p>
    <w:p w14:paraId="0D641C12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Mászókeretes láncfűrészes gallyazógép bemutatása. </w:t>
      </w:r>
    </w:p>
    <w:p w14:paraId="54959922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Egyenkénti gallyazás gépei. </w:t>
      </w:r>
    </w:p>
    <w:p w14:paraId="0A2088D8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gallyazás gépeinek biztonságtechnikai előírásai.</w:t>
      </w:r>
    </w:p>
    <w:p w14:paraId="1D2E71A1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9C9F8F2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 xml:space="preserve">A közelítés </w:t>
      </w:r>
      <w:r w:rsidR="00394B34" w:rsidRPr="004E7330">
        <w:rPr>
          <w:rFonts w:cs="Times New Roman"/>
          <w:b/>
          <w:i/>
        </w:rPr>
        <w:t>eszközei, gépei, berendezése</w:t>
      </w:r>
    </w:p>
    <w:p w14:paraId="74600C04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közelítés eszközei: közelítő kerékpár, közelítő olló, hidraulikus markoló, csörlő, támaszok, emelőlapok különböző kialakításai, szerelésük. Közelítő berendezések: kötélpálya daruk (egy- kétköteles) szerkezeti felépítése. Közelítő gépek: vonszolók – csörlős, markolós, szorítózsámolyos- kihordók fő szerkezeti elemei, szerelése. Kiszállítás gépei: hajtott és hajtás nélküli. A közelítés során fellépő üzemzavarok elhárítása. Kötelekkel szemben támasztott követelmények, a műszaki állapotuk ellenőrzése.</w:t>
      </w:r>
    </w:p>
    <w:p w14:paraId="23B9E6D2" w14:textId="77777777" w:rsidR="00A23F09" w:rsidRPr="004E7330" w:rsidRDefault="00A23F09" w:rsidP="00636CCF">
      <w:pPr>
        <w:spacing w:after="0"/>
        <w:ind w:left="851"/>
        <w:rPr>
          <w:rFonts w:cs="Times New Roman"/>
        </w:rPr>
      </w:pPr>
    </w:p>
    <w:p w14:paraId="2DD8D963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3186F4C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faanyag rakodás, szállítás gépei</w:t>
      </w:r>
    </w:p>
    <w:p w14:paraId="0B72A9A1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Hidraulikus rakodógép típusok, ezek főbb hidraulikus és mechanikus egységeinek megismerése, üzemeltetési feltételeinek biztosítása, üzembe helyezése, biztonsági berendezéseinek ellenőrzése.</w:t>
      </w:r>
    </w:p>
    <w:p w14:paraId="48E23212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Rakodási gyakorlatok rövid és hosszú választékban illetve hosszúfában.</w:t>
      </w:r>
    </w:p>
    <w:p w14:paraId="28A7B94D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Optimális rakodórend kialakítása. Egységcsomagos rakodás.</w:t>
      </w:r>
    </w:p>
    <w:p w14:paraId="457C93DE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Magajáró rakodógépek, önrakodó szállítóeszközök.</w:t>
      </w:r>
    </w:p>
    <w:p w14:paraId="57417DC5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rakodódaruk. A rakodógépek (rakodócsörlők, rakodótranszportőrök, targoncák) a faanyagmozgatás különböző fázisaiban, rakodókon, felkészítőhelyeken, felkészítő-telepeken.</w:t>
      </w:r>
    </w:p>
    <w:p w14:paraId="0682CB68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rakodógépek kialakítása, szerkezeti megoldásai, felépítésük, működésük.</w:t>
      </w:r>
    </w:p>
    <w:p w14:paraId="62C20A47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Erdészeti célra kialakított faanyagszállító gépjárművek speciális felépítménye. A szállításban használt traktorok és tehergépkocsik, valamint pótkocsik és utánfutók üzembe helyezése. Szállítási szervezési tennivalók gyakorlása, a gépjármű biztonsági szerelvényeinek ellenőrzése.</w:t>
      </w:r>
    </w:p>
    <w:p w14:paraId="49113A28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4F0EDBE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felkészítés gépei</w:t>
      </w:r>
    </w:p>
    <w:p w14:paraId="19DD6A5E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kalapácsos, forgógyűrűs, marófejes, gyalukéses kérgezőgépek szerkezeti felépítése, kezelése, karbantartása. A munkavégző részek cseréje. </w:t>
      </w:r>
    </w:p>
    <w:p w14:paraId="5E46518B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alapanyag és a kérgezett termék készletezése. A kérgezés gyakorlása a különböző kérgező gépeken.</w:t>
      </w:r>
    </w:p>
    <w:p w14:paraId="4AB32094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és mechanikus hasítógépek szerkezeti felépítése, technológiája. A hasítógépek kiszolgálása, szerszámok cseréje, az ékek élezése, beállítása. Különböző hasító-gépek erőgéphez kapcsolása üzembe állítása. A hasító-gép kiszolgálása, a hasító szerszám karbantartása, cseréje. A hidraulikus rendszer karbantartása.</w:t>
      </w:r>
    </w:p>
    <w:p w14:paraId="54F5BADC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dobos és tárcsás aprítógépek szerkezeti felépítése, beállítása. Az aprítógép kezelése, karbantartása, szerszámcseréje és élezése. A különböző aprítógépek üzembe állítása.</w:t>
      </w:r>
    </w:p>
    <w:p w14:paraId="720E75BE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felkészítés gépeinek biztonságtechnikai előírásai.</w:t>
      </w:r>
    </w:p>
    <w:p w14:paraId="2FC7E27A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2481DE4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 xml:space="preserve">Az erdei útépítés és </w:t>
      </w:r>
      <w:r w:rsidR="008B00F3" w:rsidRPr="004E7330">
        <w:rPr>
          <w:rFonts w:cs="Times New Roman"/>
          <w:b/>
          <w:i/>
        </w:rPr>
        <w:t>út</w:t>
      </w:r>
      <w:r w:rsidRPr="004E7330">
        <w:rPr>
          <w:rFonts w:cs="Times New Roman"/>
          <w:b/>
          <w:i/>
        </w:rPr>
        <w:t>karbantartás gépei</w:t>
      </w:r>
    </w:p>
    <w:p w14:paraId="43AF76D0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Földmunkagépek: tolólemezes gépek, földgyaluk és földnyeső gépek, szerkezeti felépítése, beállítása. </w:t>
      </w:r>
    </w:p>
    <w:p w14:paraId="3D6DF23D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Tömörítő gépek (statikus és dinamikus) kialakítása, beállítása. </w:t>
      </w:r>
    </w:p>
    <w:p w14:paraId="3DF2DE7C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útkarbantartás gépeinek üzem közbeni megtekintése.</w:t>
      </w:r>
    </w:p>
    <w:p w14:paraId="294E0A19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1E62CC3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Harvesterek</w:t>
      </w:r>
    </w:p>
    <w:p w14:paraId="664FF9D9" w14:textId="77777777" w:rsidR="00394B34" w:rsidRPr="004E7330" w:rsidRDefault="00394B34" w:rsidP="00394B3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fakitermelő gépek főbb szerkezeti egységeinek, működésének tanulmányozása, karbantartásuk, szerszám cseréjük, élezésük. Biztonságtechnikai ismeretek.</w:t>
      </w:r>
    </w:p>
    <w:p w14:paraId="2530DED6" w14:textId="77777777" w:rsidR="00394B34" w:rsidRPr="004E7330" w:rsidRDefault="00394B34" w:rsidP="00394B3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adott gépek üzembe állítása, üzemeltetése. Technológiai megoldások, optimális munkahelyi szervezési feladatok.</w:t>
      </w:r>
    </w:p>
    <w:p w14:paraId="5EE18BE3" w14:textId="77777777" w:rsidR="00394B34" w:rsidRPr="004E7330" w:rsidRDefault="009A41D4" w:rsidP="009A41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394B34" w:rsidRPr="004E7330">
        <w:rPr>
          <w:rFonts w:cs="Times New Roman"/>
        </w:rPr>
        <w:t>gépek szerkezeti részei</w:t>
      </w:r>
      <w:r w:rsidRPr="004E7330">
        <w:rPr>
          <w:rFonts w:cs="Times New Roman"/>
        </w:rPr>
        <w:t>,</w:t>
      </w:r>
      <w:r w:rsidR="00394B34" w:rsidRPr="004E7330">
        <w:rPr>
          <w:rFonts w:cs="Times New Roman"/>
        </w:rPr>
        <w:t xml:space="preserve"> kezelése, karbantartása. </w:t>
      </w:r>
      <w:r w:rsidRPr="004E7330">
        <w:rPr>
          <w:rFonts w:cs="Times New Roman"/>
        </w:rPr>
        <w:t>A döntőfejek kialakításai. Az a</w:t>
      </w:r>
      <w:r w:rsidR="00394B34" w:rsidRPr="004E7330">
        <w:rPr>
          <w:rFonts w:cs="Times New Roman"/>
        </w:rPr>
        <w:t>lkalmazott vágószerkezetek megoldásai. A gépek biztonsági felszerelései, egyéni védőeszközök. A gépek munkavédelmi minősítései, kö</w:t>
      </w:r>
      <w:r w:rsidRPr="004E7330">
        <w:rPr>
          <w:rFonts w:cs="Times New Roman"/>
        </w:rPr>
        <w:t>zúti közlekedése és szállítása.</w:t>
      </w:r>
    </w:p>
    <w:p w14:paraId="0DC05CA2" w14:textId="77777777" w:rsidR="00A23F09" w:rsidRPr="004E7330" w:rsidRDefault="009A41D4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</w:t>
      </w:r>
      <w:r w:rsidR="00394B34" w:rsidRPr="004E7330">
        <w:rPr>
          <w:rFonts w:cs="Times New Roman"/>
        </w:rPr>
        <w:t>épek kezelése, karbantartása, üzemel</w:t>
      </w:r>
      <w:r w:rsidRPr="004E7330">
        <w:rPr>
          <w:rFonts w:cs="Times New Roman"/>
        </w:rPr>
        <w:t>tet</w:t>
      </w:r>
      <w:r w:rsidR="00394B34" w:rsidRPr="004E7330">
        <w:rPr>
          <w:rFonts w:cs="Times New Roman"/>
        </w:rPr>
        <w:t>és</w:t>
      </w:r>
      <w:r w:rsidRPr="004E7330">
        <w:rPr>
          <w:rFonts w:cs="Times New Roman"/>
        </w:rPr>
        <w:t>e</w:t>
      </w:r>
      <w:r w:rsidR="00394B34" w:rsidRPr="004E7330">
        <w:rPr>
          <w:rFonts w:cs="Times New Roman"/>
        </w:rPr>
        <w:t>, alkalmazás technológiája, biztonságtechnikája.</w:t>
      </w:r>
    </w:p>
    <w:p w14:paraId="27AE6C2C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978AC19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Erdészeti gépek állapotfelmérése, javítása bejáratása és tárolása</w:t>
      </w:r>
    </w:p>
    <w:p w14:paraId="556F2C4C" w14:textId="77777777" w:rsidR="00394B34" w:rsidRPr="004E7330" w:rsidRDefault="00394B34" w:rsidP="00394B3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Erdészeti gépek állapotváltozásainak formái. </w:t>
      </w:r>
    </w:p>
    <w:p w14:paraId="25034B0F" w14:textId="77777777" w:rsidR="00394B34" w:rsidRPr="004E7330" w:rsidRDefault="00394B34" w:rsidP="00394B3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Műszaki hibák okai és megnyilvánulási formái mechanikai kopás, korrózió, anyagkifáradás. </w:t>
      </w:r>
    </w:p>
    <w:p w14:paraId="0A634410" w14:textId="77777777" w:rsidR="00394B34" w:rsidRPr="004E7330" w:rsidRDefault="00394B34" w:rsidP="00394B3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Diagnosztikai rendszer alkalmazása, bemutatása. </w:t>
      </w:r>
    </w:p>
    <w:p w14:paraId="1D36C37A" w14:textId="77777777" w:rsidR="00394B34" w:rsidRPr="004E7330" w:rsidRDefault="00394B34" w:rsidP="00394B3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szerelés alapfogalmai, szerszámai és készülékei. Gépalkatrészek tisztítása. A felújítás, javítás módszerei. </w:t>
      </w:r>
    </w:p>
    <w:p w14:paraId="58F5D27F" w14:textId="77777777" w:rsidR="00394B34" w:rsidRPr="004E7330" w:rsidRDefault="00394B34" w:rsidP="00394B3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Erdőgazdasági munkagépek, korrózióvédelmének elvégzése, tárolásra való felkészítése. Különféle gépek, gépcsoportok tárolása. </w:t>
      </w:r>
    </w:p>
    <w:p w14:paraId="69992E4C" w14:textId="77777777" w:rsidR="00A23F09" w:rsidRPr="004E7330" w:rsidRDefault="00394B34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Gépudvar kialakítása, egyéb létesítmények.</w:t>
      </w:r>
    </w:p>
    <w:p w14:paraId="3492037C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09C78C6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6DD21DC4" w14:textId="77777777" w:rsidR="00A23F09" w:rsidRPr="004E7330" w:rsidRDefault="008905E1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Tanműhelyek, üzemi műhelyek és erdő.</w:t>
      </w:r>
    </w:p>
    <w:p w14:paraId="30CCE03D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1E3CD0CB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1E22AF39" w14:textId="38FE2B0F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33A8EF61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72F435A0" w14:textId="77777777" w:rsidR="00A23F09" w:rsidRPr="004E7330" w:rsidRDefault="00A23F09" w:rsidP="00A23F09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1DBA2FB7" w14:textId="77777777" w:rsidR="00A23F09" w:rsidRPr="004E7330" w:rsidRDefault="00A23F09" w:rsidP="00A23F09">
      <w:pPr>
        <w:rPr>
          <w:rFonts w:cs="Times New Roman"/>
        </w:rPr>
      </w:pPr>
    </w:p>
    <w:p w14:paraId="0AC54B3D" w14:textId="77777777" w:rsidR="00A23F09" w:rsidRPr="004E7330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</w:t>
      </w:r>
    </w:p>
    <w:p w14:paraId="4DE408C6" w14:textId="77777777" w:rsidR="00A23F09" w:rsidRPr="004E7330" w:rsidRDefault="008905E1" w:rsidP="00A23F09">
      <w:pPr>
        <w:spacing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10977-16</w:t>
      </w:r>
      <w:r w:rsidR="00A23F09" w:rsidRPr="004E7330">
        <w:rPr>
          <w:rFonts w:cs="Times New Roman"/>
          <w:b/>
          <w:sz w:val="36"/>
        </w:rPr>
        <w:t xml:space="preserve"> azonosító számú</w:t>
      </w:r>
    </w:p>
    <w:p w14:paraId="403174D0" w14:textId="77777777" w:rsidR="00A23F09" w:rsidRPr="004E7330" w:rsidRDefault="008905E1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Gépek üzemeltetése az erdőgazdaságban</w:t>
      </w:r>
    </w:p>
    <w:p w14:paraId="445B2415" w14:textId="77777777" w:rsidR="00A23F09" w:rsidRPr="004E7330" w:rsidRDefault="00A23F09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megnevezésű</w:t>
      </w:r>
    </w:p>
    <w:p w14:paraId="77840F45" w14:textId="77777777" w:rsidR="00A23F09" w:rsidRPr="004E7330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szakmai követelménymodul</w:t>
      </w:r>
    </w:p>
    <w:p w14:paraId="204ABB83" w14:textId="77777777" w:rsidR="00A23F09" w:rsidRPr="004E7330" w:rsidRDefault="00A23F09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tantárgyai, témakörei</w:t>
      </w:r>
    </w:p>
    <w:p w14:paraId="6E08445D" w14:textId="77777777" w:rsidR="00A23F09" w:rsidRPr="004E7330" w:rsidRDefault="00A23F09" w:rsidP="00A23F09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4E339154" w14:textId="44FA6E2B" w:rsidR="00A23F09" w:rsidRPr="004E7330" w:rsidRDefault="00A23F09" w:rsidP="00A23F09">
      <w:pPr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8905E1" w:rsidRPr="004E7330">
        <w:rPr>
          <w:rFonts w:cs="Times New Roman"/>
        </w:rPr>
        <w:t>10977-16</w:t>
      </w:r>
      <w:r w:rsidRPr="004E7330">
        <w:rPr>
          <w:rFonts w:cs="Times New Roman"/>
        </w:rPr>
        <w:t xml:space="preserve"> azonosító számú </w:t>
      </w:r>
      <w:r w:rsidR="008905E1" w:rsidRPr="004E7330">
        <w:rPr>
          <w:rFonts w:cs="Times New Roman"/>
        </w:rPr>
        <w:t>Gépek üzemeltetése az erdőgazdaságban</w:t>
      </w:r>
      <w:r w:rsidRPr="004E7330">
        <w:rPr>
          <w:rFonts w:cs="Times New Roman"/>
        </w:rPr>
        <w:t xml:space="preserve"> megnevezésű szakmai követelménymodulhoz tartozó tantárgyak és témakörök oktatása során </w:t>
      </w:r>
      <w:r w:rsidR="00D40B94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6"/>
        <w:gridCol w:w="758"/>
        <w:gridCol w:w="1331"/>
      </w:tblGrid>
      <w:tr w:rsidR="004E7330" w:rsidRPr="004E7330" w14:paraId="09BF20C7" w14:textId="77777777" w:rsidTr="00F82916">
        <w:trPr>
          <w:cantSplit/>
          <w:trHeight w:val="1697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B32F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4BDD87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gépek üzemeltetése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226E8D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gépek üzemeltetése gyakorlat</w:t>
            </w:r>
          </w:p>
        </w:tc>
      </w:tr>
      <w:tr w:rsidR="004E7330" w:rsidRPr="004E7330" w14:paraId="389B34CD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592D4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A3B4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2029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0287540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45684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Az erdőgazdaság üzemi technológiai előírásainak megfelelően elvégzi a munkaműveletek végzéséhez szükséges ellenőrzéseket, karbantartásokat, beállításokat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F24E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8282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DDA2884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26C40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vágástér takarítást, tisztítást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A5D9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4479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D60E4A0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513B8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Gépi eszközökkel bozótirtást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663C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E445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ECDA708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2F7CF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Tuskókiemelést, tuskómarást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98AA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85B9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B4EDDB3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DEA8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az előírt talajművelést, tápanyagpótlást, talajfertőtlenítést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BD47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2269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85CEB17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9BDF0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dugványozást, vetést, ültetést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75EC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B558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A7AA8DA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B3C36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Csemeteápolást, kiemelést és vermelést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BE53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53B8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B7254FB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AC8D1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mechanikus és a vegyszeres növényápolást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E43D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C57D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E2D3312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32E96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Fadöntést végez motorfűrésszel különböző körülmények között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1653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5DE4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731E1F8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0CF4E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gallyazási feladatokat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B568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4078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A91C7D0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6C0B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Darabolást végez különböző vágásformák alkalmazásával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BC2E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03DD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756BA41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AB348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Közelítést, előközelítést végez csörlős közelítő géppel, traktorral, vonszolóval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B013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9D96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5271ED5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344E6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Erdészeti rakodó géppel faanyagot mozgat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0390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9A90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B326303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D6935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Fakérgezést végez gépi kérgező eszközökkel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E5E4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360B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DDA0688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0D40B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Hasító gépet üzemeltet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838B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3CF7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3DF548F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39702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Faaprító-gép üzemeltet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FDBA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AC04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CE33D06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BBD9F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Üzemeltetett gépeket tisztítja, karbantartja, javítja, majd szakszerűen tárolja azokat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51D9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DDDD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10F942E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A8B51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Megszervezi és ellenőrzi a gépcsoportok problémamentes, gazdaságos üzemeltetését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8301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A8C9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9C4BA1A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B48C1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Megtervezi és biztosítja az üzemeltetéshez szükséges anyagok beszerzését és készletezését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3C7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2AEB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2DC02FD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2476A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Behatárolja az üzemeltetés során fellépő hibákat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98ED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86B5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784408A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6B77E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Vezeti az előírt dokumentációkat, szakszerűen adminisztrál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3CA8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CC52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0C90E27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AC99A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precíziós gazdálkodást segítő elektronikai rendszerek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FFD0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BC3F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67AF96E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30D5F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Betartja, illetve betartatja a munka-, tűz- és környezetvédelmi előírásokat, valamint az Erdészeti Biztonsági Szabályzatot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C6E5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2001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AADAEA2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BFC0D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59D5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21D5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02BF01A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1176F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gépcsoportok összeállításának szempontjai,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E7E6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3518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890CE01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A6EE8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technológiai és műszaki igények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9D67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62F4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8F53492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3B9EC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Vágástér tisztító gépek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63A4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6089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8A2F093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EE8E1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Bozótirtás eszközeinek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E0C6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DC10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153562A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F418B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Tuskókiemelő és tuskómaró gépek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5BC4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4399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9546D60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1D552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Talajművelő, tápanyag-visszapótló, talajfertőtlenítő gépek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8DFC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EE0D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B0A61C2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F4CA7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Dugványozás, vetés, ültetés gépeinek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8728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F68F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949DBF3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5538C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Csemeteápoló, kiemelő és vermelő gépek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EFF7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AFFF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8C9B636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87EED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Növényápoláshoz használt gépek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287B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D80F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DE2AE6A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6002B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Fadöntés végrehajtása motorfűrésszel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5232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2BF5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D46587B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49FBA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Gallyazás, darabolás gépeinek, eszközeinek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781F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1D43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6E807FC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BD4A1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Közelítő gépek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115C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E163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B307986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8748F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Erdészeti szállítás és anyagmozgatás gépeinek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7978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D07C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EC96063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2B27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Felkészítő gépek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46BB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472E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03771AF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83869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gépek kiszolgálása, alkatrészellátás, karbantartás, műszaki diagnosztika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F136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8AB1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BDFC60A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111D91" w14:textId="77777777" w:rsidR="00766B2B" w:rsidRPr="004E7330" w:rsidRDefault="00766B2B" w:rsidP="009A41D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Erdészeti új, felújított, illetve javított gépek bejáratása, ellenőrzése, beállítása, dokumentációk kiállítása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8191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78A4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7A5B865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D531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Alkatrész-katalógusok használata, gépalkatrészek meghatározása, rendelése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94A9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F1CE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C831469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9FBDA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gépek karbantartása,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C7E8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EAB0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EF58F05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B2F23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erőforrásokkal- és munkagépekkel, teljesítménnyel kapcsolatos üzemeltetési szakmai számítások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1E07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C5A6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FAAE11D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7C659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Precíziós gazdálkodást segítő elektronikai rendszerek az erdőgazdaságban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33E1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183D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60EE53B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AD67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üzemszervezés, vezetés és adminisztráció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3B27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30B8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081052F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7CED7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precíziós gazdálkodást segítő elektronikai rendszerek alkalmazása és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DB5D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5858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028F8FB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B08DE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gépek üzemeltetésére, javítására vonatkozó munka-, tűz- és környezetvédelmi előírások szabályok, valamint Erdészeti Biztonsági Szabályzat előírásai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0A8B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64D8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A63DA56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E46CD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0E5D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DA87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9D3E588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BBC4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Elemi szintű számítógép-használat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2E1F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537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7FD5590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198DD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Szabadkézi térképvázlat, műveleti rajz készítése,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244B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23C3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670DD47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83CA5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jelzésrendszerek, szakkifejezések ismerete,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B5CC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3528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D2BDC9A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E5D26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Erdőgazdasági gépek és elektronikai rendszerek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5523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00CE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AB283A0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BABBE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Szerelő és megmunkáló szerszámok,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6D94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AE65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BD6DDC8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704EA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precíziós gazdálkodást segítő elektronikai rendszerek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5C849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1892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11E7824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07020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54C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243C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2AFF5F8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F3D0E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2D164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7B32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8E309A7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7C040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3980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CE8F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9D3981D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F61A0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Állóképesség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1F1A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1B0AD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258E5B4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7F845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629A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97A62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5DD2E81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11E0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F09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3B896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419D889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DE6CC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Kapcsolatfenntartó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C1B7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5974B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36AEBD5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94D3C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Tolerancia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CD16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B50E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6867B33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E61C4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797BA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47C6F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2C73E0C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313B4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Kreativitás, ötletgazdagság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CE8D8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D613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FE3C443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A3F547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Rendszerező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5710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CCD10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F82916" w:rsidRPr="004E7330" w14:paraId="212AB088" w14:textId="77777777" w:rsidTr="00F82916">
        <w:trPr>
          <w:trHeight w:val="255"/>
          <w:jc w:val="center"/>
        </w:trPr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ED3C73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Eredményorientáltság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4AFDE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B91F1" w14:textId="77777777" w:rsidR="00766B2B" w:rsidRPr="004E7330" w:rsidRDefault="00766B2B" w:rsidP="008905E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</w:tbl>
    <w:p w14:paraId="7DC30D0C" w14:textId="77777777" w:rsidR="00A23F09" w:rsidRPr="004E7330" w:rsidRDefault="00A23F09" w:rsidP="00A23F09">
      <w:pPr>
        <w:rPr>
          <w:rFonts w:cs="Times New Roman"/>
        </w:rPr>
      </w:pPr>
    </w:p>
    <w:p w14:paraId="1127527B" w14:textId="77777777" w:rsidR="00A23F09" w:rsidRPr="004E7330" w:rsidRDefault="008905E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Erdőgazdasági gépek üzemeltetése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="003476F4" w:rsidRPr="004E7330">
        <w:rPr>
          <w:rFonts w:cs="Times New Roman"/>
          <w:b/>
        </w:rPr>
        <w:t>155</w:t>
      </w:r>
      <w:r w:rsidR="00A23F09" w:rsidRPr="004E7330">
        <w:rPr>
          <w:rFonts w:cs="Times New Roman"/>
          <w:b/>
        </w:rPr>
        <w:t xml:space="preserve"> óra/</w:t>
      </w:r>
      <w:r w:rsidR="003476F4" w:rsidRPr="004E7330">
        <w:rPr>
          <w:rFonts w:cs="Times New Roman"/>
          <w:b/>
        </w:rPr>
        <w:t>155</w:t>
      </w:r>
      <w:r w:rsidR="00A23F09" w:rsidRPr="004E7330">
        <w:rPr>
          <w:rFonts w:cs="Times New Roman"/>
          <w:b/>
        </w:rPr>
        <w:t xml:space="preserve"> óra*</w:t>
      </w:r>
    </w:p>
    <w:p w14:paraId="2C93E9FD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41845651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CF03F3D" w14:textId="23B535CA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77B6CA85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A843578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7D041ED2" w14:textId="77777777" w:rsidR="008905E1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Az Erdőgazdasági gépek üzemeltetése tantárgy célja, hogy olyan műszaki szemléletet alakítson ki, amely biztosítja a gyakorlatias és biztonságos munkavégzést, fejlessze a tanulók igényes, pontos és fegyelmezett munkavégzés iránti igényét. Képessé tegye a képzésben résztvevőket az erdőgazdaságban alkalmazott gépek üzemeltetésének elméleti alapjainak elsajátítására, valamint a közlekedésben való részvétel műszaki és jogi előírásainak alkalmazására. </w:t>
      </w:r>
    </w:p>
    <w:p w14:paraId="221F6384" w14:textId="77777777" w:rsidR="008905E1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Megfelelő alapot adjon az erdőgazdaságban alkalmazott gépek, gépkapcsolatok üzemeltetésére. </w:t>
      </w:r>
    </w:p>
    <w:p w14:paraId="293970EF" w14:textId="77777777" w:rsidR="008905E1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Rendszerezze és közvetítse az alapozó és kapcsolódó szakmai tantárgyak ismeretanyagát, a tanult törvényszerűségek, összefüggések felhasználását.</w:t>
      </w:r>
    </w:p>
    <w:p w14:paraId="1BAE3A39" w14:textId="77777777" w:rsidR="00A23F09" w:rsidRPr="004E7330" w:rsidRDefault="008905E1" w:rsidP="008905E1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Tudja a precíziós gazdálkodást segítő elektronikai rendszereket kezelni.</w:t>
      </w:r>
    </w:p>
    <w:p w14:paraId="05FC556E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C6623B2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35742920" w14:textId="77777777" w:rsidR="00A23F09" w:rsidRPr="004E7330" w:rsidRDefault="008905E1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Rajz (vetületi ábrázolás), Kémia (anyagok szerkezete), Fizika (mechanika, statika).</w:t>
      </w:r>
    </w:p>
    <w:p w14:paraId="445A72B6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5CEF91E6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6DBCFFF7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terület-előkészítés gépeinek előkészítése, beállítása és üzemeltetése</w:t>
      </w:r>
    </w:p>
    <w:p w14:paraId="06B497A7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terület-előkészítés gépeinek beállításához szükséges számítások, az erőgépigény meghatározása.</w:t>
      </w:r>
    </w:p>
    <w:p w14:paraId="592A8AF4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Cserje és bozótirtás gépeinek (pl. nyeles körfűrész, szárvágó) üzemeltetése.</w:t>
      </w:r>
    </w:p>
    <w:p w14:paraId="50218FB3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Vágástakarító-gépek, szárzúzók előkészítése, gépkapcsolatok létrehozása, üzemeltetése.</w:t>
      </w:r>
    </w:p>
    <w:p w14:paraId="3292B6CC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Tuskókiemelő gépek előkészítése, gépkapcsolatok létrehozása, üzemeltetése. </w:t>
      </w:r>
    </w:p>
    <w:p w14:paraId="417B71BF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Tuskókörülvágó, tuskófúró és tuskóforgácsoló gépek előkészítése, gépkapcsolatok létrehozása, üzemeltetése.</w:t>
      </w:r>
    </w:p>
    <w:p w14:paraId="37C78AB9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Gyökérfésűk, tolólapos gépek előkészítése, gépkapcsolatok létrehozása, üzemeltetése.</w:t>
      </w:r>
    </w:p>
    <w:p w14:paraId="7D21A8FB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terület-előkészítés gépeinek üzemeltetésére vonatkozó munka-, tűz- és környezetvédelmi előírások.</w:t>
      </w:r>
    </w:p>
    <w:p w14:paraId="0F5C93DB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DA0F6F9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Talajelőkészítés gépeinek előkészítése, beállítása és üzemeltetése</w:t>
      </w:r>
    </w:p>
    <w:p w14:paraId="532F940F" w14:textId="77777777" w:rsidR="009A41D4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Vontatott, függesztett és félig függesztett ekék erőgéppel való kapcsolat</w:t>
      </w:r>
      <w:r w:rsidR="009A41D4" w:rsidRPr="004E7330">
        <w:rPr>
          <w:rFonts w:cs="Times New Roman"/>
        </w:rPr>
        <w:t>a.</w:t>
      </w:r>
    </w:p>
    <w:p w14:paraId="634FE8FA" w14:textId="77777777" w:rsidR="009A41D4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tárcsás talajművelő eszközök és ásóboronák erőgéphez történő kapcsolás</w:t>
      </w:r>
      <w:r w:rsidR="009A41D4" w:rsidRPr="004E7330">
        <w:rPr>
          <w:rFonts w:cs="Times New Roman"/>
        </w:rPr>
        <w:t>a.</w:t>
      </w:r>
    </w:p>
    <w:p w14:paraId="0BA99D62" w14:textId="77777777" w:rsidR="009A41D4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Vontatott, függesztett és félig-függesztett talajlazítók erőgéphez történő kapcsolás</w:t>
      </w:r>
      <w:r w:rsidR="009A41D4" w:rsidRPr="004E7330">
        <w:rPr>
          <w:rFonts w:cs="Times New Roman"/>
        </w:rPr>
        <w:t>a.</w:t>
      </w:r>
    </w:p>
    <w:p w14:paraId="050774EC" w14:textId="77777777" w:rsidR="009A41D4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gépcsoport üzemeltetéshez történő előkészítés</w:t>
      </w:r>
      <w:r w:rsidR="009A41D4" w:rsidRPr="004E7330">
        <w:rPr>
          <w:rFonts w:cs="Times New Roman"/>
        </w:rPr>
        <w:t>e.</w:t>
      </w:r>
    </w:p>
    <w:p w14:paraId="0A1D3DAE" w14:textId="77777777" w:rsidR="009A41D4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talajmarók erőgépekhez való kapcsolási módjai, beállítás</w:t>
      </w:r>
      <w:r w:rsidR="009A41D4" w:rsidRPr="004E7330">
        <w:rPr>
          <w:rFonts w:cs="Times New Roman"/>
        </w:rPr>
        <w:t>a</w:t>
      </w:r>
      <w:r w:rsidRPr="004E7330">
        <w:rPr>
          <w:rFonts w:cs="Times New Roman"/>
        </w:rPr>
        <w:t xml:space="preserve"> és üzemeltetés</w:t>
      </w:r>
      <w:r w:rsidR="009A41D4" w:rsidRPr="004E7330">
        <w:rPr>
          <w:rFonts w:cs="Times New Roman"/>
        </w:rPr>
        <w:t>e.</w:t>
      </w:r>
    </w:p>
    <w:p w14:paraId="1ED3FBAD" w14:textId="77777777" w:rsidR="009A41D4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különböző kialakítású kombinált talajművelő gé</w:t>
      </w:r>
      <w:r w:rsidR="009A41D4" w:rsidRPr="004E7330">
        <w:rPr>
          <w:rFonts w:cs="Times New Roman"/>
        </w:rPr>
        <w:t>pek előkészítése üzemeltetésre.</w:t>
      </w:r>
    </w:p>
    <w:p w14:paraId="456AEFEB" w14:textId="77777777" w:rsidR="00A23F09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talajművelés gépeinek üzemeltetésére vonatkozó munka-, tűz- és környezetvédelmi előírások.</w:t>
      </w:r>
    </w:p>
    <w:p w14:paraId="3282DC92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1548A7B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maggazdálkodás, dugvány- és csemetetermesztés gépeinek</w:t>
      </w:r>
      <w:r w:rsidR="00756BAE" w:rsidRPr="004E7330">
        <w:rPr>
          <w:rFonts w:cs="Times New Roman"/>
          <w:b/>
          <w:i/>
        </w:rPr>
        <w:t xml:space="preserve"> előkészítése,</w:t>
      </w:r>
      <w:r w:rsidRPr="004E7330">
        <w:rPr>
          <w:rFonts w:cs="Times New Roman"/>
          <w:b/>
          <w:i/>
        </w:rPr>
        <w:t xml:space="preserve"> beállítása és üzemeltetése</w:t>
      </w:r>
    </w:p>
    <w:p w14:paraId="0351686E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Maggyűjtés gépei, segédeszközei. Magpergetés gépei (magpergető, szárnytalanító), tisztító és osztályozó gépek üzemeltetése.</w:t>
      </w:r>
    </w:p>
    <w:p w14:paraId="651FEBF9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magpergető géprendszerek elhelyezése és üzemeltetése.</w:t>
      </w:r>
    </w:p>
    <w:p w14:paraId="14AC8927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Vetőgépek és az erőgépek kapcsolatának kiválasztása, a gépcsoport beállítása és üzemeltetése.</w:t>
      </w:r>
    </w:p>
    <w:p w14:paraId="3A16518B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Vesszőtermelés és darabolás gépeinek üzemeltetésre való előkészítése.</w:t>
      </w:r>
    </w:p>
    <w:p w14:paraId="05431A11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pneumatikus ollók szerkezeti felépítése, üzemeltetése és karbantartása (kompresszoros üzemelés).</w:t>
      </w:r>
    </w:p>
    <w:p w14:paraId="7A4BA61C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Mag-, és dugványtárolók berendezései és gépeinek üzemeltetése. </w:t>
      </w:r>
    </w:p>
    <w:p w14:paraId="43307942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Dugványozó gépek üzemeltetése.</w:t>
      </w:r>
    </w:p>
    <w:p w14:paraId="35A8A0D5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Csemete-alávágó gépek előkészítése, gépkapcsolatok létrehozása, üzemeltetése.</w:t>
      </w:r>
    </w:p>
    <w:p w14:paraId="212EECA3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Csemete-, és suhángkiemelő gépek előkészítése, gépkapcsolatok létrehozása, üzemeltetése. Kötegelő és vermelő-, iskolázó-gépek beállítása és üzemeltetése.</w:t>
      </w:r>
    </w:p>
    <w:p w14:paraId="2038FA37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Csemetetermelés gépsorainak üzemeltetése.</w:t>
      </w:r>
    </w:p>
    <w:p w14:paraId="44E3D105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Szabad és burkolt gyökérzetű csemetetermesztés gépeinek üzemeltetése. </w:t>
      </w:r>
    </w:p>
    <w:p w14:paraId="72D679C4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Tőzegtépő gépek, tőzegrosták üzemeltetése.</w:t>
      </w:r>
    </w:p>
    <w:p w14:paraId="290A42F3" w14:textId="77777777" w:rsidR="00A23F09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szaporítóanyag-termesztés gépeinek üzemeltetésére vonatkozó munka-, tűz- és környezetvédelmi előírások.</w:t>
      </w:r>
    </w:p>
    <w:p w14:paraId="09B729BD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2C8F9BF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Az ü</w:t>
      </w:r>
      <w:r w:rsidR="00BA7B1D" w:rsidRPr="004E7330">
        <w:rPr>
          <w:rFonts w:cs="Times New Roman"/>
          <w:b/>
          <w:i/>
        </w:rPr>
        <w:t>ltetés</w:t>
      </w:r>
      <w:r w:rsidRPr="004E7330">
        <w:rPr>
          <w:rFonts w:cs="Times New Roman"/>
          <w:b/>
          <w:i/>
        </w:rPr>
        <w:t xml:space="preserve"> gépeinek előkészítése, beállítása és üzemeltetése</w:t>
      </w:r>
    </w:p>
    <w:p w14:paraId="0321F62C" w14:textId="77777777" w:rsidR="00394B34" w:rsidRPr="004E7330" w:rsidRDefault="00BA7B1D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ültető</w:t>
      </w:r>
      <w:r w:rsidR="00394B34" w:rsidRPr="004E7330">
        <w:rPr>
          <w:rFonts w:cs="Times New Roman"/>
        </w:rPr>
        <w:t xml:space="preserve"> gépek beállításához és üzemeltetéséhez tartozó számítások, pl. felszerelhető csoroszlyák száma, kivetett magmennyiség, leforgatási próba.</w:t>
      </w:r>
    </w:p>
    <w:p w14:paraId="48EDAB09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Erdőgazdaságban alkalmazott ültető gépek előkészítése, gépkapcsolatok létrehozása, a gépcsoport beállítása üzemeletetése.</w:t>
      </w:r>
    </w:p>
    <w:p w14:paraId="60C742D3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precíziós gazdálkodást segítő elektronikai rendszerek alkalmazása.</w:t>
      </w:r>
    </w:p>
    <w:p w14:paraId="575B7F3A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ültetés gépeinek üzemeltetésére vonatkozó munka-, tűz- és környezetvédelmi előírások.</w:t>
      </w:r>
    </w:p>
    <w:p w14:paraId="6C2CC775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CECC938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tápanyag-utánpótlás gépeinek előkészítése, beállítása és üzemeltetése</w:t>
      </w:r>
    </w:p>
    <w:p w14:paraId="72F02A9A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szervestrágya-szórás gépeinek összekapcsolási módjai az erőgépekkel. A gépkapcsolatok megválasztása, a gépek beállításához szükséges számítások. A gépkapcsolat üzemeltetésének alapszabályai.</w:t>
      </w:r>
    </w:p>
    <w:p w14:paraId="029F5E2B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mechanikus és pneumatikus rendszerű műtrágyaszórás gépeinek kapcsolata az erőgépekkel. A beállításhoz kapcsolódó számítások. A gépcsoport üzemeltetése: mozgásmód a táblán, a szórásmennyiség ellenőrzése, precíziós gazdálkodást segítő elektronikai rendszerek, pl. GPS kezelése.</w:t>
      </w:r>
    </w:p>
    <w:p w14:paraId="36EC53CA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műtrágyák kijuttatása során alkalmazott gépek kapcsolata az erőgépekkel. Az üzemeltetéshez szükséges paraméterek meghatározása, az üzemeltetés és az ellenőrzés módjai.</w:t>
      </w:r>
    </w:p>
    <w:p w14:paraId="235740C2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tápanyag-visszapótlás gépeinek üzemeltetése során szükséges kiszolgáló gépek, berendezések üzemeltetése.</w:t>
      </w:r>
    </w:p>
    <w:p w14:paraId="655C0AD2" w14:textId="77777777" w:rsidR="00A23F09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Munka-, tűz- és környezetvédelmi előírások a tápanyag visszapótlás során.</w:t>
      </w:r>
    </w:p>
    <w:p w14:paraId="17180AE9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0674059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növényápolás gépei, berendezéseinek előkészítése, beállítása és üzemeltetése</w:t>
      </w:r>
    </w:p>
    <w:p w14:paraId="641C568B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növényápolás gépek beállításához szükséges számítások, az erőgépigény meghatározása.</w:t>
      </w:r>
    </w:p>
    <w:p w14:paraId="2E3105E3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öntözőberendezések részeinek (pl. szivattyúk, csőrendszerek, szórófejek) általános jellemzése, összeszerelése, üzemeltetése, karbantartása és tárolása.</w:t>
      </w:r>
    </w:p>
    <w:p w14:paraId="29BBA4D1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növényvédelem a csemetetermelésben és az erdősítések ápolásában.</w:t>
      </w:r>
    </w:p>
    <w:p w14:paraId="1EAEA71E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Permetlé készítés és kijuttatás gépeinek üzemeltetése, pl. traktor által üzemeltetett permetezők, háti permetezők, motoros háti permetező és porozó-gépek. A permetezőgépek előkészítése, gépkapcsolatok létrehozása, üzemeltetése.</w:t>
      </w:r>
    </w:p>
    <w:p w14:paraId="2D4DDE6D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precíziós gazdálkodást segítő elektronikai rendszerek alkalmazása.</w:t>
      </w:r>
    </w:p>
    <w:p w14:paraId="1F5ABBBD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Ködképzés elvén működő gépek üzemeltetése. </w:t>
      </w:r>
    </w:p>
    <w:p w14:paraId="76E107B7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Repülőgépes vegyszerezés gépi berendezései, kiszolgálásuk. </w:t>
      </w:r>
    </w:p>
    <w:p w14:paraId="31F1F151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növényápolás gépeinek üzemeltetésére vonatkozó munka-, tűz- és környezetvédelmi előírások.</w:t>
      </w:r>
    </w:p>
    <w:p w14:paraId="29C37164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E1CF50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motor</w:t>
      </w:r>
      <w:r w:rsidR="00BA7B1D" w:rsidRPr="004E7330">
        <w:rPr>
          <w:rFonts w:cs="Times New Roman"/>
          <w:b/>
          <w:i/>
        </w:rPr>
        <w:t>- és tisztító</w:t>
      </w:r>
      <w:r w:rsidRPr="004E7330">
        <w:rPr>
          <w:rFonts w:cs="Times New Roman"/>
          <w:b/>
          <w:i/>
        </w:rPr>
        <w:t>fűrész</w:t>
      </w:r>
      <w:r w:rsidR="00BA7B1D" w:rsidRPr="004E7330">
        <w:rPr>
          <w:rFonts w:cs="Times New Roman"/>
          <w:b/>
          <w:i/>
        </w:rPr>
        <w:t>ek</w:t>
      </w:r>
      <w:r w:rsidRPr="004E7330">
        <w:rPr>
          <w:rFonts w:cs="Times New Roman"/>
          <w:b/>
          <w:i/>
        </w:rPr>
        <w:t xml:space="preserve"> előkészítése, beállítása és üzemeltetése</w:t>
      </w:r>
    </w:p>
    <w:p w14:paraId="76DAFC90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motoros láncfűrész fő szerkezeti részeinek előkészítése üzemeltetéshez, motorfűrésszel végzett munkák végrehajtásának folyamata. A motorfűrész karbantartásának (pl. láncélezés, vezetőlap fordítás, kenés) végrehajtása, üzemeltetés során bekövetkező hibák elhárításának lehetőségei és módjai. </w:t>
      </w:r>
    </w:p>
    <w:p w14:paraId="4A180B9C" w14:textId="77777777" w:rsidR="00394B34" w:rsidRPr="004E7330" w:rsidRDefault="009A41D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Tisztítóf</w:t>
      </w:r>
      <w:r w:rsidR="00394B34" w:rsidRPr="004E7330">
        <w:rPr>
          <w:rFonts w:cs="Times New Roman"/>
        </w:rPr>
        <w:t>űrész</w:t>
      </w:r>
      <w:r w:rsidRPr="004E7330">
        <w:rPr>
          <w:rFonts w:cs="Times New Roman"/>
        </w:rPr>
        <w:t>ek</w:t>
      </w:r>
      <w:r w:rsidR="00394B34" w:rsidRPr="004E7330">
        <w:rPr>
          <w:rFonts w:cs="Times New Roman"/>
        </w:rPr>
        <w:t xml:space="preserve"> kialakítása, üzemeltetése. </w:t>
      </w:r>
    </w:p>
    <w:p w14:paraId="17823DB6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motorfűrész üzemeltetésére vonatkozó munka-, tűz- és környezetvédelmi előírások.</w:t>
      </w:r>
    </w:p>
    <w:p w14:paraId="7A862104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6AD959C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gallyazás gépeinek előkészítése, beállítása és üzemeltetése</w:t>
      </w:r>
    </w:p>
    <w:p w14:paraId="4C513E97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gallyazógépek előkészítése üzemeltetéshez, a munkavégzés folyamata és a betartandó előírások.</w:t>
      </w:r>
    </w:p>
    <w:p w14:paraId="63DAF42E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gallyazás során használt kiszolgáló gépek, berendezések üzemeltetése.</w:t>
      </w:r>
    </w:p>
    <w:p w14:paraId="61D673EE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gallyazás során alkalmazott eszközök és gépek üzemeltetésére vonatkozó munka-, tűz- és környezetvédelmi előírások.</w:t>
      </w:r>
    </w:p>
    <w:p w14:paraId="7B2A6EE3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5ECFD37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közelítés és kiszállítás eszközeinek, gépeinek üzemeltetése</w:t>
      </w:r>
    </w:p>
    <w:p w14:paraId="0FBAFF79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Csörlős közelítő gépek szerkezeti megoldásai, előkészítésük üzemeltetésre, kezelésük és üzemeltetésük. A gépeken alkalmazott kötelekre, láncokra és terelőgörgőkre vonatkozó ellenőrzési előírások, üzemeltetés megkezdésének kizáró feltételei. </w:t>
      </w:r>
    </w:p>
    <w:p w14:paraId="13E78C4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gépek stabilitás-növelő megoldások alkalmazása az üzemeltetés során. Hóláncok alkalmazása. Kereszt- és hosszirányú stabilitás. Markolós és szorítózsámolyos közelítő traktorok előkészítése üzemeltetésre, a munkavégzés technológiai folyamata.</w:t>
      </w:r>
    </w:p>
    <w:p w14:paraId="34FDC9BA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Kihordó-közelítő traktorok szerkezeti megoldásai, a gépek kezelése, karbantartása és üzemelése. </w:t>
      </w:r>
    </w:p>
    <w:p w14:paraId="0730AC0E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gépek alkalmazásánál a munkaszervezés jelentősége. </w:t>
      </w:r>
    </w:p>
    <w:p w14:paraId="71455380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közelítőgépek terepjáró-képességét befolyásoló tényezők, a gépeknél alkalmazott agymotorok, illetve a vontatmány járó-kerékmeghajtások előkészítése üzemeltetésre. A gépek üzemeltetését befolyásoló hossz- és keresztirányú stabilitás. Közelítőgépek üzemeltetése különböző technológiai folyamatokban.</w:t>
      </w:r>
    </w:p>
    <w:p w14:paraId="0BA13B1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közelítőgépeken alkalmazott függesztékek előkészítése üzemeltetésre, azok használata.</w:t>
      </w:r>
    </w:p>
    <w:p w14:paraId="436539F9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Közelítő-kiszállító kötélpályák, kötélpályadaruk üzemeltetése.</w:t>
      </w:r>
    </w:p>
    <w:p w14:paraId="1D6DE405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Sodronyköteles, billenőárbócos közelítőgépek, kötélpályák alkalmazási lehetőségeik, kezelésük, karbantartásuk, szerelésük.</w:t>
      </w:r>
    </w:p>
    <w:p w14:paraId="1BD15023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acélsodronykötél szerkezete, fajtái, alkalmazási területek. Sodronykötelek végtelenítése, kötélszív kialakítása. Sodronykötél horgonyzása, kötelek feszítése, a kötél karbantartása.</w:t>
      </w:r>
    </w:p>
    <w:p w14:paraId="47FC0AA8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precíziós gazdálkodást segítő elektronikai rendszerek alkalmazása.</w:t>
      </w:r>
    </w:p>
    <w:p w14:paraId="2B31B4DC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közelítés és kiszállítás gépeinek üzemeltetésére vonatkozó munka-, tűz- és környezetvédelmi előírások.</w:t>
      </w:r>
    </w:p>
    <w:p w14:paraId="2CF42FFE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EE1F579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faanyag rakodás és szállítás gépeinek előkészítése, beállítása és üzemeltetése</w:t>
      </w:r>
    </w:p>
    <w:p w14:paraId="2D92E066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Rakodógépek, önrakodó szállítóeszközök paraméterei és üzemeltetése.</w:t>
      </w:r>
    </w:p>
    <w:p w14:paraId="76B780C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rakodódaruk előkészítése üzemeltetésre. A rakodógépek üzemeltetése a faanyagmozgatás különböző fázisaiban.</w:t>
      </w:r>
    </w:p>
    <w:p w14:paraId="78D4E07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rakodógépek szerkezeti megoldásai, a gépek kezelése üzemeltetése különböző technológia szerint, karbantartás, hibaforrások, javítási lehetőségek.</w:t>
      </w:r>
    </w:p>
    <w:p w14:paraId="19B4CEE3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Hajtásnélküli és hajtással ellátott kiszállító szerelvények előkészítése üzemeltetésre, munkavégzés folyamata.</w:t>
      </w:r>
    </w:p>
    <w:p w14:paraId="4871AC36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különböző fahasználati munkarendszerekhez kapcsolódó speciális faszállító tehergépkocsik, illetőleg tehergépkocsi-szerelvények üzemeltetése. </w:t>
      </w:r>
    </w:p>
    <w:p w14:paraId="4BE873F9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kisvasúti, vasúti anyagmozgatás. A vízi szállítás és kapcsolódó gépei.</w:t>
      </w:r>
    </w:p>
    <w:p w14:paraId="2FB607ED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faanyag rakodás és szállítás üzemeltetése során használt kiszolgáló gépek, berendezések üzemeltetése.</w:t>
      </w:r>
    </w:p>
    <w:p w14:paraId="755ADB39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faanyag rakodás és szállítás gépeinek üzemeltetésére vonatkozó munka-, tűz- és környezetvédelmi előírások.</w:t>
      </w:r>
    </w:p>
    <w:p w14:paraId="39990887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E8EF65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felkészítés gépeinek előkészítése, beállítása és üzemeltetése</w:t>
      </w:r>
    </w:p>
    <w:p w14:paraId="0934D30E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különböző kialakítású kérgezőgépek (pl. kalapácsos, forgógyűrűs, marófejes, gyalukéses) előkészítése üzemeltetésre, az üzemeltetés során bekövetkező jellemző hibák és azok elhárításának lehetőségei.</w:t>
      </w:r>
    </w:p>
    <w:p w14:paraId="4A918000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hasítógépek (pl. hidraulikus és mechanikus) előkészítése üzemeltetésre, az üzemeltetés során bekövetkező jellemző hibák és azok elhárításának lehetőségei.</w:t>
      </w:r>
    </w:p>
    <w:p w14:paraId="4AE85784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aprítógépek (pl. dobos és tárcsás) előkészítése üzemeltetésre, az üzemeltetés során bekövetkező jellemző hibák és azok elhárításának lehetőségei.</w:t>
      </w:r>
    </w:p>
    <w:p w14:paraId="4E7242C9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felkészítés gépeinek üzemeltetése során használt kiszolgáló gépek, berendezések üzemeltetése.</w:t>
      </w:r>
    </w:p>
    <w:p w14:paraId="1078FF13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felkészítés gépeinek üzemeltetésére vonatkozó munka-, tűz- és környezetvédelmi előírások.</w:t>
      </w:r>
    </w:p>
    <w:p w14:paraId="0CDE3E84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51113C9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Harvesterek előkészítése, beállítása és üzemeltetése</w:t>
      </w:r>
    </w:p>
    <w:p w14:paraId="3B30EAF3" w14:textId="77777777" w:rsidR="00394B34" w:rsidRPr="004E7330" w:rsidRDefault="009A41D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</w:t>
      </w:r>
      <w:r w:rsidR="00394B34" w:rsidRPr="004E7330">
        <w:rPr>
          <w:rFonts w:cs="Times New Roman"/>
        </w:rPr>
        <w:t xml:space="preserve"> gépek kezelése, karbantartása, üzemel</w:t>
      </w:r>
      <w:r w:rsidRPr="004E7330">
        <w:rPr>
          <w:rFonts w:cs="Times New Roman"/>
        </w:rPr>
        <w:t>tet</w:t>
      </w:r>
      <w:r w:rsidR="00394B34" w:rsidRPr="004E7330">
        <w:rPr>
          <w:rFonts w:cs="Times New Roman"/>
        </w:rPr>
        <w:t xml:space="preserve">ése, az alkalmazás technológiája. </w:t>
      </w:r>
      <w:r w:rsidRPr="004E7330">
        <w:rPr>
          <w:rFonts w:cs="Times New Roman"/>
        </w:rPr>
        <w:t xml:space="preserve">A döntőfejek kialakításai. </w:t>
      </w:r>
      <w:r w:rsidR="00394B34" w:rsidRPr="004E7330">
        <w:rPr>
          <w:rFonts w:cs="Times New Roman"/>
        </w:rPr>
        <w:t>Alkalmazott vágószerkezetek megoldásai (pl. hidraulikus olló, fűrészláncos, hidrosztatikus hajtás), a vágószerkezetek üzemeltetése. A gépek munkavédelmi minősítései, közúti közlekedése és szállítása.</w:t>
      </w:r>
    </w:p>
    <w:p w14:paraId="5EB23974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daraboló fejek kezelése, karbantartása, üzemelése, alkalmazásának technológiája. A gépeknél alkalmazott elektronikus berendezések üzemeltetése. </w:t>
      </w:r>
    </w:p>
    <w:p w14:paraId="7652F46C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9A41D4" w:rsidRPr="004E7330">
        <w:rPr>
          <w:rFonts w:cs="Times New Roman"/>
        </w:rPr>
        <w:t>harvesterek</w:t>
      </w:r>
      <w:r w:rsidRPr="004E7330">
        <w:rPr>
          <w:rFonts w:cs="Times New Roman"/>
        </w:rPr>
        <w:t xml:space="preserve"> üzemeltetésére vonatkozó munka-, tűz- és környezetvédelmi előírások.</w:t>
      </w:r>
    </w:p>
    <w:p w14:paraId="6777D8E8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C917EA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Gépjavítás alapjai</w:t>
      </w:r>
    </w:p>
    <w:p w14:paraId="6CA771D4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meghibásodás és okai.</w:t>
      </w:r>
    </w:p>
    <w:p w14:paraId="6EC6BBBD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műszaki hibák és megjelenési formái.</w:t>
      </w:r>
    </w:p>
    <w:p w14:paraId="591D26E3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Hiba-megállapítás érzékszervekkel és műszeres méréssel.</w:t>
      </w:r>
    </w:p>
    <w:p w14:paraId="4E69BB97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szerelés alapfogalmai, szerszámai és készülékei.</w:t>
      </w:r>
    </w:p>
    <w:p w14:paraId="494E63A0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Gépek és alkatrészek tisztításának módszerei, az egyes módszerek jellemzői.</w:t>
      </w:r>
    </w:p>
    <w:p w14:paraId="5F50CDCF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Alkatrészek ellenőrzése, hibafelvételezése.</w:t>
      </w:r>
    </w:p>
    <w:p w14:paraId="39F4727D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Kötőgépelemek hibái és javításuk.</w:t>
      </w:r>
    </w:p>
    <w:p w14:paraId="71D8FBA6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Furatos alkatrészek, sima tengelyek felújítása.</w:t>
      </w:r>
    </w:p>
    <w:p w14:paraId="2C3B1222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Bordás és bütykös tengelyek felújítása.</w:t>
      </w:r>
    </w:p>
    <w:p w14:paraId="71335B85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Sikló- és gördülőcsapágyak javítása, szerelése.</w:t>
      </w:r>
    </w:p>
    <w:p w14:paraId="5A4AEDDC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Szíj-, lánc-, fogaskerék-, csigahajtás javítása, szerelése.</w:t>
      </w:r>
    </w:p>
    <w:p w14:paraId="0793E42C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Rugók javítása, szerelése.</w:t>
      </w:r>
    </w:p>
    <w:p w14:paraId="4FA517E4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Tömítések célja, csoportosítása, kialakítása és jellemzői.</w:t>
      </w:r>
    </w:p>
    <w:p w14:paraId="0B92709B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Forgórészek kiegyensúlyozása.</w:t>
      </w:r>
    </w:p>
    <w:p w14:paraId="0BF69792" w14:textId="77777777" w:rsidR="00A23F09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Lemezek, tartók és egyéb deformált alkatrészek egyengetése, javításának módjai.</w:t>
      </w:r>
    </w:p>
    <w:p w14:paraId="0E21646E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2167FC4" w14:textId="77777777" w:rsidR="00A23F09" w:rsidRPr="004E7330" w:rsidRDefault="00394B3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 xml:space="preserve">Erdőgazdasági gépek állapotváltozásainak formái, </w:t>
      </w:r>
      <w:r w:rsidR="008905E1" w:rsidRPr="004E7330">
        <w:rPr>
          <w:rFonts w:cs="Times New Roman"/>
          <w:b/>
          <w:i/>
        </w:rPr>
        <w:t>mérése, gépek diagnosztizálása</w:t>
      </w:r>
    </w:p>
    <w:p w14:paraId="243057B3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Erdőgazdasági gépeken bekövetkező műszaki hibák okai és megnyilvánulási formái.</w:t>
      </w:r>
    </w:p>
    <w:p w14:paraId="6DA12B2B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Alkatrészek mechanikai kopásformái, az egyes kopások jellemző és megnyilvánulási formái.</w:t>
      </w:r>
    </w:p>
    <w:p w14:paraId="5B01F2DA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Korrózió jelentősége megjelenési formái, jellemzői és a védelem lehetőségei.</w:t>
      </w:r>
    </w:p>
    <w:p w14:paraId="74CE7420" w14:textId="77777777" w:rsidR="00394B34" w:rsidRPr="004E7330" w:rsidRDefault="00394B34" w:rsidP="00394B3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alkatrészek kifáradásának folyamata. A kifáradást kiváltó okok, megjelenési formák, a károsodás csökkentésének lehetőségei.</w:t>
      </w:r>
    </w:p>
    <w:p w14:paraId="2F49F526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Diagnosztika fogalma, szerepe, fejlődésének irányai.</w:t>
      </w:r>
    </w:p>
    <w:p w14:paraId="434E80A8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Otto- és dízelmotorok kipufogógáz összetételének vizsgálata, a károsanyag-csökkentés lehetőségei.</w:t>
      </w:r>
    </w:p>
    <w:p w14:paraId="35AA7C4E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dízel tüzelőanyag-ellátó rendszerének vizsgálata: és beszabályozásának módjai tápszivattyú, adagolószivattyúk, előbefecskendezési szög, befecskendező fúvókák, kiegészítő berendezések. Tüzelőanyag-fogyasztás mérése, az eltérések lehetséges okai.</w:t>
      </w:r>
    </w:p>
    <w:p w14:paraId="686F9CE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Korszerű dízel tüzelőanyag-ellátó rendszerek kialakítása, vizsgálati módszerei.</w:t>
      </w:r>
    </w:p>
    <w:p w14:paraId="1CE3C262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motorok hengertömítettségének vizsgálati módszerei, az egyes vizsgálatok elvei, a mérés folyamata.</w:t>
      </w:r>
    </w:p>
    <w:p w14:paraId="68A4E95D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Hengerteljesítmény különbség mérése.</w:t>
      </w:r>
    </w:p>
    <w:p w14:paraId="199984B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Otto-motorok tüzelőanyag-ellátó rendszerének vizsgálata. A porlasztók, befecskendezési rendszerek kialakítása, vizsgálatának módszerei. </w:t>
      </w:r>
    </w:p>
    <w:p w14:paraId="3185BBA6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Otto-motorok gyújtóberendezésének vizsgálata, jellemző meghibásodásai, javítás lehetőségei.</w:t>
      </w:r>
    </w:p>
    <w:p w14:paraId="727C8E3E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Öndiagnosztikai rendszerek működése, alkalmazása.</w:t>
      </w:r>
    </w:p>
    <w:p w14:paraId="2F69D08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Mechanikus teljesítmény-átviteli rendszerek diagnosztikai vizsgálata.</w:t>
      </w:r>
    </w:p>
    <w:p w14:paraId="09722D41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Hidraulikus berendezés diagnosztikai vizsgálata, hidrosztatikus hajtóművek ellenőrzése, beszabályozása, hibakeresés.</w:t>
      </w:r>
    </w:p>
    <w:p w14:paraId="7C3ED866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Járószerkezetek diagnosztikai vizsgálata, jellemző meghibásodási és a javítás lehetőségei. </w:t>
      </w:r>
    </w:p>
    <w:p w14:paraId="1200AD54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kormányzási rendszerek vizsgálati módszerei, az egyes vizsgálatok elve, és folyamata.</w:t>
      </w:r>
    </w:p>
    <w:p w14:paraId="3F063520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Gépek fékszerkezetének műszaki előírásai, a fékezési jellemzők mérési módszerei, a vizsgálatok folyamata.</w:t>
      </w:r>
    </w:p>
    <w:p w14:paraId="6C30DCA5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Gépek elektromos és elektronikai rendszerének vizsgálati lehetőségei, a vizsgálatok lépései és a kapott eredmények értékelése. </w:t>
      </w:r>
    </w:p>
    <w:p w14:paraId="298DA5D8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műszaki állapotváltozások mérése, gépek diagnosztizálásakor betartandó munka-, tűz- és környezetvédelmi előírások.</w:t>
      </w:r>
    </w:p>
    <w:p w14:paraId="3A202BB5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F39893B" w14:textId="77777777" w:rsidR="00A23F09" w:rsidRPr="004E7330" w:rsidRDefault="008905E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Gépjavítás technológiai eljárásai</w:t>
      </w:r>
    </w:p>
    <w:p w14:paraId="5D528B67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felújítás mechanikai módszereinek csoportosítása, az egyes módszerek jellemzői, a munkavégzés során használt anyagok és eszközök.</w:t>
      </w:r>
    </w:p>
    <w:p w14:paraId="42BAC8B5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Alkatrészek felújítása hegesztéssel, az alkalmazott technológiák jellemzői, a felújításhoz használt eszközök és anyagok, a felújítás folyamata.</w:t>
      </w:r>
    </w:p>
    <w:p w14:paraId="12B29CE0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Elektrokémiai és kémiai eljárással végzett alkatrész-felújításoknál alkalmazott technológiák jellemzői, a felújításhoz használt eszközök és anyagok, a felújítás folyamata.</w:t>
      </w:r>
    </w:p>
    <w:p w14:paraId="6938FE09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Alkatrészek felújítása fémszórással, az alkalmazott technológiák jellemzői, a felújításhoz használt eszközök és anyagok, a felújítás folyamata.</w:t>
      </w:r>
    </w:p>
    <w:p w14:paraId="4A76961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műanyagfelszórással végzett alkatrész-felújításoknál alkalmazott technológiák jellemzői, a felújításhoz használt eszközök és anyagok, a felújítás folyamata.</w:t>
      </w:r>
    </w:p>
    <w:p w14:paraId="426966C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Alkatrészek felújítása ragasztással, az alkalmazott technológiák jellemzői, a felújításhoz használt eszközök és anyagok, a felújítás folyamata.</w:t>
      </w:r>
    </w:p>
    <w:p w14:paraId="6099638B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Egyéb alkatrész-felújítási technológiák csoportosítása, jellemzése, a technológiai folyamat lépései.</w:t>
      </w:r>
    </w:p>
    <w:p w14:paraId="778CB79D" w14:textId="77777777" w:rsidR="008905E1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Felületkezelő mechanikai és kémiai eljárások csoportosítása, az egyes eljárások technológiai folyamata.</w:t>
      </w:r>
    </w:p>
    <w:p w14:paraId="6C6D065B" w14:textId="77777777" w:rsidR="00A23F09" w:rsidRPr="004E7330" w:rsidRDefault="008905E1" w:rsidP="008905E1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gépjavítási technológiák végrehajtása során betartandó munka-, tűz- és környezetvédelmi előírások.</w:t>
      </w:r>
    </w:p>
    <w:p w14:paraId="2D99C8DF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FBBD791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6449DD98" w14:textId="77777777" w:rsidR="00A23F09" w:rsidRPr="004E7330" w:rsidRDefault="008905E1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elméleti képzés, amelynek fő helyszíne a tanterem, a szaktanterem.</w:t>
      </w:r>
    </w:p>
    <w:p w14:paraId="00C6FD3E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1EDA5870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397F8DDD" w14:textId="28AF9403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6D723492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2A48C5F9" w14:textId="77777777" w:rsidR="00A23F09" w:rsidRPr="004E7330" w:rsidRDefault="00636CC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Erdőgazdasági gépek üzemeltetése gyakorlat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="003476F4" w:rsidRPr="004E7330">
        <w:rPr>
          <w:rFonts w:cs="Times New Roman"/>
          <w:b/>
        </w:rPr>
        <w:t>140</w:t>
      </w:r>
      <w:r w:rsidR="00A23F09" w:rsidRPr="004E7330">
        <w:rPr>
          <w:rFonts w:cs="Times New Roman"/>
          <w:b/>
        </w:rPr>
        <w:t xml:space="preserve"> óra/</w:t>
      </w:r>
      <w:r w:rsidR="003476F4" w:rsidRPr="004E7330">
        <w:rPr>
          <w:rFonts w:cs="Times New Roman"/>
          <w:b/>
        </w:rPr>
        <w:t>140</w:t>
      </w:r>
      <w:r w:rsidR="00A23F09" w:rsidRPr="004E7330">
        <w:rPr>
          <w:rFonts w:cs="Times New Roman"/>
          <w:b/>
        </w:rPr>
        <w:t xml:space="preserve"> óra*</w:t>
      </w:r>
    </w:p>
    <w:p w14:paraId="44DF9A8D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5138FCCC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1246F554" w14:textId="4E34F040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a főszakképesítéshez kapcsolódik.</w:t>
      </w:r>
    </w:p>
    <w:p w14:paraId="473E5B7A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E48277E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711FF43F" w14:textId="77777777" w:rsidR="00636CCF" w:rsidRPr="004E7330" w:rsidRDefault="00636CCF" w:rsidP="00636CCF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Az Erdőgazdasági gépek üzemeltetése gyakorlat tantárgy célja, hogy a tanulók a megszerezzék az Erdészeti gépésztechnikus szakképesítéshez, az önálló munkavégzéshez szükséges gyakorlati tudást az erdőgazdaságban alkalmazott gépek, berendezések és gépkapcsolások üzemeltetéséhez és javításához.</w:t>
      </w:r>
    </w:p>
    <w:p w14:paraId="71EA0F2B" w14:textId="77777777" w:rsidR="00636CCF" w:rsidRPr="004E7330" w:rsidRDefault="00636CCF" w:rsidP="00636CCF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Készítsen fel a pontos, szakszerű, gazdaságos, az önálló és kitartó munkavégzésre, a folyamatos ismeretszerzésre, a korszerű technika, technológia iránti érdeklődésre.</w:t>
      </w:r>
    </w:p>
    <w:p w14:paraId="3B54CF3F" w14:textId="77777777" w:rsidR="00636CCF" w:rsidRPr="004E7330" w:rsidRDefault="00636CCF" w:rsidP="00636CCF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Mutassa meg a technológiai eljárások összetettségét, kombinálhatóságát, az elvégzendő műveletek logikai sorrendjét.</w:t>
      </w:r>
    </w:p>
    <w:p w14:paraId="3F9F69A5" w14:textId="77777777" w:rsidR="00A23F09" w:rsidRPr="004E7330" w:rsidRDefault="00636CCF" w:rsidP="00636CCF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Készítse fel a tanulókat az erdőgazdaságban használatos gépek, berendezések és gépkapcsolások szakszerű, biztonságos, balesetmentes üzemeltetésére, javítására.</w:t>
      </w:r>
    </w:p>
    <w:p w14:paraId="61A4BCE6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7EFBB38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12EE09E5" w14:textId="77777777" w:rsidR="00A23F09" w:rsidRPr="004E7330" w:rsidRDefault="00636CCF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Rajz (vetületi ábrázolás), Kémia (anyagok szerkezete), Fizika (mechanika, statika)</w:t>
      </w:r>
    </w:p>
    <w:p w14:paraId="50FE52A8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7B5E746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28764604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terület-előkészítés gépeinek előkészítése, beállítása és üzemeltetése</w:t>
      </w:r>
    </w:p>
    <w:p w14:paraId="5C68DC45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Cserje és bozótirtás gépeinek (pl. nyeles körfűrész, szárvágó) üzemeltetése.</w:t>
      </w:r>
    </w:p>
    <w:p w14:paraId="3DD73495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Vágástakarító-gépek, szárzúzók előkészítése, gépkapcsolatok létrehozásának és üzemeltetésének bemutatása.</w:t>
      </w:r>
    </w:p>
    <w:p w14:paraId="04091917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Tuskókiemelő gépek előkészítése, gépkapcsolatok létrehozása, üzemeltetésének bemutatása. </w:t>
      </w:r>
    </w:p>
    <w:p w14:paraId="6C143C7A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Tuskókörülvágó, tuskófúró és tuskóforgácsoló gépek előkészítése, gépkapcsolatok létrehozása, üzemeltetésének bemutatása.</w:t>
      </w:r>
    </w:p>
    <w:p w14:paraId="5F610C34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Gyökérfésűk, tolólapos gépek előkészítése, gépkapcsolatok létrehozása, üzemeltetésének bemutatása.</w:t>
      </w:r>
    </w:p>
    <w:p w14:paraId="291E18B5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precíziós gazdálkodást segítő elektronikai rendszerek alkalmazása és beállítása.</w:t>
      </w:r>
    </w:p>
    <w:p w14:paraId="02A6AE3A" w14:textId="77777777" w:rsidR="00A23F09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terület-előkészítés gépeinek üzemeltetésére vonatkozó munka-, tűz- és környezetvédelmi előírások.</w:t>
      </w:r>
    </w:p>
    <w:p w14:paraId="4F768BB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1DA9825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Talajelőkészítés gépeinek előkészítése, beállítása és üzemeltetése</w:t>
      </w:r>
    </w:p>
    <w:p w14:paraId="0A0B7173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Vontatott, függesztett és félig függesztett ekék erőgéppel való kapcsolatának bemutatása, a végrehajtás gyakorlása. A gépkapcsolat beállításának és üzemeltetésének gyakorlása. </w:t>
      </w:r>
    </w:p>
    <w:p w14:paraId="740C107B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tárcsás talajművelő eszközök és ásóboronák erőgéphez történő kapcsolásának, beállításának és üzemeltetésének bemutatása és gyakorlása.</w:t>
      </w:r>
    </w:p>
    <w:p w14:paraId="0DE1385F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Vontatott, függesztett és félig-függesztett talajlazítók erőgéphez történő kapcsolásának bemutatása és a végrehajtás gyakorlása. A gépcsoport üzemeltetéshez történő előkészítésének gyakorlása és az üzemeltetés végrehajtása. </w:t>
      </w:r>
    </w:p>
    <w:p w14:paraId="143C4764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talajmarók erőgépekhez való kapcsolási módjainak, beállításának és üzemeltetésének bemutatása a végrehajtás gyakorlása.</w:t>
      </w:r>
    </w:p>
    <w:p w14:paraId="678B879D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különböző kialakítású kombinált talajművelő gépek előkészítése üzemeltetésre. A gépcsoportok üzemeltetésének gyakorlása.</w:t>
      </w:r>
    </w:p>
    <w:p w14:paraId="6EDE8C64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precíziós gazdálkodást segítő elektronikai rendszerek alkalmazása és beállítása.</w:t>
      </w:r>
    </w:p>
    <w:p w14:paraId="6ABCC9EB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talajművelés gépeinek üzemeltetésére vonatkozó munka-, tűz- és környezetvédelmi előírások.</w:t>
      </w:r>
    </w:p>
    <w:p w14:paraId="679B244B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5CC4EFA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maggazdálkodás, dugvány- és csemetetermesztés gépeinek előkészítése, beállítása és üzemeltetése</w:t>
      </w:r>
    </w:p>
    <w:p w14:paraId="49FE9EB7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Magpergetés gépeinek (magpergető, szárnytalanító), tisztító és osztályozó gépek bemutatása.</w:t>
      </w:r>
    </w:p>
    <w:p w14:paraId="481BC0C6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magpergető géprendszerek elhelyezése és üzemeltetése.</w:t>
      </w:r>
    </w:p>
    <w:p w14:paraId="6BBF5427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Vesszőtermelés és darabolás gépei üzemeltetése.</w:t>
      </w:r>
    </w:p>
    <w:p w14:paraId="260C4F69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Vetőgépek (speciális erdőgazdasági vetőgépek), dugványozó gépek erőgéphez történő kapcsolásának bemutatása és a végrehajtás gyakorlása.</w:t>
      </w:r>
    </w:p>
    <w:p w14:paraId="414F30B5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Csemetealávágó gépek üzemeltetése.</w:t>
      </w:r>
    </w:p>
    <w:p w14:paraId="160C6720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Csemete-, és suhángkiemelő gépek üzemeltetése. Kötegelő, vermelő- és iskolázó-gépek üzemeltetésének bemutatása.</w:t>
      </w:r>
    </w:p>
    <w:p w14:paraId="74DCE228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Tőzegtépő gépek és tőzegrosta üzemeltetése.</w:t>
      </w:r>
    </w:p>
    <w:p w14:paraId="58DD06D3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25BB4E1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Az ültetés gépeinek előkészítése, beállítása és üzemeltetése</w:t>
      </w:r>
    </w:p>
    <w:p w14:paraId="0336E89E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Erdőgazdaságban alkalmazott ültető- és palántázógépek előkészítése, gépkapcsolatok létrehozása, beállítása a gépcsoport üzemeletetésnek bemutatása, gyakorlása.</w:t>
      </w:r>
    </w:p>
    <w:p w14:paraId="6C86B6CF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precíziós gazdálkodást segítő elektronikai rendszerek alkalmazása és beállítása.</w:t>
      </w:r>
    </w:p>
    <w:p w14:paraId="07201300" w14:textId="77777777" w:rsidR="00A23F09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ültetés, palántázás gépeinek üzemeltetésére vonatkozó munka-, tűz- és környezetvédelmi előírások.</w:t>
      </w:r>
    </w:p>
    <w:p w14:paraId="74858B7D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24525DC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tápanyag-utánpótlás gépeinek előkészítése, beállítása és üzemeltetése</w:t>
      </w:r>
    </w:p>
    <w:p w14:paraId="71CA2EAD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istállótrágya szórás gépek összekapcsolásának bemutatása, az összekapcsolások gyakorlása. A gépkapcsolat beállítása, ellenőrzése a gépcsoport üzemeltetésének gyakorlása.</w:t>
      </w:r>
    </w:p>
    <w:p w14:paraId="746DA72B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mechanikus és pneumatikus rendszerű műtrágyaszórás gépeinek erőgéphez való kapcsolatának bemutatása, a végrehajtás gyakorlása. A gépcsoport üzemeltetésre való előkészítése és a munkafolyamatok gyakorlása. </w:t>
      </w:r>
    </w:p>
    <w:p w14:paraId="2DB3146F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gépcsoport üzemeltetését és a folyamatos beállítást segítő automatikus rendszerek beállításának és üzemeltetésének gyakorlása.</w:t>
      </w:r>
    </w:p>
    <w:p w14:paraId="4A23AAE2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precíziós gazdálkodást segítő elektronikai rendszerek alkalmazása és beállítása.</w:t>
      </w:r>
    </w:p>
    <w:p w14:paraId="555F81A8" w14:textId="77777777" w:rsidR="00A23F09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Munka-, tűz- és környezetvédelmi előírások a tápanyag visszapótlás gépeinek üzemeltetésekor.</w:t>
      </w:r>
    </w:p>
    <w:p w14:paraId="4BFDF6E7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F5D2D5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növényápolás gépei, berendezéseinek előkészítése, beállítása és üzemeltetése</w:t>
      </w:r>
    </w:p>
    <w:p w14:paraId="39A62A31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permetezőgépek erőgéphez történő kapcsolatának bemutatása, a beállítás, ellenőrzés és az üzemeltetés gyakorlása. A növényvédő gépeken alkalmazott automatikus rendszerek beállítása és üzemeltetése. </w:t>
      </w:r>
    </w:p>
    <w:p w14:paraId="36AD7A76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Sorközművelő kultivátorok erőgépekkel történő összekapcsolása, a gépkapcsolat beállítása üzemeltetés gyakorlása. A kultivátorra szerelt kiegészítő berendezések beállítása a gépcsoport üzemeltetése. </w:t>
      </w:r>
    </w:p>
    <w:p w14:paraId="383FC07B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öntözőberendezések telepítésének és üzemeltetésének bemutatása.</w:t>
      </w:r>
    </w:p>
    <w:p w14:paraId="00C810B2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precíziós gazdálkodást segítő elektronikai rendszerek alkalmazása és beállítása.</w:t>
      </w:r>
    </w:p>
    <w:p w14:paraId="16352042" w14:textId="77777777" w:rsidR="00A23F09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növényápolás gépeinek üzemeltetésére vonatkozó munka-, tűz- és környezetvédelmi előírások.</w:t>
      </w:r>
    </w:p>
    <w:p w14:paraId="0F23422C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6AE47D2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motor</w:t>
      </w:r>
      <w:r w:rsidR="00BA7B1D" w:rsidRPr="004E7330">
        <w:rPr>
          <w:rFonts w:cs="Times New Roman"/>
          <w:b/>
          <w:i/>
        </w:rPr>
        <w:t>- és tisztító</w:t>
      </w:r>
      <w:r w:rsidRPr="004E7330">
        <w:rPr>
          <w:rFonts w:cs="Times New Roman"/>
          <w:b/>
          <w:i/>
        </w:rPr>
        <w:t>fűrész</w:t>
      </w:r>
      <w:r w:rsidR="00BA7B1D" w:rsidRPr="004E7330">
        <w:rPr>
          <w:rFonts w:cs="Times New Roman"/>
          <w:b/>
          <w:i/>
        </w:rPr>
        <w:t>ek</w:t>
      </w:r>
      <w:r w:rsidRPr="004E7330">
        <w:rPr>
          <w:rFonts w:cs="Times New Roman"/>
          <w:b/>
          <w:i/>
        </w:rPr>
        <w:t xml:space="preserve"> előkészítése, beállítása és üzemeltetése</w:t>
      </w:r>
    </w:p>
    <w:p w14:paraId="77061D76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motoros láncfűrész fő szerkezeti részeinek előkészítése üzemeltetéshez, motorfűrésszel végzett munkák gyakorlása. A motorfűrész karbantartásának (pl. láncélezés, kenés) végrehajtása, üzemeltetés során bekövetkező hibák elhárítása. </w:t>
      </w:r>
    </w:p>
    <w:p w14:paraId="40A53C0A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9A41D4" w:rsidRPr="004E7330">
        <w:rPr>
          <w:rFonts w:cs="Times New Roman"/>
        </w:rPr>
        <w:t>tisztítófűrészek</w:t>
      </w:r>
      <w:r w:rsidRPr="004E7330">
        <w:rPr>
          <w:rFonts w:cs="Times New Roman"/>
        </w:rPr>
        <w:t xml:space="preserve"> üzemeltetése. </w:t>
      </w:r>
    </w:p>
    <w:p w14:paraId="1DFD355C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motorfűrész</w:t>
      </w:r>
      <w:r w:rsidR="009A41D4" w:rsidRPr="004E7330">
        <w:rPr>
          <w:rFonts w:cs="Times New Roman"/>
        </w:rPr>
        <w:t>ek</w:t>
      </w:r>
      <w:r w:rsidRPr="004E7330">
        <w:rPr>
          <w:rFonts w:cs="Times New Roman"/>
        </w:rPr>
        <w:t xml:space="preserve"> üzemeltetésére vonatkozó munka-, tűz- és környezetvédelmi előírások.</w:t>
      </w:r>
    </w:p>
    <w:p w14:paraId="15F4C937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AD7FEB2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gallyazás gépeinek előkészítése, beállítása és üzemeltetése</w:t>
      </w:r>
    </w:p>
    <w:p w14:paraId="7B52E9F2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gallyazáshoz használt gépek, eszközök előkészítése üzemeltetéshez, a munkavégzés folyamatának bemutatása és gyakorlása.</w:t>
      </w:r>
    </w:p>
    <w:p w14:paraId="36E5EFB6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gallyazás során alkalmazott eszközök és gépek üzemeltetésére vonatkozó munka-, tűz- és környezetvédelmi előírások.</w:t>
      </w:r>
    </w:p>
    <w:p w14:paraId="2E29EA44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90D01AE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közelítés és kiszállítás eszközei, gépei, berendezései</w:t>
      </w:r>
    </w:p>
    <w:p w14:paraId="230634EC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Csörlős közelítő gépek előkészítése üzemeltetésének bemutatása. </w:t>
      </w:r>
    </w:p>
    <w:p w14:paraId="40290ADD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Markolós és szorítózsámolyos közelítő traktorok előkészítése üzemeltetésre, a munkavégzés technológiai folyamatának bemutatása.</w:t>
      </w:r>
    </w:p>
    <w:p w14:paraId="0192A4EB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Kihordó-közelítő traktorok kezelésének és üzemelésének bemutatása. </w:t>
      </w:r>
    </w:p>
    <w:p w14:paraId="71CD7CAC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Közelítőgépek üzemeltetésének bemutatása különböző technológiai folyamatokban.</w:t>
      </w:r>
    </w:p>
    <w:p w14:paraId="7334C041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Közelítő-kiszállító kötélpályák, kötélpályadaruk üzemeltetésének bemutatása.</w:t>
      </w:r>
    </w:p>
    <w:p w14:paraId="49C0670A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Sodronykötelek végtelenítése, kötélszív kialakításának bemutatása. Sodronykötél horgonyzása, kötelek feszítése, a kötél karbantartása.</w:t>
      </w:r>
    </w:p>
    <w:p w14:paraId="753DB3FC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precíziós gazdálkodást segítő elektronikai rendszerek alkalmazása és beállítása.</w:t>
      </w:r>
    </w:p>
    <w:p w14:paraId="5B2EC414" w14:textId="77777777" w:rsidR="00A23F09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közelítés és kiszállítás gépeinek üzemeltetésére vonatkozó munka-, tűz- és környezetvédelmi előírások.</w:t>
      </w:r>
    </w:p>
    <w:p w14:paraId="2C252515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80C6D19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faanyag rakodás és szállítás gépeinek előkészítése, beállítása és üzemeltetése</w:t>
      </w:r>
    </w:p>
    <w:p w14:paraId="7FC22315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hidraulikus rakodógépek szerkezeti megoldásai, a gépek kezelésének és üzemeltetésének bemutatása különböző technológia szerint.</w:t>
      </w:r>
    </w:p>
    <w:p w14:paraId="55C8D603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Hajtásnélküli és hajtással ellátott kiszállító szerelvények előkészítése üzemeltetésre, munkavégzés folyamata.</w:t>
      </w:r>
    </w:p>
    <w:p w14:paraId="14C714D3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különböző fahasználati munkarendszerekhez kapcsolódó speciális faszállító tehergépkocsik, illetőleg tehergépkocsi-szerelvények üzemeltetésének bemutatása. </w:t>
      </w:r>
    </w:p>
    <w:p w14:paraId="34768D10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faanyag rakodás és szállítás üzemeltetése során használt kiszolgáló gépek, berendezések üzemeltetésének bemutatása.</w:t>
      </w:r>
    </w:p>
    <w:p w14:paraId="430E714F" w14:textId="77777777" w:rsidR="00A23F09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faanyag rakodás és szállítás gépeinek üzemeltetésére vonatkozó munka-, tűz- és környezetvédelmi előírások.</w:t>
      </w:r>
    </w:p>
    <w:p w14:paraId="1C1DBD04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BE909B6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felkészítés gépeinek előkészítése, beállítása és üzemeltetése</w:t>
      </w:r>
    </w:p>
    <w:p w14:paraId="76265AFD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különböző kérgező-gépek erőgéphez kapcsolása, beállítása és üzemeltetése.</w:t>
      </w:r>
    </w:p>
    <w:p w14:paraId="387D8DE0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alapanyag és a kérgezett termék készletezése. A kérgezés gyakorlása a különböző kérgező gépeken.</w:t>
      </w:r>
    </w:p>
    <w:p w14:paraId="43B8AEDB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különböző hasító-gépek erőgéphez kapcsolása üzembe állítása. A hasító-gép kiszolgálása, a hasító szerszám karbantartása, cseréje. A hidraulikus rendszer karbantartása.</w:t>
      </w:r>
    </w:p>
    <w:p w14:paraId="1F18D14A" w14:textId="77777777" w:rsidR="00BA7B1D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különböző aprítógépek üzembe állítása. Az aprítógép kezelése, karbantartása, szerszámcseréje és élezése.</w:t>
      </w:r>
    </w:p>
    <w:p w14:paraId="1621D389" w14:textId="77777777" w:rsidR="00A23F09" w:rsidRPr="004E7330" w:rsidRDefault="00BA7B1D" w:rsidP="00BA7B1D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felkészítés során alkalmazott eszközök és gépek üzemeltetésére vonatkozó munka-, tűz- és környezetvédelmi előírások.</w:t>
      </w:r>
    </w:p>
    <w:p w14:paraId="2ABCE578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BBBF700" w14:textId="77777777" w:rsidR="00A23F09" w:rsidRPr="004E7330" w:rsidRDefault="00BA7B1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Harvester</w:t>
      </w:r>
      <w:r w:rsidR="00636CCF" w:rsidRPr="004E7330">
        <w:rPr>
          <w:rFonts w:cs="Times New Roman"/>
          <w:b/>
          <w:i/>
        </w:rPr>
        <w:t>ek előkészítése, beállítása és üzemeltetése</w:t>
      </w:r>
    </w:p>
    <w:p w14:paraId="64FF7CA3" w14:textId="77777777" w:rsidR="00636CCF" w:rsidRPr="004E7330" w:rsidRDefault="009A41D4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636CCF" w:rsidRPr="004E7330">
        <w:rPr>
          <w:rFonts w:cs="Times New Roman"/>
        </w:rPr>
        <w:t xml:space="preserve">gépek kezelésének, üzemelésének bemutatása az alkalmazott technológiának megfelelően. Alkalmazott vágószerkezetek megoldásai (pl. hidraulikus olló, fűrészláncos, hidrosztatikus hajtás), a vágószerkezetek üzemeltetésének bemutatása. </w:t>
      </w:r>
    </w:p>
    <w:p w14:paraId="385D578D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9A41D4" w:rsidRPr="004E7330">
        <w:rPr>
          <w:rFonts w:cs="Times New Roman"/>
        </w:rPr>
        <w:t>harvester</w:t>
      </w:r>
      <w:r w:rsidRPr="004E7330">
        <w:rPr>
          <w:rFonts w:cs="Times New Roman"/>
        </w:rPr>
        <w:t>ek üzemeltetésére vonatkozó munka-, tűz- és környezetvédelmi előírások.</w:t>
      </w:r>
    </w:p>
    <w:p w14:paraId="6FF489FF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35EEA4F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Gépjavítás alapjai</w:t>
      </w:r>
    </w:p>
    <w:p w14:paraId="3B4F971D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Alkatrészek hibafelvételezése, hibafelvételi jegyzőkönyvek készítése. Hiba-megállapítás érzékszervekkel és műszeres méréssel.</w:t>
      </w:r>
    </w:p>
    <w:p w14:paraId="77651923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szerelés alapfogalmai, szerszámai és készülékei.</w:t>
      </w:r>
    </w:p>
    <w:p w14:paraId="7C82393D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Gépek és alkatrészek tisztításának módszerei, az egyes módszerek jellemzői.</w:t>
      </w:r>
    </w:p>
    <w:p w14:paraId="2ADADE29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Kötőgépelemek jellemző hibái, hibák megjelenési formái a javítás gyakorlása.</w:t>
      </w:r>
    </w:p>
    <w:p w14:paraId="29898E42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D2338C5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Erdőgazdasági gépek állapotfelmérése, diagnosztika</w:t>
      </w:r>
    </w:p>
    <w:p w14:paraId="6B459948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dízel tüzelőanyag-ellátó rendszerének komplex vizsgálatának bemutatása. A tápszivattyú, adagolószivattyú, befecskendező fúvókák, kiegészítő berendezések hibafelvételezése, javítása. Tüzelőanyag-fogyasztás mérése, szükség esetén javítások végrehajtása.</w:t>
      </w:r>
    </w:p>
    <w:p w14:paraId="68165671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motorok hengertömítettségének vizsgálatának elvégzése különböző módszerek alkalmazásával.</w:t>
      </w:r>
    </w:p>
    <w:p w14:paraId="3BFF0D7C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Hidraulikus berendezés diagnosztikai vizsgálata, hidrosztatikus hajtóművek jellemző paraméterek vizsgálata, hibakeresés.</w:t>
      </w:r>
    </w:p>
    <w:p w14:paraId="42B51F1F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Járószerkezetek diagnosztikai vizsgálatának végrehajtása.</w:t>
      </w:r>
    </w:p>
    <w:p w14:paraId="3977B045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Gépek elektromos és elektronikai rendszerének vizsgálati módszereinek bemutatása. </w:t>
      </w:r>
    </w:p>
    <w:p w14:paraId="3FB20FE6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műszaki állapotváltozások mérése, gépek diagnosztizálásakor betartandó munka-, tűz- és környezetvédelmi előírások.</w:t>
      </w:r>
    </w:p>
    <w:p w14:paraId="2D18B350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A3C5DA" w14:textId="77777777" w:rsidR="00A23F09" w:rsidRPr="004E7330" w:rsidRDefault="00636CC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Gépek javítása során alkalmazott technológiai eljárások</w:t>
      </w:r>
    </w:p>
    <w:p w14:paraId="50EA021A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felújítás mechanikai módszereinek bemutatása.</w:t>
      </w:r>
    </w:p>
    <w:p w14:paraId="3C5F8B58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Alkatrészek hegesztéssel történő felújításának bemutatása, munkafolyamatok gyakorlása.</w:t>
      </w:r>
    </w:p>
    <w:p w14:paraId="38717806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Alkatrészek fémszórással történő felújításának bemutatása, a munkafolyamatok gyakorlása.</w:t>
      </w:r>
    </w:p>
    <w:p w14:paraId="74165BD6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műanyagfelszórással végzett alkatrész-felújításoknál alkalmazott technológiák bemutatása.</w:t>
      </w:r>
    </w:p>
    <w:p w14:paraId="18CE22E5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Alkatrészek ragasztással történő felújítása, a ragasztott kötések létrehozása.</w:t>
      </w:r>
    </w:p>
    <w:p w14:paraId="371D724D" w14:textId="77777777" w:rsidR="00636CCF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Felületkezelő mechanikai és kémiai eljárások bemutatása.</w:t>
      </w:r>
    </w:p>
    <w:p w14:paraId="7FB6B5E8" w14:textId="77777777" w:rsidR="00A23F09" w:rsidRPr="004E7330" w:rsidRDefault="00636CCF" w:rsidP="00636CCF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gépjavítási technológiák végrehajtása során betartandó munka-, tűz- és környezetvédelmi előírások.</w:t>
      </w:r>
    </w:p>
    <w:p w14:paraId="1F6D7F7E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6C0C224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6BE4AFD9" w14:textId="77777777" w:rsidR="00A23F09" w:rsidRPr="004E7330" w:rsidRDefault="00636CCF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Tanműhelyek, üzemi műhelyek és erdő.</w:t>
      </w:r>
    </w:p>
    <w:p w14:paraId="3F3B10B1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5D986B16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3B511760" w14:textId="63F108B6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30FAA115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1A0268FD" w14:textId="77777777" w:rsidR="00A23F09" w:rsidRPr="004E7330" w:rsidRDefault="00A23F09" w:rsidP="00A23F09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69827AE3" w14:textId="77777777" w:rsidR="00A23F09" w:rsidRPr="004E7330" w:rsidRDefault="00A23F09" w:rsidP="00A23F09">
      <w:pPr>
        <w:rPr>
          <w:rFonts w:cs="Times New Roman"/>
        </w:rPr>
      </w:pPr>
    </w:p>
    <w:p w14:paraId="4DB15385" w14:textId="77777777" w:rsidR="00A23F09" w:rsidRPr="004E7330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</w:t>
      </w:r>
    </w:p>
    <w:p w14:paraId="26DDF53A" w14:textId="77777777" w:rsidR="00A23F09" w:rsidRPr="004E7330" w:rsidRDefault="004606DA" w:rsidP="00A23F09">
      <w:pPr>
        <w:spacing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11600-16</w:t>
      </w:r>
      <w:r w:rsidR="00A23F09" w:rsidRPr="004E7330">
        <w:rPr>
          <w:rFonts w:cs="Times New Roman"/>
          <w:b/>
          <w:sz w:val="36"/>
        </w:rPr>
        <w:t xml:space="preserve"> azonosító számú</w:t>
      </w:r>
    </w:p>
    <w:p w14:paraId="2C1578BB" w14:textId="77777777" w:rsidR="00A23F09" w:rsidRPr="004E7330" w:rsidRDefault="004606DA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Erdészeti alapismeretek</w:t>
      </w:r>
    </w:p>
    <w:p w14:paraId="4EC55C6C" w14:textId="77777777" w:rsidR="00A23F09" w:rsidRPr="004E7330" w:rsidRDefault="00A23F09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megnevezésű</w:t>
      </w:r>
    </w:p>
    <w:p w14:paraId="047787CF" w14:textId="77777777" w:rsidR="00A23F09" w:rsidRPr="004E7330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szakmai követelménymodul</w:t>
      </w:r>
    </w:p>
    <w:p w14:paraId="78A1CB3D" w14:textId="77777777" w:rsidR="00A23F09" w:rsidRPr="004E7330" w:rsidRDefault="00A23F09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tantárgyai, témakörei</w:t>
      </w:r>
    </w:p>
    <w:p w14:paraId="71FEE874" w14:textId="77777777" w:rsidR="00A23F09" w:rsidRPr="004E7330" w:rsidRDefault="00A23F09" w:rsidP="00A23F09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5B28AFBD" w14:textId="6E2A05BE" w:rsidR="00A23F09" w:rsidRPr="004E7330" w:rsidRDefault="00A23F09" w:rsidP="00A23F09">
      <w:pPr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4606DA" w:rsidRPr="004E7330">
        <w:rPr>
          <w:rFonts w:cs="Times New Roman"/>
        </w:rPr>
        <w:t>11600-16</w:t>
      </w:r>
      <w:r w:rsidRPr="004E7330">
        <w:rPr>
          <w:rFonts w:cs="Times New Roman"/>
        </w:rPr>
        <w:t xml:space="preserve"> azonosító számú </w:t>
      </w:r>
      <w:r w:rsidR="004606DA" w:rsidRPr="004E7330">
        <w:rPr>
          <w:rFonts w:cs="Times New Roman"/>
        </w:rPr>
        <w:t>Erdészeti alapismeretek</w:t>
      </w:r>
      <w:r w:rsidRPr="004E7330">
        <w:rPr>
          <w:rFonts w:cs="Times New Roman"/>
        </w:rPr>
        <w:t xml:space="preserve"> megnevezésű szakmai követelménymodulhoz tartozó tantárgyak és témakörök oktatása során </w:t>
      </w:r>
      <w:r w:rsidR="00D40B94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83"/>
        <w:gridCol w:w="758"/>
        <w:gridCol w:w="758"/>
      </w:tblGrid>
      <w:tr w:rsidR="004E7330" w:rsidRPr="004E7330" w14:paraId="0099AB51" w14:textId="77777777" w:rsidTr="00F82916">
        <w:trPr>
          <w:cantSplit/>
          <w:trHeight w:val="1697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EABA6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1FDEBF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Erdészeti alapismeretek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55247C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Erdészeti alapismeretek gyakorlat</w:t>
            </w:r>
          </w:p>
        </w:tc>
      </w:tr>
      <w:tr w:rsidR="004E7330" w:rsidRPr="004E7330" w14:paraId="19D9B049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4DF11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778D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4BCB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F775D51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CA7DA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Elhelyezi az erdő- és vadgazdálkodást az agrárágazatban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02D09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CA01E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6A0E2D2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3ABAA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Elkülöníti az erdei növényeket termőhelyi igényük, elterjedésük és jelentőségük alapján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D7E49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29528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657E430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2A4A1C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Elkülöníti a gyakoribb erdőtársulás-csoportokat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9FA60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7056C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97C9005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D9EB1E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Megkülönbözteti az erdőben élő állatokat élőhelyük, életmódjuk és jelentőségük alapján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DA408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AA158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0298AF9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AE14F7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Előrevetíti az erdei ökoszisztémába való beavatkozás következményeit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71907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7FE74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5C85DE6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C53C56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Éghajlati elemeket mér, éghajlati tényezőket határoz meg adatforrásból, erdőklímát határoz meg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88CD3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F75D6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EA2E2E4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C6FB25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Domborzati viszonyokat határoz meg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DBC4B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D5AD7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8C818AB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E7172E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Talajvizsgálatot végez, talajtípust határoz meg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0E4BB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38311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B58D925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70FDE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Hidrológiai viszonyokat határoz meg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896E2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130C5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14228C7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49B6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Talajművelést, talajjavítást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BD32F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1ACE1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3E1F3E1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2329A4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Fakitermelési munkarendszerekben munkát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16021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1ACE1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A5D20B3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55C4C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B9995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FAA18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B72CFA9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C65E5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Az erdő és vadgazdálkodás helye, szerepe az ágazatban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C721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CF4A9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58E99EF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955F2F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Erdei fa és cserje fajok morfológiai ismerete, felismerése, jelentősége, elterjedése és termőhelyi igénye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17148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39D83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4082167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B43C84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gyakoribb erdei társulást jelző és védett növények, a lágyszárú növények vízgazdálkodást és talajkémhatást jelző tulajdonságai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273DC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3ABF1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8CC7D95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F658FD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fontosabb erdei növénytársulás csoportok felismerése faji összetételük alapján, a társulás és a termőhely közötti összefüggések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0C351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1D95C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C212DAB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FA8AD4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Gyakoribb erdei károsító és gyakoribb védett állatok felismerése alaktani tulajdonságaik alapján, ökológiai igényük, jelentőségük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CCEB7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32B4F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D57555C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E1ED43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termőhely és a termőhelytípus, a termőhelyet meghatározó tényezők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7EBCC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DBD62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C844E1B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726E89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földrajzi fekvés és a domborzat szerepe a termőhely értékelésében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3584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CE830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F2A3A18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B54564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klíma szerepe a termőhely értékelésében, a fontosabb klímaelemek mérése, az erdészeti klímaértékelés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3D03E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895DD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A40DC2E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37965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talajok genetikai kialakulása, a talajok fizikai és kémiai tulajdonságai, a genetikai talajosztályozás, az erdészetileg fontosabb genetikai talajtípusok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4E6E3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A9272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8828898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4BB677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hidrológiai viszonyok szerepe a termőhely értékelésében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3C055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65333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D032BD4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BF0A7C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Magyarország erdőgazdasági tájai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1F3A9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D9894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1947FD4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B5111F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Talajművelés, talajjavítás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EB970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CDC18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1DAAEB2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F8AC47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Fakitermelési munkarendszerek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5E57A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15BC7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E261C34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6CAE7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EEAB8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F719C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714225F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14C903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Tájékozódás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054ED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6E3F5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B8CBEDE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774D6F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Tömör fogalmazás készsége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27AA2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7747D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425CE84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83343A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Erdőművelési kéziszerszámok (talajművelő kézi eszközök, ültető eszközök, nyeső ollók, fejszék, kézi fűrészek, sújtóbárd, sarló, kasza stb.)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745FF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538EF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36558AB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705F7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A4273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40BCC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2BB1E0D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075D82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AFF58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2B8DF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6000895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CA6CD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7C44A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21F1B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9A8364B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55F155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Elhivatottság, elkötelezettség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7FC01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BA00F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6D6335A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37A2B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A9E5A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A1F0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363540E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7CE241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 xml:space="preserve">Motiválhatóság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0BA4B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7B18D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4E72ECE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9C4AC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E1FF1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C445B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BE83625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FB3CD9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 xml:space="preserve">Emlékezőképesség (ismeretmegőrzés)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A2A85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E1A6A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47F72BC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71D08D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Rendszerező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AAA62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7406D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F82916" w:rsidRPr="004E7330" w14:paraId="1BD95D60" w14:textId="77777777" w:rsidTr="00F82916">
        <w:trPr>
          <w:trHeight w:val="255"/>
          <w:jc w:val="center"/>
        </w:trPr>
        <w:tc>
          <w:tcPr>
            <w:tcW w:w="5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6167AB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Ismeretek helyén 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2EEFF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7B1B5" w14:textId="77777777" w:rsidR="00766B2B" w:rsidRPr="004E7330" w:rsidRDefault="00766B2B" w:rsidP="004606D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</w:tbl>
    <w:p w14:paraId="7CDFDF92" w14:textId="77777777" w:rsidR="00A23F09" w:rsidRPr="004E7330" w:rsidRDefault="00A23F09" w:rsidP="00A23F09">
      <w:pPr>
        <w:rPr>
          <w:rFonts w:cs="Times New Roman"/>
        </w:rPr>
      </w:pPr>
    </w:p>
    <w:p w14:paraId="5A799A49" w14:textId="3542A938" w:rsidR="00A23F09" w:rsidRPr="004E7330" w:rsidRDefault="004606DA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Erdészeti alapismeretek</w:t>
      </w:r>
      <w:r w:rsidR="00537494" w:rsidRPr="004E7330">
        <w:rPr>
          <w:rFonts w:cs="Times New Roman"/>
          <w:b/>
        </w:rPr>
        <w:t xml:space="preserve"> </w:t>
      </w:r>
      <w:r w:rsidR="00A23F09" w:rsidRPr="004E7330">
        <w:rPr>
          <w:rFonts w:cs="Times New Roman"/>
          <w:b/>
        </w:rPr>
        <w:t>tantárgy</w:t>
      </w:r>
      <w:r w:rsidR="00A23F09" w:rsidRPr="004E7330">
        <w:rPr>
          <w:rFonts w:cs="Times New Roman"/>
          <w:b/>
        </w:rPr>
        <w:tab/>
      </w:r>
      <w:r w:rsidR="003476F4" w:rsidRPr="004E7330">
        <w:rPr>
          <w:rFonts w:cs="Times New Roman"/>
          <w:b/>
        </w:rPr>
        <w:t>108</w:t>
      </w:r>
      <w:r w:rsidR="00A23F09" w:rsidRPr="004E7330">
        <w:rPr>
          <w:rFonts w:cs="Times New Roman"/>
          <w:b/>
        </w:rPr>
        <w:t xml:space="preserve"> óra/</w:t>
      </w:r>
      <w:r w:rsidR="003476F4" w:rsidRPr="004E7330">
        <w:rPr>
          <w:rFonts w:cs="Times New Roman"/>
          <w:b/>
        </w:rPr>
        <w:t>108</w:t>
      </w:r>
      <w:r w:rsidR="00A23F09" w:rsidRPr="004E7330">
        <w:rPr>
          <w:rFonts w:cs="Times New Roman"/>
          <w:b/>
        </w:rPr>
        <w:t xml:space="preserve"> óra*</w:t>
      </w:r>
    </w:p>
    <w:p w14:paraId="0620B8D7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305FCD2C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664EEC3F" w14:textId="1F0F9E8F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tantárgy a </w:t>
      </w:r>
      <w:r w:rsidR="004606DA" w:rsidRPr="004E7330">
        <w:rPr>
          <w:rFonts w:cs="Times New Roman"/>
        </w:rPr>
        <w:t>fő</w:t>
      </w:r>
      <w:r w:rsidRPr="004E7330">
        <w:rPr>
          <w:rFonts w:cs="Times New Roman"/>
        </w:rPr>
        <w:t>szakképesítéshez kapcsolódik.</w:t>
      </w:r>
    </w:p>
    <w:p w14:paraId="7CCA0FDD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6ECF8F76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2BBF9D93" w14:textId="77777777" w:rsidR="004606DA" w:rsidRPr="004E7330" w:rsidRDefault="004606DA" w:rsidP="004606DA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tantárgy tanításának célja, az erdei növényvilág megismerése, a fás növények termőhelyi igényének, jelentőségének társulásképességének elsajátítása. </w:t>
      </w:r>
    </w:p>
    <w:p w14:paraId="710CE60B" w14:textId="77777777" w:rsidR="004606DA" w:rsidRPr="004E7330" w:rsidRDefault="004606DA" w:rsidP="004606DA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végzett szakemberek ismerjék az erdei életközösségekben élő állatokat, azok életét és az erdőben betöltött szerepüket. Legyenek tájékozottak az erdő- és vadgazdálkodás számára jelentőséggel bíró állatfajokról.</w:t>
      </w:r>
    </w:p>
    <w:p w14:paraId="16E22571" w14:textId="77777777" w:rsidR="004606DA" w:rsidRPr="004E7330" w:rsidRDefault="004606DA" w:rsidP="004606DA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jó alappal szolgáljon a tevékenység során szükséges fafeldolgozási munkarendszerekhez.</w:t>
      </w:r>
    </w:p>
    <w:p w14:paraId="7CC313D3" w14:textId="77777777" w:rsidR="00A23F09" w:rsidRPr="004E7330" w:rsidRDefault="004606DA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tantárgy végeztével alakuljon ki az erdő, a növény- és állatvilág szeretete, a természeti értékek tisztelete.</w:t>
      </w:r>
    </w:p>
    <w:p w14:paraId="62DC7332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E3C3495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26BA15CB" w14:textId="77777777" w:rsidR="00A23F09" w:rsidRPr="004E7330" w:rsidRDefault="003476F4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Biológia</w:t>
      </w:r>
    </w:p>
    <w:p w14:paraId="4BE2C22B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553FD904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0D754FCA" w14:textId="77777777" w:rsidR="00A23F09" w:rsidRPr="004E7330" w:rsidRDefault="004606D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Termőhelyismeret</w:t>
      </w:r>
      <w:r w:rsidR="003476F4" w:rsidRPr="004E7330">
        <w:rPr>
          <w:rFonts w:cs="Times New Roman"/>
          <w:b/>
          <w:i/>
        </w:rPr>
        <w:t>tan</w:t>
      </w:r>
    </w:p>
    <w:p w14:paraId="6882A9FC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Meteorológiai alapfogalmak.</w:t>
      </w:r>
    </w:p>
    <w:p w14:paraId="77C00BD3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időjárás elemei.</w:t>
      </w:r>
    </w:p>
    <w:p w14:paraId="1D929158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Éghajlattípusok, Magyarország éghajlata. </w:t>
      </w:r>
    </w:p>
    <w:p w14:paraId="1ADEA1D5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talajképződés folyamata. </w:t>
      </w:r>
    </w:p>
    <w:p w14:paraId="69F31914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talajok fizikai és kémiai tulajdonságai.</w:t>
      </w:r>
    </w:p>
    <w:p w14:paraId="2E161704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talajok levegő- hő- és vízgazdálkodása.</w:t>
      </w:r>
    </w:p>
    <w:p w14:paraId="207DCCDF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talajok élőlényei.</w:t>
      </w:r>
    </w:p>
    <w:p w14:paraId="15294761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talajok szervesanyag-tartalma, a humuszképződés.</w:t>
      </w:r>
    </w:p>
    <w:p w14:paraId="6BA408D6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talajok tápanyag-gazdálkodása.</w:t>
      </w:r>
    </w:p>
    <w:p w14:paraId="0EF3E737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talajtípusok genetikai kialakulása.</w:t>
      </w:r>
    </w:p>
    <w:p w14:paraId="3DF9EAFE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romtalajok.</w:t>
      </w:r>
    </w:p>
    <w:p w14:paraId="37B8ED16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klímahatásra kialakult talajok.</w:t>
      </w:r>
    </w:p>
    <w:p w14:paraId="4C6C4486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vízhatásra kialakult talajok.</w:t>
      </w:r>
    </w:p>
    <w:p w14:paraId="708DB938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termőhely fogalma, a termőhelyi tényezők.</w:t>
      </w:r>
    </w:p>
    <w:p w14:paraId="080792CE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termőhely-osztályozás rendszere. </w:t>
      </w:r>
    </w:p>
    <w:p w14:paraId="2597AD3F" w14:textId="77777777" w:rsidR="00A23F09" w:rsidRPr="004E7330" w:rsidRDefault="004606DA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Magyarország erdőgazdasági tájai.</w:t>
      </w:r>
      <w:r w:rsidR="00537494" w:rsidRPr="004E7330">
        <w:rPr>
          <w:rFonts w:cs="Times New Roman"/>
        </w:rPr>
        <w:t xml:space="preserve"> </w:t>
      </w:r>
    </w:p>
    <w:p w14:paraId="46DE1D82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21ED2FA" w14:textId="77777777" w:rsidR="00A23F09" w:rsidRPr="004E7330" w:rsidRDefault="004606D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Erdei növény- és állatta</w:t>
      </w:r>
      <w:r w:rsidR="003476F4" w:rsidRPr="004E7330">
        <w:rPr>
          <w:rFonts w:cs="Times New Roman"/>
          <w:b/>
          <w:i/>
        </w:rPr>
        <w:t>n</w:t>
      </w:r>
    </w:p>
    <w:p w14:paraId="039096FE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Növénytan:</w:t>
      </w:r>
    </w:p>
    <w:p w14:paraId="5CFD3D67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fenyők (kéttűs, egytűs, soktűs, egyéb).</w:t>
      </w:r>
    </w:p>
    <w:p w14:paraId="7A297BEB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Állományalkotó lombos fafajok (tölgyek, bükk, akác, nyárak, füzek).</w:t>
      </w:r>
    </w:p>
    <w:p w14:paraId="2483EEF8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Fontosabb lombos kísérő fafajok (gyertyán, hársak, juharok, szilek, kőrisek, szelídgesztenye, madárcseresznye, mézgás éger, bibircses nyír).</w:t>
      </w:r>
    </w:p>
    <w:p w14:paraId="747358A9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Egyéb kísérő fafajok (berkenyék, diók, vadalma, vadkörte, lepényfa, platánok, bálványfa, fehér eper, keskenylevelű ezüstfa).</w:t>
      </w:r>
    </w:p>
    <w:p w14:paraId="081D50EC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Cserjék (sóskaborbolya, erdei iszalag, kökény, galagonyák, vadrózsa, málna, szedrek, meggyek, kecskerágók, bengék, somok, bodzák, bangiták, aranyeső, fagyal, borostyán, cserszömörce, mogyorós hólyagfa, közönséges mogyoró, fagyöngyök).</w:t>
      </w:r>
    </w:p>
    <w:p w14:paraId="67B61538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Állattan:</w:t>
      </w:r>
    </w:p>
    <w:p w14:paraId="4F58FAFB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Gerincesek törzse. A halak, kétéltűek és hüllők osztálya (halak, kétéltűek, hüllők). Madarak osztálya gólyaalkatúak, lúdalkatúak, sólyomalkatúak, tyúkalkatúak, daru-, lile-, sirályalkatúak, galamb-, kakukk-, szalakótaalkatúak, harkályalkatúak, bagolyalkatúak, verébalkatúak).</w:t>
      </w:r>
    </w:p>
    <w:p w14:paraId="23A14FC5" w14:textId="77777777" w:rsidR="00A23F09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Emlősök osztálya (rovarevők, denevérek, rágcsálók, nyúlalkatúak, ragadozók, páratlanujjú patások, párosujjú patások).</w:t>
      </w:r>
    </w:p>
    <w:p w14:paraId="7E7DF135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09B8ABF" w14:textId="77777777" w:rsidR="00A23F09" w:rsidRPr="004E7330" w:rsidRDefault="004606D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Erdőműveléstan</w:t>
      </w:r>
    </w:p>
    <w:p w14:paraId="2A268B0B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Erdőműveléstani alapok. Az erdőtípus és a termőhelytípus fogalma. Fatermesztési alapfogalmak, a fatermesztés munkafolyamatai.</w:t>
      </w:r>
    </w:p>
    <w:p w14:paraId="23B0EDAE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Maggazdálkodás. Fontosabb fafajok magvai és érési idejük, lombfák magjainak gyűjtése, kezelése, tárolása, rétegelése. Tobozgyűjtés, tárolás és magpergetés, technikai felszerelés, berendezések.</w:t>
      </w:r>
    </w:p>
    <w:p w14:paraId="559AE707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Csemetetermelés. Csemetekerti munkák és berendezések. Talajművelés, tápanyag-utánpótlás, vetés, ültetés, dugványozás, iskolázás, ápolás, öntözés. Csemetekerti technológiák. Hagyományos és intenzív csemetetermelés, burkolt gyökérzetű csemetetermelés.</w:t>
      </w:r>
    </w:p>
    <w:p w14:paraId="329DE7F0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Erdősítés. Természetes felújítás magról és sarjról. Mesterséges felújítás, terület-előkészítés, talaj-előkészítés különböző termőhelyeken. Erdősítés csemeteültetéssel, vetéssel, dugványozással. Erdősítési technológiák, ültetési hálózat, elegyítés. Erdősítések pótlása, ápolása, védelme.</w:t>
      </w:r>
    </w:p>
    <w:p w14:paraId="6ED7A758" w14:textId="77777777" w:rsidR="004606DA" w:rsidRPr="004E7330" w:rsidRDefault="004606DA" w:rsidP="004606D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Erdőnevelés. Az erdőnevelés célja. A faállományok fejlődési szakaszai. A fák osztályozása. Tisztítások, törzskiválasztó – és növedékfokozó gyérítések, válogató, sematikus és kombinált erdőnevelési eljárások, erdőnevelési modellek.</w:t>
      </w:r>
    </w:p>
    <w:p w14:paraId="623BCDE8" w14:textId="77777777" w:rsidR="00A23F09" w:rsidRPr="004E7330" w:rsidRDefault="004606DA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Erdőgazdálkodási módok. Vágásos erdőgazdálkodás, tarvágásos szál erdőgazdálkodás, szálerdők természetes felújítása. A természetes felújítás gyakorlati módszerei, természetes felújítás bükkösökben, tölgyesekben és más faállományokban. Sarjerdő-gazdálkodás, ipari erdők, mennyiségi és minőségi fatermesztés.</w:t>
      </w:r>
      <w:r w:rsidR="00537494" w:rsidRPr="004E7330">
        <w:rPr>
          <w:rFonts w:cs="Times New Roman"/>
        </w:rPr>
        <w:t xml:space="preserve"> </w:t>
      </w:r>
    </w:p>
    <w:p w14:paraId="2B572FB3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ACDA784" w14:textId="77777777" w:rsidR="00A23F09" w:rsidRPr="004E7330" w:rsidRDefault="004606D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Fakitermelési munkarendszerek</w:t>
      </w:r>
    </w:p>
    <w:p w14:paraId="4EA0435A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fakitermelés rendszerszemlélete.</w:t>
      </w:r>
    </w:p>
    <w:p w14:paraId="7544A9B6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különböző munkarendszerek elemzése, összehasonlítása.</w:t>
      </w:r>
    </w:p>
    <w:p w14:paraId="662F9909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Teljesfás munkarendszer jellemzése, alkalmazásának feltételei.</w:t>
      </w:r>
    </w:p>
    <w:p w14:paraId="4B0EDA17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gallyazás nélküli részfás munkarendszer változatainak jellemzése, alkalmazásának feltételei (darabolt ágasfában való termelés, kötegben való termelés, aprítékban való termelés)</w:t>
      </w:r>
    </w:p>
    <w:p w14:paraId="13D18CCF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gallyazott részfás munkarendszer változatainak jellemzése, alkalmazásának feltételei (szálfában (ágasfában) való termelés, hosszúfában való termelés).</w:t>
      </w:r>
    </w:p>
    <w:p w14:paraId="69139C9D" w14:textId="77777777" w:rsidR="00A23F09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Kombinált munkarendszer változatainak jellemzése, alkalmazásának feltételei.</w:t>
      </w:r>
    </w:p>
    <w:p w14:paraId="306C34D0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232DA1E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33E68079" w14:textId="77777777" w:rsidR="00A23F09" w:rsidRPr="004E7330" w:rsidRDefault="004606DA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Tanterem, erdő</w:t>
      </w:r>
    </w:p>
    <w:p w14:paraId="2CDB780D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26C43AA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4E6CB96F" w14:textId="54B9234F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3C12A7A6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18B520BD" w14:textId="77777777" w:rsidR="00A23F09" w:rsidRPr="004E7330" w:rsidRDefault="004606DA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Erdészeti alapismeretek gyakorlat</w:t>
      </w:r>
      <w:r w:rsidR="00537494" w:rsidRPr="004E7330">
        <w:rPr>
          <w:rFonts w:cs="Times New Roman"/>
          <w:b/>
        </w:rPr>
        <w:t xml:space="preserve"> 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="003476F4" w:rsidRPr="004E7330">
        <w:rPr>
          <w:rFonts w:cs="Times New Roman"/>
          <w:b/>
        </w:rPr>
        <w:t>72</w:t>
      </w:r>
      <w:r w:rsidR="00A23F09" w:rsidRPr="004E7330">
        <w:rPr>
          <w:rFonts w:cs="Times New Roman"/>
          <w:b/>
        </w:rPr>
        <w:t xml:space="preserve"> óra/</w:t>
      </w:r>
      <w:r w:rsidR="003476F4" w:rsidRPr="004E7330">
        <w:rPr>
          <w:rFonts w:cs="Times New Roman"/>
          <w:b/>
        </w:rPr>
        <w:t>72</w:t>
      </w:r>
      <w:r w:rsidR="00A23F09" w:rsidRPr="004E7330">
        <w:rPr>
          <w:rFonts w:cs="Times New Roman"/>
          <w:b/>
        </w:rPr>
        <w:t xml:space="preserve"> óra*</w:t>
      </w:r>
    </w:p>
    <w:p w14:paraId="77B5B7AB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11540021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5E959FC5" w14:textId="4CA53FB8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tantárgy a </w:t>
      </w:r>
      <w:r w:rsidR="004606DA" w:rsidRPr="004E7330">
        <w:rPr>
          <w:rFonts w:cs="Times New Roman"/>
        </w:rPr>
        <w:t>fő</w:t>
      </w:r>
      <w:r w:rsidRPr="004E7330">
        <w:rPr>
          <w:rFonts w:cs="Times New Roman"/>
        </w:rPr>
        <w:t>szakképesítéshez kapcsolódik.</w:t>
      </w:r>
    </w:p>
    <w:p w14:paraId="2D1F21BC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1E5DE29F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12CB9F84" w14:textId="77777777" w:rsidR="004606DA" w:rsidRPr="004E7330" w:rsidRDefault="004606DA" w:rsidP="004606DA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gyakorlati oktatás alapvető célja, hogy a felismerjék és jellemezni tudják az erdei növényeket és állatokat. </w:t>
      </w:r>
    </w:p>
    <w:p w14:paraId="28B355CF" w14:textId="77777777" w:rsidR="00A23F09" w:rsidRPr="004E7330" w:rsidRDefault="004606DA" w:rsidP="004606DA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Ismerjék fel és szerepet tudjanak vállalni a különböző fakitermelési munkarendszerekben.</w:t>
      </w:r>
    </w:p>
    <w:p w14:paraId="02EFAB4A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F8AD521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4C1F2303" w14:textId="77777777" w:rsidR="00A23F09" w:rsidRPr="004E7330" w:rsidRDefault="003476F4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Biológia</w:t>
      </w:r>
    </w:p>
    <w:p w14:paraId="618F1AA1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9FD8BF2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1EEEAD9D" w14:textId="77777777" w:rsidR="00A23F09" w:rsidRPr="004E7330" w:rsidRDefault="004606D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Termőhelyismerettan</w:t>
      </w:r>
    </w:p>
    <w:p w14:paraId="45872CB0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Meteorológiai mérések bemutatása.</w:t>
      </w:r>
    </w:p>
    <w:p w14:paraId="6DCA2ECE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talajtípusok bemutatása és jellemző tulajdonságainak meghatározása.</w:t>
      </w:r>
    </w:p>
    <w:p w14:paraId="007290FF" w14:textId="77777777" w:rsidR="00A23F09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Magyarország erdőgazdasági tájainak bemutatása.</w:t>
      </w:r>
    </w:p>
    <w:p w14:paraId="4631395D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9727D80" w14:textId="77777777" w:rsidR="00A23F09" w:rsidRPr="004E7330" w:rsidRDefault="004606D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Erdei növény- és állattan</w:t>
      </w:r>
    </w:p>
    <w:p w14:paraId="68457F33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Növénytan:</w:t>
      </w:r>
    </w:p>
    <w:p w14:paraId="4D2DB05A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erdei növények bemutatása, jellemzése felismerése (fenyők állományalkotó lombos fafajok, Fontosabb lombos kísérő fafajok, egyéb kísérő fafajok, cserjék).</w:t>
      </w:r>
    </w:p>
    <w:p w14:paraId="6CD34AF4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Magyarország növényföldrajza, fontosabb erdőtársulás-csoportok klímazonális erdők, mészkerülő erdők, mészkedvelő erdők, erdősztyepp-erdők, nem természetszerű erdők jellemzése.</w:t>
      </w:r>
    </w:p>
    <w:p w14:paraId="00EF5FD1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Állattan:</w:t>
      </w:r>
    </w:p>
    <w:p w14:paraId="7A3B7B10" w14:textId="77777777" w:rsidR="00A23F09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erdőben élő állatok bemutatása, jellemzése és felismerése (ízeltlábúak gerincesek).</w:t>
      </w:r>
    </w:p>
    <w:p w14:paraId="56ED001C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D2A1BBF" w14:textId="77777777" w:rsidR="00A23F09" w:rsidRPr="004E7330" w:rsidRDefault="004606D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Erdőműveléstan</w:t>
      </w:r>
    </w:p>
    <w:p w14:paraId="3377459B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Maggazdálkodás. Fontosabb fafajok magvai és érési idejük, lombfák magjainak gyűjtése, kezelése, tárolása, rétegelése. Tobozgyűjtés, tárolás és magpergetés, technikai felszereléseinek, berendezéseinek bemutatása.</w:t>
      </w:r>
    </w:p>
    <w:p w14:paraId="01B60F46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Csemetetermelés. Csemetekerti munkák és berendezések bemutatása. Talajművelés, tápanyag-utánpótlás, vetés, ültetés, dugványozás, iskolázás, ápolás, öntözés bemutatása, gyakorlása. Csemetekerti technológiák bemutatása. Hagyományos és intenzív csemetetermelés, burkolt gyökérzetű csemetetermelés bemutatása.</w:t>
      </w:r>
    </w:p>
    <w:p w14:paraId="40749A3D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Erdősítés. Természetes felújítás bemutatása (magról és sarjról). Mesterséges felújítás, terület-előkészítés, talaj-előkészítés bemutatása különböző termőhelyeken. Erdősítés csemeteültetéssel, vetéssel, dugványozással. Erdősítési technológiák, ültetési hálózat, elegyítés bemutatása. Erdősítések pótlása, ápolása, védelme.</w:t>
      </w:r>
    </w:p>
    <w:p w14:paraId="544DFDA3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Erdőnevelés. A faállományok fejlődési szakaszainak bemutatása. A fák osztályozása. Tisztítások, törzskiválasztó – és növedékfokozó gyérítések, válogató, sematikus és kombinált erdőnevelési eljárások, erdőnevelési modellek bemutatása.</w:t>
      </w:r>
    </w:p>
    <w:p w14:paraId="4F084123" w14:textId="77777777" w:rsidR="00A23F09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Erdőgazdálkodási módok bemutatása és jellemzése. Vágásos erdőgazdálkodás, tarvágásos szál erdőgazdálkodás, szálerdők természetes felújítása. A természetes felújítás gyakorlati módszerei, természetes felújítás bükkösökben, tölgyesekben és más faállományokban. Sarjerdő-gazdálkodás, ipari erdők, mennyiségi és minőségi fatermesztés bemutatása.</w:t>
      </w:r>
    </w:p>
    <w:p w14:paraId="0AB7BD4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5E4ECF0" w14:textId="77777777" w:rsidR="00A23F09" w:rsidRPr="004E7330" w:rsidRDefault="004606D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Fakitermelési munkarendszerek</w:t>
      </w:r>
    </w:p>
    <w:p w14:paraId="7A628A1A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különböző munkarendszerek elemzése, összehasonlítása.</w:t>
      </w:r>
    </w:p>
    <w:p w14:paraId="3158FC42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Teljesfás munkarendszer bemutatása, alkalmazásának feltételei.</w:t>
      </w:r>
    </w:p>
    <w:p w14:paraId="3DD250B6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gallyazás nélküli részfás munkarendszer változatainak bemutatása, alkalmazásának feltételei (darabolt ágasfában való termelés, kötegben való termelés, aprítékban való termelés)</w:t>
      </w:r>
    </w:p>
    <w:p w14:paraId="486F1CB3" w14:textId="77777777" w:rsidR="004606DA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gallyazott részfás munkarendszer változatainak bemutatása, alkalmazásának feltételei (szálfában (ágasfában) való termelés, hosszúfában való termelés).</w:t>
      </w:r>
    </w:p>
    <w:p w14:paraId="69ACDCE9" w14:textId="77777777" w:rsidR="00A23F09" w:rsidRPr="004E7330" w:rsidRDefault="004606DA" w:rsidP="004606DA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Kombinált munkarendszer változatainak bemutatása, alkalmazásának feltételei.</w:t>
      </w:r>
    </w:p>
    <w:p w14:paraId="27A3C757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230F46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490DD2E3" w14:textId="77777777" w:rsidR="00A23F09" w:rsidRPr="004E7330" w:rsidRDefault="004606DA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Erdő, gazdasági épületek</w:t>
      </w:r>
    </w:p>
    <w:p w14:paraId="32601BDE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2580F147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5EB4EA7C" w14:textId="6D58F738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5D949201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27B20CFA" w14:textId="77777777" w:rsidR="00A23F09" w:rsidRPr="004E7330" w:rsidRDefault="00A23F09" w:rsidP="00A23F09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74A899C6" w14:textId="77777777" w:rsidR="00A23F09" w:rsidRPr="004E7330" w:rsidRDefault="00A23F09" w:rsidP="00A23F09">
      <w:pPr>
        <w:rPr>
          <w:rFonts w:cs="Times New Roman"/>
        </w:rPr>
      </w:pPr>
    </w:p>
    <w:p w14:paraId="032041A9" w14:textId="77777777" w:rsidR="00A23F09" w:rsidRPr="004E7330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</w:t>
      </w:r>
    </w:p>
    <w:p w14:paraId="0783A646" w14:textId="77777777" w:rsidR="00A23F09" w:rsidRPr="004E7330" w:rsidRDefault="00537494" w:rsidP="00A23F09">
      <w:pPr>
        <w:spacing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11906-16</w:t>
      </w:r>
      <w:r w:rsidR="00A23F09" w:rsidRPr="004E7330">
        <w:rPr>
          <w:rFonts w:cs="Times New Roman"/>
          <w:b/>
          <w:sz w:val="36"/>
        </w:rPr>
        <w:t xml:space="preserve"> azonosító számú</w:t>
      </w:r>
    </w:p>
    <w:p w14:paraId="608E6F8C" w14:textId="77777777" w:rsidR="00A23F09" w:rsidRPr="004E7330" w:rsidRDefault="00537494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Agrárvállalkozási, kereskedelmi ismeretek</w:t>
      </w:r>
    </w:p>
    <w:p w14:paraId="535A2D75" w14:textId="77777777" w:rsidR="00A23F09" w:rsidRPr="004E7330" w:rsidRDefault="00A23F09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megnevezésű</w:t>
      </w:r>
    </w:p>
    <w:p w14:paraId="458EC9BB" w14:textId="77777777" w:rsidR="00A23F09" w:rsidRPr="004E7330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szakmai követelménymodul</w:t>
      </w:r>
    </w:p>
    <w:p w14:paraId="11DDD7D0" w14:textId="77777777" w:rsidR="00A23F09" w:rsidRPr="004E7330" w:rsidRDefault="00A23F09" w:rsidP="00A23F09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tantárgyai, témakörei</w:t>
      </w:r>
    </w:p>
    <w:p w14:paraId="06AD07FB" w14:textId="77777777" w:rsidR="00A23F09" w:rsidRPr="004E7330" w:rsidRDefault="00A23F09" w:rsidP="00A23F09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3717CB40" w14:textId="5C53584A" w:rsidR="00A23F09" w:rsidRPr="004E7330" w:rsidRDefault="00A23F09" w:rsidP="00A23F09">
      <w:pPr>
        <w:rPr>
          <w:rFonts w:cs="Times New Roman"/>
        </w:rPr>
      </w:pPr>
      <w:r w:rsidRPr="004E7330">
        <w:rPr>
          <w:rFonts w:cs="Times New Roman"/>
        </w:rPr>
        <w:t xml:space="preserve">A </w:t>
      </w:r>
      <w:r w:rsidR="00537494" w:rsidRPr="004E7330">
        <w:rPr>
          <w:rFonts w:cs="Times New Roman"/>
        </w:rPr>
        <w:t>11906-16</w:t>
      </w:r>
      <w:r w:rsidRPr="004E7330">
        <w:rPr>
          <w:rFonts w:cs="Times New Roman"/>
        </w:rPr>
        <w:t xml:space="preserve"> azonosító számú </w:t>
      </w:r>
      <w:r w:rsidR="00537494" w:rsidRPr="004E7330">
        <w:rPr>
          <w:rFonts w:cs="Times New Roman"/>
        </w:rPr>
        <w:t>Agrárvállalkozási, kereskedelmi ismeretek</w:t>
      </w:r>
      <w:r w:rsidRPr="004E7330">
        <w:rPr>
          <w:rFonts w:cs="Times New Roman"/>
        </w:rPr>
        <w:t xml:space="preserve">. megnevezésű szakmai követelménymodulhoz tartozó tantárgyak és témakörök oktatása során </w:t>
      </w:r>
      <w:r w:rsidR="00D40B94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87"/>
        <w:gridCol w:w="758"/>
        <w:gridCol w:w="758"/>
      </w:tblGrid>
      <w:tr w:rsidR="004E7330" w:rsidRPr="004E7330" w14:paraId="2A3764DD" w14:textId="77777777" w:rsidTr="00F82916">
        <w:trPr>
          <w:cantSplit/>
          <w:trHeight w:val="1697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D306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E96338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 xml:space="preserve">Gazdálkodási </w:t>
            </w:r>
            <w:r w:rsidR="009A7796" w:rsidRPr="004E7330">
              <w:rPr>
                <w:rFonts w:cs="Times New Roman"/>
                <w:szCs w:val="24"/>
              </w:rPr>
              <w:t>alap</w:t>
            </w:r>
            <w:r w:rsidRPr="004E7330">
              <w:rPr>
                <w:rFonts w:cs="Times New Roman"/>
                <w:szCs w:val="24"/>
              </w:rPr>
              <w:t>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342F17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Gazdálkodási alapgyakorlatok</w:t>
            </w:r>
          </w:p>
        </w:tc>
      </w:tr>
      <w:tr w:rsidR="004E7330" w:rsidRPr="004E7330" w14:paraId="32AAEC10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252FF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D69E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56B1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C647884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2EE20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Megtervezi vállalkozását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1F39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9F76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302577B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703AD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Ismeri az őstermelői, kistermelői élelmiszer előállítási tevékenység folytatásának feltételeit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E309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B96B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7F9BC39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E2D17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Üzleti tervet, mezőgazdasági technológiai- és kampánytervet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A9C8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36F8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F67C0D7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B6A31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Megtervezi a vállalkozás anyagi feltételeit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A53D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E127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1448D03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5DCEE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Biztosítja a vállalkozásához szükséges személyi és tárgyi feltételeket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627E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5185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CE96268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2952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Irányítási és szervezési feladatokat lát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052E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8628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BD48F1A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712FE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Betartja és betartatja a munkajogi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7C88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39B9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621B47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2A87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Irányítási, szervezési feladatokat lát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5DD2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13D8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A27D79E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1505F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Tudatosan fejleszti vállalkozása eszközeit, termékeit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261D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06D2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317C51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87A49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Adózási feladatokat lát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0EBD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3CA6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6F9B853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061F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Figyelemmel kíséri a vállalkozásával kapcsolatos jogszabályokat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A0D9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7CBF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0DCD248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2114F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Kapcsolatot tart környezetével, továbbképzéseken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DB57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6CA5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77DD09F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7BDED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Szükség esetén átalakítja, vagy megszünteti vállalkozását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17B7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91F2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F469244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B9447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Piackutatást, piacbefolyásolási tevékenységet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582B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4AAB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3C6E5F7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65F56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Üzleti tárgyalást, üzleti levelezést folytat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31FF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E3A7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6ADC1CD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107A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Tervet, pályázatot készít, készítet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0549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AB99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8190833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F08BF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Támogatást igényel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59EC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9067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1ADF114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5C5CA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szükséges gazdasági számításokat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A46A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48CE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325C51E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6557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Jelentést, kimutatást készít, adatszolgáltatást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9C83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1D35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E651BF0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07DAD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Figyelembe veszi a fogyasztói érdekvédelem szabályait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2C31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24B0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D08413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EDC29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Beszerzi a termeléshez, szolgáltatáshoz szükséges 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E229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20CF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28ADC88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BA9A8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Készletezési, raktározási tevékenységet folytat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6BB5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E602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78FB8A0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3B21A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Értékesítési tevékenységet folytat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5D74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FDA8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CCF2D7D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AA997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Ismeri és alkalmazza a vállalkozás jogkövető működése érdekében a fogyasztóvédelmi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DF45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3C1D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B36127E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1080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DB28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6076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BFE965C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0481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A457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6C48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FF138E2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DB290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Őstermelői tevékenység, kistermelői élelmiszer előállítás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2CBA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B05F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1209510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2039F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mezőgazdasági termelés eszközeinek üzemgazdasági értékelése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CF9A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30AC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60E994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33F7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termékek ráfordításai és költségei, az egyes ágazatok jellemző költségei, a vállalkozás eredménye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651A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688E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A8863EE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1A00D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termelési folyamat tényezői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F3B1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A5B9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F17A540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6E849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vállalkozás fogalma, jellemzői, formái, létesítése,működtetése, átalakítása, megszüntetése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17A9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97FC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324D030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B455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Az üzleti terv készítésének céljai, az üzleti terv felépítése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F0FB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9B5E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0C0EFE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396C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technológiai és kampányterv felépítése, tartalma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C4C3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5112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D2B2337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C00A6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szerződéskötés alapelvei, a fontosabb szerződéstípusok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B953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9291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A2EF060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F2BB1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Bizonylati elv- és fegyelem, bizonylatok kitöltése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121F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1308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EDF9C10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C8642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növénytermesztő, állattenyésztő szolgáltató tevékenységek analitikus nyilvántartásai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7C8E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2DC0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10B3097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72C93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Az üzleti tárgyalás feltételei, résztvevői, menete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CF2D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C984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3809BC0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3E54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kommunikáció módszerei, eszközei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0951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540B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089E16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E3E48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Az üzleti levelezés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3B9D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DEF1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68ED52C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981D8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fogyasztói magatartás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1B55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6704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8DCDB08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94D05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piackutatás módszerei mezőgazdasági és élelmiszeripari termék esetén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9DE9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D352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AB22B33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CB8EC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termékek marketingje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1766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949D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2A323A8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300D8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termékek jellemzői, árképzése, a termékfejlesztés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4EC1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2BAC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6071157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9B979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termékek speciális értékesítési módjai, az értékesítés elősegítése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07C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DE5D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B8465FF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312533" w14:textId="77777777" w:rsidR="00766B2B" w:rsidRPr="004E7330" w:rsidRDefault="00766B2B" w:rsidP="009A41D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képzéshez illeszkedő hazai és európai uniós fogyasztóvédelmi előírások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CF34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D341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CFFD07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49A2F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Pályázatkészítés, a támogatások igénybe vételének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E4BA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82E2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8C5C6B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CF21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Biztosítási lehetőségek az üzleti életben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14C0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E8E4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AFA300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50A6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vállalkozás pénzügyei, hitelezés, adózás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E27C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7F26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C69DCDC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107C1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Társadalombiztosítás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6580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ACE5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1A5D472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4A98D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Munkajogi, munkaügyi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5934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95E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3F3C82E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D3EEF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Munkaszervezés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3FDA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6F43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2135CEC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3839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Számítógépes nyilvántartás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D4EC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4880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9C3F04A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E07E2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Beszerzés folyamata, raktározás, készletezés, leltározás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5B09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51AD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AC9E4D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E6319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kompenzációs felár, felvásárlási jegy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8EDC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6E48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333CF3A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CBEC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EEA3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C6D25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3858BC0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A1B30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E981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CB3A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B71969D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4F1C6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nyelvi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1FC4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80DA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C9ECC73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ABED0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írásbeli fogalmazás készsége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1509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E181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4A4EEFD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16240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2037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C49B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EFCBE49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711CE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E9E3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864B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F791AC2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1CCF6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CCCC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8B088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FCDE0F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047E0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3046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C5F3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FCDA38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3BC2E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14F6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08F7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0A31590C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0721D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A577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AAE6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1C3B38A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1DA9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C3D7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807B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AAD5EC7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CBB29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E1AB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31D7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657994E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9D341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A521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BD7E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4D20A0B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A128FE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E6214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56FE2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14C1C0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812C7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51A6A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2F7E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7D0184A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DBEF3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Problémaelemzés-, feltárás-, megoldás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5E7ED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F572C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85E2329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409889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Tervezés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8AED0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742E6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F82916" w:rsidRPr="004E7330" w14:paraId="2561BA1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7798C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Ismeretek helyén 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E30E3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65FAF" w14:textId="77777777" w:rsidR="00766B2B" w:rsidRPr="004E7330" w:rsidRDefault="00766B2B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</w:tbl>
    <w:p w14:paraId="312C74B2" w14:textId="77777777" w:rsidR="00A23F09" w:rsidRPr="004E7330" w:rsidRDefault="00A23F09" w:rsidP="00A23F09">
      <w:pPr>
        <w:rPr>
          <w:rFonts w:cs="Times New Roman"/>
        </w:rPr>
      </w:pPr>
    </w:p>
    <w:p w14:paraId="50218614" w14:textId="2CED8535" w:rsidR="00A23F09" w:rsidRPr="004E7330" w:rsidRDefault="00537494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 xml:space="preserve">Gazdálkodási </w:t>
      </w:r>
      <w:r w:rsidR="009A7796" w:rsidRPr="004E7330">
        <w:rPr>
          <w:rFonts w:cs="Times New Roman"/>
          <w:b/>
        </w:rPr>
        <w:t>alap</w:t>
      </w:r>
      <w:r w:rsidRPr="004E7330">
        <w:rPr>
          <w:rFonts w:cs="Times New Roman"/>
          <w:b/>
        </w:rPr>
        <w:t>ismeretek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="009A7796" w:rsidRPr="004E7330">
        <w:rPr>
          <w:rFonts w:cs="Times New Roman"/>
          <w:b/>
        </w:rPr>
        <w:t>67</w:t>
      </w:r>
      <w:r w:rsidR="00A23F09" w:rsidRPr="004E7330">
        <w:rPr>
          <w:rFonts w:cs="Times New Roman"/>
          <w:b/>
        </w:rPr>
        <w:t xml:space="preserve"> óra/</w:t>
      </w:r>
      <w:r w:rsidR="009A7796" w:rsidRPr="004E7330">
        <w:rPr>
          <w:rFonts w:cs="Times New Roman"/>
          <w:b/>
        </w:rPr>
        <w:t>73</w:t>
      </w:r>
      <w:r w:rsidR="00A23F09" w:rsidRPr="004E7330">
        <w:rPr>
          <w:rFonts w:cs="Times New Roman"/>
          <w:b/>
        </w:rPr>
        <w:t xml:space="preserve"> óra*</w:t>
      </w:r>
    </w:p>
    <w:p w14:paraId="31218515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6DFB4BF8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5C9E6506" w14:textId="04AE472F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tantárgy a </w:t>
      </w:r>
      <w:r w:rsidR="009A7796" w:rsidRPr="004E7330">
        <w:rPr>
          <w:rFonts w:cs="Times New Roman"/>
        </w:rPr>
        <w:t>fő</w:t>
      </w:r>
      <w:r w:rsidRPr="004E7330">
        <w:rPr>
          <w:rFonts w:cs="Times New Roman"/>
        </w:rPr>
        <w:t>szakképesítéshez kapcsolódik.</w:t>
      </w:r>
    </w:p>
    <w:p w14:paraId="439681CE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7FFE8184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61BBA24E" w14:textId="77777777" w:rsidR="00A23F09" w:rsidRPr="004E7330" w:rsidRDefault="00537494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tanulók váljanak alkalmassá az önálló gazdálkodás megtervezéséhez, a lehetőségeiknek megfelelő gazdálkodási forma kiválasztására, annak működtetésére, szükség esetén megszűntetésére. Értsék a gazdasági folyamatok, a jövedelemképződés összefüggéseit. Legyenek tisztában a munka világát szabályozó előírásokkal, az alapvető munkajogi, adózási szabályokkal.</w:t>
      </w:r>
    </w:p>
    <w:p w14:paraId="764E8630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D7EE94E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48C93791" w14:textId="77777777" w:rsidR="00A23F09" w:rsidRPr="004E7330" w:rsidRDefault="00537494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Történelem és társadalomismeret (az Európai Unió kialakulása)</w:t>
      </w:r>
    </w:p>
    <w:p w14:paraId="6A659488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560023F6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5E706630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gazdálkodás alapismeretei</w:t>
      </w:r>
    </w:p>
    <w:p w14:paraId="190D26C4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termelés erőforrásai: </w:t>
      </w:r>
    </w:p>
    <w:p w14:paraId="2894F330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termelés eszközrendszere (befektetett eszközök, forgóeszközök, termőföld, munkaerő), az eszközök hatékony működtetésének összefüggései</w:t>
      </w:r>
    </w:p>
    <w:p w14:paraId="754244F0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termelés ráfordításai és költségei, a termelési tevékenység eredménye, hatékonyságot kifejező mutatók képzése</w:t>
      </w:r>
    </w:p>
    <w:p w14:paraId="0A5B967D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termelés reálszférája: beszerzés termelés készletezés minőség-ellenőrzés értékesítés </w:t>
      </w:r>
    </w:p>
    <w:p w14:paraId="76A8F114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termelés pénzügyei a pénz szerepe a piacgazdaságban pénzintézeti rendszer, pénzintézetek tevékenysége pénzforgalom típusai, jellemzői hitelezés értékpapírok és tőzsde </w:t>
      </w:r>
    </w:p>
    <w:p w14:paraId="4A358AE5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31E4C23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Vállalkozási alapismeretek</w:t>
      </w:r>
    </w:p>
    <w:p w14:paraId="3C5B7F21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vállalkozások csoportosítása a vállalkozás fogalma, általános jellemzői, feltételei.</w:t>
      </w:r>
    </w:p>
    <w:p w14:paraId="1D28F979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egyéni és társas vállalkozás és a szövetkezetek jellemzői, működésének szabályai, alapítása.</w:t>
      </w:r>
    </w:p>
    <w:p w14:paraId="47F75153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Cégnyilvántartás, cégfelügyelet, érdekképviseletek szerepe, felépítése.</w:t>
      </w:r>
    </w:p>
    <w:p w14:paraId="75F7CA18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vállalkozási formák közötti választás szempontjai.</w:t>
      </w:r>
    </w:p>
    <w:p w14:paraId="3E10FEF8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vállalkozások adózási, nyilvántartási kötelezettségének tartalma, formái.</w:t>
      </w:r>
    </w:p>
    <w:p w14:paraId="2D123A80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munkaviszony és jellemző tulajdonságai általános jogi ismeretek munkaviszony keletkezése, megszűnésének, megszüntetésének esetei munkáltató, munkavállaló jogai és kötelezettségei munkáltató, munkavállaló kártérítési felelőssége munkaügyi vita</w:t>
      </w:r>
    </w:p>
    <w:p w14:paraId="2F5B0223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6DD70C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Mezőgazdasági vállalkozások sajátosságai</w:t>
      </w:r>
    </w:p>
    <w:p w14:paraId="7DDFDB7F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őstermelői tevékenység jellemzői, működésének szabályai, a kistermelői élelmiszer előállítás szabályai. </w:t>
      </w:r>
    </w:p>
    <w:p w14:paraId="0FF485CF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vállalkozások kiegészítő jövedelemszerzési lehetőségei.</w:t>
      </w:r>
    </w:p>
    <w:p w14:paraId="32BE149E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vállalkozások finanszírozása.</w:t>
      </w:r>
    </w:p>
    <w:p w14:paraId="4129B0A3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76A42BD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Marketing</w:t>
      </w:r>
      <w:r w:rsidR="00161E1D" w:rsidRPr="004E7330">
        <w:rPr>
          <w:rFonts w:cs="Times New Roman"/>
          <w:b/>
          <w:i/>
        </w:rPr>
        <w:t>, fogyasztóvédelem</w:t>
      </w:r>
    </w:p>
    <w:p w14:paraId="428F5195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marketing sajátos fogalmi rendszere (szükséglet, jószág, hasznosság, szűkösség, haszonáldozat, termelői, fogyasztói többlet, termelési lehetőségek határa).</w:t>
      </w:r>
    </w:p>
    <w:p w14:paraId="0F39A3F6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Piaci ismeretek: piac fogalma, működése, piactípusok, a piac résztvevői, mérete. </w:t>
      </w:r>
    </w:p>
    <w:p w14:paraId="3153DE3F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fogyasztói magatartás jellemzői különféle piactípusokon.</w:t>
      </w:r>
    </w:p>
    <w:p w14:paraId="7981F478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Marketing információk, a piackutatás formái.</w:t>
      </w:r>
    </w:p>
    <w:p w14:paraId="098C9AC8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Marketing mix elemek, összefüggések</w:t>
      </w:r>
    </w:p>
    <w:p w14:paraId="721A8F71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FFDE95E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mezőgazdasági vállalkozások, termékek marketingje</w:t>
      </w:r>
    </w:p>
    <w:p w14:paraId="4AEEBD26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termékek sajátosságai.</w:t>
      </w:r>
    </w:p>
    <w:p w14:paraId="43DB3A57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termékek piacának, vásárlási folyamatának jellemzői.</w:t>
      </w:r>
    </w:p>
    <w:p w14:paraId="4C59E5C9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termékek fejlesztésének lehetőségei.</w:t>
      </w:r>
    </w:p>
    <w:p w14:paraId="2FD1231E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termékek árképzése.</w:t>
      </w:r>
    </w:p>
    <w:p w14:paraId="053CFA3D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termékek értékesítési módjai</w:t>
      </w:r>
    </w:p>
    <w:p w14:paraId="0F589C74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vállalkozás promóciós tevékenységének tartalma</w:t>
      </w:r>
    </w:p>
    <w:p w14:paraId="5576BAA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6E34819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Európai Uniós ismeretek</w:t>
      </w:r>
    </w:p>
    <w:p w14:paraId="1851C019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Európai Unió kialakulása és intézményi- és finanszírozási rendszere </w:t>
      </w:r>
    </w:p>
    <w:p w14:paraId="134350D5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Közös Agrárpolitika (KAP) kialakulása, működése</w:t>
      </w:r>
    </w:p>
    <w:p w14:paraId="1880B560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Európai Unió agrárszabályozása </w:t>
      </w:r>
    </w:p>
    <w:p w14:paraId="1CBAEDFB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Európai Unió vidékfejlesztési politikája </w:t>
      </w:r>
    </w:p>
    <w:p w14:paraId="4A48824F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EU pénzügyi alapok, pályázati rendszerek </w:t>
      </w:r>
    </w:p>
    <w:p w14:paraId="5ABBFF84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EU és nemzeti támogatások rendszere</w:t>
      </w:r>
    </w:p>
    <w:p w14:paraId="79465D97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B81669D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4E4A5925" w14:textId="77777777" w:rsidR="00A23F09" w:rsidRPr="004E7330" w:rsidRDefault="00537494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Tanterem</w:t>
      </w:r>
    </w:p>
    <w:p w14:paraId="154ABE8E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3A1F0F41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5499031C" w14:textId="6CEEFDE7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0D19227D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57BA5BFE" w14:textId="49F2AFF7" w:rsidR="00A23F09" w:rsidRPr="004E7330" w:rsidRDefault="00537494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Gazdálkodási alapgyakorlatok</w:t>
      </w:r>
      <w:r w:rsidR="00A23F09" w:rsidRPr="004E7330">
        <w:rPr>
          <w:rFonts w:cs="Times New Roman"/>
          <w:b/>
        </w:rPr>
        <w:t xml:space="preserve"> tantárgy</w:t>
      </w:r>
      <w:r w:rsidR="00A23F09" w:rsidRPr="004E7330">
        <w:rPr>
          <w:rFonts w:cs="Times New Roman"/>
          <w:b/>
        </w:rPr>
        <w:tab/>
      </w:r>
      <w:r w:rsidR="009A7796" w:rsidRPr="004E7330">
        <w:rPr>
          <w:rFonts w:cs="Times New Roman"/>
          <w:b/>
        </w:rPr>
        <w:t>103</w:t>
      </w:r>
      <w:r w:rsidR="00A23F09" w:rsidRPr="004E7330">
        <w:rPr>
          <w:rFonts w:cs="Times New Roman"/>
          <w:b/>
        </w:rPr>
        <w:t xml:space="preserve"> óra/</w:t>
      </w:r>
      <w:r w:rsidR="009A7796" w:rsidRPr="004E7330">
        <w:rPr>
          <w:rFonts w:cs="Times New Roman"/>
          <w:b/>
        </w:rPr>
        <w:t>108</w:t>
      </w:r>
      <w:r w:rsidR="00A23F09" w:rsidRPr="004E7330">
        <w:rPr>
          <w:rFonts w:cs="Times New Roman"/>
          <w:b/>
        </w:rPr>
        <w:t xml:space="preserve"> óra*</w:t>
      </w:r>
    </w:p>
    <w:p w14:paraId="2368113E" w14:textId="77777777" w:rsidR="00A23F09" w:rsidRPr="004E7330" w:rsidRDefault="00A23F09" w:rsidP="00A23F09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6A6A3590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795BE71" w14:textId="10488A6A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tantárgy a </w:t>
      </w:r>
      <w:r w:rsidR="009A7796" w:rsidRPr="004E7330">
        <w:rPr>
          <w:rFonts w:cs="Times New Roman"/>
        </w:rPr>
        <w:t>fő</w:t>
      </w:r>
      <w:r w:rsidRPr="004E7330">
        <w:rPr>
          <w:rFonts w:cs="Times New Roman"/>
        </w:rPr>
        <w:t>szakképesítéshez kapcsolódik.</w:t>
      </w:r>
    </w:p>
    <w:p w14:paraId="16B7A276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1DE03F31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3EE508BA" w14:textId="77777777" w:rsidR="00537494" w:rsidRPr="004E7330" w:rsidRDefault="00537494" w:rsidP="00537494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tanulók sajátítsák el a mezőgazdasági vállalkozás működtetéséhez szükséges alapvető gyakorlati tudnivalókat. </w:t>
      </w:r>
    </w:p>
    <w:p w14:paraId="738C9DCF" w14:textId="77777777" w:rsidR="00537494" w:rsidRPr="004E7330" w:rsidRDefault="00537494" w:rsidP="00537494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Váljanak képessé a mezőgazdasági termelés releváns adatainak összegyűjtésére, rendszerezésére, a gazdálkodási tevékenység elemzésére, elő és utókalkulációk végzésére.</w:t>
      </w:r>
    </w:p>
    <w:p w14:paraId="748F1105" w14:textId="77777777" w:rsidR="00537494" w:rsidRPr="004E7330" w:rsidRDefault="00537494" w:rsidP="00537494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Legyenek képesek mezőgazdasági kampány, technológiai és egyszerű üzleti terv készítésére, fejlesztési célok meghatározására.</w:t>
      </w:r>
    </w:p>
    <w:p w14:paraId="2F8CF2B7" w14:textId="77777777" w:rsidR="00537494" w:rsidRPr="004E7330" w:rsidRDefault="00537494" w:rsidP="00537494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Legyenek képesek vállalkozásuk önálló indítására, működtetésére, adatközlések megtételére, ismerjék meg a bizonylatkitöltés szabályait, tudjanak önállóan pénzforgalommal kapcsolatos alapbizonylatokat kitölteni. </w:t>
      </w:r>
    </w:p>
    <w:p w14:paraId="4D4820BC" w14:textId="77777777" w:rsidR="00537494" w:rsidRPr="004E7330" w:rsidRDefault="00537494" w:rsidP="00537494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Legyenek képesek a pályázati lehetőségek felkutatására, a releváns pályázatok kiválasztására, ismerjék meg pályázatírás alapjait.</w:t>
      </w:r>
    </w:p>
    <w:p w14:paraId="631CA65C" w14:textId="77777777" w:rsidR="00537494" w:rsidRPr="004E7330" w:rsidRDefault="00537494" w:rsidP="00537494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Legyenek tisztában a mezőgazdasági termékek fejlesztésével, árképzési módjaival, értékesítési folyamatával, promóciójával.</w:t>
      </w:r>
    </w:p>
    <w:p w14:paraId="5D26FDFF" w14:textId="77777777" w:rsidR="00A23F09" w:rsidRPr="004E7330" w:rsidRDefault="00537494" w:rsidP="00537494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Legyenek tisztában a személyi jövedelemadó-bevallást készítésével, járulékfizetési kötelezettségeik ellátásának módjával. Ismerjék meg a társadalombiztosítási jogosultságokat, ezáltal tudjanak alkalmazottat jogszabályoknak megfelelően alkalmazni.</w:t>
      </w:r>
    </w:p>
    <w:p w14:paraId="3BEB1307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445C2E4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43528C61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50E04020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608F220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603DA20B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Adózási ismeretek</w:t>
      </w:r>
    </w:p>
    <w:p w14:paraId="377E79D5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Jövedelemadó bevallás elkészítése főállású egyéni vállalkozó esetén másodállású egyéni vállalkozó esetén.</w:t>
      </w:r>
    </w:p>
    <w:p w14:paraId="0A14A132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őstermelő, családi gazdálkodó legkedvezőbb adózási módjának kiválasztása.</w:t>
      </w:r>
    </w:p>
    <w:p w14:paraId="5478B336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Járulékfizetési kötelezettségek teljesítése munkáltatót terhelő járulékok munkavállalót terhelő járulékok idegenforgalmi hozzájárulás útalap hozzájárulás környezetvédelmi termékdíj. </w:t>
      </w:r>
    </w:p>
    <w:p w14:paraId="357FF35D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Társadalombiztosítási eljárások rendszere egészségügyi szolgáltatások táppénzjogosultságok betegszabadság terhességi gyermekágyi segély. </w:t>
      </w:r>
    </w:p>
    <w:p w14:paraId="08A7FAF9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Jogkövetkezmények, jogorvoslat az adózási rendszerben.</w:t>
      </w:r>
    </w:p>
    <w:p w14:paraId="2F53E12C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FF23019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Vállalkozás gyakorlata</w:t>
      </w:r>
    </w:p>
    <w:p w14:paraId="492C0420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Vállalkozás létesítése, átalakítása és megszüntetése. </w:t>
      </w:r>
    </w:p>
    <w:p w14:paraId="38A71FAF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vállalkozás tárgyi és személyi (munkaerő) feltételeinek kialakítása. </w:t>
      </w:r>
    </w:p>
    <w:p w14:paraId="7E77512A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vállalkozás eszközeinek értékelése.</w:t>
      </w:r>
    </w:p>
    <w:p w14:paraId="4271BB3C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Ráfordítások, költségek, hozamok, bevételek meghatározása.</w:t>
      </w:r>
    </w:p>
    <w:p w14:paraId="2028B3C2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Jövedelem, jövedelmezőség, fedezet, hatékonyság meghatározása, elemzése.</w:t>
      </w:r>
    </w:p>
    <w:p w14:paraId="5484CD7A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kampány-, termelési és üzleti terv felépítése, tartalma, összeállítása.</w:t>
      </w:r>
    </w:p>
    <w:p w14:paraId="05CB9D69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Pályázati lehetőségek felkutatása, pályázatkészítés.</w:t>
      </w:r>
    </w:p>
    <w:p w14:paraId="6F6281AF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1160DC9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Mezőgazdasági vállalkozás marketing tevékenysége</w:t>
      </w:r>
    </w:p>
    <w:p w14:paraId="361BB18F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piackutatás mezőgazdasági termék esetében (módszerek, elemzések).</w:t>
      </w:r>
    </w:p>
    <w:p w14:paraId="5F77971C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(kitermelői) termék fejlesztési lehetőségei.</w:t>
      </w:r>
    </w:p>
    <w:p w14:paraId="09ECF70D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(kitermelői) termék árképzése, árváltoztatása.</w:t>
      </w:r>
    </w:p>
    <w:p w14:paraId="62CE5416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(kitermelői) termék értékesítési módjai</w:t>
      </w:r>
    </w:p>
    <w:p w14:paraId="207CA9D5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(kitermelői) termék értékesítéséhez kapcsolódó piacbefolyásolás (reklám, SP, PR, személyes eladás).</w:t>
      </w:r>
    </w:p>
    <w:p w14:paraId="698C220C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Beszerzést/vásárlást befolyásoló tényezők.</w:t>
      </w:r>
    </w:p>
    <w:p w14:paraId="4003261D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Beszerzés/vásárlás folyamata. </w:t>
      </w:r>
    </w:p>
    <w:p w14:paraId="53D9F4C2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Logisztika</w:t>
      </w:r>
      <w:r w:rsidR="009A41D4" w:rsidRPr="004E7330">
        <w:rPr>
          <w:rFonts w:cs="Times New Roman"/>
        </w:rPr>
        <w:t>.</w:t>
      </w:r>
    </w:p>
    <w:p w14:paraId="6B8FA897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1439B33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Adminisztráció</w:t>
      </w:r>
    </w:p>
    <w:p w14:paraId="19A5AE33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Bizonylati elv és fegyelem, bizonylatok kitöltése (alaki, tartalmi, formai követelmények) </w:t>
      </w:r>
    </w:p>
    <w:p w14:paraId="041896A0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Számlakitöltés készpénzfizetési számla kitöltése átutalásos számla kitöltése nyugta kiállítása készpénzátvételi elismervény kiállítása </w:t>
      </w:r>
    </w:p>
    <w:p w14:paraId="3E572AAA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(kistermelői) tevékenység tervezéséhez, folytatásához, ellenőrzéséhez szükséges információk, adatok gyűjtése, tárolása, rendszerezése:</w:t>
      </w:r>
    </w:p>
    <w:p w14:paraId="310C963C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Eszköz-, anyag- és készletnyilvántartások vezetése </w:t>
      </w:r>
    </w:p>
    <w:p w14:paraId="4AEC4F1E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Számítógépes adatnyilvántartás, gazdálkodási napló vezetése </w:t>
      </w:r>
    </w:p>
    <w:p w14:paraId="66A40B23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Leltározás, leltárkészítés, selejtezés.</w:t>
      </w:r>
    </w:p>
    <w:p w14:paraId="3E4C245E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Termelői regisztráció (őstermelői igazolvány kiváltása, MVH regisztráció) </w:t>
      </w:r>
    </w:p>
    <w:p w14:paraId="0A1BFE26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Támogatások igénylése.</w:t>
      </w:r>
    </w:p>
    <w:p w14:paraId="6EF19CAB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614340C" w14:textId="77777777" w:rsidR="00A23F09" w:rsidRPr="004E7330" w:rsidRDefault="0053749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Kommunikáció</w:t>
      </w:r>
    </w:p>
    <w:p w14:paraId="101D87CE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Információforrások kezelése </w:t>
      </w:r>
    </w:p>
    <w:p w14:paraId="57EF9C56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infokommunikációs irodai eszközök használata (irodai eszközök, telefon, fax, szkenner, iratmegsemmisítő).</w:t>
      </w:r>
    </w:p>
    <w:p w14:paraId="1E4D796B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üzleti levelezés szabályai.</w:t>
      </w:r>
    </w:p>
    <w:p w14:paraId="1D37C01C" w14:textId="77777777" w:rsidR="00537494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kommunikáció módszerei, eszközei.</w:t>
      </w:r>
    </w:p>
    <w:p w14:paraId="7ED1BB86" w14:textId="77777777" w:rsidR="00A23F09" w:rsidRPr="004E7330" w:rsidRDefault="00537494" w:rsidP="00537494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üzleti tárgyalás résztvevői, menete, kiértékelése.</w:t>
      </w:r>
    </w:p>
    <w:p w14:paraId="4F13FD36" w14:textId="77777777" w:rsidR="00A23F09" w:rsidRPr="004E7330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CE5F26F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2C9262CB" w14:textId="77777777" w:rsidR="00A23F09" w:rsidRPr="004E7330" w:rsidRDefault="00537494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Tanterem, gazdálkodó egységek adminisztrációs helységei.</w:t>
      </w:r>
    </w:p>
    <w:p w14:paraId="06E4D0C1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047D9F1A" w14:textId="77777777" w:rsidR="00A23F09" w:rsidRPr="004E7330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624D5B65" w14:textId="461A7AA2" w:rsidR="00A23F09" w:rsidRPr="004E7330" w:rsidRDefault="00A23F09" w:rsidP="00A23F09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4CB81F50" w14:textId="77777777" w:rsidR="00A23F09" w:rsidRPr="004E7330" w:rsidRDefault="00A23F09" w:rsidP="00A23F09">
      <w:pPr>
        <w:spacing w:after="0"/>
        <w:ind w:left="426"/>
        <w:rPr>
          <w:rFonts w:cs="Times New Roman"/>
        </w:rPr>
      </w:pPr>
    </w:p>
    <w:p w14:paraId="4E960FEF" w14:textId="77777777" w:rsidR="00D54F9E" w:rsidRPr="004E7330" w:rsidRDefault="00D54F9E" w:rsidP="00D54F9E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6DEE35CA" w14:textId="77777777" w:rsidR="00D54F9E" w:rsidRPr="004E7330" w:rsidRDefault="00D54F9E" w:rsidP="00D54F9E">
      <w:pPr>
        <w:rPr>
          <w:rFonts w:cs="Times New Roman"/>
        </w:rPr>
      </w:pPr>
    </w:p>
    <w:p w14:paraId="66926AC9" w14:textId="77777777" w:rsidR="00D54F9E" w:rsidRPr="004E7330" w:rsidRDefault="00D54F9E" w:rsidP="00D54F9E">
      <w:pPr>
        <w:spacing w:before="28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</w:t>
      </w:r>
    </w:p>
    <w:p w14:paraId="1A178A26" w14:textId="77777777" w:rsidR="00D54F9E" w:rsidRPr="004E7330" w:rsidRDefault="00D54F9E" w:rsidP="00D54F9E">
      <w:pPr>
        <w:spacing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11906-16 azonosító számú</w:t>
      </w:r>
    </w:p>
    <w:p w14:paraId="141B8137" w14:textId="77777777" w:rsidR="00D54F9E" w:rsidRPr="004E7330" w:rsidRDefault="00D54F9E" w:rsidP="00D54F9E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Agrárvállalkozási, kereskedelmi ismeretek</w:t>
      </w:r>
    </w:p>
    <w:p w14:paraId="7E38D14D" w14:textId="77777777" w:rsidR="00D54F9E" w:rsidRPr="004E7330" w:rsidRDefault="00D54F9E" w:rsidP="00D54F9E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megnevezésű</w:t>
      </w:r>
    </w:p>
    <w:p w14:paraId="64C26B42" w14:textId="77777777" w:rsidR="00D54F9E" w:rsidRPr="004E7330" w:rsidRDefault="00D54F9E" w:rsidP="00D54F9E">
      <w:pPr>
        <w:spacing w:before="480" w:after="480"/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szakmai követelménymodul</w:t>
      </w:r>
    </w:p>
    <w:p w14:paraId="1199BF96" w14:textId="77777777" w:rsidR="00D54F9E" w:rsidRPr="004E7330" w:rsidRDefault="00D54F9E" w:rsidP="00D54F9E">
      <w:pPr>
        <w:jc w:val="center"/>
        <w:rPr>
          <w:rFonts w:cs="Times New Roman"/>
          <w:b/>
          <w:sz w:val="36"/>
        </w:rPr>
      </w:pPr>
      <w:r w:rsidRPr="004E7330">
        <w:rPr>
          <w:rFonts w:cs="Times New Roman"/>
          <w:b/>
          <w:sz w:val="36"/>
        </w:rPr>
        <w:t>tantárgyai, témakörei</w:t>
      </w:r>
    </w:p>
    <w:p w14:paraId="52579397" w14:textId="77777777" w:rsidR="00D54F9E" w:rsidRPr="004E7330" w:rsidRDefault="00D54F9E" w:rsidP="00D54F9E">
      <w:pPr>
        <w:spacing w:after="200" w:line="276" w:lineRule="auto"/>
        <w:jc w:val="left"/>
        <w:rPr>
          <w:rFonts w:cs="Times New Roman"/>
        </w:rPr>
      </w:pPr>
      <w:r w:rsidRPr="004E7330">
        <w:rPr>
          <w:rFonts w:cs="Times New Roman"/>
        </w:rPr>
        <w:br w:type="page"/>
      </w:r>
    </w:p>
    <w:p w14:paraId="04C5E73E" w14:textId="2D72B7ED" w:rsidR="00D54F9E" w:rsidRPr="004E7330" w:rsidRDefault="00D54F9E" w:rsidP="00D54F9E">
      <w:pPr>
        <w:rPr>
          <w:rFonts w:cs="Times New Roman"/>
        </w:rPr>
      </w:pPr>
      <w:r w:rsidRPr="004E7330">
        <w:rPr>
          <w:rFonts w:cs="Times New Roman"/>
        </w:rPr>
        <w:t xml:space="preserve">A 11906-16 azonosító számú Agrárvállalkozási, kereskedelmi ismeretek megnevezésű szakmai követelménymodulhoz tartozó tantárgyak és témakörök oktatása során </w:t>
      </w:r>
      <w:r w:rsidR="00D40B94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87"/>
        <w:gridCol w:w="758"/>
        <w:gridCol w:w="758"/>
      </w:tblGrid>
      <w:tr w:rsidR="004E7330" w:rsidRPr="004E7330" w14:paraId="4D6E7079" w14:textId="77777777" w:rsidTr="00F82916">
        <w:trPr>
          <w:cantSplit/>
          <w:trHeight w:val="1697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4F1C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AFBC78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Gazdálkodási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822E315" w14:textId="77777777" w:rsidR="00D54F9E" w:rsidRPr="004E7330" w:rsidRDefault="00D54F9E" w:rsidP="009A7796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Gazdálkodási gyakorlatok</w:t>
            </w:r>
          </w:p>
        </w:tc>
      </w:tr>
      <w:tr w:rsidR="004E7330" w:rsidRPr="004E7330" w14:paraId="01EA0127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B59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D11D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23BB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29AD263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3AD99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Megtervezi vállalkozását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A0D9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8FA6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5D11F5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86127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Ismeri az őstermelői, kistermelői élelmiszer előállítási tevékenység folytatásának feltételeit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EDAF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DBA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1297902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ABEA4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Üzleti tervet, mezőgazdasági technológiai- és kampánytervet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77CE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0C02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AC1198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14027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Megtervezi a vállalkozás anyagi feltételeit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F66A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AD5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314E60F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FC527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Biztosítja a vállalkozásához szükséges személyi és tárgyi feltételeket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4689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D15A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496590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CABC5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Irányítási és szervezési feladatokat lát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84F3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3C34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9B0DC13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E20EE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Betartja és betartatja a munkajogi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17D1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8D3C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3730E1F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F77E8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Irányítási, szervezési feladatokat lát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DA84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E991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0E8600F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F1992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Tudatosan fejleszti vállalkozása eszközeit, termékeit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D112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2661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829D0BA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BA03E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Adózási feladatokat lát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58B4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C865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AE621B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3960B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Figyelemmel kíséri a vállalkozásával kapcsolatos jogszabályokat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00A9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3595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4D88CF9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A8202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Kapcsolatot tart környezetével, továbbképzéseken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74F1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2F39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F78E0FF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A51C7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Szükség esetén átalakítja, vagy megszünteti vállalkozását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23D1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DEA0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A240548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5C732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Piackutatást, piacbefolyásolási tevékenységet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B455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FD2B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2B5C889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B819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Üzleti tárgyalást, üzleti levelezést folytat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716A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D099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43C926E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DB121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Tervet, pályázatot készít, készítet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148B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0021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230C96D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CA65A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Támogatást igényel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A430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B614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546226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AC172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Elvégzi a szükséges gazdasági számításokat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090E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4ADA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24CD0F8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A1A6E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Jelentést, kimutatást készít, adatszolgáltatást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CA03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B55F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A6DEACF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F9B2C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Figyelembe veszi a fogyasztói érdekvédelem szabályait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D543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4917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32FA96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D5E55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Beszerzi a termeléshez, szolgáltatáshoz szükséges 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C56E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ED85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BC3DA4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8295A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Készletezési, raktározási tevékenységet folytat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5162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F4C6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A00C24B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97FD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Értékesítési tevékenységet folytat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9BE1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F06B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FC53EC7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2A72B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Ismeri és alkalmazza a vállalkozás jogkövető működése érdekében a fogyasztóvédelmi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09F0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22F8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BCD8F43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064D1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8E57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7EC3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5F5F484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FDC74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36CC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1C52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32ED27C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B2230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Őstermelői tevékenység, kistermelői élelmiszer előállítás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68A6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94AF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B301FBE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D9B3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mezőgazdasági termelés eszközeinek üzemgazdasági értékelése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8615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B816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A9EE77B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3E6EE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termékek ráfordításai és költségei, az egyes ágazatok jellemző költségei, a vállalkozás eredménye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1543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8493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AFA6B8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231B4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termelési folyamat tényezői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9174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DEA8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3E2E65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BB58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vállalkozás fogalma, jellemzői, formái, létesítése,működtetése, átalakítása, megszüntetése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0625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ABE4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DEBECEB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AA653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Az üzleti terv készítésének céljai, az üzleti terv felépítése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9431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EF8C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412DAF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ECFDC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technológiai és kampányterv felépítése, tartalma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00E9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B734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5BF8A5D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66092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szerződéskötés alapelvei, a fontosabb szerződéstípusok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AAA9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0036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27A53FF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C0CF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Bizonylati elv- és fegyelem, bizonylatok kitöltése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A513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BBED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580787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936B8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növénytermesztő, állattenyésztő szolgáltató tevékenységek analitikus nyilvántartásai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E57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10F9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93E0A6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A27D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Az üzleti tárgyalás feltételei, résztvevői, menete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6A52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A279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24FDE2F3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21C18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kommunikáció módszerei, eszközei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9FCA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F989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23699A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F8550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Az üzleti levelezés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3A63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C8BA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47F3FF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16B8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fogyasztói magatartás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77F4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9863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4C9787A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C5482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piackutatás módszerei mezőgazdasági és élelmiszeripari termék esetén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E228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FD34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495CAEF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1FBBC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termékek marketingje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4C5B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215A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676CD72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972B2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termékek jellemzői, árképzése, a termékfejlesztés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F92C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F59D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D2B78EC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B472A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termékek speciális értékesítési módjai, az értékesítés elősegítése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FE55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CE3C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651F108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AECF1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képzéshez illeszkedő hazai és európai uniós fogyasztóvédelmi előírások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D96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0336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3EC332B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98933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Pályázatkészítés, a támogatások igénybe vételének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4F15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A4A5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212F6EB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7C7B8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Biztosítási lehetőségek az üzleti életben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BD1F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2EE7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E1C74F6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9744D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A vállalkozás pénzügyei, hitelezés, adózás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A255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8082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BC1FE3B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BFEA3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Társadalombiztosítás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382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E647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66AEB23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42E9B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Munkajogi, munkaügyi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CC18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882B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450E0FF9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CB7CF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Munkaszervezés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54AF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9097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0BEE708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879E3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Számítógépes nyilvántartás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CBCB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1203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856A3B7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5F662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Beszerzés folyamata, raktározás, készletezés, leltározás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F873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4268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6E274337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D396C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Mezőgazdasági kompenzációs felár, felvásárlási jegy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CD87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A1F1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58FDDE52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4A860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557F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BB3CF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7AB47BDA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46CCA1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4F1F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444E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033B54C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058E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nyelvi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F4F6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56F1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6FD9CAB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BF0CD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írásbeli fogalmazás készsége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C3AB1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4870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776FB3C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7026A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6FEE1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CB20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56748E4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90D8DB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C1BE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75EA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EFB2DA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4485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71E1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97FD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3F1B0CA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127AB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B8B3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9703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3F71FD0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7F69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B19E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E7F9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54431895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03E2E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4CC6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34BE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B149D2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12F32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71601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40159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E81DF1C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DCE71D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AFB3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3F885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45C3800F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58F203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949D0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1799E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6C142F51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49B3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43A31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94B22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1BCC905F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6819B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F022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2845C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4E7330" w:rsidRPr="004E7330" w14:paraId="134A5B74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CB42E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Problémaelemzés-, feltárás-, megoldás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2B98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4B541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4E7330" w:rsidRPr="004E7330" w14:paraId="7B3ED828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A326A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Tervezés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E2F94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41DFA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  <w:tr w:rsidR="00F82916" w:rsidRPr="004E7330" w14:paraId="41D30112" w14:textId="77777777" w:rsidTr="00F82916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F77CA7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Ismeretek helyén 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5F1E8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DFF96" w14:textId="77777777" w:rsidR="00D54F9E" w:rsidRPr="004E7330" w:rsidRDefault="00D54F9E" w:rsidP="003266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4E7330">
              <w:rPr>
                <w:rFonts w:cs="Times New Roman"/>
                <w:szCs w:val="24"/>
              </w:rPr>
              <w:t>x</w:t>
            </w:r>
          </w:p>
        </w:tc>
      </w:tr>
    </w:tbl>
    <w:p w14:paraId="56DCF8BD" w14:textId="77777777" w:rsidR="00D54F9E" w:rsidRPr="004E7330" w:rsidRDefault="00D54F9E" w:rsidP="00D54F9E">
      <w:pPr>
        <w:rPr>
          <w:rFonts w:cs="Times New Roman"/>
        </w:rPr>
      </w:pPr>
    </w:p>
    <w:p w14:paraId="7456329E" w14:textId="77777777" w:rsidR="00D54F9E" w:rsidRPr="004E7330" w:rsidRDefault="00D54F9E" w:rsidP="00D54F9E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Gazdálkodási ismeretek  tantárgy</w:t>
      </w:r>
      <w:r w:rsidRPr="004E7330">
        <w:rPr>
          <w:rFonts w:cs="Times New Roman"/>
          <w:b/>
        </w:rPr>
        <w:tab/>
      </w:r>
      <w:r w:rsidR="009A7796" w:rsidRPr="004E7330">
        <w:rPr>
          <w:rFonts w:cs="Times New Roman"/>
          <w:b/>
        </w:rPr>
        <w:t>98</w:t>
      </w:r>
      <w:r w:rsidRPr="004E7330">
        <w:rPr>
          <w:rFonts w:cs="Times New Roman"/>
          <w:b/>
        </w:rPr>
        <w:t xml:space="preserve"> óra/- óra*</w:t>
      </w:r>
    </w:p>
    <w:p w14:paraId="29E0CC37" w14:textId="77777777" w:rsidR="00D54F9E" w:rsidRPr="004E7330" w:rsidRDefault="00D54F9E" w:rsidP="00D54F9E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3007145A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1AA48748" w14:textId="3544363F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tantárgy az 51 621 01 Agrár vállalkozó </w:t>
      </w:r>
      <w:r w:rsidR="00F82916" w:rsidRPr="00F82916">
        <w:rPr>
          <w:rFonts w:cs="Times New Roman"/>
        </w:rPr>
        <w:t>mellék-</w:t>
      </w:r>
      <w:r w:rsidRPr="004E7330">
        <w:rPr>
          <w:rFonts w:cs="Times New Roman"/>
        </w:rPr>
        <w:t>szakképesítéshez kapcsolódik.</w:t>
      </w:r>
    </w:p>
    <w:p w14:paraId="34E68CAE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0BAFB98B" w14:textId="77777777" w:rsidR="00D54F9E" w:rsidRPr="004E7330" w:rsidRDefault="00D54F9E" w:rsidP="00D54F9E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6F6DC42A" w14:textId="056556F7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tanulók váljanak alkalmassá az önálló gazdálkodás megtervezéséhez, a lehetőségeiknek megfelelő gazdálkodási forma kiválasztására, annak működtetésére, szükség esetén megszűntetésére. Értsék a gazdasági folyamatok, a jövedelemképződés összefüggéseit. Legyenek tisztában a munka világát szabályozó előírásokkal, az alapvető munkajogi, adózási szabályokkal.</w:t>
      </w:r>
      <w:r w:rsidR="00C04F1A" w:rsidRPr="004E7330">
        <w:rPr>
          <w:rFonts w:cs="Times New Roman"/>
        </w:rPr>
        <w:t xml:space="preserve"> Az önálló vállalkozói kompetenciák kialakítása és megszilárdítása az ismeretkör mélyebb kifejtését teszi szükségessé.</w:t>
      </w:r>
    </w:p>
    <w:p w14:paraId="610B61B6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0CB07709" w14:textId="77777777" w:rsidR="00D54F9E" w:rsidRPr="004E7330" w:rsidRDefault="00D54F9E" w:rsidP="00D54F9E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44955CBF" w14:textId="77777777" w:rsidR="00C04F1A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Történelem és társadalomismeret (az Európai Unió kialakulása)</w:t>
      </w:r>
      <w:r w:rsidR="00C04F1A" w:rsidRPr="004E7330">
        <w:rPr>
          <w:rFonts w:cs="Times New Roman"/>
        </w:rPr>
        <w:t xml:space="preserve"> </w:t>
      </w:r>
    </w:p>
    <w:p w14:paraId="68D347AB" w14:textId="6361D2D6" w:rsidR="00D54F9E" w:rsidRPr="004E7330" w:rsidRDefault="00C04F1A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Gazdálkodási ismeretek tantárgy ezen témakörének szakmai tartalma megegyezik a 11906-16 számú Agrárvállalkozási, kereskedelmi ismeretek modulhoz tartozó 17.</w:t>
      </w:r>
      <w:r w:rsidRPr="004E7330">
        <w:rPr>
          <w:rFonts w:cs="Times New Roman"/>
        </w:rPr>
        <w:tab/>
        <w:t>Gazdálkodási alapismeretek tantárgy témaköreinek szakmai tartalmával</w:t>
      </w:r>
    </w:p>
    <w:p w14:paraId="0C715C31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73EA7AF2" w14:textId="77777777" w:rsidR="00D54F9E" w:rsidRPr="004E7330" w:rsidRDefault="00D54F9E" w:rsidP="00D54F9E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057B8A22" w14:textId="77777777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gazdálkodás alapismeretei</w:t>
      </w:r>
    </w:p>
    <w:p w14:paraId="6F6EE356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termelés erőforrásai: </w:t>
      </w:r>
    </w:p>
    <w:p w14:paraId="0C1441CC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termelés eszközrendszere (befektetett eszközök, forgóeszközök, termőföld, munkaerő), az eszközök hatékony működtetésének összefüggései</w:t>
      </w:r>
    </w:p>
    <w:p w14:paraId="002CE3CA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termelés ráfordításai és költségei, a termelési tevékenység eredménye, hatékonyságot kifejező mutatók képzése</w:t>
      </w:r>
    </w:p>
    <w:p w14:paraId="552B6418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termelés reálszférája: beszerzés termelés készletezés minőség-ellenőrzés értékesítés </w:t>
      </w:r>
    </w:p>
    <w:p w14:paraId="7CABD0E5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termelés pénzügyei a pénz szerepe a piacgazdaságban pénzintézeti rendszer, pénzintézetek tevékenysége pénzforgalom típusai, jellemzői hitelezés értékpapírok és tőzsde </w:t>
      </w:r>
    </w:p>
    <w:p w14:paraId="6679EA29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E19023B" w14:textId="77777777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Vállalkozási alapismeretek</w:t>
      </w:r>
    </w:p>
    <w:p w14:paraId="50777B62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vállalkozások csoportosítása a vállalkozás fogalma, általános jellemzői, feltételei.</w:t>
      </w:r>
    </w:p>
    <w:p w14:paraId="12C53273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egyéni és társas vállalkozás és a szövetkezetek jellemzői, működésének szabályai, alapítása.</w:t>
      </w:r>
    </w:p>
    <w:p w14:paraId="322D2312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Cégnyilvántartás, cégfelügyelet, érdekképviseletek szerepe, felépítése.</w:t>
      </w:r>
    </w:p>
    <w:p w14:paraId="08A73359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vállalkozási formák közötti választás szempontjai.</w:t>
      </w:r>
    </w:p>
    <w:p w14:paraId="11698D97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vállalkozások adózási, nyilvántartási kötelezettségének tartalma, formái.</w:t>
      </w:r>
    </w:p>
    <w:p w14:paraId="19698C6F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munkaviszony és jellemző tulajdonságai általános jogi ismeretek munkaviszony keletkezése, megszűnésének, megszüntetésének esetei munkáltató, munkavállaló jogai és kötelezettségei munkáltató, munkavállaló kártérítési felelőssége munkaügyi vita</w:t>
      </w:r>
    </w:p>
    <w:p w14:paraId="013D491B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2A4EED" w14:textId="77777777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Mezőgazdasági vállalkozások sajátosságai</w:t>
      </w:r>
    </w:p>
    <w:p w14:paraId="1D22A3D5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őstermelői tevékenység jellemzői, működésének szabályai, a kistermelői élelmiszer előállítás szabályai. </w:t>
      </w:r>
    </w:p>
    <w:p w14:paraId="54F3D72A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vállalkozások kiegészítő jövedelemszerzési lehetőségei.</w:t>
      </w:r>
    </w:p>
    <w:p w14:paraId="299251F8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vállalkozások finanszírozása.</w:t>
      </w:r>
    </w:p>
    <w:p w14:paraId="6D5F61DF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F3A8C7D" w14:textId="3C95D5C0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Marketing</w:t>
      </w:r>
      <w:r w:rsidR="00DE1FCF" w:rsidRPr="004E7330">
        <w:rPr>
          <w:rFonts w:cs="Times New Roman"/>
          <w:b/>
          <w:i/>
        </w:rPr>
        <w:t>, fogyasztóvédel</w:t>
      </w:r>
      <w:r w:rsidR="00161E1D" w:rsidRPr="004E7330">
        <w:rPr>
          <w:rFonts w:cs="Times New Roman"/>
          <w:b/>
          <w:i/>
        </w:rPr>
        <w:t>em</w:t>
      </w:r>
    </w:p>
    <w:p w14:paraId="042C8795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marketing sajátos fogalmi rendszere (szükséglet, jószág, hasznosság, szűkösség, haszonáldozat, termelői, fogyasztói többlet, termelési lehetőségek határa).</w:t>
      </w:r>
    </w:p>
    <w:p w14:paraId="3B5A0F75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Piaci ismeretek: piac fogalma, működése, piactípusok, a piac résztvevői, mérete. </w:t>
      </w:r>
    </w:p>
    <w:p w14:paraId="090FDB6A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fogyasztói magatartás jellemzői különféle piactípusokon.</w:t>
      </w:r>
    </w:p>
    <w:p w14:paraId="4061382A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Marketing információk, a piackutatás formái.</w:t>
      </w:r>
    </w:p>
    <w:p w14:paraId="6CB4881C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Marketing mix elemek, összefüggések</w:t>
      </w:r>
    </w:p>
    <w:p w14:paraId="64D686BE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4FC0882" w14:textId="77777777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 mezőgazdasági vállalkozások, termékek marketingje</w:t>
      </w:r>
    </w:p>
    <w:p w14:paraId="23DF22C5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termékek sajátosságai.</w:t>
      </w:r>
    </w:p>
    <w:p w14:paraId="4245943E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termékek piacának, vásárlási folyamatának jellemzői.</w:t>
      </w:r>
    </w:p>
    <w:p w14:paraId="0254DC9A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termékek fejlesztésének lehetőségei.</w:t>
      </w:r>
    </w:p>
    <w:p w14:paraId="0C9FBDC4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termékek árképzése.</w:t>
      </w:r>
    </w:p>
    <w:p w14:paraId="673FB60F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termékek értékesítési módjai</w:t>
      </w:r>
    </w:p>
    <w:p w14:paraId="12385494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vállalkozás promóciós tevékenységének tartalma</w:t>
      </w:r>
    </w:p>
    <w:p w14:paraId="161174FB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6C1720A" w14:textId="77777777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Európai Uniós ismeretek</w:t>
      </w:r>
    </w:p>
    <w:p w14:paraId="3640AD98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Európai Unió kialakulása és intézményi- és finanszírozási rendszere </w:t>
      </w:r>
    </w:p>
    <w:p w14:paraId="6A507064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Közös Agrárpolitika (KAP) kialakulása, működése</w:t>
      </w:r>
    </w:p>
    <w:p w14:paraId="2AF493CE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Európai Unió agrárszabályozása </w:t>
      </w:r>
    </w:p>
    <w:p w14:paraId="03D719C2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Az Európai Unió vidékfejlesztési politikája </w:t>
      </w:r>
    </w:p>
    <w:p w14:paraId="6E03EBBC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EU pénzügyi alapok, pályázati rendszerek </w:t>
      </w:r>
    </w:p>
    <w:p w14:paraId="27777758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EU és nemzeti támogatások rendszere</w:t>
      </w:r>
    </w:p>
    <w:p w14:paraId="2D2A421D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370F87" w14:textId="77777777" w:rsidR="00D54F9E" w:rsidRPr="004E7330" w:rsidRDefault="00D54F9E" w:rsidP="00D54F9E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605B8256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Tanterem</w:t>
      </w:r>
    </w:p>
    <w:p w14:paraId="31A40458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19F521E6" w14:textId="77777777" w:rsidR="00D54F9E" w:rsidRPr="004E7330" w:rsidRDefault="00D54F9E" w:rsidP="00D54F9E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6C2235AA" w14:textId="1A28407B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7771B50A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58F748BC" w14:textId="14E1CF8E" w:rsidR="00D54F9E" w:rsidRPr="004E7330" w:rsidRDefault="00D54F9E" w:rsidP="00D54F9E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Gazdálkodási gyakorlatok tantárgy</w:t>
      </w:r>
      <w:r w:rsidRPr="004E7330">
        <w:rPr>
          <w:rFonts w:cs="Times New Roman"/>
          <w:b/>
        </w:rPr>
        <w:tab/>
      </w:r>
      <w:r w:rsidR="009A7796" w:rsidRPr="004E7330">
        <w:rPr>
          <w:rFonts w:cs="Times New Roman"/>
          <w:b/>
        </w:rPr>
        <w:t>134</w:t>
      </w:r>
      <w:r w:rsidRPr="004E7330">
        <w:rPr>
          <w:rFonts w:cs="Times New Roman"/>
          <w:b/>
        </w:rPr>
        <w:t xml:space="preserve"> óra/- óra*</w:t>
      </w:r>
    </w:p>
    <w:p w14:paraId="21AE3242" w14:textId="77777777" w:rsidR="00D54F9E" w:rsidRPr="004E7330" w:rsidRDefault="00D54F9E" w:rsidP="00D54F9E">
      <w:pPr>
        <w:spacing w:after="0"/>
        <w:jc w:val="right"/>
        <w:rPr>
          <w:rFonts w:cs="Times New Roman"/>
          <w:sz w:val="20"/>
        </w:rPr>
      </w:pPr>
      <w:r w:rsidRPr="004E7330">
        <w:rPr>
          <w:rFonts w:cs="Times New Roman"/>
          <w:sz w:val="20"/>
        </w:rPr>
        <w:t>* 9-13. évfolyamon megszervezett képzés/13. és 14. évfolyamon megszervezett képzés</w:t>
      </w:r>
    </w:p>
    <w:p w14:paraId="32CADF46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2BE45D58" w14:textId="58628E62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tantárgy az 51 621 01 Agrár vállalkozó </w:t>
      </w:r>
      <w:r w:rsidR="00F82916" w:rsidRPr="00F82916">
        <w:rPr>
          <w:rFonts w:cs="Times New Roman"/>
        </w:rPr>
        <w:t>mellék-</w:t>
      </w:r>
      <w:r w:rsidRPr="004E7330">
        <w:rPr>
          <w:rFonts w:cs="Times New Roman"/>
        </w:rPr>
        <w:t>szakképesítéshez kapcsolódik.</w:t>
      </w:r>
    </w:p>
    <w:p w14:paraId="72DDB56F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3E865391" w14:textId="77777777" w:rsidR="00D54F9E" w:rsidRPr="004E7330" w:rsidRDefault="00D54F9E" w:rsidP="00D54F9E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tanításának célja</w:t>
      </w:r>
    </w:p>
    <w:p w14:paraId="4240BF69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tanulók sajátítsák el a mezőgazdasági vállalkozás működtetéséhez szükséges alapvető gyakorlati tudnivalókat. </w:t>
      </w:r>
    </w:p>
    <w:p w14:paraId="48FC01E6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Váljanak képessé a mezőgazdasági termelés releváns adatainak összegyűjtésére, rendszerezésére, a gazdálkodási tevékenység elemzésére, elő és utókalkulációk végzésére.</w:t>
      </w:r>
    </w:p>
    <w:p w14:paraId="06E1BDD5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Legyenek képesek mezőgazdasági kampány, technológiai és egyszerű üzleti terv készítésére, fejlesztési célok meghatározására.</w:t>
      </w:r>
    </w:p>
    <w:p w14:paraId="1D3C4FB9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Legyenek képesek vállalkozásuk önálló indítására, működtetésére, adatközlések megtételére, ismerjék meg a bizonylatkitöltés szabályait, tudjanak önállóan pénzforgalommal kapcsolatos alapbizonylatokat kitölteni. </w:t>
      </w:r>
    </w:p>
    <w:p w14:paraId="2DCB40A7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Legyenek képesek a pályázati lehetőségek felkutatására, a releváns pályázatok kiválasztására, ismerjék meg pályázatírás alapjait.</w:t>
      </w:r>
    </w:p>
    <w:p w14:paraId="697C1557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Legyenek tisztában a mezőgazdasági termékek fejlesztésével, árképzési módjaival, értékesítési folyamatával, promóciójával.</w:t>
      </w:r>
    </w:p>
    <w:p w14:paraId="584BA02B" w14:textId="25CE04B6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Legyenek tisztában a személyi jövedelemadó-bevallást készítésével, járulékfizetési kötelezettségeik ellátásának módjával. Ismerjék meg a társadalombiztosítási jogosultságokat, ezáltal tudjanak alkalmazottat jogszabályoknak megfelelően alkalmazni.</w:t>
      </w:r>
      <w:r w:rsidR="00726B54" w:rsidRPr="004E7330">
        <w:rPr>
          <w:rFonts w:cs="Times New Roman"/>
        </w:rPr>
        <w:t xml:space="preserve"> Az önálló vállalkozói kompetenciák kialakítása és megszilárdítása az ismeretkör mélyebb kifejtését teszi szükségessé</w:t>
      </w:r>
    </w:p>
    <w:p w14:paraId="684C6B3C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56BABFED" w14:textId="77777777" w:rsidR="00D54F9E" w:rsidRPr="004E7330" w:rsidRDefault="00D54F9E" w:rsidP="00D54F9E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Kapcsolódó közismereti, szakmai tartalmak</w:t>
      </w:r>
    </w:p>
    <w:p w14:paraId="5561CCD9" w14:textId="53B34925" w:rsidR="00D54F9E" w:rsidRPr="004E7330" w:rsidRDefault="00726B54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A 20.</w:t>
      </w:r>
      <w:r w:rsidRPr="004E7330">
        <w:rPr>
          <w:rFonts w:cs="Times New Roman"/>
        </w:rPr>
        <w:tab/>
        <w:t>Gazdálkodási gyakorlatok tantárgy ezen témaköreinek szakmai tartalma megegyezik a 11906-16 számú Agrárvállalkozási, kereskedelmi ismeretek modulhoz tartozó 18.</w:t>
      </w:r>
      <w:r w:rsidRPr="004E7330">
        <w:rPr>
          <w:rFonts w:cs="Times New Roman"/>
        </w:rPr>
        <w:tab/>
        <w:t>Gazdálkodási alapgyakorlatok tantárgy témaköreinek szakmai tartalmával</w:t>
      </w:r>
    </w:p>
    <w:p w14:paraId="23FC944C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2BD1FDEE" w14:textId="77777777" w:rsidR="00D54F9E" w:rsidRPr="004E7330" w:rsidRDefault="00D54F9E" w:rsidP="00D54F9E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Témakörök</w:t>
      </w:r>
    </w:p>
    <w:p w14:paraId="32075087" w14:textId="77777777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Adózási ismeretek</w:t>
      </w:r>
    </w:p>
    <w:p w14:paraId="5DA9264E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Jövedelemadó bevallás elkészítése főállású egyéni vállalkozó esetén másodállású egyéni vállalkozó esetén.</w:t>
      </w:r>
    </w:p>
    <w:p w14:paraId="3D2F6151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őstermelő, családi gazdálkodó legkedvezőbb adózási módjának kiválasztása.</w:t>
      </w:r>
    </w:p>
    <w:p w14:paraId="5DB5383E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Járulékfizetési kötelezettségek teljesítése munkáltatót terhelő járulékok munkavállalót terhelő járulékok idegenforgalmi hozzájárulás útalap hozzájárulás környezetvédelmi termékdíj. </w:t>
      </w:r>
    </w:p>
    <w:p w14:paraId="0C3B77DF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Társadalombiztosítási eljárások rendszere egészségügyi szolgáltatások táppénzjogosultságok betegszabadság terhességi gyermekágyi segély. </w:t>
      </w:r>
    </w:p>
    <w:p w14:paraId="60725537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Jogkövetkezmények, jogorvoslat az adózási rendszerben.</w:t>
      </w:r>
    </w:p>
    <w:p w14:paraId="1D3C0975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3438541" w14:textId="77777777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Vállalkozás gyakorlata</w:t>
      </w:r>
    </w:p>
    <w:p w14:paraId="705BC77B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Vállalkozás létesítése, átalakítása és megszüntetése. </w:t>
      </w:r>
    </w:p>
    <w:p w14:paraId="0C00B4B8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A vállalkozás tárgyi és személyi (munkaerő) feltételeinek kialakítása. </w:t>
      </w:r>
    </w:p>
    <w:p w14:paraId="1221B437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vállalkozás eszközeinek értékelése.</w:t>
      </w:r>
    </w:p>
    <w:p w14:paraId="320B4C64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Ráfordítások, költségek, hozamok, bevételek meghatározása.</w:t>
      </w:r>
    </w:p>
    <w:p w14:paraId="767E6AD2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Jövedelem, jövedelmezőség, fedezet, hatékonyság meghatározása, elemzése.</w:t>
      </w:r>
    </w:p>
    <w:p w14:paraId="6AD4F9F7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mezőgazdasági kampány-, termelési és üzleti terv felépítése, tartalma, összeállítása.</w:t>
      </w:r>
    </w:p>
    <w:p w14:paraId="0786665B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Pályázati lehetőségek felkutatása, pályázatkészítés.</w:t>
      </w:r>
    </w:p>
    <w:p w14:paraId="4A115AA5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6CF3E84" w14:textId="77777777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Mezőgazdasági vállalkozás marketing tevékenysége</w:t>
      </w:r>
    </w:p>
    <w:p w14:paraId="279E07E0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piackutatás mezőgazdasági termék esetében (módszerek, elemzések).</w:t>
      </w:r>
    </w:p>
    <w:p w14:paraId="74A0DF82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(kitermelői) termék fejlesztési lehetőségei.</w:t>
      </w:r>
    </w:p>
    <w:p w14:paraId="5AAB74D6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(kitermelői) termék árképzése, árváltoztatása.</w:t>
      </w:r>
    </w:p>
    <w:p w14:paraId="7EAE2442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(kitermelői) termék értékesítési módjai</w:t>
      </w:r>
    </w:p>
    <w:p w14:paraId="79B1F51B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(kitermelői) termék értékesítéséhez kapcsolódó piacbefolyásolás (reklám, SP, PR, személyes eladás).</w:t>
      </w:r>
    </w:p>
    <w:p w14:paraId="3B14F3D6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Beszerzést/vásárlást befolyásoló tényezők.</w:t>
      </w:r>
    </w:p>
    <w:p w14:paraId="2DDB294B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Beszerzés/vásárlás folyamata. </w:t>
      </w:r>
    </w:p>
    <w:p w14:paraId="4BCBDFD6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Logisztika.</w:t>
      </w:r>
    </w:p>
    <w:p w14:paraId="6756FA6B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ED1C75F" w14:textId="77777777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Adminisztráció</w:t>
      </w:r>
    </w:p>
    <w:p w14:paraId="20DA3B97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Bizonylati elv és fegyelem, bizonylatok kitöltése (alaki, tartalmi, formai követelmények) </w:t>
      </w:r>
    </w:p>
    <w:p w14:paraId="6F2CCC8B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Számlakitöltés készpénzfizetési számla kitöltése átutalásos számla kitöltése nyugta kiállítása készpénzátvételi elismervény kiállítása </w:t>
      </w:r>
    </w:p>
    <w:p w14:paraId="24AFF5A5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Mezőgazdasági (kistermelői) tevékenység tervezéséhez, folytatásához, ellenőrzéséhez szükséges információk, adatok gyűjtése, tárolása, rendszerezése:</w:t>
      </w:r>
    </w:p>
    <w:p w14:paraId="0D6F8C3E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Eszköz-, anyag- és készletnyilvántartások vezetése </w:t>
      </w:r>
    </w:p>
    <w:p w14:paraId="0B63DD13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Számítógépes adatnyilvántartás, gazdálkodási napló vezetése </w:t>
      </w:r>
    </w:p>
    <w:p w14:paraId="1124DE5F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Leltározás, leltárkészítés, selejtezés.</w:t>
      </w:r>
    </w:p>
    <w:p w14:paraId="4E73AC64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Termelői regisztráció (őstermelői igazolvány kiváltása, MVH regisztráció) </w:t>
      </w:r>
    </w:p>
    <w:p w14:paraId="46A955EA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Támogatások igénylése.</w:t>
      </w:r>
    </w:p>
    <w:p w14:paraId="6951C6D3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1457E2C" w14:textId="77777777" w:rsidR="00D54F9E" w:rsidRPr="004E7330" w:rsidRDefault="00D54F9E" w:rsidP="00D54F9E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4E7330">
        <w:rPr>
          <w:rFonts w:cs="Times New Roman"/>
          <w:b/>
          <w:i/>
        </w:rPr>
        <w:t>Kommunikáció</w:t>
      </w:r>
    </w:p>
    <w:p w14:paraId="62061894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 xml:space="preserve">Információforrások kezelése </w:t>
      </w:r>
    </w:p>
    <w:p w14:paraId="1EE9C142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infokommunikációs irodai eszközök használata (irodai eszközök, telefon, fax, szkenner, iratmegsemmisítő).</w:t>
      </w:r>
    </w:p>
    <w:p w14:paraId="08A7B79A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üzleti levelezés szabályai.</w:t>
      </w:r>
    </w:p>
    <w:p w14:paraId="253B5262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 kommunikáció módszerei, eszközei.</w:t>
      </w:r>
    </w:p>
    <w:p w14:paraId="6FD43F5B" w14:textId="77777777" w:rsidR="00D54F9E" w:rsidRPr="004E7330" w:rsidRDefault="00D54F9E" w:rsidP="00D54F9E">
      <w:pPr>
        <w:spacing w:after="0"/>
        <w:ind w:left="851"/>
        <w:rPr>
          <w:rFonts w:cs="Times New Roman"/>
        </w:rPr>
      </w:pPr>
      <w:r w:rsidRPr="004E7330">
        <w:rPr>
          <w:rFonts w:cs="Times New Roman"/>
        </w:rPr>
        <w:t>Az üzleti tárgyalás résztvevői, menete, kiértékelése.</w:t>
      </w:r>
    </w:p>
    <w:p w14:paraId="3C8F8A62" w14:textId="77777777" w:rsidR="00D54F9E" w:rsidRPr="004E7330" w:rsidRDefault="00D54F9E" w:rsidP="00D54F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9BCA30C" w14:textId="77777777" w:rsidR="00D54F9E" w:rsidRPr="004E7330" w:rsidRDefault="00D54F9E" w:rsidP="00D54F9E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képzés javasolt helyszíne (ajánlás)</w:t>
      </w:r>
    </w:p>
    <w:p w14:paraId="04C7EE36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>Tanterem, gazdálkodó egységek adminisztrációs helységei.</w:t>
      </w:r>
    </w:p>
    <w:p w14:paraId="050A41D9" w14:textId="77777777" w:rsidR="00D54F9E" w:rsidRPr="004E7330" w:rsidRDefault="00D54F9E" w:rsidP="00D54F9E">
      <w:pPr>
        <w:spacing w:after="0"/>
        <w:ind w:left="426"/>
        <w:rPr>
          <w:rFonts w:cs="Times New Roman"/>
        </w:rPr>
      </w:pPr>
    </w:p>
    <w:p w14:paraId="0F2F64DB" w14:textId="77777777" w:rsidR="00D54F9E" w:rsidRPr="004E7330" w:rsidRDefault="00D54F9E" w:rsidP="00D54F9E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4E7330">
        <w:rPr>
          <w:rFonts w:cs="Times New Roman"/>
          <w:b/>
        </w:rPr>
        <w:t>A tantárgy értékelésének módja</w:t>
      </w:r>
    </w:p>
    <w:p w14:paraId="283CDF2E" w14:textId="163CF114" w:rsidR="00D54F9E" w:rsidRPr="004E7330" w:rsidRDefault="00D54F9E" w:rsidP="00D54F9E">
      <w:pPr>
        <w:spacing w:after="0"/>
        <w:ind w:left="426"/>
        <w:rPr>
          <w:rFonts w:cs="Times New Roman"/>
        </w:rPr>
      </w:pPr>
      <w:r w:rsidRPr="004E7330">
        <w:rPr>
          <w:rFonts w:cs="Times New Roman"/>
        </w:rPr>
        <w:t xml:space="preserve">A nemzeti köznevelésről szóló 2011. évi </w:t>
      </w:r>
      <w:r w:rsidR="00D40B94">
        <w:rPr>
          <w:rFonts w:cs="Times New Roman"/>
        </w:rPr>
        <w:t xml:space="preserve">CXC. törvény </w:t>
      </w:r>
      <w:r w:rsidRPr="004E7330">
        <w:rPr>
          <w:rFonts w:cs="Times New Roman"/>
        </w:rPr>
        <w:t xml:space="preserve">54. § </w:t>
      </w:r>
      <w:r w:rsidR="00A86672">
        <w:rPr>
          <w:rFonts w:cs="Times New Roman"/>
        </w:rPr>
        <w:t>(2) bekezdés a)</w:t>
      </w:r>
      <w:r w:rsidRPr="004E7330">
        <w:rPr>
          <w:rFonts w:cs="Times New Roman"/>
        </w:rPr>
        <w:t xml:space="preserve"> pontja szerinti értékeléssel.</w:t>
      </w:r>
    </w:p>
    <w:p w14:paraId="424AB556" w14:textId="77777777" w:rsidR="00D54F9E" w:rsidRDefault="00D54F9E" w:rsidP="00D54F9E">
      <w:pPr>
        <w:spacing w:after="0"/>
        <w:ind w:left="426"/>
        <w:rPr>
          <w:rFonts w:cs="Times New Roman"/>
        </w:rPr>
      </w:pPr>
    </w:p>
    <w:p w14:paraId="279C33BC" w14:textId="77777777" w:rsidR="00F82916" w:rsidRDefault="00F82916" w:rsidP="00F82916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2E797BFB" w14:textId="77777777" w:rsidR="00F82916" w:rsidRPr="00D52C63" w:rsidRDefault="00F82916" w:rsidP="00F82916">
      <w:pPr>
        <w:rPr>
          <w:rFonts w:cs="Times New Roman"/>
        </w:rPr>
      </w:pPr>
    </w:p>
    <w:p w14:paraId="05960702" w14:textId="77777777" w:rsidR="00F82916" w:rsidRPr="00D52C63" w:rsidRDefault="00F82916" w:rsidP="00F82916">
      <w:pPr>
        <w:spacing w:before="2880"/>
        <w:jc w:val="center"/>
        <w:rPr>
          <w:rFonts w:cs="Times New Roman"/>
          <w:b/>
          <w:sz w:val="36"/>
        </w:rPr>
      </w:pPr>
    </w:p>
    <w:p w14:paraId="67977B64" w14:textId="77777777" w:rsidR="00F82916" w:rsidRPr="00D52C63" w:rsidRDefault="00F82916" w:rsidP="00F82916">
      <w:pPr>
        <w:jc w:val="center"/>
        <w:rPr>
          <w:rFonts w:cs="Times New Roman"/>
          <w:b/>
          <w:sz w:val="36"/>
        </w:rPr>
      </w:pPr>
      <w:r w:rsidRPr="007C2AB6">
        <w:rPr>
          <w:rFonts w:cs="Times New Roman"/>
          <w:b/>
          <w:sz w:val="36"/>
        </w:rPr>
        <w:t>Ágazati szakmai kompetenciák erősítése</w:t>
      </w:r>
    </w:p>
    <w:p w14:paraId="396596DA" w14:textId="77777777" w:rsidR="00F82916" w:rsidRPr="00D52C63" w:rsidRDefault="00F82916" w:rsidP="00F82916">
      <w:pPr>
        <w:spacing w:after="200" w:line="276" w:lineRule="auto"/>
        <w:jc w:val="left"/>
        <w:rPr>
          <w:rFonts w:cs="Times New Roman"/>
        </w:rPr>
      </w:pPr>
      <w:r w:rsidRPr="00D52C63">
        <w:rPr>
          <w:rFonts w:cs="Times New Roman"/>
        </w:rPr>
        <w:br w:type="page"/>
      </w:r>
    </w:p>
    <w:p w14:paraId="0958F5C7" w14:textId="697E07CF" w:rsidR="00F82916" w:rsidRPr="00644690" w:rsidRDefault="00F82916" w:rsidP="00F82916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C2AB6">
        <w:rPr>
          <w:b/>
        </w:rPr>
        <w:t>Ágazati szakmai kompetenciák erősítése</w:t>
      </w:r>
      <w:r>
        <w:rPr>
          <w:b/>
        </w:rPr>
        <w:tab/>
        <w:t>221 ó</w:t>
      </w:r>
      <w:r w:rsidRPr="00644690">
        <w:rPr>
          <w:b/>
        </w:rPr>
        <w:t>ra</w:t>
      </w:r>
    </w:p>
    <w:p w14:paraId="34D978D5" w14:textId="77777777" w:rsidR="00F82916" w:rsidRDefault="00F82916" w:rsidP="00F82916">
      <w:pPr>
        <w:spacing w:after="0"/>
        <w:ind w:left="426"/>
      </w:pPr>
    </w:p>
    <w:p w14:paraId="15FD5D4C" w14:textId="77777777" w:rsidR="00F82916" w:rsidRDefault="00F82916" w:rsidP="00F82916">
      <w:pPr>
        <w:spacing w:after="0"/>
        <w:ind w:left="426"/>
      </w:pPr>
      <w:r w:rsidRPr="00CE70A5">
        <w:t>A</w:t>
      </w:r>
      <w:r>
        <w:t>z ágazati szakmai kompetenciák erősítése a mellék-szakképesítésre meghatározott időkeretben történik.</w:t>
      </w:r>
    </w:p>
    <w:p w14:paraId="33F0DEE3" w14:textId="77777777" w:rsidR="00F82916" w:rsidRDefault="00F82916" w:rsidP="00F82916">
      <w:pPr>
        <w:spacing w:after="0"/>
        <w:ind w:left="426"/>
      </w:pPr>
    </w:p>
    <w:p w14:paraId="3AA37FBC" w14:textId="77777777" w:rsidR="00F82916" w:rsidRDefault="00F82916" w:rsidP="00F82916">
      <w:pPr>
        <w:pStyle w:val="Listaszerbekezds"/>
        <w:numPr>
          <w:ilvl w:val="1"/>
          <w:numId w:val="8"/>
        </w:numPr>
        <w:spacing w:after="0"/>
        <w:rPr>
          <w:b/>
        </w:rPr>
      </w:pPr>
      <w:r>
        <w:rPr>
          <w:b/>
        </w:rPr>
        <w:t>T</w:t>
      </w:r>
      <w:r w:rsidRPr="00644690">
        <w:rPr>
          <w:b/>
        </w:rPr>
        <w:t>anításának célja</w:t>
      </w:r>
    </w:p>
    <w:p w14:paraId="2D681DE6" w14:textId="77777777" w:rsidR="00F82916" w:rsidRDefault="00F82916" w:rsidP="00F82916">
      <w:pPr>
        <w:spacing w:after="0"/>
        <w:ind w:left="426"/>
      </w:pPr>
      <w:r w:rsidRPr="009D305E">
        <w:t>E témakörben a szakképesítéshez kapcsolódó – a képző intézmény helyi sajátosságait figyelembe vevő – ágazati szakmai kompetenciák erősítését kell tanórai keretben végrehajtani.</w:t>
      </w:r>
    </w:p>
    <w:p w14:paraId="0E4FC8CA" w14:textId="77777777" w:rsidR="00F82916" w:rsidRPr="002B5BF7" w:rsidRDefault="00F82916" w:rsidP="00F82916">
      <w:pPr>
        <w:spacing w:after="0"/>
        <w:ind w:left="426"/>
      </w:pPr>
    </w:p>
    <w:p w14:paraId="25D6A4C2" w14:textId="77777777" w:rsidR="00F82916" w:rsidRPr="00644690" w:rsidRDefault="00F82916" w:rsidP="00F82916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É</w:t>
      </w:r>
      <w:r w:rsidRPr="00644690">
        <w:rPr>
          <w:b/>
        </w:rPr>
        <w:t>rtékelésének módja</w:t>
      </w:r>
    </w:p>
    <w:p w14:paraId="367B62DF" w14:textId="086F4DDB" w:rsidR="00F82916" w:rsidRDefault="00F82916" w:rsidP="00F82916">
      <w:pPr>
        <w:spacing w:after="0"/>
        <w:ind w:left="426"/>
      </w:pPr>
      <w:r w:rsidRPr="003A56AA">
        <w:t xml:space="preserve">A nemzeti köznevelésről szóló 2011. évi </w:t>
      </w:r>
      <w:r w:rsidR="00D40B94">
        <w:t xml:space="preserve">CXC. törvény </w:t>
      </w:r>
      <w:r w:rsidRPr="003A56AA">
        <w:t xml:space="preserve">54. § </w:t>
      </w:r>
      <w:r w:rsidR="00A86672">
        <w:t>(2) bekezdés a)</w:t>
      </w:r>
      <w:r w:rsidRPr="003A56AA">
        <w:t xml:space="preserve"> pontja szerinti értékeléssel.</w:t>
      </w:r>
    </w:p>
    <w:p w14:paraId="368CC7EC" w14:textId="77777777" w:rsidR="00F82916" w:rsidRDefault="00F82916" w:rsidP="00F82916">
      <w:pPr>
        <w:spacing w:after="0"/>
        <w:ind w:left="426"/>
      </w:pPr>
    </w:p>
    <w:sectPr w:rsidR="00F82916" w:rsidSect="00752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8942E" w14:textId="77777777" w:rsidR="0072234F" w:rsidRDefault="0072234F" w:rsidP="00B945BE">
      <w:pPr>
        <w:spacing w:after="0"/>
      </w:pPr>
      <w:r>
        <w:separator/>
      </w:r>
    </w:p>
  </w:endnote>
  <w:endnote w:type="continuationSeparator" w:id="0">
    <w:p w14:paraId="3222BE14" w14:textId="77777777" w:rsidR="0072234F" w:rsidRDefault="0072234F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342C9" w14:textId="77777777" w:rsidR="0072234F" w:rsidRDefault="0072234F" w:rsidP="00B945BE">
      <w:pPr>
        <w:spacing w:after="0"/>
      </w:pPr>
      <w:r>
        <w:separator/>
      </w:r>
    </w:p>
  </w:footnote>
  <w:footnote w:type="continuationSeparator" w:id="0">
    <w:p w14:paraId="5BDC0BA6" w14:textId="77777777" w:rsidR="0072234F" w:rsidRDefault="0072234F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93A"/>
    <w:rsid w:val="0001241B"/>
    <w:rsid w:val="00033C9C"/>
    <w:rsid w:val="0007263D"/>
    <w:rsid w:val="00074671"/>
    <w:rsid w:val="000772D7"/>
    <w:rsid w:val="00083D88"/>
    <w:rsid w:val="0009508E"/>
    <w:rsid w:val="000A21B7"/>
    <w:rsid w:val="000A2E27"/>
    <w:rsid w:val="000B11CB"/>
    <w:rsid w:val="000B44B8"/>
    <w:rsid w:val="000B5E9D"/>
    <w:rsid w:val="000C2A52"/>
    <w:rsid w:val="000C4A5D"/>
    <w:rsid w:val="000E1DAA"/>
    <w:rsid w:val="000F44A2"/>
    <w:rsid w:val="0012134D"/>
    <w:rsid w:val="00160E0E"/>
    <w:rsid w:val="00161E1D"/>
    <w:rsid w:val="0017186D"/>
    <w:rsid w:val="001924F4"/>
    <w:rsid w:val="001A7777"/>
    <w:rsid w:val="001B156F"/>
    <w:rsid w:val="001B61A0"/>
    <w:rsid w:val="001E7B1E"/>
    <w:rsid w:val="001F08AF"/>
    <w:rsid w:val="0020176C"/>
    <w:rsid w:val="00202E39"/>
    <w:rsid w:val="00216033"/>
    <w:rsid w:val="00220542"/>
    <w:rsid w:val="00226B6F"/>
    <w:rsid w:val="00244218"/>
    <w:rsid w:val="00250FD5"/>
    <w:rsid w:val="0025489A"/>
    <w:rsid w:val="002625A0"/>
    <w:rsid w:val="00266A2C"/>
    <w:rsid w:val="0026720A"/>
    <w:rsid w:val="00291386"/>
    <w:rsid w:val="002B02B9"/>
    <w:rsid w:val="002C6866"/>
    <w:rsid w:val="002D029F"/>
    <w:rsid w:val="002D7301"/>
    <w:rsid w:val="00314FC1"/>
    <w:rsid w:val="00320239"/>
    <w:rsid w:val="003262AC"/>
    <w:rsid w:val="00326654"/>
    <w:rsid w:val="003325F4"/>
    <w:rsid w:val="003468AB"/>
    <w:rsid w:val="003476F4"/>
    <w:rsid w:val="00364A0E"/>
    <w:rsid w:val="00381B6C"/>
    <w:rsid w:val="00390F08"/>
    <w:rsid w:val="00390FBA"/>
    <w:rsid w:val="00391719"/>
    <w:rsid w:val="00394B34"/>
    <w:rsid w:val="003A0EC9"/>
    <w:rsid w:val="003A7273"/>
    <w:rsid w:val="003B10A4"/>
    <w:rsid w:val="003B1333"/>
    <w:rsid w:val="003B49AD"/>
    <w:rsid w:val="004011EB"/>
    <w:rsid w:val="0041674C"/>
    <w:rsid w:val="00420CA2"/>
    <w:rsid w:val="004239CF"/>
    <w:rsid w:val="00426376"/>
    <w:rsid w:val="00427407"/>
    <w:rsid w:val="00430699"/>
    <w:rsid w:val="00437470"/>
    <w:rsid w:val="0045474F"/>
    <w:rsid w:val="004606DA"/>
    <w:rsid w:val="00460982"/>
    <w:rsid w:val="00472A2C"/>
    <w:rsid w:val="00477E3A"/>
    <w:rsid w:val="0049127E"/>
    <w:rsid w:val="00491D00"/>
    <w:rsid w:val="004A7F8A"/>
    <w:rsid w:val="004D693A"/>
    <w:rsid w:val="004E32A8"/>
    <w:rsid w:val="004E7330"/>
    <w:rsid w:val="004F48EC"/>
    <w:rsid w:val="004F6765"/>
    <w:rsid w:val="00524B52"/>
    <w:rsid w:val="00537494"/>
    <w:rsid w:val="00542024"/>
    <w:rsid w:val="00543CE0"/>
    <w:rsid w:val="00555044"/>
    <w:rsid w:val="00565574"/>
    <w:rsid w:val="005819D4"/>
    <w:rsid w:val="00581EA0"/>
    <w:rsid w:val="005A3F3E"/>
    <w:rsid w:val="005C10A1"/>
    <w:rsid w:val="005D0A80"/>
    <w:rsid w:val="005D2DE8"/>
    <w:rsid w:val="005F22E2"/>
    <w:rsid w:val="00602463"/>
    <w:rsid w:val="00610777"/>
    <w:rsid w:val="00617E05"/>
    <w:rsid w:val="00622423"/>
    <w:rsid w:val="00634AC3"/>
    <w:rsid w:val="00636069"/>
    <w:rsid w:val="00636CCF"/>
    <w:rsid w:val="00645B4F"/>
    <w:rsid w:val="0065053C"/>
    <w:rsid w:val="00657AC1"/>
    <w:rsid w:val="00661B13"/>
    <w:rsid w:val="0066403C"/>
    <w:rsid w:val="006817F9"/>
    <w:rsid w:val="006831AC"/>
    <w:rsid w:val="0069595B"/>
    <w:rsid w:val="00696ED9"/>
    <w:rsid w:val="006A001F"/>
    <w:rsid w:val="006B6253"/>
    <w:rsid w:val="006F5812"/>
    <w:rsid w:val="00704A02"/>
    <w:rsid w:val="00707AD9"/>
    <w:rsid w:val="007205F8"/>
    <w:rsid w:val="0072234F"/>
    <w:rsid w:val="007268A7"/>
    <w:rsid w:val="00726B54"/>
    <w:rsid w:val="007308AA"/>
    <w:rsid w:val="00741EC3"/>
    <w:rsid w:val="00752ECD"/>
    <w:rsid w:val="00756BAE"/>
    <w:rsid w:val="00766B2B"/>
    <w:rsid w:val="00770AA2"/>
    <w:rsid w:val="007761DE"/>
    <w:rsid w:val="00783D0C"/>
    <w:rsid w:val="007A6A5C"/>
    <w:rsid w:val="007E482A"/>
    <w:rsid w:val="00807FA9"/>
    <w:rsid w:val="00811551"/>
    <w:rsid w:val="00820131"/>
    <w:rsid w:val="00821E80"/>
    <w:rsid w:val="008271DB"/>
    <w:rsid w:val="0083064C"/>
    <w:rsid w:val="008477CB"/>
    <w:rsid w:val="008553B5"/>
    <w:rsid w:val="00876453"/>
    <w:rsid w:val="008905E1"/>
    <w:rsid w:val="008A17AB"/>
    <w:rsid w:val="008A216B"/>
    <w:rsid w:val="008A53B9"/>
    <w:rsid w:val="008B00F3"/>
    <w:rsid w:val="008B01A2"/>
    <w:rsid w:val="008B6582"/>
    <w:rsid w:val="008F1A3A"/>
    <w:rsid w:val="009112E2"/>
    <w:rsid w:val="00935F76"/>
    <w:rsid w:val="00953953"/>
    <w:rsid w:val="00955668"/>
    <w:rsid w:val="0096446F"/>
    <w:rsid w:val="00972853"/>
    <w:rsid w:val="009944BB"/>
    <w:rsid w:val="009A41D4"/>
    <w:rsid w:val="009A6D48"/>
    <w:rsid w:val="009A7796"/>
    <w:rsid w:val="009B6E6E"/>
    <w:rsid w:val="009C28EA"/>
    <w:rsid w:val="00A00CE7"/>
    <w:rsid w:val="00A05350"/>
    <w:rsid w:val="00A17996"/>
    <w:rsid w:val="00A23F09"/>
    <w:rsid w:val="00A24DEC"/>
    <w:rsid w:val="00A339AE"/>
    <w:rsid w:val="00A406FB"/>
    <w:rsid w:val="00A50696"/>
    <w:rsid w:val="00A5101E"/>
    <w:rsid w:val="00A6225F"/>
    <w:rsid w:val="00A66229"/>
    <w:rsid w:val="00A70608"/>
    <w:rsid w:val="00A80941"/>
    <w:rsid w:val="00A85EE3"/>
    <w:rsid w:val="00A86672"/>
    <w:rsid w:val="00A87195"/>
    <w:rsid w:val="00A9676C"/>
    <w:rsid w:val="00AB789B"/>
    <w:rsid w:val="00AD55B2"/>
    <w:rsid w:val="00AD7F25"/>
    <w:rsid w:val="00AE0B3D"/>
    <w:rsid w:val="00B00C68"/>
    <w:rsid w:val="00B23E68"/>
    <w:rsid w:val="00B267A1"/>
    <w:rsid w:val="00B75532"/>
    <w:rsid w:val="00B862AB"/>
    <w:rsid w:val="00B945BE"/>
    <w:rsid w:val="00B96DF3"/>
    <w:rsid w:val="00BA3826"/>
    <w:rsid w:val="00BA3D88"/>
    <w:rsid w:val="00BA7B1D"/>
    <w:rsid w:val="00BD0108"/>
    <w:rsid w:val="00BF2406"/>
    <w:rsid w:val="00BF4EAA"/>
    <w:rsid w:val="00C0314C"/>
    <w:rsid w:val="00C03F7C"/>
    <w:rsid w:val="00C04F1A"/>
    <w:rsid w:val="00C103B2"/>
    <w:rsid w:val="00C124C0"/>
    <w:rsid w:val="00C149B9"/>
    <w:rsid w:val="00C24A94"/>
    <w:rsid w:val="00C53E01"/>
    <w:rsid w:val="00C64856"/>
    <w:rsid w:val="00C70BAB"/>
    <w:rsid w:val="00C72AA0"/>
    <w:rsid w:val="00C75C1C"/>
    <w:rsid w:val="00C81BEE"/>
    <w:rsid w:val="00C86B7B"/>
    <w:rsid w:val="00CB35F2"/>
    <w:rsid w:val="00CB484D"/>
    <w:rsid w:val="00CC2277"/>
    <w:rsid w:val="00CC73F3"/>
    <w:rsid w:val="00CD37F8"/>
    <w:rsid w:val="00CE68F0"/>
    <w:rsid w:val="00CF79D1"/>
    <w:rsid w:val="00D1431E"/>
    <w:rsid w:val="00D22413"/>
    <w:rsid w:val="00D40B94"/>
    <w:rsid w:val="00D47F69"/>
    <w:rsid w:val="00D52C63"/>
    <w:rsid w:val="00D54F9E"/>
    <w:rsid w:val="00D93B4D"/>
    <w:rsid w:val="00DA3990"/>
    <w:rsid w:val="00DB4F25"/>
    <w:rsid w:val="00DB6811"/>
    <w:rsid w:val="00DB731D"/>
    <w:rsid w:val="00DC3D90"/>
    <w:rsid w:val="00DD07B5"/>
    <w:rsid w:val="00DD305B"/>
    <w:rsid w:val="00DD65F6"/>
    <w:rsid w:val="00DE092D"/>
    <w:rsid w:val="00DE1FCF"/>
    <w:rsid w:val="00E05265"/>
    <w:rsid w:val="00E1046E"/>
    <w:rsid w:val="00E10814"/>
    <w:rsid w:val="00E111A8"/>
    <w:rsid w:val="00E156A6"/>
    <w:rsid w:val="00E24437"/>
    <w:rsid w:val="00E42D4A"/>
    <w:rsid w:val="00E431FD"/>
    <w:rsid w:val="00E50FE4"/>
    <w:rsid w:val="00E66584"/>
    <w:rsid w:val="00E9292B"/>
    <w:rsid w:val="00E949F5"/>
    <w:rsid w:val="00E96240"/>
    <w:rsid w:val="00EA05C2"/>
    <w:rsid w:val="00EA79A2"/>
    <w:rsid w:val="00EA7E00"/>
    <w:rsid w:val="00EC28C8"/>
    <w:rsid w:val="00EE359D"/>
    <w:rsid w:val="00F0277F"/>
    <w:rsid w:val="00F03A24"/>
    <w:rsid w:val="00F2150D"/>
    <w:rsid w:val="00F24097"/>
    <w:rsid w:val="00F368DC"/>
    <w:rsid w:val="00F37407"/>
    <w:rsid w:val="00F41AF1"/>
    <w:rsid w:val="00F44F83"/>
    <w:rsid w:val="00F47062"/>
    <w:rsid w:val="00F77FE2"/>
    <w:rsid w:val="00F82916"/>
    <w:rsid w:val="00FB033E"/>
    <w:rsid w:val="00FB06FB"/>
    <w:rsid w:val="00FB273F"/>
    <w:rsid w:val="00FB4F72"/>
    <w:rsid w:val="00FB5939"/>
    <w:rsid w:val="00FB6DBC"/>
    <w:rsid w:val="00FD2804"/>
    <w:rsid w:val="00FE4DBE"/>
    <w:rsid w:val="00FF2FA4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08E83"/>
  <w15:docId w15:val="{CC778EA6-748C-47B4-A60B-5EE22D93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50D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7B1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B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B44B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B44B8"/>
    <w:rPr>
      <w:color w:val="800080"/>
      <w:u w:val="single"/>
    </w:rPr>
  </w:style>
  <w:style w:type="paragraph" w:customStyle="1" w:styleId="xl65">
    <w:name w:val="xl6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6">
    <w:name w:val="xl6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7">
    <w:name w:val="xl6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8">
    <w:name w:val="xl6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9">
    <w:name w:val="xl69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0">
    <w:name w:val="xl70"/>
    <w:basedOn w:val="Norml"/>
    <w:rsid w:val="000B44B8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1">
    <w:name w:val="xl71"/>
    <w:basedOn w:val="Norml"/>
    <w:rsid w:val="000B44B8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2">
    <w:name w:val="xl72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3">
    <w:name w:val="xl73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5">
    <w:name w:val="xl7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6">
    <w:name w:val="xl76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8">
    <w:name w:val="xl78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9">
    <w:name w:val="xl7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0">
    <w:name w:val="xl8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1">
    <w:name w:val="xl8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2">
    <w:name w:val="xl8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3">
    <w:name w:val="xl83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4">
    <w:name w:val="xl8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5">
    <w:name w:val="xl85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6">
    <w:name w:val="xl86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7">
    <w:name w:val="xl87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8">
    <w:name w:val="xl88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9">
    <w:name w:val="xl8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0">
    <w:name w:val="xl9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1">
    <w:name w:val="xl9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2">
    <w:name w:val="xl92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3">
    <w:name w:val="xl9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4">
    <w:name w:val="xl9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5">
    <w:name w:val="xl9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6">
    <w:name w:val="xl96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0B44B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8">
    <w:name w:val="xl9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9">
    <w:name w:val="xl9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0">
    <w:name w:val="xl100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1">
    <w:name w:val="xl101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2">
    <w:name w:val="xl102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3">
    <w:name w:val="xl103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4">
    <w:name w:val="xl104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5">
    <w:name w:val="xl105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6">
    <w:name w:val="xl106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7">
    <w:name w:val="xl10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8">
    <w:name w:val="xl10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9">
    <w:name w:val="xl109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0">
    <w:name w:val="xl110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1">
    <w:name w:val="xl11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2">
    <w:name w:val="xl11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3">
    <w:name w:val="xl113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4">
    <w:name w:val="xl11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15">
    <w:name w:val="xl115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6">
    <w:name w:val="xl11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7">
    <w:name w:val="xl11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8">
    <w:name w:val="xl118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9">
    <w:name w:val="xl119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0">
    <w:name w:val="xl12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1">
    <w:name w:val="xl12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2">
    <w:name w:val="xl12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3">
    <w:name w:val="xl12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24">
    <w:name w:val="xl124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5">
    <w:name w:val="xl125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6">
    <w:name w:val="xl126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7">
    <w:name w:val="xl12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8">
    <w:name w:val="xl12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9">
    <w:name w:val="xl12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30">
    <w:name w:val="xl13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011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11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11E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11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11EB"/>
    <w:rPr>
      <w:rFonts w:ascii="Times New Roman" w:hAnsi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5504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hasz.jozsefne\Downloads\kttv_sablon_2018_szg_180119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DCB37DAB0AFA642B7DC155E229D3F27" ma:contentTypeVersion="0" ma:contentTypeDescription="Új dokumentum létrehozása." ma:contentTypeScope="" ma:versionID="becb72e7f7f5d109b2e7d139d93541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C4FB6-14F1-4A07-B8AF-529C38B10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F67340-A0DF-4085-B3E5-5FC3BE9505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22156E-FD30-4E3A-A392-075033CB17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204BC8-7D51-459B-A5D2-7C3F8ACBC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kttv_sablon_2018_szg_180119</Template>
  <TotalTime>0</TotalTime>
  <Pages>1</Pages>
  <Words>25346</Words>
  <Characters>174892</Characters>
  <Application>Microsoft Office Word</Application>
  <DocSecurity>0</DocSecurity>
  <Lines>1457</Lines>
  <Paragraphs>399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GINOP-6.2.4</Company>
  <LinksUpToDate>false</LinksUpToDate>
  <CharactersWithSpaces>199839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Szalóki Rezső</dc:creator>
  <dc:description>GINOP-6.2.4-VEKOP-16-2017-0001 – A 21. századi szakképzés és felnőttképzés minőségének valamint tartalmának fejlesztése</dc:description>
  <cp:lastModifiedBy>Csiharné Jerola Zsuzsa</cp:lastModifiedBy>
  <cp:revision>3</cp:revision>
  <cp:lastPrinted>2018-02-07T20:17:00Z</cp:lastPrinted>
  <dcterms:created xsi:type="dcterms:W3CDTF">2018-07-17T13:56:00Z</dcterms:created>
  <dcterms:modified xsi:type="dcterms:W3CDTF">2018-07-17T13:56:00Z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0x0101006DCB37DAB0AFA642B7DC155E229D3F27</vt:lpwstr>
  </property>
</Properties>
</file>