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31CE5" w14:textId="77777777" w:rsidR="001E7B1E" w:rsidRPr="00CD320D" w:rsidRDefault="001D2BEC" w:rsidP="004F48EC">
      <w:pPr>
        <w:jc w:val="center"/>
        <w:rPr>
          <w:rFonts w:cs="Times New Roman"/>
          <w:color w:val="000000" w:themeColor="text1"/>
        </w:rPr>
      </w:pPr>
      <w:bookmarkStart w:id="0" w:name="_GoBack"/>
      <w:bookmarkEnd w:id="0"/>
      <w:r w:rsidRPr="00CD320D">
        <w:rPr>
          <w:rFonts w:cs="Times New Roman"/>
          <w:color w:val="000000" w:themeColor="text1"/>
        </w:rPr>
        <w:t>2.24.</w:t>
      </w:r>
    </w:p>
    <w:p w14:paraId="22C85276" w14:textId="77777777" w:rsidR="001D2BEC" w:rsidRPr="00CD320D" w:rsidRDefault="001D2BEC" w:rsidP="004F48EC">
      <w:pPr>
        <w:jc w:val="center"/>
        <w:rPr>
          <w:rFonts w:cs="Times New Roman"/>
          <w:color w:val="000000" w:themeColor="text1"/>
        </w:rPr>
      </w:pPr>
    </w:p>
    <w:p w14:paraId="7A104777" w14:textId="77777777" w:rsidR="001A7777" w:rsidRPr="00CD320D" w:rsidRDefault="001A7777" w:rsidP="001A7777">
      <w:pPr>
        <w:jc w:val="center"/>
        <w:rPr>
          <w:rFonts w:cs="Times New Roman"/>
          <w:b/>
          <w:caps/>
          <w:color w:val="000000" w:themeColor="text1"/>
          <w:spacing w:val="60"/>
          <w:szCs w:val="24"/>
        </w:rPr>
      </w:pPr>
      <w:r w:rsidRPr="00CD320D">
        <w:rPr>
          <w:rFonts w:cs="Times New Roman"/>
          <w:b/>
          <w:caps/>
          <w:color w:val="000000" w:themeColor="text1"/>
          <w:spacing w:val="60"/>
          <w:szCs w:val="24"/>
        </w:rPr>
        <w:t>Szakképzési kerettanterv</w:t>
      </w:r>
    </w:p>
    <w:p w14:paraId="5D928ED3" w14:textId="77777777" w:rsidR="001A7777" w:rsidRPr="00CD320D" w:rsidRDefault="00BA3D88" w:rsidP="001A7777">
      <w:pPr>
        <w:jc w:val="center"/>
        <w:rPr>
          <w:rFonts w:cs="Times New Roman"/>
          <w:b/>
          <w:color w:val="000000" w:themeColor="text1"/>
          <w:szCs w:val="24"/>
        </w:rPr>
      </w:pPr>
      <w:r w:rsidRPr="00CD320D">
        <w:rPr>
          <w:rFonts w:cs="Times New Roman"/>
          <w:b/>
          <w:color w:val="000000" w:themeColor="text1"/>
          <w:szCs w:val="24"/>
        </w:rPr>
        <w:t>a</w:t>
      </w:r>
    </w:p>
    <w:p w14:paraId="5A7E1263" w14:textId="77777777" w:rsidR="0065053C" w:rsidRPr="00CD320D" w:rsidRDefault="005308CF" w:rsidP="001A7777">
      <w:pPr>
        <w:jc w:val="center"/>
        <w:rPr>
          <w:rFonts w:cs="Times New Roman"/>
          <w:b/>
          <w:caps/>
          <w:color w:val="000000" w:themeColor="text1"/>
          <w:szCs w:val="24"/>
        </w:rPr>
      </w:pPr>
      <w:r w:rsidRPr="00CD320D">
        <w:rPr>
          <w:rFonts w:cs="Times New Roman"/>
          <w:b/>
          <w:caps/>
          <w:color w:val="000000" w:themeColor="text1"/>
          <w:szCs w:val="24"/>
        </w:rPr>
        <w:t>XXXVI</w:t>
      </w:r>
      <w:r w:rsidR="0065053C" w:rsidRPr="00CD320D">
        <w:rPr>
          <w:rFonts w:cs="Times New Roman"/>
          <w:b/>
          <w:caps/>
          <w:color w:val="000000" w:themeColor="text1"/>
          <w:szCs w:val="24"/>
        </w:rPr>
        <w:t xml:space="preserve">. </w:t>
      </w:r>
      <w:r w:rsidR="00BF5130" w:rsidRPr="00CD320D">
        <w:rPr>
          <w:rFonts w:cs="Times New Roman"/>
          <w:b/>
          <w:caps/>
          <w:color w:val="000000" w:themeColor="text1"/>
          <w:szCs w:val="24"/>
        </w:rPr>
        <w:t>élelmiszeripar</w:t>
      </w:r>
    </w:p>
    <w:p w14:paraId="319442B9" w14:textId="77777777" w:rsidR="0065053C" w:rsidRPr="00CD320D" w:rsidRDefault="0065053C" w:rsidP="001A7777">
      <w:pPr>
        <w:jc w:val="center"/>
        <w:rPr>
          <w:rFonts w:cs="Times New Roman"/>
          <w:b/>
          <w:color w:val="000000" w:themeColor="text1"/>
          <w:szCs w:val="24"/>
        </w:rPr>
      </w:pPr>
      <w:r w:rsidRPr="00CD320D">
        <w:rPr>
          <w:rFonts w:cs="Times New Roman"/>
          <w:b/>
          <w:color w:val="000000" w:themeColor="text1"/>
          <w:szCs w:val="24"/>
        </w:rPr>
        <w:t>ágazathoz tartozó</w:t>
      </w:r>
    </w:p>
    <w:p w14:paraId="1FD0761F" w14:textId="77777777" w:rsidR="001A7777" w:rsidRPr="00CD320D" w:rsidRDefault="005308CF" w:rsidP="001A7777">
      <w:pPr>
        <w:jc w:val="center"/>
        <w:rPr>
          <w:rFonts w:cs="Times New Roman"/>
          <w:b/>
          <w:color w:val="000000" w:themeColor="text1"/>
          <w:szCs w:val="24"/>
        </w:rPr>
      </w:pPr>
      <w:r w:rsidRPr="00CD320D">
        <w:rPr>
          <w:rFonts w:cs="Times New Roman"/>
          <w:b/>
          <w:color w:val="000000" w:themeColor="text1"/>
          <w:szCs w:val="24"/>
        </w:rPr>
        <w:t>54 541 02</w:t>
      </w:r>
    </w:p>
    <w:p w14:paraId="1B503E9C" w14:textId="77777777" w:rsidR="001A7777" w:rsidRPr="00CD320D" w:rsidRDefault="005308CF" w:rsidP="005308CF">
      <w:pPr>
        <w:jc w:val="center"/>
        <w:rPr>
          <w:rFonts w:cs="Times New Roman"/>
          <w:b/>
          <w:caps/>
          <w:color w:val="000000" w:themeColor="text1"/>
          <w:szCs w:val="24"/>
        </w:rPr>
      </w:pPr>
      <w:r w:rsidRPr="00CD320D">
        <w:rPr>
          <w:rFonts w:cs="Times New Roman"/>
          <w:b/>
          <w:caps/>
          <w:color w:val="000000" w:themeColor="text1"/>
          <w:szCs w:val="24"/>
        </w:rPr>
        <w:t>ÉLELMISZERIPARI TEcHNIkus</w:t>
      </w:r>
    </w:p>
    <w:p w14:paraId="707E94C0" w14:textId="77777777" w:rsidR="004F48EC" w:rsidRPr="00CD320D" w:rsidRDefault="001A7777" w:rsidP="004F48EC">
      <w:pPr>
        <w:jc w:val="center"/>
        <w:rPr>
          <w:rFonts w:cs="Times New Roman"/>
          <w:b/>
          <w:caps/>
          <w:color w:val="000000" w:themeColor="text1"/>
          <w:szCs w:val="24"/>
        </w:rPr>
      </w:pPr>
      <w:r w:rsidRPr="00CD320D">
        <w:rPr>
          <w:rFonts w:cs="Times New Roman"/>
          <w:b/>
          <w:caps/>
          <w:color w:val="000000" w:themeColor="text1"/>
          <w:szCs w:val="24"/>
        </w:rPr>
        <w:t>szakképesítéshez</w:t>
      </w:r>
    </w:p>
    <w:p w14:paraId="431D7ECA" w14:textId="75C2AA94" w:rsidR="00770AA2" w:rsidRPr="00CD320D" w:rsidRDefault="004F48EC" w:rsidP="004F48EC">
      <w:pPr>
        <w:jc w:val="center"/>
        <w:rPr>
          <w:rFonts w:cs="Times New Roman"/>
          <w:b/>
          <w:caps/>
          <w:color w:val="000000" w:themeColor="text1"/>
          <w:szCs w:val="24"/>
        </w:rPr>
      </w:pPr>
      <w:r w:rsidRPr="00CD320D">
        <w:rPr>
          <w:rFonts w:cs="Times New Roman"/>
          <w:b/>
          <w:color w:val="000000" w:themeColor="text1"/>
          <w:szCs w:val="24"/>
        </w:rPr>
        <w:t>(a</w:t>
      </w:r>
      <w:r w:rsidR="00D60CE5" w:rsidRPr="00CD320D">
        <w:rPr>
          <w:rFonts w:cs="Times New Roman"/>
          <w:b/>
          <w:color w:val="000000" w:themeColor="text1"/>
          <w:szCs w:val="24"/>
        </w:rPr>
        <w:t>z</w:t>
      </w:r>
      <w:r w:rsidR="005308CF" w:rsidRPr="00CD320D">
        <w:rPr>
          <w:rFonts w:cs="Times New Roman"/>
          <w:b/>
          <w:color w:val="000000" w:themeColor="text1"/>
          <w:szCs w:val="24"/>
        </w:rPr>
        <w:t xml:space="preserve"> 31 541 14</w:t>
      </w:r>
      <w:r w:rsidR="005308CF" w:rsidRPr="00CD320D">
        <w:rPr>
          <w:rFonts w:cs="Times New Roman"/>
          <w:b/>
          <w:caps/>
          <w:color w:val="000000" w:themeColor="text1"/>
          <w:szCs w:val="24"/>
        </w:rPr>
        <w:t xml:space="preserve"> </w:t>
      </w:r>
      <w:r w:rsidR="00280BA0" w:rsidRPr="00CD320D">
        <w:rPr>
          <w:rFonts w:cs="Times New Roman"/>
          <w:b/>
          <w:caps/>
          <w:color w:val="000000" w:themeColor="text1"/>
          <w:szCs w:val="24"/>
        </w:rPr>
        <w:t>élelmiszeripari higiénia</w:t>
      </w:r>
      <w:r w:rsidR="005308CF" w:rsidRPr="00CD320D">
        <w:rPr>
          <w:rFonts w:cs="Times New Roman"/>
          <w:b/>
          <w:caps/>
          <w:color w:val="000000" w:themeColor="text1"/>
          <w:szCs w:val="24"/>
        </w:rPr>
        <w:t>i és minőségbiztosítási munkatárs</w:t>
      </w:r>
    </w:p>
    <w:p w14:paraId="5D95DABB" w14:textId="77777777" w:rsidR="004F48EC" w:rsidRPr="00CD320D" w:rsidRDefault="004F48EC" w:rsidP="004F48EC">
      <w:pPr>
        <w:jc w:val="center"/>
        <w:rPr>
          <w:rFonts w:cs="Times New Roman"/>
          <w:b/>
          <w:caps/>
          <w:color w:val="000000" w:themeColor="text1"/>
          <w:szCs w:val="24"/>
        </w:rPr>
      </w:pPr>
      <w:r w:rsidRPr="00CD320D">
        <w:rPr>
          <w:rFonts w:cs="Times New Roman"/>
          <w:b/>
          <w:color w:val="000000" w:themeColor="text1"/>
          <w:szCs w:val="24"/>
        </w:rPr>
        <w:t>mellék</w:t>
      </w:r>
      <w:r w:rsidR="00770AA2" w:rsidRPr="00CD320D">
        <w:rPr>
          <w:rFonts w:cs="Times New Roman"/>
          <w:b/>
          <w:color w:val="000000" w:themeColor="text1"/>
          <w:szCs w:val="24"/>
        </w:rPr>
        <w:t>-</w:t>
      </w:r>
      <w:r w:rsidRPr="00CD320D">
        <w:rPr>
          <w:rFonts w:cs="Times New Roman"/>
          <w:b/>
          <w:color w:val="000000" w:themeColor="text1"/>
          <w:szCs w:val="24"/>
        </w:rPr>
        <w:t>szakképesítéssel)</w:t>
      </w:r>
    </w:p>
    <w:p w14:paraId="58F51F7C" w14:textId="77777777" w:rsidR="000B5E9D" w:rsidRPr="00CD320D" w:rsidRDefault="000B5E9D" w:rsidP="001A7777">
      <w:pPr>
        <w:jc w:val="center"/>
        <w:rPr>
          <w:rFonts w:cs="Times New Roman"/>
          <w:b/>
          <w:caps/>
          <w:color w:val="000000" w:themeColor="text1"/>
          <w:szCs w:val="24"/>
        </w:rPr>
      </w:pPr>
    </w:p>
    <w:p w14:paraId="4EC5B2EF" w14:textId="77777777" w:rsidR="001A7777" w:rsidRPr="00CD320D" w:rsidRDefault="001A7777" w:rsidP="000B5E9D">
      <w:pPr>
        <w:spacing w:after="0"/>
        <w:rPr>
          <w:rFonts w:cs="Times New Roman"/>
          <w:color w:val="000000" w:themeColor="text1"/>
        </w:rPr>
      </w:pPr>
    </w:p>
    <w:p w14:paraId="116E6154" w14:textId="77777777" w:rsidR="00F24097" w:rsidRPr="00CD320D" w:rsidRDefault="00F24097" w:rsidP="00F24097">
      <w:p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I. A szakképzés jogi háttere</w:t>
      </w:r>
    </w:p>
    <w:p w14:paraId="52989993" w14:textId="77777777" w:rsidR="00F24097" w:rsidRPr="00CD320D" w:rsidRDefault="00F24097" w:rsidP="00F24097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szakképzési kerettanterv</w:t>
      </w:r>
    </w:p>
    <w:p w14:paraId="43486FDF" w14:textId="77777777" w:rsidR="00F24097" w:rsidRPr="00CD320D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nemzeti köznevelésről szóló 2011. évi CXC. törvény,</w:t>
      </w:r>
    </w:p>
    <w:p w14:paraId="4CF8A530" w14:textId="77777777" w:rsidR="00F24097" w:rsidRPr="00CD320D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szakképzésről szóló 2011. évi CLXXXVII. törvény,</w:t>
      </w:r>
    </w:p>
    <w:p w14:paraId="79E600D8" w14:textId="77777777" w:rsidR="00F24097" w:rsidRPr="00CD320D" w:rsidRDefault="00F24097" w:rsidP="00F24097">
      <w:pPr>
        <w:spacing w:after="0"/>
        <w:rPr>
          <w:rFonts w:cs="Times New Roman"/>
          <w:color w:val="000000" w:themeColor="text1"/>
        </w:rPr>
      </w:pPr>
    </w:p>
    <w:p w14:paraId="07BB5994" w14:textId="77777777" w:rsidR="00F24097" w:rsidRPr="00CD320D" w:rsidRDefault="00F24097" w:rsidP="00F24097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valamint</w:t>
      </w:r>
    </w:p>
    <w:p w14:paraId="39684707" w14:textId="77777777" w:rsidR="00F24097" w:rsidRPr="00CD320D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az Országos Képzési Jegyzékről és az Országos Képzési Jegyzék módosításának eljárásrendjéről szóló 150/2012. (VII. 6.) </w:t>
      </w:r>
      <w:r w:rsidR="00CD320D">
        <w:rPr>
          <w:rFonts w:cs="Times New Roman"/>
          <w:color w:val="000000" w:themeColor="text1"/>
        </w:rPr>
        <w:t>Korm. rendelet</w:t>
      </w:r>
      <w:r w:rsidRPr="00CD320D">
        <w:rPr>
          <w:rFonts w:cs="Times New Roman"/>
          <w:color w:val="000000" w:themeColor="text1"/>
        </w:rPr>
        <w:t>,</w:t>
      </w:r>
    </w:p>
    <w:p w14:paraId="70799D39" w14:textId="77777777" w:rsidR="00F24097" w:rsidRPr="00CD320D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az állam által elismert szakképesítések szakmai követelménymoduljairól szóló 217/2012. (VIII. 9.) </w:t>
      </w:r>
      <w:r w:rsidR="00CD320D">
        <w:rPr>
          <w:rFonts w:cs="Times New Roman"/>
          <w:color w:val="000000" w:themeColor="text1"/>
        </w:rPr>
        <w:t>Korm. rendelet és</w:t>
      </w:r>
    </w:p>
    <w:p w14:paraId="04919111" w14:textId="49B5D701" w:rsidR="00F24097" w:rsidRPr="00CD320D" w:rsidRDefault="00C3207F" w:rsidP="00C3207F">
      <w:pPr>
        <w:pStyle w:val="Listaszerbekezds"/>
        <w:numPr>
          <w:ilvl w:val="0"/>
          <w:numId w:val="6"/>
        </w:numPr>
        <w:spacing w:after="0"/>
        <w:rPr>
          <w:rFonts w:cs="Times New Roman"/>
          <w:color w:val="000000" w:themeColor="text1"/>
        </w:rPr>
      </w:pPr>
      <w:r w:rsidRPr="00C3207F">
        <w:rPr>
          <w:rFonts w:cs="Times New Roman"/>
          <w:color w:val="000000" w:themeColor="text1"/>
        </w:rPr>
        <w:t xml:space="preserve">a földművelésügyi miniszter hatáskörébe tartozó szakképesítések szakmai </w:t>
      </w:r>
      <w:r>
        <w:rPr>
          <w:rFonts w:cs="Times New Roman"/>
          <w:color w:val="000000" w:themeColor="text1"/>
        </w:rPr>
        <w:t>és vizsgakövetelményeiről szóló</w:t>
      </w:r>
      <w:r w:rsidR="00F24097" w:rsidRPr="00CD320D">
        <w:rPr>
          <w:rFonts w:cs="Times New Roman"/>
          <w:color w:val="000000" w:themeColor="text1"/>
        </w:rPr>
        <w:t xml:space="preserve"> </w:t>
      </w:r>
      <w:r w:rsidR="005308CF" w:rsidRPr="00CD320D">
        <w:rPr>
          <w:rFonts w:cs="Times New Roman"/>
          <w:color w:val="000000" w:themeColor="text1"/>
        </w:rPr>
        <w:t>56</w:t>
      </w:r>
      <w:r w:rsidR="00F24097" w:rsidRPr="00CD320D">
        <w:rPr>
          <w:rFonts w:cs="Times New Roman"/>
          <w:color w:val="000000" w:themeColor="text1"/>
        </w:rPr>
        <w:t>/201</w:t>
      </w:r>
      <w:r w:rsidR="005308CF" w:rsidRPr="00CD320D">
        <w:rPr>
          <w:rFonts w:cs="Times New Roman"/>
          <w:color w:val="000000" w:themeColor="text1"/>
        </w:rPr>
        <w:t>6</w:t>
      </w:r>
      <w:r w:rsidR="00F24097" w:rsidRPr="00CD320D">
        <w:rPr>
          <w:rFonts w:cs="Times New Roman"/>
          <w:color w:val="000000" w:themeColor="text1"/>
        </w:rPr>
        <w:t>. (</w:t>
      </w:r>
      <w:r w:rsidR="005308CF" w:rsidRPr="00CD320D">
        <w:rPr>
          <w:rFonts w:cs="Times New Roman"/>
          <w:color w:val="000000" w:themeColor="text1"/>
        </w:rPr>
        <w:t>VIII.</w:t>
      </w:r>
      <w:r w:rsidR="00CD320D">
        <w:rPr>
          <w:rFonts w:cs="Times New Roman"/>
          <w:color w:val="000000" w:themeColor="text1"/>
        </w:rPr>
        <w:t xml:space="preserve"> </w:t>
      </w:r>
      <w:r w:rsidR="005308CF" w:rsidRPr="00CD320D">
        <w:rPr>
          <w:rFonts w:cs="Times New Roman"/>
          <w:color w:val="000000" w:themeColor="text1"/>
        </w:rPr>
        <w:t>26.</w:t>
      </w:r>
      <w:r w:rsidR="00F24097" w:rsidRPr="00CD320D">
        <w:rPr>
          <w:rFonts w:cs="Times New Roman"/>
          <w:color w:val="000000" w:themeColor="text1"/>
        </w:rPr>
        <w:t xml:space="preserve">) </w:t>
      </w:r>
      <w:r w:rsidR="005308CF" w:rsidRPr="00CD320D">
        <w:rPr>
          <w:rFonts w:cs="Times New Roman"/>
          <w:color w:val="000000" w:themeColor="text1"/>
        </w:rPr>
        <w:t>FM</w:t>
      </w:r>
      <w:r w:rsidR="00F24097" w:rsidRPr="00CD320D">
        <w:rPr>
          <w:rFonts w:cs="Times New Roman"/>
          <w:color w:val="000000" w:themeColor="text1"/>
        </w:rPr>
        <w:t xml:space="preserve"> rendelet </w:t>
      </w:r>
    </w:p>
    <w:p w14:paraId="5F76E84E" w14:textId="77777777" w:rsidR="00F24097" w:rsidRPr="00CD320D" w:rsidRDefault="00F24097" w:rsidP="00F24097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alapján készült.</w:t>
      </w:r>
    </w:p>
    <w:p w14:paraId="6FBADBD7" w14:textId="77777777" w:rsidR="001A7777" w:rsidRPr="00CD320D" w:rsidRDefault="001A7777" w:rsidP="000B5E9D">
      <w:pPr>
        <w:spacing w:after="0"/>
        <w:rPr>
          <w:rFonts w:cs="Times New Roman"/>
          <w:color w:val="000000" w:themeColor="text1"/>
        </w:rPr>
      </w:pPr>
    </w:p>
    <w:p w14:paraId="6E90A955" w14:textId="77777777" w:rsidR="00E96240" w:rsidRPr="00CD320D" w:rsidRDefault="00E96240" w:rsidP="000B5E9D">
      <w:pPr>
        <w:spacing w:after="0"/>
        <w:rPr>
          <w:rFonts w:cs="Times New Roman"/>
          <w:color w:val="000000" w:themeColor="text1"/>
        </w:rPr>
      </w:pPr>
    </w:p>
    <w:p w14:paraId="3EBD272D" w14:textId="77777777" w:rsidR="00C64856" w:rsidRPr="00CD320D" w:rsidRDefault="00C64856" w:rsidP="00C64856">
      <w:p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II. A szakképesítés alapadatai</w:t>
      </w:r>
    </w:p>
    <w:p w14:paraId="7994C894" w14:textId="7777777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</w:p>
    <w:p w14:paraId="5BDFD0CC" w14:textId="7777777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szakképesítés azonosító száma: </w:t>
      </w:r>
      <w:r w:rsidR="005308CF" w:rsidRPr="00CD320D">
        <w:rPr>
          <w:rFonts w:cs="Times New Roman"/>
          <w:color w:val="000000" w:themeColor="text1"/>
        </w:rPr>
        <w:t>54 541 02</w:t>
      </w:r>
    </w:p>
    <w:p w14:paraId="345A05D7" w14:textId="7777777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Szakképesítés megnevezése: </w:t>
      </w:r>
      <w:r w:rsidR="009F0374" w:rsidRPr="00CD320D">
        <w:rPr>
          <w:rFonts w:cs="Times New Roman"/>
          <w:color w:val="000000" w:themeColor="text1"/>
        </w:rPr>
        <w:t>Élelmiszeripari</w:t>
      </w:r>
      <w:r w:rsidR="005308CF" w:rsidRPr="00CD320D">
        <w:rPr>
          <w:rFonts w:cs="Times New Roman"/>
          <w:color w:val="000000" w:themeColor="text1"/>
        </w:rPr>
        <w:t xml:space="preserve"> technikus</w:t>
      </w:r>
    </w:p>
    <w:p w14:paraId="7C9ED9E0" w14:textId="7777777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szakmacsoport száma és megnevezése: </w:t>
      </w:r>
      <w:r w:rsidR="005308CF" w:rsidRPr="00CD320D">
        <w:rPr>
          <w:rFonts w:cs="Times New Roman"/>
          <w:color w:val="000000" w:themeColor="text1"/>
        </w:rPr>
        <w:t>21</w:t>
      </w:r>
      <w:r w:rsidR="004F6765" w:rsidRPr="00CD320D">
        <w:rPr>
          <w:rFonts w:cs="Times New Roman"/>
          <w:color w:val="000000" w:themeColor="text1"/>
        </w:rPr>
        <w:t>.</w:t>
      </w:r>
      <w:r w:rsidRPr="00CD320D">
        <w:rPr>
          <w:rFonts w:cs="Times New Roman"/>
          <w:color w:val="000000" w:themeColor="text1"/>
        </w:rPr>
        <w:t xml:space="preserve"> </w:t>
      </w:r>
      <w:r w:rsidR="005308CF" w:rsidRPr="00CD320D">
        <w:rPr>
          <w:rFonts w:cs="Times New Roman"/>
          <w:color w:val="000000" w:themeColor="text1"/>
        </w:rPr>
        <w:t>Élelmiszeripar</w:t>
      </w:r>
    </w:p>
    <w:p w14:paraId="75195F3B" w14:textId="7777777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Ágazati besorolás száma és megnevezése: </w:t>
      </w:r>
      <w:r w:rsidR="005308CF" w:rsidRPr="00CD320D">
        <w:rPr>
          <w:rFonts w:cs="Times New Roman"/>
          <w:caps/>
          <w:color w:val="000000" w:themeColor="text1"/>
          <w:szCs w:val="24"/>
        </w:rPr>
        <w:t>XXXVI</w:t>
      </w:r>
      <w:r w:rsidRPr="00CD320D">
        <w:rPr>
          <w:rFonts w:cs="Times New Roman"/>
          <w:color w:val="000000" w:themeColor="text1"/>
        </w:rPr>
        <w:t>.</w:t>
      </w:r>
      <w:r w:rsidR="005308CF" w:rsidRPr="00CD320D">
        <w:rPr>
          <w:rFonts w:cs="Times New Roman"/>
          <w:color w:val="000000" w:themeColor="text1"/>
        </w:rPr>
        <w:t xml:space="preserve"> Élelmiszeripar</w:t>
      </w:r>
    </w:p>
    <w:p w14:paraId="69675A2F" w14:textId="7777777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Iskolai rendszerű szakképzésben a szakképzési évfolyamok száma: </w:t>
      </w:r>
      <w:r w:rsidR="005308CF" w:rsidRPr="00CD320D">
        <w:rPr>
          <w:rFonts w:cs="Times New Roman"/>
          <w:color w:val="000000" w:themeColor="text1"/>
        </w:rPr>
        <w:t>2</w:t>
      </w:r>
      <w:r w:rsidRPr="00CD320D">
        <w:rPr>
          <w:rFonts w:cs="Times New Roman"/>
          <w:color w:val="000000" w:themeColor="text1"/>
        </w:rPr>
        <w:t xml:space="preserve"> év</w:t>
      </w:r>
    </w:p>
    <w:p w14:paraId="3CFBB1BD" w14:textId="4816E5C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Elméleti képzési idő aránya: </w:t>
      </w:r>
      <w:r w:rsidR="005308CF" w:rsidRPr="00CD320D">
        <w:rPr>
          <w:rFonts w:cs="Times New Roman"/>
          <w:color w:val="000000" w:themeColor="text1"/>
        </w:rPr>
        <w:t xml:space="preserve">60 </w:t>
      </w:r>
      <w:r w:rsidRPr="00CD320D">
        <w:rPr>
          <w:rFonts w:cs="Times New Roman"/>
          <w:color w:val="000000" w:themeColor="text1"/>
        </w:rPr>
        <w:t>%</w:t>
      </w:r>
    </w:p>
    <w:p w14:paraId="1EDE7262" w14:textId="7777777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Gyakorlati képzési idő aránya: </w:t>
      </w:r>
      <w:r w:rsidR="005308CF" w:rsidRPr="00CD320D">
        <w:rPr>
          <w:rFonts w:cs="Times New Roman"/>
          <w:color w:val="000000" w:themeColor="text1"/>
        </w:rPr>
        <w:t>40</w:t>
      </w:r>
      <w:r w:rsidRPr="00CD320D">
        <w:rPr>
          <w:rFonts w:cs="Times New Roman"/>
          <w:color w:val="000000" w:themeColor="text1"/>
        </w:rPr>
        <w:t>%</w:t>
      </w:r>
    </w:p>
    <w:p w14:paraId="56D6E175" w14:textId="77777777" w:rsidR="00C64856" w:rsidRPr="00CD320D" w:rsidRDefault="00C64856" w:rsidP="00C6485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iskolai rendszerű képzésben az összefüggő szakmai gyakorlat időtartama:</w:t>
      </w:r>
    </w:p>
    <w:p w14:paraId="0C9426C4" w14:textId="77777777" w:rsidR="00C64856" w:rsidRPr="00CD320D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5 évfolyamos képzés esetén</w:t>
      </w:r>
      <w:r w:rsidR="00381B6C" w:rsidRPr="00CD320D">
        <w:rPr>
          <w:rFonts w:cs="Times New Roman"/>
          <w:color w:val="000000" w:themeColor="text1"/>
        </w:rPr>
        <w:t>:</w:t>
      </w:r>
      <w:r w:rsidR="00CD320D">
        <w:rPr>
          <w:rFonts w:cs="Times New Roman"/>
          <w:color w:val="000000" w:themeColor="text1"/>
        </w:rPr>
        <w:t xml:space="preserve"> </w:t>
      </w:r>
      <w:r w:rsidR="00BD0108" w:rsidRPr="00CD320D">
        <w:rPr>
          <w:rFonts w:cs="Times New Roman"/>
          <w:color w:val="000000" w:themeColor="text1"/>
        </w:rPr>
        <w:t xml:space="preserve">a 10. évfolyamot követően </w:t>
      </w:r>
      <w:r w:rsidR="00CD320D">
        <w:rPr>
          <w:rFonts w:cs="Times New Roman"/>
          <w:color w:val="000000" w:themeColor="text1"/>
        </w:rPr>
        <w:t>0</w:t>
      </w:r>
      <w:r w:rsidRPr="00CD320D">
        <w:rPr>
          <w:rFonts w:cs="Times New Roman"/>
          <w:color w:val="000000" w:themeColor="text1"/>
        </w:rPr>
        <w:t xml:space="preserve"> óra, a 11. évfolyamot követően </w:t>
      </w:r>
      <w:r w:rsidR="005308CF" w:rsidRPr="00CD320D">
        <w:rPr>
          <w:rFonts w:cs="Times New Roman"/>
          <w:color w:val="000000" w:themeColor="text1"/>
        </w:rPr>
        <w:t>70</w:t>
      </w:r>
      <w:r w:rsidRPr="00CD320D">
        <w:rPr>
          <w:rFonts w:cs="Times New Roman"/>
          <w:color w:val="000000" w:themeColor="text1"/>
        </w:rPr>
        <w:t xml:space="preserve"> óra; </w:t>
      </w:r>
    </w:p>
    <w:p w14:paraId="2A9FD7D7" w14:textId="77777777" w:rsidR="00C64856" w:rsidRPr="00CD320D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2 évfolyamos képzés esetén</w:t>
      </w:r>
      <w:r w:rsidR="00381B6C" w:rsidRPr="00CD320D">
        <w:rPr>
          <w:rFonts w:cs="Times New Roman"/>
          <w:color w:val="000000" w:themeColor="text1"/>
        </w:rPr>
        <w:t>:</w:t>
      </w:r>
      <w:r w:rsidRPr="00CD320D">
        <w:rPr>
          <w:rFonts w:cs="Times New Roman"/>
          <w:color w:val="000000" w:themeColor="text1"/>
        </w:rPr>
        <w:t xml:space="preserve"> az első szakképzési évfolyamot követően </w:t>
      </w:r>
      <w:r w:rsidR="00BD0108" w:rsidRPr="00CD320D">
        <w:rPr>
          <w:rFonts w:cs="Times New Roman"/>
          <w:color w:val="000000" w:themeColor="text1"/>
        </w:rPr>
        <w:t>160</w:t>
      </w:r>
      <w:r w:rsidRPr="00CD320D">
        <w:rPr>
          <w:rFonts w:cs="Times New Roman"/>
          <w:color w:val="000000" w:themeColor="text1"/>
        </w:rPr>
        <w:t xml:space="preserve"> óra</w:t>
      </w:r>
      <w:r w:rsidR="00CD320D">
        <w:rPr>
          <w:rFonts w:cs="Times New Roman"/>
          <w:color w:val="000000" w:themeColor="text1"/>
        </w:rPr>
        <w:t>.</w:t>
      </w:r>
    </w:p>
    <w:p w14:paraId="51281424" w14:textId="77777777" w:rsidR="001A7777" w:rsidRPr="00CD320D" w:rsidRDefault="001A7777" w:rsidP="000B5E9D">
      <w:pPr>
        <w:spacing w:after="0"/>
        <w:rPr>
          <w:rFonts w:cs="Times New Roman"/>
          <w:color w:val="000000" w:themeColor="text1"/>
        </w:rPr>
      </w:pPr>
    </w:p>
    <w:p w14:paraId="09999C65" w14:textId="77777777" w:rsidR="00E96240" w:rsidRDefault="00E96240" w:rsidP="000B5E9D">
      <w:pPr>
        <w:spacing w:after="0"/>
        <w:rPr>
          <w:rFonts w:cs="Times New Roman"/>
          <w:color w:val="000000" w:themeColor="text1"/>
        </w:rPr>
      </w:pPr>
    </w:p>
    <w:p w14:paraId="65119712" w14:textId="77777777" w:rsidR="00CD320D" w:rsidRPr="00CD320D" w:rsidRDefault="00CD320D" w:rsidP="000B5E9D">
      <w:pPr>
        <w:spacing w:after="0"/>
        <w:rPr>
          <w:rFonts w:cs="Times New Roman"/>
          <w:color w:val="000000" w:themeColor="text1"/>
        </w:rPr>
      </w:pPr>
    </w:p>
    <w:p w14:paraId="6EDD7935" w14:textId="77777777" w:rsidR="00E96240" w:rsidRPr="00CD320D" w:rsidRDefault="00E96240" w:rsidP="00E96240">
      <w:p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III. A szakképzésbe történő belépés feltételei</w:t>
      </w:r>
    </w:p>
    <w:p w14:paraId="417FE721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</w:p>
    <w:p w14:paraId="62D2C703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Iskolai előképzettség: </w:t>
      </w:r>
      <w:r w:rsidR="009F0374" w:rsidRPr="00CD320D">
        <w:rPr>
          <w:rFonts w:cs="Times New Roman"/>
          <w:color w:val="000000" w:themeColor="text1"/>
        </w:rPr>
        <w:t>Érettségi</w:t>
      </w:r>
      <w:r w:rsidRPr="00CD320D">
        <w:rPr>
          <w:rFonts w:cs="Times New Roman"/>
          <w:color w:val="000000" w:themeColor="text1"/>
        </w:rPr>
        <w:t xml:space="preserve"> végzettség</w:t>
      </w:r>
    </w:p>
    <w:p w14:paraId="4B2998C1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Bemeneti kompetenciák: </w:t>
      </w:r>
      <w:r w:rsidR="000772D7" w:rsidRPr="00CD320D">
        <w:rPr>
          <w:rFonts w:cs="Times New Roman"/>
          <w:color w:val="000000" w:themeColor="text1"/>
        </w:rPr>
        <w:t>—</w:t>
      </w:r>
    </w:p>
    <w:p w14:paraId="15D5F5B7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Szakmai előképzettség: </w:t>
      </w:r>
      <w:r w:rsidR="000772D7" w:rsidRPr="00CD320D">
        <w:rPr>
          <w:rFonts w:cs="Times New Roman"/>
          <w:color w:val="000000" w:themeColor="text1"/>
        </w:rPr>
        <w:t>—</w:t>
      </w:r>
    </w:p>
    <w:p w14:paraId="4C40198A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Előírt gyakorlat: </w:t>
      </w:r>
      <w:r w:rsidR="000772D7" w:rsidRPr="00CD320D">
        <w:rPr>
          <w:rFonts w:cs="Times New Roman"/>
          <w:color w:val="000000" w:themeColor="text1"/>
        </w:rPr>
        <w:t>—</w:t>
      </w:r>
    </w:p>
    <w:p w14:paraId="5220957A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Egészségügyi alkalmassági követelmények: </w:t>
      </w:r>
      <w:r w:rsidR="009F0374" w:rsidRPr="00CD320D">
        <w:rPr>
          <w:rFonts w:cs="Times New Roman"/>
          <w:color w:val="000000" w:themeColor="text1"/>
        </w:rPr>
        <w:t>Szükségesek</w:t>
      </w:r>
    </w:p>
    <w:p w14:paraId="47135B10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Pályaalkalmassági követelmények: </w:t>
      </w:r>
      <w:r w:rsidR="009F0374" w:rsidRPr="00CD320D">
        <w:rPr>
          <w:rFonts w:cs="Times New Roman"/>
          <w:color w:val="000000" w:themeColor="text1"/>
        </w:rPr>
        <w:t>Nincsenek</w:t>
      </w:r>
    </w:p>
    <w:p w14:paraId="4C994450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</w:p>
    <w:p w14:paraId="2EDE8030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</w:p>
    <w:p w14:paraId="28E88416" w14:textId="77777777" w:rsidR="00E96240" w:rsidRPr="00CD320D" w:rsidRDefault="00E96240" w:rsidP="00E96240">
      <w:p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IV.A szakképzés szervezésének feltételei</w:t>
      </w:r>
    </w:p>
    <w:p w14:paraId="7B2000E0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</w:p>
    <w:p w14:paraId="15CE9D1F" w14:textId="77777777" w:rsidR="00E96240" w:rsidRPr="00CD320D" w:rsidRDefault="00E96240" w:rsidP="00E96240">
      <w:p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Személyi feltételek</w:t>
      </w:r>
    </w:p>
    <w:p w14:paraId="326E5899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4E49B11C" w14:textId="77777777" w:rsidR="00E96240" w:rsidRPr="00CD320D" w:rsidRDefault="00E96240" w:rsidP="00E9624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Ezen túl az alábbi tantárgyak oktatására az alábbi végzettséggel rendelkező szakember alkalmazható:</w:t>
      </w:r>
    </w:p>
    <w:p w14:paraId="7C1C5C9B" w14:textId="77777777" w:rsidR="001A7777" w:rsidRPr="00CD320D" w:rsidRDefault="001A7777" w:rsidP="000B5E9D">
      <w:pPr>
        <w:spacing w:after="0"/>
        <w:rPr>
          <w:rFonts w:cs="Times New Roman"/>
          <w:color w:val="000000" w:themeColor="text1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CD320D" w:rsidRPr="00CD320D" w14:paraId="08131A23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6719938D" w14:textId="77777777" w:rsidR="00CB35F2" w:rsidRPr="00CD320D" w:rsidRDefault="00CB35F2" w:rsidP="00CD320D">
            <w:pPr>
              <w:spacing w:after="0"/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5B3E8221" w14:textId="77777777" w:rsidR="00CB35F2" w:rsidRPr="00CD320D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hu-HU"/>
              </w:rPr>
              <w:t>Szakképesítés/Szakképzettség</w:t>
            </w:r>
          </w:p>
        </w:tc>
      </w:tr>
      <w:tr w:rsidR="00CD320D" w:rsidRPr="00CD320D" w14:paraId="169EDFB1" w14:textId="77777777" w:rsidTr="00CD320D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5FDE64A3" w14:textId="77777777" w:rsidR="00CB35F2" w:rsidRPr="00CD320D" w:rsidRDefault="005308CF" w:rsidP="00CD320D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cs="Times New Roman"/>
                <w:color w:val="000000" w:themeColor="text1"/>
                <w:szCs w:val="24"/>
                <w:lang w:eastAsia="hu-HU"/>
              </w:rPr>
              <w:t>Laboratóriumi alapgyakorlatok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1C7BCB2" w14:textId="77777777" w:rsidR="00CB35F2" w:rsidRPr="00CD320D" w:rsidRDefault="005308CF" w:rsidP="00CD320D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cs="Times New Roman"/>
                <w:color w:val="000000" w:themeColor="text1"/>
                <w:szCs w:val="24"/>
                <w:lang w:eastAsia="hu-HU"/>
              </w:rPr>
              <w:t xml:space="preserve">kémia szakos </w:t>
            </w:r>
            <w:r w:rsidR="009F0374" w:rsidRPr="00CD320D">
              <w:rPr>
                <w:rFonts w:cs="Times New Roman"/>
                <w:color w:val="000000" w:themeColor="text1"/>
                <w:szCs w:val="24"/>
                <w:lang w:eastAsia="hu-HU"/>
              </w:rPr>
              <w:t>tanár is</w:t>
            </w:r>
          </w:p>
        </w:tc>
      </w:tr>
      <w:tr w:rsidR="00CD320D" w:rsidRPr="00CD320D" w14:paraId="1ACCADB3" w14:textId="77777777" w:rsidTr="00CD320D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67F859D9" w14:textId="77777777" w:rsidR="00CB35F2" w:rsidRPr="00CD320D" w:rsidRDefault="005308CF" w:rsidP="00CD320D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cs="Times New Roman"/>
                <w:color w:val="000000" w:themeColor="text1"/>
                <w:szCs w:val="24"/>
                <w:lang w:eastAsia="hu-HU"/>
              </w:rPr>
              <w:t>Élelmiszeripari alapmérések gyakorlatok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3D9BBDC9" w14:textId="77777777" w:rsidR="00CB35F2" w:rsidRPr="00CD320D" w:rsidRDefault="005308CF" w:rsidP="00CD320D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cs="Times New Roman"/>
                <w:color w:val="000000" w:themeColor="text1"/>
                <w:szCs w:val="24"/>
                <w:lang w:eastAsia="hu-HU"/>
              </w:rPr>
              <w:t xml:space="preserve">kémia szakos </w:t>
            </w:r>
            <w:r w:rsidR="009F0374" w:rsidRPr="00CD320D">
              <w:rPr>
                <w:rFonts w:cs="Times New Roman"/>
                <w:color w:val="000000" w:themeColor="text1"/>
                <w:szCs w:val="24"/>
                <w:lang w:eastAsia="hu-HU"/>
              </w:rPr>
              <w:t>tanár is</w:t>
            </w:r>
          </w:p>
        </w:tc>
      </w:tr>
    </w:tbl>
    <w:p w14:paraId="39307229" w14:textId="77777777" w:rsidR="00CB35F2" w:rsidRPr="00CD320D" w:rsidRDefault="00CB35F2" w:rsidP="000B5E9D">
      <w:pPr>
        <w:spacing w:after="0"/>
        <w:rPr>
          <w:rFonts w:cs="Times New Roman"/>
          <w:color w:val="000000" w:themeColor="text1"/>
        </w:rPr>
      </w:pPr>
    </w:p>
    <w:p w14:paraId="12986956" w14:textId="77777777" w:rsidR="00696ED9" w:rsidRPr="00CD320D" w:rsidRDefault="00696ED9" w:rsidP="00696ED9">
      <w:p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Tárgyi feltételek</w:t>
      </w:r>
    </w:p>
    <w:p w14:paraId="7C0DC4EE" w14:textId="77777777" w:rsidR="00696ED9" w:rsidRPr="00CD320D" w:rsidRDefault="00696ED9" w:rsidP="00696ED9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3748E39C" w14:textId="77777777" w:rsidR="00696ED9" w:rsidRPr="00CD320D" w:rsidRDefault="00696ED9" w:rsidP="00696ED9">
      <w:pPr>
        <w:spacing w:after="0"/>
        <w:rPr>
          <w:rFonts w:cs="Times New Roman"/>
          <w:color w:val="000000" w:themeColor="text1"/>
        </w:rPr>
      </w:pPr>
    </w:p>
    <w:p w14:paraId="0250A8F9" w14:textId="77777777" w:rsidR="0041674C" w:rsidRPr="00CD320D" w:rsidRDefault="00696ED9" w:rsidP="00696ED9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Ajánlás a szakmai képzés lebonyolításához szükséges további eszközökre és felszerelésekre: Nincs.</w:t>
      </w:r>
    </w:p>
    <w:p w14:paraId="6B6F0F01" w14:textId="77777777" w:rsidR="004F6765" w:rsidRPr="00CD320D" w:rsidRDefault="004F6765" w:rsidP="000B5E9D">
      <w:pPr>
        <w:spacing w:after="0"/>
        <w:rPr>
          <w:rFonts w:cs="Times New Roman"/>
          <w:color w:val="000000" w:themeColor="text1"/>
        </w:rPr>
      </w:pPr>
    </w:p>
    <w:p w14:paraId="1E9F7C33" w14:textId="77777777" w:rsidR="00FB273F" w:rsidRPr="00CD320D" w:rsidRDefault="00FB273F" w:rsidP="00FB273F">
      <w:pPr>
        <w:spacing w:after="0"/>
        <w:rPr>
          <w:rFonts w:cs="Times New Roman"/>
          <w:color w:val="000000" w:themeColor="text1"/>
        </w:rPr>
      </w:pPr>
    </w:p>
    <w:p w14:paraId="676C6B0B" w14:textId="77777777" w:rsidR="00FB273F" w:rsidRPr="00CD320D" w:rsidRDefault="00FB273F" w:rsidP="00FB273F">
      <w:p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V. A szakképesítés óraterve nappali rendszerű oktatásra</w:t>
      </w:r>
    </w:p>
    <w:p w14:paraId="45537FE1" w14:textId="77777777" w:rsidR="00FB273F" w:rsidRPr="00CD320D" w:rsidRDefault="00FB273F" w:rsidP="00FB273F">
      <w:pPr>
        <w:spacing w:after="0"/>
        <w:rPr>
          <w:rFonts w:cs="Times New Roman"/>
          <w:color w:val="000000" w:themeColor="text1"/>
        </w:rPr>
      </w:pPr>
    </w:p>
    <w:p w14:paraId="2F5DB062" w14:textId="77777777" w:rsidR="00FB273F" w:rsidRPr="00CD320D" w:rsidRDefault="00FB273F" w:rsidP="00FB273F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</w:t>
      </w:r>
      <w:r w:rsidR="00E50FE4" w:rsidRPr="00CD320D">
        <w:rPr>
          <w:rFonts w:cs="Times New Roman"/>
          <w:color w:val="000000" w:themeColor="text1"/>
        </w:rPr>
        <w:t>szakgimnázium</w:t>
      </w:r>
      <w:r w:rsidRPr="00CD320D">
        <w:rPr>
          <w:rFonts w:cs="Times New Roman"/>
          <w:color w:val="000000" w:themeColor="text1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CD320D">
        <w:rPr>
          <w:rFonts w:cs="Times New Roman"/>
          <w:color w:val="000000" w:themeColor="text1"/>
        </w:rPr>
        <w:t>szakgimnázium</w:t>
      </w:r>
      <w:r w:rsidRPr="00CD320D">
        <w:rPr>
          <w:rFonts w:cs="Times New Roman"/>
          <w:color w:val="000000" w:themeColor="text1"/>
        </w:rPr>
        <w:t xml:space="preserve">i szakmai tartalma, tantárgyi rendszere, összes órakerete megegyezik a 4+1 évfolyamos képzés 9-12. középiskolai évfolyamokra jutó ágazati </w:t>
      </w:r>
      <w:r w:rsidR="00E50FE4" w:rsidRPr="00CD320D">
        <w:rPr>
          <w:rFonts w:cs="Times New Roman"/>
          <w:color w:val="000000" w:themeColor="text1"/>
        </w:rPr>
        <w:t>szakgimnázium</w:t>
      </w:r>
      <w:r w:rsidRPr="00CD320D">
        <w:rPr>
          <w:rFonts w:cs="Times New Roman"/>
          <w:color w:val="000000" w:themeColor="text1"/>
        </w:rPr>
        <w:t>i szakmai tantárgyainak tartalmával, összes óraszámával.</w:t>
      </w:r>
    </w:p>
    <w:p w14:paraId="38446AAE" w14:textId="77777777" w:rsidR="00820131" w:rsidRPr="00CD320D" w:rsidRDefault="00820131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33BD6F33" w14:textId="77777777" w:rsidR="00FB273F" w:rsidRPr="00CD320D" w:rsidRDefault="00FB273F" w:rsidP="00FB273F">
      <w:pPr>
        <w:spacing w:after="0"/>
        <w:rPr>
          <w:rFonts w:cs="Times New Roman"/>
          <w:color w:val="000000" w:themeColor="text1"/>
        </w:rPr>
      </w:pPr>
    </w:p>
    <w:p w14:paraId="055FD724" w14:textId="77777777" w:rsidR="008B01A2" w:rsidRPr="00CD320D" w:rsidRDefault="00E50FE4" w:rsidP="00FB273F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Szakgimnázium</w:t>
      </w:r>
      <w:r w:rsidR="00FB273F" w:rsidRPr="00CD320D">
        <w:rPr>
          <w:rFonts w:cs="Times New Roman"/>
          <w:color w:val="000000" w:themeColor="text1"/>
        </w:rPr>
        <w:t>i képzés esetén a heti és éves szakmai óraszámok:</w:t>
      </w:r>
    </w:p>
    <w:p w14:paraId="48CD2ADD" w14:textId="77777777" w:rsidR="002C6866" w:rsidRPr="00CD320D" w:rsidRDefault="002C6866" w:rsidP="002C6866">
      <w:pPr>
        <w:spacing w:after="0"/>
        <w:rPr>
          <w:rFonts w:cs="Times New Roman"/>
          <w:color w:val="000000" w:themeColor="text1"/>
          <w:szCs w:val="24"/>
        </w:rPr>
      </w:pPr>
    </w:p>
    <w:p w14:paraId="01F22F44" w14:textId="77777777" w:rsidR="002C6866" w:rsidRPr="00CD320D" w:rsidRDefault="002C6866" w:rsidP="002C6866">
      <w:pPr>
        <w:spacing w:after="0"/>
        <w:rPr>
          <w:rFonts w:cs="Times New Roman"/>
          <w:color w:val="000000" w:themeColor="text1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CD320D" w:rsidRPr="00CD320D" w14:paraId="42D11E9E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BE20D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BD5DB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807D4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 xml:space="preserve">éves óraszám </w:t>
            </w:r>
          </w:p>
        </w:tc>
      </w:tr>
      <w:tr w:rsidR="00CD320D" w:rsidRPr="00CD320D" w14:paraId="2393460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05BA1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80D3A" w14:textId="77777777" w:rsidR="002C6866" w:rsidRPr="00CD320D" w:rsidRDefault="0083064C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8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02689" w14:textId="77777777" w:rsidR="002C6866" w:rsidRPr="00CD320D" w:rsidRDefault="0083064C" w:rsidP="00BF4EAA">
            <w:pPr>
              <w:spacing w:after="0"/>
              <w:ind w:left="252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288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óra/év</w:t>
            </w:r>
          </w:p>
        </w:tc>
      </w:tr>
      <w:tr w:rsidR="00CD320D" w:rsidRPr="00CD320D" w14:paraId="03017C6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1BEAC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CC7AB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4B646" w14:textId="77777777" w:rsidR="002C6866" w:rsidRPr="00CD320D" w:rsidRDefault="002C6866" w:rsidP="00BF4EAA">
            <w:pPr>
              <w:spacing w:after="0"/>
              <w:ind w:left="252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432 óra/év</w:t>
            </w:r>
          </w:p>
        </w:tc>
      </w:tr>
      <w:tr w:rsidR="00CD320D" w:rsidRPr="00CD320D" w14:paraId="6D91B3A8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DBD9A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F9C69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01C13" w14:textId="77777777" w:rsidR="002C6866" w:rsidRPr="00CD320D" w:rsidRDefault="00CD320D" w:rsidP="00BF4EAA">
            <w:pPr>
              <w:spacing w:after="0"/>
              <w:ind w:left="252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</w:rPr>
              <w:t>0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</w:t>
            </w:r>
          </w:p>
        </w:tc>
      </w:tr>
      <w:tr w:rsidR="00CD320D" w:rsidRPr="00CD320D" w14:paraId="26F6D91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61B10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8F5ED" w14:textId="77777777" w:rsidR="002C6866" w:rsidRPr="00CD320D" w:rsidRDefault="0083064C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11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F5905" w14:textId="77777777" w:rsidR="002C6866" w:rsidRPr="00CD320D" w:rsidRDefault="0083064C" w:rsidP="00BF4EAA">
            <w:pPr>
              <w:spacing w:after="0"/>
              <w:ind w:left="252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396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óra/év</w:t>
            </w:r>
          </w:p>
        </w:tc>
      </w:tr>
      <w:tr w:rsidR="00CD320D" w:rsidRPr="00CD320D" w14:paraId="3E007395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299F2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8D646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0EA7C" w14:textId="77777777" w:rsidR="002C6866" w:rsidRPr="00CD320D" w:rsidRDefault="005308CF" w:rsidP="00BF4EAA">
            <w:pPr>
              <w:spacing w:after="0"/>
              <w:ind w:left="252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70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</w:t>
            </w:r>
          </w:p>
        </w:tc>
      </w:tr>
      <w:tr w:rsidR="00CD320D" w:rsidRPr="00CD320D" w14:paraId="309A164F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F017B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8AA2C" w14:textId="77777777" w:rsidR="002C6866" w:rsidRPr="00CD320D" w:rsidRDefault="0083064C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12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50F56" w14:textId="77777777" w:rsidR="002C6866" w:rsidRPr="00CD320D" w:rsidRDefault="0083064C" w:rsidP="00BF4EAA">
            <w:pPr>
              <w:spacing w:after="0"/>
              <w:ind w:left="252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372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óra/év</w:t>
            </w:r>
          </w:p>
        </w:tc>
      </w:tr>
      <w:tr w:rsidR="00CD320D" w:rsidRPr="00CD320D" w14:paraId="26700D68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6AAC9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2A04B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C5971" w14:textId="77777777" w:rsidR="002C6866" w:rsidRPr="00CD320D" w:rsidRDefault="002C6866" w:rsidP="00BF4EAA">
            <w:pPr>
              <w:spacing w:after="0"/>
              <w:ind w:left="252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961 óra/év</w:t>
            </w:r>
          </w:p>
        </w:tc>
      </w:tr>
      <w:tr w:rsidR="002C6866" w:rsidRPr="00CD320D" w14:paraId="2B0F0472" w14:textId="77777777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F21F4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658F2" w14:textId="77777777" w:rsidR="002C6866" w:rsidRPr="00CD320D" w:rsidRDefault="0083064C" w:rsidP="00BF4EAA">
            <w:pPr>
              <w:spacing w:after="0"/>
              <w:ind w:left="252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2</w:t>
            </w:r>
            <w:r w:rsidR="005308CF" w:rsidRPr="00CD320D">
              <w:rPr>
                <w:rFonts w:cs="Times New Roman"/>
                <w:color w:val="000000" w:themeColor="text1"/>
              </w:rPr>
              <w:t>519</w:t>
            </w:r>
            <w:r w:rsidR="002C6866" w:rsidRPr="00CD320D">
              <w:rPr>
                <w:rFonts w:cs="Times New Roman"/>
                <w:color w:val="000000" w:themeColor="text1"/>
              </w:rPr>
              <w:t xml:space="preserve"> óra</w:t>
            </w:r>
          </w:p>
        </w:tc>
      </w:tr>
    </w:tbl>
    <w:p w14:paraId="7A2A5CA8" w14:textId="77777777" w:rsidR="002C6866" w:rsidRPr="00CD320D" w:rsidRDefault="002C6866" w:rsidP="002C6866">
      <w:pPr>
        <w:spacing w:after="0"/>
        <w:rPr>
          <w:rFonts w:cs="Times New Roman"/>
          <w:color w:val="000000" w:themeColor="text1"/>
          <w:szCs w:val="24"/>
        </w:rPr>
      </w:pPr>
    </w:p>
    <w:p w14:paraId="463191AA" w14:textId="77777777" w:rsidR="002C6866" w:rsidRPr="00CD320D" w:rsidRDefault="002C6866" w:rsidP="002C686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Amennyiben a kerettantervek kiadásának és jóváhagyásának rendjéről szóló rendeletben a szakgimnáziumok 9-12. évfolyama számára kiadott kerettanterv óraterve alapján a kötelezően választható tantárgyak közül a szakmai tantárgyat választja a szakképző iskola akkor a 11. évfolyamon 72 óra és a 12. évfolyamon 62 óra időkeret szakmai tartalmáról a szakképző iskola szakmai programjában kell rendelkezni.</w:t>
      </w:r>
    </w:p>
    <w:p w14:paraId="76AE11AD" w14:textId="77777777" w:rsidR="002C6866" w:rsidRPr="00CD320D" w:rsidRDefault="002C6866" w:rsidP="002C6866">
      <w:pPr>
        <w:spacing w:after="0"/>
        <w:rPr>
          <w:rFonts w:cs="Times New Roman"/>
          <w:color w:val="000000" w:themeColor="text1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CD320D" w:rsidRPr="00CD320D" w14:paraId="020CFE86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921C5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1493A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2F490" w14:textId="77777777" w:rsidR="002C6866" w:rsidRPr="00CD320D" w:rsidRDefault="002C6866" w:rsidP="00BF4EAA">
            <w:pPr>
              <w:spacing w:after="0"/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 xml:space="preserve">éves óraszám </w:t>
            </w:r>
          </w:p>
        </w:tc>
      </w:tr>
      <w:tr w:rsidR="00CD320D" w:rsidRPr="00CD320D" w14:paraId="4A83DF28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D15B9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73926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8103F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1116 óra/év</w:t>
            </w:r>
          </w:p>
        </w:tc>
      </w:tr>
      <w:tr w:rsidR="00CD320D" w:rsidRPr="00CD320D" w14:paraId="13C76D9F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4EA0F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40F4C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BCC40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160 óra</w:t>
            </w:r>
          </w:p>
        </w:tc>
      </w:tr>
      <w:tr w:rsidR="00CD320D" w:rsidRPr="00CD320D" w14:paraId="44F26501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53358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FABDB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0D830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961 óra/év</w:t>
            </w:r>
          </w:p>
        </w:tc>
      </w:tr>
      <w:tr w:rsidR="00CD320D" w:rsidRPr="00CD320D" w14:paraId="788FB211" w14:textId="77777777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9C0B7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2EECB" w14:textId="77777777" w:rsidR="002C6866" w:rsidRPr="00CD320D" w:rsidRDefault="002C6866" w:rsidP="00BF4EAA">
            <w:pPr>
              <w:spacing w:after="0"/>
              <w:rPr>
                <w:rFonts w:cs="Times New Roman"/>
                <w:color w:val="000000" w:themeColor="text1"/>
                <w:szCs w:val="24"/>
              </w:rPr>
            </w:pPr>
            <w:r w:rsidRPr="00CD320D">
              <w:rPr>
                <w:rFonts w:cs="Times New Roman"/>
                <w:color w:val="000000" w:themeColor="text1"/>
              </w:rPr>
              <w:t>2237 óra</w:t>
            </w:r>
          </w:p>
        </w:tc>
      </w:tr>
    </w:tbl>
    <w:p w14:paraId="3BAF2B97" w14:textId="77777777" w:rsidR="002C6866" w:rsidRPr="00CD320D" w:rsidRDefault="002C6866" w:rsidP="002C6866">
      <w:pPr>
        <w:spacing w:after="0"/>
        <w:rPr>
          <w:rFonts w:cs="Times New Roman"/>
          <w:color w:val="000000" w:themeColor="text1"/>
          <w:szCs w:val="24"/>
        </w:rPr>
      </w:pPr>
    </w:p>
    <w:p w14:paraId="4A280B9C" w14:textId="77777777" w:rsidR="00876453" w:rsidRPr="00CD320D" w:rsidRDefault="001F08AF" w:rsidP="000B5E9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(A kizárólag 13-14. évfolyamon megszervezett képzésben, illetve a </w:t>
      </w:r>
      <w:r w:rsidR="00E50FE4" w:rsidRPr="00CD320D">
        <w:rPr>
          <w:rFonts w:cs="Times New Roman"/>
          <w:color w:val="000000" w:themeColor="text1"/>
        </w:rPr>
        <w:t>szakgimnázium</w:t>
      </w:r>
      <w:r w:rsidRPr="00CD320D">
        <w:rPr>
          <w:rFonts w:cs="Times New Roman"/>
          <w:color w:val="000000" w:themeColor="text1"/>
        </w:rPr>
        <w:t xml:space="preserve"> 9-12., és ezt követő 13. évfolyamán megszervezett képzésben az azonos tantárgyakra meghatározott óraszámok közötti csekély eltérés a szorgalmi időszak heteinek eltérő száma, és az óraszámok oszthatósága miatt keletkezik!)</w:t>
      </w:r>
    </w:p>
    <w:p w14:paraId="7D522BA5" w14:textId="77777777" w:rsidR="00CB484D" w:rsidRPr="00CD320D" w:rsidRDefault="00CB484D" w:rsidP="000B5E9D">
      <w:pPr>
        <w:spacing w:after="0"/>
        <w:rPr>
          <w:rFonts w:cs="Times New Roman"/>
          <w:color w:val="000000" w:themeColor="text1"/>
        </w:rPr>
        <w:sectPr w:rsidR="00CB484D" w:rsidRPr="00CD320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616030" w14:textId="77777777" w:rsidR="00CB484D" w:rsidRPr="00CD320D" w:rsidRDefault="00CB484D" w:rsidP="00CB484D">
      <w:pPr>
        <w:spacing w:after="0"/>
        <w:jc w:val="center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>1. számú táblázat</w:t>
      </w:r>
    </w:p>
    <w:p w14:paraId="36B3E608" w14:textId="77777777" w:rsidR="008B01A2" w:rsidRPr="00CD320D" w:rsidRDefault="00CB484D" w:rsidP="00CB484D">
      <w:pPr>
        <w:spacing w:after="0"/>
        <w:jc w:val="center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szakmai követelménymodulokhoz rendelt tantárgyak heti óraszáma évfolyamonként</w:t>
      </w:r>
    </w:p>
    <w:p w14:paraId="2E8C9D85" w14:textId="77777777" w:rsidR="00420CA2" w:rsidRPr="00CD320D" w:rsidRDefault="00420CA2" w:rsidP="000B5E9D">
      <w:pPr>
        <w:spacing w:after="0"/>
        <w:rPr>
          <w:rFonts w:cs="Times New Roman"/>
          <w:color w:val="000000" w:themeColor="text1"/>
        </w:rPr>
      </w:pPr>
    </w:p>
    <w:p w14:paraId="6383BE46" w14:textId="77777777" w:rsidR="00752ECD" w:rsidRDefault="00752ECD" w:rsidP="000B5E9D">
      <w:pPr>
        <w:spacing w:after="0"/>
        <w:rPr>
          <w:rFonts w:cs="Times New Roman"/>
          <w:color w:val="000000" w:themeColor="text1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2180"/>
        <w:gridCol w:w="1800"/>
        <w:gridCol w:w="364"/>
        <w:gridCol w:w="636"/>
        <w:gridCol w:w="500"/>
        <w:gridCol w:w="412"/>
        <w:gridCol w:w="588"/>
        <w:gridCol w:w="286"/>
        <w:gridCol w:w="500"/>
        <w:gridCol w:w="714"/>
        <w:gridCol w:w="548"/>
        <w:gridCol w:w="452"/>
        <w:gridCol w:w="548"/>
        <w:gridCol w:w="452"/>
        <w:gridCol w:w="438"/>
        <w:gridCol w:w="438"/>
        <w:gridCol w:w="625"/>
        <w:gridCol w:w="548"/>
        <w:gridCol w:w="452"/>
      </w:tblGrid>
      <w:tr w:rsidR="006073B2" w:rsidRPr="006073B2" w14:paraId="5C95DEB4" w14:textId="77777777" w:rsidTr="006073B2">
        <w:trPr>
          <w:trHeight w:val="585"/>
          <w:jc w:val="center"/>
        </w:trPr>
        <w:tc>
          <w:tcPr>
            <w:tcW w:w="4779" w:type="dxa"/>
            <w:gridSpan w:val="2"/>
            <w:vMerge w:val="restart"/>
            <w:shd w:val="clear" w:color="auto" w:fill="auto"/>
            <w:vAlign w:val="center"/>
            <w:hideMark/>
          </w:tcPr>
          <w:p w14:paraId="3253AA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4EB68A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BF7AD7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77C79E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40188B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8B1BE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5F3E5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14:paraId="18ABAE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D4CF6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6073B2" w:rsidRPr="006073B2" w14:paraId="73E11190" w14:textId="77777777" w:rsidTr="006073B2">
        <w:trPr>
          <w:trHeight w:val="585"/>
          <w:jc w:val="center"/>
        </w:trPr>
        <w:tc>
          <w:tcPr>
            <w:tcW w:w="4779" w:type="dxa"/>
            <w:gridSpan w:val="2"/>
            <w:vMerge/>
            <w:vAlign w:val="center"/>
            <w:hideMark/>
          </w:tcPr>
          <w:p w14:paraId="7C8D80F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14:paraId="5B98B0C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0BC2E6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EFED6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7815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6E7C03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3C4F6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46292A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45FF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C7580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42CABA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6604E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67A14A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1BBE6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14:paraId="109914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BAA0E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25FEE4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3E8C9D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3919A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6073B2" w:rsidRPr="006073B2" w14:paraId="5C7B373F" w14:textId="77777777" w:rsidTr="006073B2">
        <w:trPr>
          <w:trHeight w:val="6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1C6BC53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szakképesítésre vonatkozó: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D78904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454436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64DE7D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67860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12AE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7,5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EB996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88" w:type="dxa"/>
            <w:vMerge w:val="restart"/>
            <w:shd w:val="clear" w:color="000000" w:fill="F2F2F2"/>
            <w:noWrap/>
            <w:vAlign w:val="center"/>
            <w:hideMark/>
          </w:tcPr>
          <w:p w14:paraId="40C091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14:paraId="368F5A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89D5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vMerge w:val="restart"/>
            <w:shd w:val="clear" w:color="000000" w:fill="F2F2F2"/>
            <w:noWrap/>
            <w:vAlign w:val="center"/>
            <w:hideMark/>
          </w:tcPr>
          <w:p w14:paraId="26D9592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7B3CF3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C5904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2E1A01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6B905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14:paraId="7304F8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20C038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625" w:type="dxa"/>
            <w:vMerge w:val="restart"/>
            <w:shd w:val="clear" w:color="000000" w:fill="F2F2F2"/>
            <w:noWrap/>
            <w:vAlign w:val="center"/>
            <w:hideMark/>
          </w:tcPr>
          <w:p w14:paraId="09341E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2F898A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A8B48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073B2" w:rsidRPr="006073B2" w14:paraId="1C5F2ED1" w14:textId="77777777" w:rsidTr="006073B2">
        <w:trPr>
          <w:trHeight w:val="600"/>
          <w:jc w:val="center"/>
        </w:trPr>
        <w:tc>
          <w:tcPr>
            <w:tcW w:w="2599" w:type="dxa"/>
            <w:vMerge/>
            <w:vAlign w:val="center"/>
            <w:hideMark/>
          </w:tcPr>
          <w:p w14:paraId="7E034DF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FD2F40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14:paraId="3AE81DE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5CF5E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912" w:type="dxa"/>
            <w:gridSpan w:val="2"/>
            <w:shd w:val="clear" w:color="auto" w:fill="auto"/>
            <w:noWrap/>
            <w:vAlign w:val="center"/>
            <w:hideMark/>
          </w:tcPr>
          <w:p w14:paraId="2F6A9C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11,5</w:t>
            </w:r>
          </w:p>
        </w:tc>
        <w:tc>
          <w:tcPr>
            <w:tcW w:w="588" w:type="dxa"/>
            <w:vMerge/>
            <w:vAlign w:val="center"/>
            <w:hideMark/>
          </w:tcPr>
          <w:p w14:paraId="27F4D9F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86" w:type="dxa"/>
            <w:gridSpan w:val="2"/>
            <w:shd w:val="clear" w:color="auto" w:fill="auto"/>
            <w:noWrap/>
            <w:vAlign w:val="center"/>
            <w:hideMark/>
          </w:tcPr>
          <w:p w14:paraId="775B68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14" w:type="dxa"/>
            <w:vMerge/>
            <w:vAlign w:val="center"/>
            <w:hideMark/>
          </w:tcPr>
          <w:p w14:paraId="08BC031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FCF9C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AB164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876" w:type="dxa"/>
            <w:gridSpan w:val="2"/>
            <w:shd w:val="clear" w:color="auto" w:fill="auto"/>
            <w:noWrap/>
            <w:vAlign w:val="center"/>
            <w:hideMark/>
          </w:tcPr>
          <w:p w14:paraId="12575D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625" w:type="dxa"/>
            <w:vMerge/>
            <w:vAlign w:val="center"/>
            <w:hideMark/>
          </w:tcPr>
          <w:p w14:paraId="3CAE967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0D026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6073B2" w:rsidRPr="006073B2" w14:paraId="05D4E02C" w14:textId="77777777" w:rsidTr="006073B2">
        <w:trPr>
          <w:trHeight w:val="63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0A93CE2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357CFC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ACA24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7E3AF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4C911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09F6E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F4D8B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CFB7E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72CAB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C5D4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B71F2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D800A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42417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7A879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54458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A06C2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704DD9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7595AA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9B8CB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151AF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7B388FAB" w14:textId="77777777" w:rsidTr="006073B2">
        <w:trPr>
          <w:trHeight w:val="1005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52A8A98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B7BE2E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ABC89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DEE9F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66EE4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73E8D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5CE22C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01818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760D2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8758E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B6B96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9693B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50F48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66596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2592B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31E67C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7233F0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4DAD97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7912B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7455E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7B9D0D71" w14:textId="77777777" w:rsidTr="006073B2">
        <w:trPr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43EC8D1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10894-12 Élelmiszeripari műveletek és gépek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4EE138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műveletek és gépek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C712B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C8FF3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97926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7D39B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C058E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C3CAF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F245C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F590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7C67C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4AC3C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EA9FC0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A359D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5DA1B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B5780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76FC66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4BF5B2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BCA6C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F9FAC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1E0FFD55" w14:textId="77777777" w:rsidTr="006073B2">
        <w:trPr>
          <w:trHeight w:val="720"/>
          <w:jc w:val="center"/>
        </w:trPr>
        <w:tc>
          <w:tcPr>
            <w:tcW w:w="2599" w:type="dxa"/>
            <w:vMerge/>
            <w:vAlign w:val="center"/>
            <w:hideMark/>
          </w:tcPr>
          <w:p w14:paraId="531992B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71F9C6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Élelmiszer-előállítás műveletei és technológiai folyamatai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2BFEE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82562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D475F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63573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B8ADA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8E42C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6497CD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CD7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37E637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5F4FD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2B533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C7F41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8FC30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6DCB7E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32B41A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426D5D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8B5B70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E3C65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676372E5" w14:textId="77777777" w:rsidTr="006073B2">
        <w:trPr>
          <w:trHeight w:val="720"/>
          <w:jc w:val="center"/>
        </w:trPr>
        <w:tc>
          <w:tcPr>
            <w:tcW w:w="2599" w:type="dxa"/>
            <w:vMerge/>
            <w:vAlign w:val="center"/>
            <w:hideMark/>
          </w:tcPr>
          <w:p w14:paraId="6676612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679BC4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Élelmiszer-előállítás műveletei és technológiai folyamatai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738E8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D4DA7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71E5D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2F0B0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6B0C2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61C96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1CAED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2AF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F2529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FB75D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88399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B977E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DD26A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1C3CA0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CF414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AB31C4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450C7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A11C94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6073B2" w:rsidRPr="006073B2" w14:paraId="29475DBE" w14:textId="77777777" w:rsidTr="006073B2">
        <w:trPr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6D3BADA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10895-12 Általános élelmiszeripari technológiák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582DB0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anyagismeret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8198E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77357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EEA64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11F19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131C0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2CA2C7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BCEA2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3526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2F0A8E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319A3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99DFA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CAE9B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19DB5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A41A3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433C15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731BF4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287FB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5CD1FB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7127B91E" w14:textId="77777777" w:rsidTr="006073B2">
        <w:trPr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31E411D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58C904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technológiák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C8829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E9B73C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CB43D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9AF07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AB1BC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F8B25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83779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3D1F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AFCE8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37660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F6BAA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08371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D97DA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15B3AB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28BB7A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B528D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90056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D0C6FB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1589CEF7" w14:textId="77777777" w:rsidTr="006073B2">
        <w:trPr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1BF59FB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8FD3E5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Élelmiszerkémia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64E84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D4D42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80A49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DBC89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502D7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918FE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EEC7C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7859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11C12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CF9FB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D3970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FA61E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2E674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3E0C5E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7BA067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53AEA4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DF0C7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91068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4F177DF6" w14:textId="77777777" w:rsidTr="006073B2">
        <w:trPr>
          <w:trHeight w:val="48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62D5863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10890-16 Élelmiszeripari vállalkozások működtetése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48BA7F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vállalkozások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CB714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6A042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D2EAC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2A52C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5AE7D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2229C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4CBA6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CFBA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1328EF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4717D2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0DBC1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9A68D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58FFC1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FC5B6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5EE6BC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54DD9D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4F533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DBA4C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28E537B7" w14:textId="77777777" w:rsidTr="006073B2">
        <w:trPr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53481DC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10903-12 Élelmiszeripari alapmérések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0AC671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Laboratóriumi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0FABA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DE43E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683101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B0655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FD18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49BF9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3EB054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A6AE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E845C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6D100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B021D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B445A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84B35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485B73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77671B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498E12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A6DD8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31F0A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1AC5B624" w14:textId="77777777" w:rsidTr="006073B2">
        <w:trPr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7C97358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FEE6CC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Laboratóriumi alapgyakorlatok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8CF6F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8F542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3FAF5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DACED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E2C08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A4A0D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5E5DA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0B300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E3D3B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E18E7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C8402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F6FDD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18FE2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27FC40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1354241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DF82A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47E26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69B9C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7BA04C28" w14:textId="77777777" w:rsidTr="006073B2">
        <w:trPr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2DE93EB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818092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alapmérések gyakorlatok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D244E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4E262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BE8AD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8651B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D1D6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226D3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696E3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9C51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5901DE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7C975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69BA5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C2321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AC226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1547E8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02A3E1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641CC6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EF280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83A9C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6073B2" w:rsidRPr="006073B2" w14:paraId="180FB9FB" w14:textId="77777777" w:rsidTr="006073B2">
        <w:trPr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4F96893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D1A4E4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Minőségbiztosítási és higiéniai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553AEB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07A3B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C51BA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65AF4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A5B83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3CE72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218BE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5BD1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0F767E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FDA2C3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FDE4A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DD98C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DF34C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29D64D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1D646F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10B62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CBD7B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C2810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102BDACF" w14:textId="77777777" w:rsidTr="006073B2">
        <w:trPr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2E5E93F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10891-16 Mikrobiológia, higiénia és minőségbiztosítás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D5F7D5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Mikrobiológia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35944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2ACB6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6E71C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B2FB9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0EFC3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9224F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453DF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A55E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3355A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0D89B5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0CB64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5D174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F81FF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0930D9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3216F8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637C2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42A9B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18B18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3FF084A2" w14:textId="77777777" w:rsidTr="006073B2">
        <w:trPr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7D75E3D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EB32C4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Biztonságos munkavégzés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AB6E3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54B56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63E5C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165CA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9250C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2D5B9B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2E6963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5A0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6A9705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EA8E9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12444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77717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EBAD9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13251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32781C9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44ED39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BB649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B2B1C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2BE52B4B" w14:textId="77777777" w:rsidTr="006073B2">
        <w:trPr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091D0EB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AC9A65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Minőségbiztosítás és higiénia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64FE61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DF2DAD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8C21C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09D330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5F2D1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F4F75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364B4F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45A1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440F9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BC17A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88768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DC321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1D6AC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039D37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416069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2AAFF7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BB607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14A56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71D83D06" w14:textId="77777777" w:rsidTr="006073B2">
        <w:trPr>
          <w:trHeight w:val="30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5E93375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11941-16 Mikrobiológia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0BF188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Mikrobiológia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4E1C48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E23EFA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33AD70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FD3C6B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A7C29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283F19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17B21A2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A287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432A6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63531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1B33C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42CE4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95993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7C8439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779DFC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02EB91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22F9E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7E2C6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3EF6FB26" w14:textId="77777777" w:rsidTr="006073B2">
        <w:trPr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0FAA093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10904-16 Higiénia és minőségbiztosítás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9313EF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Higiénia és minőségbiztosítás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4148EF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61ED1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7629F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D9393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198DF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0B20A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795932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56E7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7B9CA9D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42BB3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B87C57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2AF10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112B6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15F3A8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3F9A11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14A96D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2DFFE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63AF5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786376CF" w14:textId="77777777" w:rsidTr="006073B2">
        <w:trPr>
          <w:trHeight w:val="720"/>
          <w:jc w:val="center"/>
        </w:trPr>
        <w:tc>
          <w:tcPr>
            <w:tcW w:w="2599" w:type="dxa"/>
            <w:vMerge/>
            <w:vAlign w:val="center"/>
            <w:hideMark/>
          </w:tcPr>
          <w:p w14:paraId="240DAEC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BF7F20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Higiéniai és minőségbiztosítási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320D8E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D2848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D7D26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52BA0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5BAB9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777CAE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shd w:val="clear" w:color="000000" w:fill="FFFFFF"/>
            <w:noWrap/>
            <w:vAlign w:val="center"/>
            <w:hideMark/>
          </w:tcPr>
          <w:p w14:paraId="052F8A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33C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shd w:val="clear" w:color="000000" w:fill="F2F2F2"/>
            <w:noWrap/>
            <w:vAlign w:val="center"/>
            <w:hideMark/>
          </w:tcPr>
          <w:p w14:paraId="41B968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0E775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AA534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EE8C0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2373D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FFFFF"/>
            <w:noWrap/>
            <w:vAlign w:val="center"/>
            <w:hideMark/>
          </w:tcPr>
          <w:p w14:paraId="1C4D6F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shd w:val="clear" w:color="000000" w:fill="F2F2F2"/>
            <w:noWrap/>
            <w:vAlign w:val="center"/>
            <w:hideMark/>
          </w:tcPr>
          <w:p w14:paraId="61C3F2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shd w:val="clear" w:color="000000" w:fill="F2F2F2"/>
            <w:noWrap/>
            <w:vAlign w:val="center"/>
            <w:hideMark/>
          </w:tcPr>
          <w:p w14:paraId="35402D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A16FE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F23B8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6073B2" w:rsidRPr="006073B2" w14:paraId="5A22A186" w14:textId="77777777" w:rsidTr="006073B2">
        <w:trPr>
          <w:trHeight w:val="720"/>
          <w:jc w:val="center"/>
        </w:trPr>
        <w:tc>
          <w:tcPr>
            <w:tcW w:w="2599" w:type="dxa"/>
            <w:vMerge/>
            <w:shd w:val="clear" w:color="auto" w:fill="auto"/>
            <w:vAlign w:val="center"/>
            <w:hideMark/>
          </w:tcPr>
          <w:p w14:paraId="77BD2DB8" w14:textId="77777777" w:rsidR="006073B2" w:rsidRPr="006073B2" w:rsidRDefault="006073B2" w:rsidP="00780E25">
            <w:pPr>
              <w:spacing w:after="0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F2A4" w14:textId="77777777" w:rsidR="006073B2" w:rsidRPr="006073B2" w:rsidRDefault="006073B2" w:rsidP="00780E25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05C4EB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helyi </w:t>
            </w: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5048C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CC3391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3312B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E2233F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6F25EB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E6FED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E8C2D7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87B9F2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58541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05F0B2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FAD96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E333ED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BDC2B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4A4BFE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52181C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38C90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E45877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14:paraId="5A7803C6" w14:textId="77777777" w:rsidR="000F7D2C" w:rsidRDefault="000F7D2C" w:rsidP="000B5E9D">
      <w:pPr>
        <w:spacing w:after="0"/>
        <w:rPr>
          <w:rFonts w:cs="Times New Roman"/>
          <w:color w:val="000000" w:themeColor="text1"/>
        </w:rPr>
      </w:pPr>
    </w:p>
    <w:p w14:paraId="4935A144" w14:textId="77777777" w:rsidR="000F7D2C" w:rsidRPr="00CD320D" w:rsidRDefault="000F7D2C" w:rsidP="000B5E9D">
      <w:pPr>
        <w:spacing w:after="0"/>
        <w:rPr>
          <w:rFonts w:cs="Times New Roman"/>
          <w:color w:val="000000" w:themeColor="text1"/>
        </w:rPr>
      </w:pPr>
    </w:p>
    <w:p w14:paraId="79627A57" w14:textId="77777777" w:rsidR="006F5812" w:rsidRPr="00CD320D" w:rsidRDefault="006F5812" w:rsidP="000B5E9D">
      <w:pPr>
        <w:spacing w:after="0"/>
        <w:rPr>
          <w:rFonts w:cs="Times New Roman"/>
          <w:color w:val="000000" w:themeColor="text1"/>
        </w:rPr>
      </w:pPr>
    </w:p>
    <w:p w14:paraId="51FC45B4" w14:textId="77777777" w:rsidR="00CB484D" w:rsidRPr="00CD320D" w:rsidRDefault="00CB484D" w:rsidP="00CB484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>A</w:t>
      </w:r>
      <w:r w:rsidR="006F5812" w:rsidRPr="00CD320D">
        <w:rPr>
          <w:rFonts w:cs="Times New Roman"/>
          <w:color w:val="000000" w:themeColor="text1"/>
        </w:rPr>
        <w:t xml:space="preserve"> kerettanterv szakmai tartalma –</w:t>
      </w:r>
      <w:r w:rsidRPr="00CD320D">
        <w:rPr>
          <w:rFonts w:cs="Times New Roman"/>
          <w:color w:val="000000" w:themeColor="text1"/>
        </w:rPr>
        <w:t xml:space="preserve"> a szakképzésről szóló 2011. évi CLXXXVII. törvény 8.</w:t>
      </w:r>
      <w:r w:rsidR="006F5812" w:rsidRPr="00CD320D">
        <w:rPr>
          <w:rFonts w:cs="Times New Roman"/>
          <w:color w:val="000000" w:themeColor="text1"/>
        </w:rPr>
        <w:t>§ (5) bekezdésének megfelelően –</w:t>
      </w:r>
      <w:r w:rsidRPr="00CD320D">
        <w:rPr>
          <w:rFonts w:cs="Times New Roman"/>
          <w:color w:val="000000" w:themeColor="text1"/>
        </w:rPr>
        <w:t xml:space="preserve"> a nappali rendszerű oktatásra meghatározott tanulói éves kötelező szakmai elméleti és gyakorlati óraszám legalább 90%-át lefedi. </w:t>
      </w:r>
    </w:p>
    <w:p w14:paraId="560AEC05" w14:textId="77777777" w:rsidR="00CB484D" w:rsidRPr="00CD320D" w:rsidRDefault="00CB484D" w:rsidP="00CB484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időkeret fennmaradó részének (szabadsáv) szakmai tartalmáról a szakképző iskola szakmai programjában kell rendelkezni.</w:t>
      </w:r>
    </w:p>
    <w:p w14:paraId="7C0D6FA7" w14:textId="77777777" w:rsidR="00CB484D" w:rsidRPr="00CD320D" w:rsidRDefault="00CB484D" w:rsidP="00CB484D">
      <w:pPr>
        <w:spacing w:after="0"/>
        <w:rPr>
          <w:rFonts w:cs="Times New Roman"/>
          <w:color w:val="000000" w:themeColor="text1"/>
        </w:rPr>
      </w:pPr>
    </w:p>
    <w:p w14:paraId="2A8152D4" w14:textId="77777777" w:rsidR="00420CA2" w:rsidRDefault="00CB484D" w:rsidP="00CB484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szakmai és vizsgakövetelményben a szakképesítésre meghatározott elmélet/gyakorlat arányának a teljes képzési idő során kell teljesülnie.</w:t>
      </w:r>
    </w:p>
    <w:p w14:paraId="3E535DEA" w14:textId="77777777" w:rsidR="001545E5" w:rsidRDefault="001545E5" w:rsidP="00CB484D">
      <w:pPr>
        <w:spacing w:after="0"/>
        <w:rPr>
          <w:rFonts w:cs="Times New Roman"/>
          <w:color w:val="000000" w:themeColor="text1"/>
        </w:rPr>
      </w:pPr>
    </w:p>
    <w:p w14:paraId="1F46BE1D" w14:textId="77777777" w:rsidR="001545E5" w:rsidRPr="00CD320D" w:rsidRDefault="001545E5" w:rsidP="00CB484D">
      <w:pPr>
        <w:spacing w:after="0"/>
        <w:rPr>
          <w:rFonts w:cs="Times New Roman"/>
          <w:color w:val="000000" w:themeColor="text1"/>
        </w:rPr>
      </w:pPr>
    </w:p>
    <w:p w14:paraId="77F82BC8" w14:textId="77777777" w:rsidR="00CB484D" w:rsidRPr="00CD320D" w:rsidRDefault="00CB484D" w:rsidP="00CB484D">
      <w:pPr>
        <w:spacing w:after="0"/>
        <w:jc w:val="center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2. számú táblázat</w:t>
      </w:r>
    </w:p>
    <w:p w14:paraId="06B4A247" w14:textId="77777777" w:rsidR="00420CA2" w:rsidRPr="00CD320D" w:rsidRDefault="00CB484D" w:rsidP="00CB484D">
      <w:pPr>
        <w:spacing w:after="0"/>
        <w:jc w:val="center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szakmai követelménymodulokhoz rendelt tantárgyak és témakörök óraszáma évfolyamonként</w:t>
      </w:r>
    </w:p>
    <w:p w14:paraId="5AC232C4" w14:textId="77777777" w:rsidR="00420CA2" w:rsidRPr="00CD320D" w:rsidRDefault="00420CA2" w:rsidP="000B5E9D">
      <w:pPr>
        <w:spacing w:after="0"/>
        <w:rPr>
          <w:rFonts w:cs="Times New Roman"/>
          <w:color w:val="000000" w:themeColor="text1"/>
        </w:rPr>
      </w:pPr>
    </w:p>
    <w:p w14:paraId="461221DB" w14:textId="77777777" w:rsidR="00972853" w:rsidRDefault="00972853" w:rsidP="006F5812">
      <w:pPr>
        <w:spacing w:after="0"/>
        <w:rPr>
          <w:rFonts w:cs="Times New Roman"/>
          <w:color w:val="000000" w:themeColor="text1"/>
        </w:rPr>
      </w:pPr>
    </w:p>
    <w:tbl>
      <w:tblPr>
        <w:tblW w:w="15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495"/>
        <w:gridCol w:w="572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624"/>
        <w:gridCol w:w="572"/>
        <w:gridCol w:w="624"/>
        <w:gridCol w:w="500"/>
        <w:gridCol w:w="500"/>
        <w:gridCol w:w="624"/>
        <w:gridCol w:w="500"/>
        <w:gridCol w:w="500"/>
        <w:gridCol w:w="500"/>
        <w:gridCol w:w="500"/>
        <w:gridCol w:w="500"/>
        <w:gridCol w:w="601"/>
      </w:tblGrid>
      <w:tr w:rsidR="006073B2" w:rsidRPr="006073B2" w14:paraId="5DCDAD1C" w14:textId="77777777" w:rsidTr="006073B2">
        <w:trPr>
          <w:trHeight w:val="1065"/>
          <w:jc w:val="center"/>
        </w:trPr>
        <w:tc>
          <w:tcPr>
            <w:tcW w:w="3067" w:type="dxa"/>
            <w:gridSpan w:val="2"/>
            <w:vMerge w:val="restart"/>
            <w:shd w:val="clear" w:color="auto" w:fill="auto"/>
            <w:vAlign w:val="center"/>
            <w:hideMark/>
          </w:tcPr>
          <w:p w14:paraId="7D892D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14:paraId="12AA08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0107C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3391BA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14:paraId="789BEA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09259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624" w:type="dxa"/>
            <w:vMerge w:val="restart"/>
            <w:shd w:val="clear" w:color="auto" w:fill="auto"/>
            <w:textDirection w:val="btLr"/>
            <w:vAlign w:val="center"/>
            <w:hideMark/>
          </w:tcPr>
          <w:p w14:paraId="598543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6869B0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624" w:type="dxa"/>
            <w:vMerge w:val="restart"/>
            <w:shd w:val="clear" w:color="auto" w:fill="auto"/>
            <w:textDirection w:val="btLr"/>
            <w:vAlign w:val="center"/>
            <w:hideMark/>
          </w:tcPr>
          <w:p w14:paraId="39A103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11A06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624" w:type="dxa"/>
            <w:vMerge w:val="restart"/>
            <w:shd w:val="clear" w:color="auto" w:fill="auto"/>
            <w:textDirection w:val="btLr"/>
            <w:vAlign w:val="center"/>
            <w:hideMark/>
          </w:tcPr>
          <w:p w14:paraId="0E8AE5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019D39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7A7CD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601" w:type="dxa"/>
            <w:vMerge w:val="restart"/>
            <w:shd w:val="clear" w:color="auto" w:fill="auto"/>
            <w:textDirection w:val="btLr"/>
            <w:vAlign w:val="center"/>
            <w:hideMark/>
          </w:tcPr>
          <w:p w14:paraId="4B963D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6073B2" w:rsidRPr="006073B2" w14:paraId="47196B1D" w14:textId="77777777" w:rsidTr="006073B2">
        <w:trPr>
          <w:trHeight w:val="1065"/>
          <w:jc w:val="center"/>
        </w:trPr>
        <w:tc>
          <w:tcPr>
            <w:tcW w:w="3067" w:type="dxa"/>
            <w:gridSpan w:val="2"/>
            <w:vMerge/>
            <w:vAlign w:val="center"/>
            <w:hideMark/>
          </w:tcPr>
          <w:p w14:paraId="3677063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14:paraId="0F35DC7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57D0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1D6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BE2B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BF4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F959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2FD20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D7FB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FE4A5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1B281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825BD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24" w:type="dxa"/>
            <w:vMerge/>
            <w:vAlign w:val="center"/>
            <w:hideMark/>
          </w:tcPr>
          <w:p w14:paraId="0AE51BF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14:paraId="126FB65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2B303F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ACFF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D9E9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24" w:type="dxa"/>
            <w:vMerge/>
            <w:vAlign w:val="center"/>
            <w:hideMark/>
          </w:tcPr>
          <w:p w14:paraId="15E5F9B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A9F5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3AA6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0325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BF11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1110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01" w:type="dxa"/>
            <w:vMerge/>
            <w:vAlign w:val="center"/>
            <w:hideMark/>
          </w:tcPr>
          <w:p w14:paraId="03C5675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6073B2" w:rsidRPr="006073B2" w14:paraId="48C69C57" w14:textId="77777777" w:rsidTr="006073B2">
        <w:trPr>
          <w:trHeight w:val="24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352F05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szakképe-sítésre vonatkozó: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7F1561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30814C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65C2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D95A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6DFC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270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86621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2E6CD3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FFAF7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06D0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vMerge w:val="restart"/>
            <w:shd w:val="clear" w:color="000000" w:fill="F2F2F2"/>
            <w:noWrap/>
            <w:vAlign w:val="center"/>
            <w:hideMark/>
          </w:tcPr>
          <w:p w14:paraId="728B43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39F34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DBE6A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624" w:type="dxa"/>
            <w:vMerge w:val="restart"/>
            <w:shd w:val="clear" w:color="auto" w:fill="auto"/>
            <w:vAlign w:val="center"/>
            <w:hideMark/>
          </w:tcPr>
          <w:p w14:paraId="3CF920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1465</w:t>
            </w:r>
          </w:p>
        </w:tc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14:paraId="3C6237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453</w:t>
            </w:r>
          </w:p>
        </w:tc>
        <w:tc>
          <w:tcPr>
            <w:tcW w:w="624" w:type="dxa"/>
            <w:vMerge w:val="restart"/>
            <w:shd w:val="clear" w:color="auto" w:fill="auto"/>
            <w:vAlign w:val="center"/>
            <w:hideMark/>
          </w:tcPr>
          <w:p w14:paraId="1F05B1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7F75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589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BFF6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372</w:t>
            </w:r>
          </w:p>
        </w:tc>
        <w:tc>
          <w:tcPr>
            <w:tcW w:w="624" w:type="dxa"/>
            <w:vMerge w:val="restart"/>
            <w:shd w:val="clear" w:color="auto" w:fill="auto"/>
            <w:vAlign w:val="center"/>
            <w:hideMark/>
          </w:tcPr>
          <w:p w14:paraId="3B5E7A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1973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833A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651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6F60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396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1ECE7F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F4D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589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4006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372</w:t>
            </w:r>
          </w:p>
        </w:tc>
        <w:tc>
          <w:tcPr>
            <w:tcW w:w="601" w:type="dxa"/>
            <w:vMerge w:val="restart"/>
            <w:shd w:val="clear" w:color="auto" w:fill="auto"/>
            <w:vAlign w:val="center"/>
            <w:hideMark/>
          </w:tcPr>
          <w:p w14:paraId="7E34C0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2008</w:t>
            </w:r>
          </w:p>
        </w:tc>
      </w:tr>
      <w:tr w:rsidR="006073B2" w:rsidRPr="006073B2" w14:paraId="5FC27202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06689CE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65942C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572" w:type="dxa"/>
            <w:vMerge/>
            <w:vAlign w:val="center"/>
            <w:hideMark/>
          </w:tcPr>
          <w:p w14:paraId="5964CBB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AE77D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DC297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414</w:t>
            </w:r>
          </w:p>
        </w:tc>
        <w:tc>
          <w:tcPr>
            <w:tcW w:w="500" w:type="dxa"/>
            <w:vMerge/>
            <w:vAlign w:val="center"/>
            <w:hideMark/>
          </w:tcPr>
          <w:p w14:paraId="5D29EE9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45" w:type="dxa"/>
            <w:gridSpan w:val="2"/>
            <w:shd w:val="clear" w:color="auto" w:fill="auto"/>
            <w:noWrap/>
            <w:vAlign w:val="center"/>
            <w:hideMark/>
          </w:tcPr>
          <w:p w14:paraId="2CB316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56" w:type="dxa"/>
            <w:vMerge/>
            <w:vAlign w:val="center"/>
            <w:hideMark/>
          </w:tcPr>
          <w:p w14:paraId="6D716D2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3756B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202</w:t>
            </w:r>
          </w:p>
        </w:tc>
        <w:tc>
          <w:tcPr>
            <w:tcW w:w="624" w:type="dxa"/>
            <w:vMerge/>
            <w:vAlign w:val="center"/>
            <w:hideMark/>
          </w:tcPr>
          <w:p w14:paraId="3AAAE55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14:paraId="492D4FD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A5DA48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57DC7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961</w:t>
            </w:r>
          </w:p>
        </w:tc>
        <w:tc>
          <w:tcPr>
            <w:tcW w:w="624" w:type="dxa"/>
            <w:vMerge/>
            <w:vAlign w:val="center"/>
            <w:hideMark/>
          </w:tcPr>
          <w:p w14:paraId="6562229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0D701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1047</w:t>
            </w:r>
          </w:p>
        </w:tc>
        <w:tc>
          <w:tcPr>
            <w:tcW w:w="500" w:type="dxa"/>
            <w:vMerge/>
            <w:vAlign w:val="center"/>
            <w:hideMark/>
          </w:tcPr>
          <w:p w14:paraId="535CDB5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C57E1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961</w:t>
            </w:r>
          </w:p>
        </w:tc>
        <w:tc>
          <w:tcPr>
            <w:tcW w:w="601" w:type="dxa"/>
            <w:vMerge/>
            <w:vAlign w:val="center"/>
            <w:hideMark/>
          </w:tcPr>
          <w:p w14:paraId="4280BC3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6073B2" w:rsidRPr="006073B2" w14:paraId="12B00B89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19CAE9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2E3887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572" w:type="dxa"/>
            <w:vMerge/>
            <w:vAlign w:val="center"/>
            <w:hideMark/>
          </w:tcPr>
          <w:p w14:paraId="5DF7F9E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14:paraId="0D39F7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1215 óra (59,5%)</w:t>
            </w:r>
          </w:p>
        </w:tc>
        <w:tc>
          <w:tcPr>
            <w:tcW w:w="624" w:type="dxa"/>
            <w:vMerge/>
            <w:vAlign w:val="center"/>
            <w:hideMark/>
          </w:tcPr>
          <w:p w14:paraId="03E2070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14:paraId="113514B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C68F45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172A6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vMerge/>
            <w:vAlign w:val="center"/>
            <w:hideMark/>
          </w:tcPr>
          <w:p w14:paraId="4668FC8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44AD4E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1240 óra (57,2%)</w:t>
            </w:r>
          </w:p>
        </w:tc>
        <w:tc>
          <w:tcPr>
            <w:tcW w:w="601" w:type="dxa"/>
            <w:vMerge/>
            <w:vAlign w:val="center"/>
            <w:hideMark/>
          </w:tcPr>
          <w:p w14:paraId="479AA4C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6073B2" w:rsidRPr="006073B2" w14:paraId="62D435CE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6B744D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FD7A25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572" w:type="dxa"/>
            <w:vMerge/>
            <w:vAlign w:val="center"/>
            <w:hideMark/>
          </w:tcPr>
          <w:p w14:paraId="4E7B1DE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14:paraId="6437C3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758 óra (40,5%)</w:t>
            </w:r>
          </w:p>
        </w:tc>
        <w:tc>
          <w:tcPr>
            <w:tcW w:w="624" w:type="dxa"/>
            <w:vMerge/>
            <w:vAlign w:val="center"/>
            <w:hideMark/>
          </w:tcPr>
          <w:p w14:paraId="4A50D42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14:paraId="19E7FF2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433BE2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14:paraId="0013A3B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C7D1F9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3732AC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768 óra (42,8%)</w:t>
            </w:r>
          </w:p>
        </w:tc>
        <w:tc>
          <w:tcPr>
            <w:tcW w:w="601" w:type="dxa"/>
            <w:vMerge/>
            <w:vAlign w:val="center"/>
            <w:hideMark/>
          </w:tcPr>
          <w:p w14:paraId="2E0A791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6073B2" w:rsidRPr="006073B2" w14:paraId="42049976" w14:textId="77777777" w:rsidTr="006073B2">
        <w:trPr>
          <w:trHeight w:val="24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022100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71CC7C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3627F2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98DD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73C6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9EEB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AD76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A5C9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33EAE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6AFD4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7AC0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A38CC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00CA22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FB4A2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3FCC0D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122CF1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26B9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AF48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8681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2CB6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513B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E1C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7AEE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0C0A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90EA6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073B2" w:rsidRPr="006073B2" w14:paraId="11C977B5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58016D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DF8065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572" w:type="dxa"/>
            <w:vMerge/>
            <w:vAlign w:val="center"/>
            <w:hideMark/>
          </w:tcPr>
          <w:p w14:paraId="0F17730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A565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32FC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0E56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0CF0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7B53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A3B75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231C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BFBE6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9C595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C1014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FDF88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6D866D0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9117D4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0027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0A35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6BCEC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D27D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860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1357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0F94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C585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3A090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073B2" w:rsidRPr="006073B2" w14:paraId="2F0307D5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902198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09ACB9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572" w:type="dxa"/>
            <w:vMerge/>
            <w:vAlign w:val="center"/>
            <w:hideMark/>
          </w:tcPr>
          <w:p w14:paraId="2D80BDC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FCC9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11C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6E3C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1B8A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A4E6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92D43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88194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2FB6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7665C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CF916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AF2CC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FA51B5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C15D62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C58D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ABB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994B3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C15A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4E9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3E9F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7BCC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50C5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FADF0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073B2" w:rsidRPr="006073B2" w14:paraId="4B74F06C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22503BC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B11895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572" w:type="dxa"/>
            <w:vMerge/>
            <w:vAlign w:val="center"/>
            <w:hideMark/>
          </w:tcPr>
          <w:p w14:paraId="6ACDF4B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3105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A6A8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A4DF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8BD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235C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09090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00CC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AB272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AD394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1EFE0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A8FB5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629022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E43C0C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4821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49AC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F65E8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895E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EA89D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B6EA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5D71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C01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76DD4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073B2" w:rsidRPr="006073B2" w14:paraId="15EC5830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6038303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69F2ED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572" w:type="dxa"/>
            <w:vMerge/>
            <w:vAlign w:val="center"/>
            <w:hideMark/>
          </w:tcPr>
          <w:p w14:paraId="03D494B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5939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EE46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19E8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FE78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7004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B5AA5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7CA4B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BC906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9FC28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9875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8EC0A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725A84F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5ACF79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A324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B4DD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9C290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DDA9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A95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2C0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0FC2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B0CC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5B258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</w:tbl>
    <w:p w14:paraId="27FC54DB" w14:textId="77777777" w:rsidR="006073B2" w:rsidRDefault="006073B2">
      <w:r>
        <w:br w:type="page"/>
      </w:r>
    </w:p>
    <w:tbl>
      <w:tblPr>
        <w:tblW w:w="15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495"/>
        <w:gridCol w:w="572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624"/>
        <w:gridCol w:w="572"/>
        <w:gridCol w:w="624"/>
        <w:gridCol w:w="500"/>
        <w:gridCol w:w="500"/>
        <w:gridCol w:w="624"/>
        <w:gridCol w:w="500"/>
        <w:gridCol w:w="500"/>
        <w:gridCol w:w="500"/>
        <w:gridCol w:w="500"/>
        <w:gridCol w:w="500"/>
        <w:gridCol w:w="601"/>
      </w:tblGrid>
      <w:tr w:rsidR="006073B2" w:rsidRPr="006073B2" w14:paraId="6F6B1A20" w14:textId="77777777" w:rsidTr="006073B2">
        <w:trPr>
          <w:trHeight w:val="24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26FFEDA0" w14:textId="5E98D3A5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11498-12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34BD1D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4EBE00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1B39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756B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9799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F31D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C124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3A05B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F50D2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906D6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65E03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FCA32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B0625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75D5E0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291705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384C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E996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3D7D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020C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A0AA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B1D1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C55F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EC49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3DEA4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6073B2" w:rsidRPr="006073B2" w14:paraId="685E85B7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AD636A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6FACC2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572" w:type="dxa"/>
            <w:vMerge/>
            <w:vAlign w:val="center"/>
            <w:hideMark/>
          </w:tcPr>
          <w:p w14:paraId="5E77C6C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1147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F0B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C6F2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5E5D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31D6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0F4C7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9920A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9708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2486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F45AA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B5BA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CCB7BB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55645C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C051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05F2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9418F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3D1E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D912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A53B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E60F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DF3D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C579E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073B2" w:rsidRPr="006073B2" w14:paraId="1A0327B1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D3CAB7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B8B33A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572" w:type="dxa"/>
            <w:vMerge/>
            <w:vAlign w:val="center"/>
            <w:hideMark/>
          </w:tcPr>
          <w:p w14:paraId="564A2AD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5A86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F5E4A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5165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B6B8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E21B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B57BC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F409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2310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C2CA2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771AD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F0EED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3AAF802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9D4D10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62F5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8306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49A93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2C05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D0BA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84A2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571B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D0F99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90398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073B2" w:rsidRPr="006073B2" w14:paraId="7A347C0F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61664A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41F383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572" w:type="dxa"/>
            <w:vMerge/>
            <w:vAlign w:val="center"/>
            <w:hideMark/>
          </w:tcPr>
          <w:p w14:paraId="5CBCC45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C50B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6F7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8EDF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1E0F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4080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89D42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FED8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CC87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67A0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18FABD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C01D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842A6B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001C0D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510C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643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67415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5928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85C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BE409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C048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AA55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89C2B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6073B2" w:rsidRPr="006073B2" w14:paraId="6006B702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A8839A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719367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572" w:type="dxa"/>
            <w:vMerge/>
            <w:vAlign w:val="center"/>
            <w:hideMark/>
          </w:tcPr>
          <w:p w14:paraId="4D4AD81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5167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ECAA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5CC0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4F39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598D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A43D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E054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3193C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37D3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AB1B6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EC230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ABB54A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FAB0E9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5A95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1C00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34669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5276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9287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68E8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9925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6A0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A7BF2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6073B2" w:rsidRPr="006073B2" w14:paraId="1CC8B9D1" w14:textId="77777777" w:rsidTr="006073B2">
        <w:trPr>
          <w:trHeight w:val="48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7CA7C1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10894-12 Élelmiszeripari műveletek és gépek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AC7D17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műveletek és gépek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6EBC25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FCC2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C8D0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F04B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F64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EAE2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AEE84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B4EDD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BA45F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F491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09107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6D5BD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10CA41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3A39F2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0FC2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279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AAE0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D6BB1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279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91F3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2E95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275D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4DF2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279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6E43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210E2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279</w:t>
            </w:r>
          </w:p>
        </w:tc>
      </w:tr>
      <w:tr w:rsidR="006073B2" w:rsidRPr="006073B2" w14:paraId="25AF580D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B8D4AF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681968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Közegáramlás törvényei és gépei</w:t>
            </w:r>
          </w:p>
        </w:tc>
        <w:tc>
          <w:tcPr>
            <w:tcW w:w="572" w:type="dxa"/>
            <w:vMerge/>
            <w:vAlign w:val="center"/>
            <w:hideMark/>
          </w:tcPr>
          <w:p w14:paraId="4477DC9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614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5A5A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486C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7E4E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9408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A24C8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2D86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7BDA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37ACC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8FC71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9559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78BA24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2DDC38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A2F9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4297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0BFA5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495B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3BD1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365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F0E4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471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F233B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68</w:t>
            </w:r>
          </w:p>
        </w:tc>
      </w:tr>
      <w:tr w:rsidR="006073B2" w:rsidRPr="006073B2" w14:paraId="79D7E828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2D1B26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1B6F94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Szétválasztó műveletek és gépek</w:t>
            </w:r>
          </w:p>
        </w:tc>
        <w:tc>
          <w:tcPr>
            <w:tcW w:w="572" w:type="dxa"/>
            <w:vMerge/>
            <w:vAlign w:val="center"/>
            <w:hideMark/>
          </w:tcPr>
          <w:p w14:paraId="7386186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62C1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A021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232E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C648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DB502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09DA6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16E1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C739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0FAA7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AF448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9D61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8AF12D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F71F10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38AB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1B27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BEB8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C504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4DE6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EC2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CAE0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197E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F2141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6073B2" w:rsidRPr="006073B2" w14:paraId="5BFC2C60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6AF2468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B87CC5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Homogenizáló műveletek és gépek</w:t>
            </w:r>
          </w:p>
        </w:tc>
        <w:tc>
          <w:tcPr>
            <w:tcW w:w="572" w:type="dxa"/>
            <w:vMerge/>
            <w:vAlign w:val="center"/>
            <w:hideMark/>
          </w:tcPr>
          <w:p w14:paraId="53B7A4E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3D6C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C75D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C172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4F97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C12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D832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0F86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49949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7AE1E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DD2A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8B51A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6C8F5E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68DA45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E64A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CFEF2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F16F8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49E7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5548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D87D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4ED6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7C06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72330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6073B2" w:rsidRPr="006073B2" w14:paraId="7939FF56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43F4CA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B6C33C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Műveletek szemcsés anyagokkal</w:t>
            </w:r>
          </w:p>
        </w:tc>
        <w:tc>
          <w:tcPr>
            <w:tcW w:w="572" w:type="dxa"/>
            <w:vMerge/>
            <w:vAlign w:val="center"/>
            <w:hideMark/>
          </w:tcPr>
          <w:p w14:paraId="410A367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D8A5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4305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2D5F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B6EB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9FA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2CD9D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529247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69BE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1BF29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D9F08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26ED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56B790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70E95E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9A68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9AB62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D4BA8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8DF8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88C07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4C45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183E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B4E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26E36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6073B2" w:rsidRPr="006073B2" w14:paraId="566DA0BA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4105796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A0F6BA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Kalorikus műveletek</w:t>
            </w:r>
          </w:p>
        </w:tc>
        <w:tc>
          <w:tcPr>
            <w:tcW w:w="572" w:type="dxa"/>
            <w:vMerge/>
            <w:vAlign w:val="center"/>
            <w:hideMark/>
          </w:tcPr>
          <w:p w14:paraId="0CA22D4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AFD2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28DD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D082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1F71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4E9A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381FE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0295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2AF3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5B92B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BCB97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C72A0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7494F4F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187C45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84E2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7E3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4D9E6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7A66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C3E1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AE2BC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D395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122F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1AA1E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70</w:t>
            </w:r>
          </w:p>
        </w:tc>
      </w:tr>
      <w:tr w:rsidR="006073B2" w:rsidRPr="006073B2" w14:paraId="7C0CB47C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6BBE71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19E6B2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Anyagátadási műveletek</w:t>
            </w:r>
          </w:p>
        </w:tc>
        <w:tc>
          <w:tcPr>
            <w:tcW w:w="572" w:type="dxa"/>
            <w:vMerge/>
            <w:vAlign w:val="center"/>
            <w:hideMark/>
          </w:tcPr>
          <w:p w14:paraId="2581774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CAD7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C400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652B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38AF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1DA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726BC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41E82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7FE8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2FD8A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3BC494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5446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124FD3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31362E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C600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14AE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07C69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D9B6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2E0B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8D46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E741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BA3D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6D9C9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55</w:t>
            </w:r>
          </w:p>
        </w:tc>
      </w:tr>
      <w:tr w:rsidR="006073B2" w:rsidRPr="006073B2" w14:paraId="2DE13351" w14:textId="77777777" w:rsidTr="006073B2">
        <w:trPr>
          <w:trHeight w:val="960"/>
          <w:jc w:val="center"/>
        </w:trPr>
        <w:tc>
          <w:tcPr>
            <w:tcW w:w="572" w:type="dxa"/>
            <w:vMerge/>
            <w:vAlign w:val="center"/>
            <w:hideMark/>
          </w:tcPr>
          <w:p w14:paraId="0E75029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9F22DC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Élelmiszer-előállítás műveletei és technológiai folyamatai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1AD234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3343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A5B5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2060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532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1AE6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7F832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BDDC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CBEA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EE0D4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469D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A2682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42598E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00AEB0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A7AC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9320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E4234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D569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09C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CB26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8C37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4932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4167D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202</w:t>
            </w:r>
          </w:p>
        </w:tc>
      </w:tr>
      <w:tr w:rsidR="006073B2" w:rsidRPr="006073B2" w14:paraId="3192471A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337A647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96E2D3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Higiénia, mikrobiológia,minőségbiztosítás</w:t>
            </w:r>
          </w:p>
        </w:tc>
        <w:tc>
          <w:tcPr>
            <w:tcW w:w="572" w:type="dxa"/>
            <w:vMerge/>
            <w:vAlign w:val="center"/>
            <w:hideMark/>
          </w:tcPr>
          <w:p w14:paraId="12C938A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8E1B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AFD1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09F1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341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7889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75174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E05C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5887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B4B3A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01C0C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2B0E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1C778F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C77AAD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0D1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D85A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30FD2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1584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84CC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A001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6806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CCDC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E2D0E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073B2" w:rsidRPr="006073B2" w14:paraId="2B4D17BF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53BE866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F366AE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Malomipar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75B082D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9AC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7AD4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27FF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7FD1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EEC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50FA6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480A9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6F7397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56426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E2222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97FC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7D1691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7B8DEB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44B9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93AE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1A905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3820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3586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6A482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5F53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5FD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88898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6073B2" w:rsidRPr="006073B2" w14:paraId="654E6097" w14:textId="77777777" w:rsidTr="006073B2">
        <w:trPr>
          <w:trHeight w:val="960"/>
          <w:jc w:val="center"/>
        </w:trPr>
        <w:tc>
          <w:tcPr>
            <w:tcW w:w="572" w:type="dxa"/>
            <w:vMerge/>
            <w:vAlign w:val="center"/>
            <w:hideMark/>
          </w:tcPr>
          <w:p w14:paraId="4794B50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EF2BC8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Sütőipari és cukrászipari termékek előállításának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3137EDE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AE5C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AEE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3E4D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34A1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2A7C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CE9C1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9E1F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320C2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AC209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0FFC2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EE733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69C8CD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ED33DD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F91E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3FE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23B4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DCEA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0EC7E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17F9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DAFE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7420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61DEE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6073B2" w:rsidRPr="006073B2" w14:paraId="62DD0A2A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ADC75E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6A3A16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Cukorgyártás, édesipar 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0E7352F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41CA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095A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382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4BB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CA72B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5A0E1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EF3D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00806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EE4D6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0447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B361E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762ED4E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DAA272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AD45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48B3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51935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17A0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7FED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BAAC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8B57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A2F1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01EA6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6073B2" w:rsidRPr="006073B2" w14:paraId="3902862B" w14:textId="77777777" w:rsidTr="006073B2">
        <w:trPr>
          <w:trHeight w:val="960"/>
          <w:jc w:val="center"/>
        </w:trPr>
        <w:tc>
          <w:tcPr>
            <w:tcW w:w="572" w:type="dxa"/>
            <w:vMerge/>
            <w:vAlign w:val="center"/>
            <w:hideMark/>
          </w:tcPr>
          <w:p w14:paraId="54DBE58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300E74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Dohányipar, növényolajipar, margaringyártás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24B4441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A5D9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9278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35BF2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F388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C478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E4585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0EAC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0BD7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35A5B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C8283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5EF2C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73795B8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1B9AA2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C17F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5AF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9154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5A6D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2D54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2098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748B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1C44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88172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6073B2" w:rsidRPr="006073B2" w14:paraId="52C28A5F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30E1E0B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477603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Tartósítóipari termékgyártás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52B308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5DE7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99D2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2450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2291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40257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2E9FE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CF9E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FFC2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6C83A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A77E1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41069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4A61EC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3F7688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729B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CFD2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7C1C5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CB60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4829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6957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5BC3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762A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23693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6073B2" w:rsidRPr="006073B2" w14:paraId="6F51F0B1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C434D2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CF4C26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Bor és pezsgőgyártás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24D33B2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90BD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CB66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31E0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753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DD5B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E08B0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7454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E57D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20AD4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48950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2EB0D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E755D2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7829DD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ED4B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698E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6815C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B610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92E1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D05B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5DDA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8123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B47DF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073B2" w:rsidRPr="006073B2" w14:paraId="6D2CBFDC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58BAFB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ADFB04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Erjedésipar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027B711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AF11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45A6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0EF4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7D5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1679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A3CE2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BEA0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2731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2A17E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8834B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00051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573B5ED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BB2721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CFAC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0F1F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02680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232F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E647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4F96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569E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0EB6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68526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6073B2" w:rsidRPr="006073B2" w14:paraId="38E992E4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68C93D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B4D1F5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Tejipari termékgyártás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28B79FF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7FFD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226C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AEAF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9D74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8B03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0C7E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4B55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2EB2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F7E6A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D768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BE74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68F5AD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49D520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5FF7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2509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FA1F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A1B8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3E9A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BFEF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5CA4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1E20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9CA17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6073B2" w:rsidRPr="006073B2" w14:paraId="714DD4DB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3B4FC9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14BC6F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Hús-, és baromfiipar műveletei</w:t>
            </w:r>
          </w:p>
        </w:tc>
        <w:tc>
          <w:tcPr>
            <w:tcW w:w="572" w:type="dxa"/>
            <w:vMerge/>
            <w:vAlign w:val="center"/>
            <w:hideMark/>
          </w:tcPr>
          <w:p w14:paraId="531CA08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487B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C7CA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B93D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70A2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118D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7D68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1731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C792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05C4B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FC225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61C56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81F15D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B955AA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C497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573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C33BB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ABBB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877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3EB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4ED1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D510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EF17C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6073B2" w:rsidRPr="006073B2" w14:paraId="6D6FD6EF" w14:textId="77777777" w:rsidTr="006073B2">
        <w:trPr>
          <w:trHeight w:val="960"/>
          <w:jc w:val="center"/>
        </w:trPr>
        <w:tc>
          <w:tcPr>
            <w:tcW w:w="572" w:type="dxa"/>
            <w:vMerge/>
            <w:vAlign w:val="center"/>
            <w:hideMark/>
          </w:tcPr>
          <w:p w14:paraId="51EBD69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F940A3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Élelmiszer-előállítás műveletei és technológiai folyamatai gyakorlat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4D59A6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5606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4129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DC9D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891F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95D1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FA0F5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FE11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9FA7C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996D1E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9FF94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CE7A6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2DDE21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3DC663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F4FF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E867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CF61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CD90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2FEE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D41CC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6232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308C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C8F38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</w:tr>
      <w:tr w:rsidR="006073B2" w:rsidRPr="006073B2" w14:paraId="3E5978B4" w14:textId="77777777" w:rsidTr="006073B2">
        <w:trPr>
          <w:trHeight w:val="960"/>
          <w:jc w:val="center"/>
        </w:trPr>
        <w:tc>
          <w:tcPr>
            <w:tcW w:w="572" w:type="dxa"/>
            <w:vMerge/>
            <w:vAlign w:val="center"/>
            <w:hideMark/>
          </w:tcPr>
          <w:p w14:paraId="76957D6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FF94F9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Higiénia, minőségbiztosítás gyakorlata az adott iparágra</w:t>
            </w:r>
          </w:p>
        </w:tc>
        <w:tc>
          <w:tcPr>
            <w:tcW w:w="572" w:type="dxa"/>
            <w:vMerge/>
            <w:vAlign w:val="center"/>
            <w:hideMark/>
          </w:tcPr>
          <w:p w14:paraId="7A6FD02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90BE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FA9AB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0F27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7F6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34F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3B838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D5E5D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82F2C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4D53F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3F326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1B3A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7994B94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994B13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5F24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1A8C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7F54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E956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B955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1BD7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1BDD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FB28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83BEF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</w:tr>
      <w:tr w:rsidR="006073B2" w:rsidRPr="006073B2" w14:paraId="11FEA205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09786FA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C60207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Anyagok előkészítésének művelete</w:t>
            </w:r>
          </w:p>
        </w:tc>
        <w:tc>
          <w:tcPr>
            <w:tcW w:w="572" w:type="dxa"/>
            <w:vMerge/>
            <w:vAlign w:val="center"/>
            <w:hideMark/>
          </w:tcPr>
          <w:p w14:paraId="3ECAB4B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84E7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BA39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41FA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24C5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BCD4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F413B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A2C7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CE82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45E3E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E7E47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D9BBC2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A8CF8F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D37A6F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0D5B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773F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C072C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FF06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B55C5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A341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13CC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7C3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95D0E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6073B2" w:rsidRPr="006073B2" w14:paraId="605BC9F6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709A656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E319E4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Termékek előállításának műveletei, folyamata</w:t>
            </w:r>
          </w:p>
        </w:tc>
        <w:tc>
          <w:tcPr>
            <w:tcW w:w="572" w:type="dxa"/>
            <w:vMerge/>
            <w:vAlign w:val="center"/>
            <w:hideMark/>
          </w:tcPr>
          <w:p w14:paraId="0091CC8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6137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85A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D934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C932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A6B5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D8CF5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ADEE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95B0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3A0D4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C0BB0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78BE0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3C25ECC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5F99B1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BF5A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FAF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C21DE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5413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780C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923C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2B89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658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38780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80</w:t>
            </w:r>
          </w:p>
        </w:tc>
      </w:tr>
      <w:tr w:rsidR="006073B2" w:rsidRPr="006073B2" w14:paraId="523A12F0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C5FBE4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0148B4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Dokumentáció készítése</w:t>
            </w:r>
          </w:p>
        </w:tc>
        <w:tc>
          <w:tcPr>
            <w:tcW w:w="572" w:type="dxa"/>
            <w:vMerge/>
            <w:vAlign w:val="center"/>
            <w:hideMark/>
          </w:tcPr>
          <w:p w14:paraId="6F31086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1D16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EDD7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696F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E57D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5E2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0A2FC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7AE0F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A387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B9B8A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92F2B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1984A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A6F9CB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6DD095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BCA3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E6BA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837A0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EDE7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96A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E740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965F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DDB1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FEC2A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57</w:t>
            </w:r>
          </w:p>
        </w:tc>
      </w:tr>
    </w:tbl>
    <w:p w14:paraId="1D344DDC" w14:textId="77777777" w:rsidR="006073B2" w:rsidRDefault="006073B2">
      <w:r>
        <w:br w:type="page"/>
      </w:r>
    </w:p>
    <w:tbl>
      <w:tblPr>
        <w:tblW w:w="15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495"/>
        <w:gridCol w:w="572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624"/>
        <w:gridCol w:w="572"/>
        <w:gridCol w:w="624"/>
        <w:gridCol w:w="500"/>
        <w:gridCol w:w="500"/>
        <w:gridCol w:w="624"/>
        <w:gridCol w:w="500"/>
        <w:gridCol w:w="500"/>
        <w:gridCol w:w="500"/>
        <w:gridCol w:w="500"/>
        <w:gridCol w:w="500"/>
        <w:gridCol w:w="601"/>
      </w:tblGrid>
      <w:tr w:rsidR="006073B2" w:rsidRPr="006073B2" w14:paraId="072E650C" w14:textId="77777777" w:rsidTr="006073B2">
        <w:trPr>
          <w:trHeight w:val="48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18F551BD" w14:textId="16502F53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10895-12 Általános élelmiszeripari technológiák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64D7D4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anyagismeret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35CAE5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E3A1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BB1E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93F6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488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100B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6969C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0DE4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F628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48DAD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A3662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35EB7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173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53B9F4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1FDBBA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8BC1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B97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53587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A3D2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E222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28C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E8AC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2B28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2B93B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181</w:t>
            </w:r>
          </w:p>
        </w:tc>
      </w:tr>
      <w:tr w:rsidR="006073B2" w:rsidRPr="006073B2" w14:paraId="3BF9CF76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19E7222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315ECC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 ágazatai</w:t>
            </w:r>
          </w:p>
        </w:tc>
        <w:tc>
          <w:tcPr>
            <w:tcW w:w="572" w:type="dxa"/>
            <w:vMerge/>
            <w:vAlign w:val="center"/>
            <w:hideMark/>
          </w:tcPr>
          <w:p w14:paraId="0B28D05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CCF8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463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6A19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F8E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F8D4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6EB1A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469AF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5914F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2A022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448E0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D339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72" w:type="dxa"/>
            <w:vMerge/>
            <w:vAlign w:val="center"/>
            <w:hideMark/>
          </w:tcPr>
          <w:p w14:paraId="3450EF4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FF8A7E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4EF1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A158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4D45A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B369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2EC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7565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D308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2C4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45BAC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073B2" w:rsidRPr="006073B2" w14:paraId="4BBA3B4B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998C63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4F84E5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Malomipar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74E177D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BEEA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30DB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6F28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6EB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30AC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A64CF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7AA3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3E2DC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131217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4DEAB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5D87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72" w:type="dxa"/>
            <w:vMerge/>
            <w:vAlign w:val="center"/>
            <w:hideMark/>
          </w:tcPr>
          <w:p w14:paraId="682CC8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918BA9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BA72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BBA5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B604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C788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DE8F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2684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BE27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04E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602FD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073B2" w:rsidRPr="006073B2" w14:paraId="6FC7B899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2818B2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EC542D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Sütő-, és cukrászipar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70A332B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DD57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81B5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244E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EEC4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080D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9FFAC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08F9A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2E8D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4F97A3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1D1ADE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0AA3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72" w:type="dxa"/>
            <w:vMerge/>
            <w:vAlign w:val="center"/>
            <w:hideMark/>
          </w:tcPr>
          <w:p w14:paraId="67257BF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411383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A5E0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BF4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30446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0386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4807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5814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1595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22EC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DCAFF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6073B2" w:rsidRPr="006073B2" w14:paraId="6943ABEA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C01BFA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A21CC5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Cukor-és édesipar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0DAA318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3AD9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C1FA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BD15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E05F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ADCA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138D1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BC3A6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E23E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19765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8112D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5FE78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72" w:type="dxa"/>
            <w:vMerge/>
            <w:vAlign w:val="center"/>
            <w:hideMark/>
          </w:tcPr>
          <w:p w14:paraId="6E60C07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0C3FDB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E8BB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5BF7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32647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A2FD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E450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EB44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A7C2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DF2B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09117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6073B2" w:rsidRPr="006073B2" w14:paraId="144F8810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64270D9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941550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Tartósítóipar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6A682BC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649E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33B8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3280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6DD6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BDB9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07CEF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407EB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EE192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EAB96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7B84C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45A47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72" w:type="dxa"/>
            <w:vMerge/>
            <w:vAlign w:val="center"/>
            <w:hideMark/>
          </w:tcPr>
          <w:p w14:paraId="76638A3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3B971E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53D8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9548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504F9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E8C4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541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3AF4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C54A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911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F8D21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6073B2" w:rsidRPr="006073B2" w14:paraId="308C998A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4A23836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F7441E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Bor-, és pezsgőgyártás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3A1246E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3757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D30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A84F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DCC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7688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658A6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F0C3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7A4C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D045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31793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A827FC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72" w:type="dxa"/>
            <w:vMerge/>
            <w:vAlign w:val="center"/>
            <w:hideMark/>
          </w:tcPr>
          <w:p w14:paraId="4B6BB1F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D96C93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B2FC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9573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8108E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4063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3466E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5C9F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5589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7C6F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CBBED5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073B2" w:rsidRPr="006073B2" w14:paraId="6BA1BD9C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1CEB1DC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2E2ECB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Erjedésipar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569FAE2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E9C6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787D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61FB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056A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DB01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6CB3B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DA657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81CA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B408C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65036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E47DD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72" w:type="dxa"/>
            <w:vMerge/>
            <w:vAlign w:val="center"/>
            <w:hideMark/>
          </w:tcPr>
          <w:p w14:paraId="3617297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19DE32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2099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AF81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9FA81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3C29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0533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7F15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1211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33BB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69F62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073B2" w:rsidRPr="006073B2" w14:paraId="2B6434A3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36F4026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A0C350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Dohány-, és növényolajipar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515C308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BF82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01AD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784E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932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F650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B7FE3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452D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E7FF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B4476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6FE8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C4190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4A4ABA4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FD95F3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2642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C5B4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BBD1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51B1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5B4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853D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A6C8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6AAB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E486C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073B2" w:rsidRPr="006073B2" w14:paraId="0B223A86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E4415A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4FE6EB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Adalékanyagok</w:t>
            </w:r>
          </w:p>
        </w:tc>
        <w:tc>
          <w:tcPr>
            <w:tcW w:w="572" w:type="dxa"/>
            <w:vMerge/>
            <w:vAlign w:val="center"/>
            <w:hideMark/>
          </w:tcPr>
          <w:p w14:paraId="3FEB642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6D68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5D7B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5B59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8DF0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4DD7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D52F9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33C76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A3BB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16F29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09FCD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DAD27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72" w:type="dxa"/>
            <w:vMerge/>
            <w:vAlign w:val="center"/>
            <w:hideMark/>
          </w:tcPr>
          <w:p w14:paraId="66C1DBA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613CD7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BE87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6507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6D6AF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1B86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02E6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625F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ED00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4592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1007F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6073B2" w:rsidRPr="006073B2" w14:paraId="3C5F63AB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B2BDB3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C854BE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Hús-, és baromfiipar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40BD64D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D32F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D22A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BCEF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470A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74F6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E0ED8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8870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F412D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27E26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C9C10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A21AE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72" w:type="dxa"/>
            <w:vMerge/>
            <w:vAlign w:val="center"/>
            <w:hideMark/>
          </w:tcPr>
          <w:p w14:paraId="3924B9C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0F7428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BF58C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BEC0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3D9F4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72C9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A110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0A5D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AAF8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1659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16936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6073B2" w:rsidRPr="006073B2" w14:paraId="5A16FA93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27F6EC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DCA0E4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Tejipar nyersanyagai</w:t>
            </w:r>
          </w:p>
        </w:tc>
        <w:tc>
          <w:tcPr>
            <w:tcW w:w="572" w:type="dxa"/>
            <w:vMerge/>
            <w:vAlign w:val="center"/>
            <w:hideMark/>
          </w:tcPr>
          <w:p w14:paraId="2B91A96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1CD3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60A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0B53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9F28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E0B3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45128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88CB6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426F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4BE0A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B601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5F09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72" w:type="dxa"/>
            <w:vMerge/>
            <w:vAlign w:val="center"/>
            <w:hideMark/>
          </w:tcPr>
          <w:p w14:paraId="16F88C5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82B8F0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1A37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D16D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6720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6954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DFE8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E910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32E5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970E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A0342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17</w:t>
            </w:r>
          </w:p>
        </w:tc>
      </w:tr>
      <w:tr w:rsidR="006073B2" w:rsidRPr="006073B2" w14:paraId="31397A19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E97CA1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030DBC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 környezete</w:t>
            </w:r>
          </w:p>
        </w:tc>
        <w:tc>
          <w:tcPr>
            <w:tcW w:w="572" w:type="dxa"/>
            <w:vMerge/>
            <w:vAlign w:val="center"/>
            <w:hideMark/>
          </w:tcPr>
          <w:p w14:paraId="4D6B373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31B9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C2D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6823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34D8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61E8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23100A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CF297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9D8B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3FDDA1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CA357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160BD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2764F44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6FD135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DC34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CFF2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39121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CDEE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3D30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6D63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8907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F66B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877A6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073B2" w:rsidRPr="006073B2" w14:paraId="57BD508B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50DCF4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DD5812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technológiák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02C79A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7F97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DF9E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C568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3438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C02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0ABA13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53F0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4F88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43FD0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3D1F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6E4E0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45835B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5B58CD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CAEF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5F74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0CEB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AF38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18DE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1BA7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FDF6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EE9F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E5C58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</w:tr>
      <w:tr w:rsidR="006073B2" w:rsidRPr="006073B2" w14:paraId="552B1DE1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14C7B6F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CC4079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Malomipar </w:t>
            </w:r>
          </w:p>
        </w:tc>
        <w:tc>
          <w:tcPr>
            <w:tcW w:w="572" w:type="dxa"/>
            <w:vMerge/>
            <w:vAlign w:val="center"/>
            <w:hideMark/>
          </w:tcPr>
          <w:p w14:paraId="1763F31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726F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28DA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CB5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9CF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586B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C2ACA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0A435A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AB05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09B9C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227CA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B8C88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72" w:type="dxa"/>
            <w:vMerge/>
            <w:vAlign w:val="center"/>
            <w:hideMark/>
          </w:tcPr>
          <w:p w14:paraId="394EB14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AF4BEF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4F34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A91D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1DE65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FB59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9BCA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C329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2868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C68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05CDA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073B2" w:rsidRPr="006073B2" w14:paraId="7AE16CB4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22634A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EBEC46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Sütőipar és cukrászati termék előállítás</w:t>
            </w:r>
          </w:p>
        </w:tc>
        <w:tc>
          <w:tcPr>
            <w:tcW w:w="572" w:type="dxa"/>
            <w:vMerge/>
            <w:vAlign w:val="center"/>
            <w:hideMark/>
          </w:tcPr>
          <w:p w14:paraId="3782A12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6E26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325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5AD3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7EC5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5FB5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FC6B5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377A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69A5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BFFD0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FEA1D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36BAF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72" w:type="dxa"/>
            <w:vMerge/>
            <w:vAlign w:val="center"/>
            <w:hideMark/>
          </w:tcPr>
          <w:p w14:paraId="6534385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F613C9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5F2D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719D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A9F3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E47ED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E1D8B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4A9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16EC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7370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6B78E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6073B2" w:rsidRPr="006073B2" w14:paraId="131125E3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51430C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2A0E23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Cukorgyártás, édesipar</w:t>
            </w:r>
          </w:p>
        </w:tc>
        <w:tc>
          <w:tcPr>
            <w:tcW w:w="572" w:type="dxa"/>
            <w:vMerge/>
            <w:vAlign w:val="center"/>
            <w:hideMark/>
          </w:tcPr>
          <w:p w14:paraId="5114401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EB64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7AB0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CD50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85FD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4BFF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AA6F2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1C087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121A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B865F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CF825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B4FC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72" w:type="dxa"/>
            <w:vMerge/>
            <w:vAlign w:val="center"/>
            <w:hideMark/>
          </w:tcPr>
          <w:p w14:paraId="5837D26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09071C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6A5C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6D64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EC726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1093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F263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D764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3278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48F7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75716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6073B2" w:rsidRPr="006073B2" w14:paraId="4041057E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13E73BC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8EBF6C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Tartósítóipar </w:t>
            </w:r>
          </w:p>
        </w:tc>
        <w:tc>
          <w:tcPr>
            <w:tcW w:w="572" w:type="dxa"/>
            <w:vMerge/>
            <w:vAlign w:val="center"/>
            <w:hideMark/>
          </w:tcPr>
          <w:p w14:paraId="7F6671A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22F3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D8DC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8251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7DA8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B3C4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7602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74F28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D7BD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98422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3167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B570B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72" w:type="dxa"/>
            <w:vMerge/>
            <w:vAlign w:val="center"/>
            <w:hideMark/>
          </w:tcPr>
          <w:p w14:paraId="455AD70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8F914B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9DA3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3190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632B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8F96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7AD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F742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BCEC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D72E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F1268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6073B2" w:rsidRPr="006073B2" w14:paraId="4BE80A29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197C95A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B87050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Bor-, és pezsgőgyártás </w:t>
            </w:r>
          </w:p>
        </w:tc>
        <w:tc>
          <w:tcPr>
            <w:tcW w:w="572" w:type="dxa"/>
            <w:vMerge/>
            <w:vAlign w:val="center"/>
            <w:hideMark/>
          </w:tcPr>
          <w:p w14:paraId="65D9E9E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F8B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C11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F90E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9C26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4E4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58148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CEDA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AF100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C078C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8A12D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A6B71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72" w:type="dxa"/>
            <w:vMerge/>
            <w:vAlign w:val="center"/>
            <w:hideMark/>
          </w:tcPr>
          <w:p w14:paraId="16F01E9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4D3588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F932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1430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2A68D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9BD6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86C0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8C18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9787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B2F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D9D70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073B2" w:rsidRPr="006073B2" w14:paraId="2EE28ADC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1FDAA8A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285D04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Erjedésipar </w:t>
            </w:r>
          </w:p>
        </w:tc>
        <w:tc>
          <w:tcPr>
            <w:tcW w:w="572" w:type="dxa"/>
            <w:vMerge/>
            <w:vAlign w:val="center"/>
            <w:hideMark/>
          </w:tcPr>
          <w:p w14:paraId="029364E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9274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9659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EC9E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7B83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6AD6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CC639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B93B1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079A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B520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1ABCE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0A9C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72" w:type="dxa"/>
            <w:vMerge/>
            <w:vAlign w:val="center"/>
            <w:hideMark/>
          </w:tcPr>
          <w:p w14:paraId="2D149EC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B1CA57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03B5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6118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FA14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00C1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1B88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21D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3827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3DA2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A89AD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6073B2" w:rsidRPr="006073B2" w14:paraId="2BE78078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43F5D60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92024D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Dohányipar, növényolajipar, margaringyártás</w:t>
            </w:r>
          </w:p>
        </w:tc>
        <w:tc>
          <w:tcPr>
            <w:tcW w:w="572" w:type="dxa"/>
            <w:vMerge/>
            <w:vAlign w:val="center"/>
            <w:hideMark/>
          </w:tcPr>
          <w:p w14:paraId="7132B16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CBF5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A5C8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08F2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DB3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93E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84DE7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FB5ED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163C6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BA2F5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0B5FF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11CAF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72" w:type="dxa"/>
            <w:vMerge/>
            <w:vAlign w:val="center"/>
            <w:hideMark/>
          </w:tcPr>
          <w:p w14:paraId="1475B28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24F1FE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882E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64EE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2753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BF02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FD4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0E6D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86B2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74DC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330382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6073B2" w:rsidRPr="006073B2" w14:paraId="4735C08E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6B3853E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AF8D79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Hús- és baromfiipar </w:t>
            </w:r>
          </w:p>
        </w:tc>
        <w:tc>
          <w:tcPr>
            <w:tcW w:w="572" w:type="dxa"/>
            <w:vMerge/>
            <w:vAlign w:val="center"/>
            <w:hideMark/>
          </w:tcPr>
          <w:p w14:paraId="67734E5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21A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1097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9460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578C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A32B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EB960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B364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5260E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FF8E0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D135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032B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72" w:type="dxa"/>
            <w:vMerge/>
            <w:vAlign w:val="center"/>
            <w:hideMark/>
          </w:tcPr>
          <w:p w14:paraId="16BA91D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E7A19F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439E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2B4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C61AC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2AB9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1EFE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1149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3F3A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C0AE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505B6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6073B2" w:rsidRPr="006073B2" w14:paraId="3B9181DD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7428F2C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1F7C64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Tejipar </w:t>
            </w:r>
          </w:p>
        </w:tc>
        <w:tc>
          <w:tcPr>
            <w:tcW w:w="572" w:type="dxa"/>
            <w:vMerge/>
            <w:vAlign w:val="center"/>
            <w:hideMark/>
          </w:tcPr>
          <w:p w14:paraId="797DFB3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1C39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D735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21B5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3A22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B94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6C7021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A6F8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8510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ECAC2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390AF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0A5CF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72" w:type="dxa"/>
            <w:vMerge/>
            <w:vAlign w:val="center"/>
            <w:hideMark/>
          </w:tcPr>
          <w:p w14:paraId="1405B86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A8069F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6CF5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79D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3756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03EF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0324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924D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BC54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0659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DAD47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6073B2" w:rsidRPr="006073B2" w14:paraId="77F2BF90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82FCB4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C976F3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csomagolása</w:t>
            </w:r>
          </w:p>
        </w:tc>
        <w:tc>
          <w:tcPr>
            <w:tcW w:w="572" w:type="dxa"/>
            <w:vMerge/>
            <w:vAlign w:val="center"/>
            <w:hideMark/>
          </w:tcPr>
          <w:p w14:paraId="1893535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F05A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D2F8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9386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AA84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9C0C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08936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EAC3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4889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8C2A4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E300A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419F4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62D799E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438C5A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0480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D4A5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CD83F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1511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5741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8064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982D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17DF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7E504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073B2" w:rsidRPr="006073B2" w14:paraId="1FC0A930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6ABE46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B6655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Élelmiszerkémia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1FEEDD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B04D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9EB6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BD38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3AAD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486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C76D7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63DB3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18A4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47074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9200B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D6921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652BAC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577502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F7AC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A5B8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699AE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C014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D458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605E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082E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F05A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3D865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073B2" w:rsidRPr="006073B2" w14:paraId="42D7B278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D27510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85C7B6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Víz</w:t>
            </w:r>
          </w:p>
        </w:tc>
        <w:tc>
          <w:tcPr>
            <w:tcW w:w="572" w:type="dxa"/>
            <w:vMerge/>
            <w:vAlign w:val="center"/>
            <w:hideMark/>
          </w:tcPr>
          <w:p w14:paraId="7EF6A33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E040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14B8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04EE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4318D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1BAF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01EA2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4E20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3E30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ECF6E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6CC73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C7284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72" w:type="dxa"/>
            <w:vMerge/>
            <w:vAlign w:val="center"/>
            <w:hideMark/>
          </w:tcPr>
          <w:p w14:paraId="305FD01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6BF49A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79DE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68AC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BAA50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B4F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5A5D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C5CA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046C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150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26B8B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6073B2" w:rsidRPr="006073B2" w14:paraId="4B0AE0D5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67E6746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F0D0A0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Szénhidrátok</w:t>
            </w:r>
          </w:p>
        </w:tc>
        <w:tc>
          <w:tcPr>
            <w:tcW w:w="572" w:type="dxa"/>
            <w:vMerge/>
            <w:vAlign w:val="center"/>
            <w:hideMark/>
          </w:tcPr>
          <w:p w14:paraId="0245C01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E762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C56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0F1E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12CB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2252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3D69E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9DF2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73BB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3EC0F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20AA7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DBCB6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72" w:type="dxa"/>
            <w:vMerge/>
            <w:vAlign w:val="center"/>
            <w:hideMark/>
          </w:tcPr>
          <w:p w14:paraId="6BA3D3C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70121B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770C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26512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C032A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7A47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2070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8A30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6FD5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6739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D18CA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6073B2" w:rsidRPr="006073B2" w14:paraId="6E27664A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7B60330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4918F3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Fehérjék</w:t>
            </w:r>
          </w:p>
        </w:tc>
        <w:tc>
          <w:tcPr>
            <w:tcW w:w="572" w:type="dxa"/>
            <w:vMerge/>
            <w:vAlign w:val="center"/>
            <w:hideMark/>
          </w:tcPr>
          <w:p w14:paraId="4F3039E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291A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F3D9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DC41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B7F5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6052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65017C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AC12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9487B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CB7E7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64368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1954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72" w:type="dxa"/>
            <w:vMerge/>
            <w:vAlign w:val="center"/>
            <w:hideMark/>
          </w:tcPr>
          <w:p w14:paraId="7DDCB02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65E21F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498C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FAB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C81F1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181D2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23DF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43F1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90B3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3CEF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ECF9F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6073B2" w:rsidRPr="006073B2" w14:paraId="745D1D56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788C0ED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021D53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Lipidek </w:t>
            </w:r>
          </w:p>
        </w:tc>
        <w:tc>
          <w:tcPr>
            <w:tcW w:w="572" w:type="dxa"/>
            <w:vMerge/>
            <w:vAlign w:val="center"/>
            <w:hideMark/>
          </w:tcPr>
          <w:p w14:paraId="1CFDCF7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0BCC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AF9D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34D2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6CF6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4127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98C27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CCBF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E49E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2AC58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8D9FA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D593C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03684F9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3C146F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CD45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F1424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888F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FFE9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BC45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D103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6F0C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4F95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12ADC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073B2" w:rsidRPr="006073B2" w14:paraId="05816706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33B6AF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982A5C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Vitaminok</w:t>
            </w:r>
          </w:p>
        </w:tc>
        <w:tc>
          <w:tcPr>
            <w:tcW w:w="572" w:type="dxa"/>
            <w:vMerge/>
            <w:vAlign w:val="center"/>
            <w:hideMark/>
          </w:tcPr>
          <w:p w14:paraId="741D767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558F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7532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258F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04E9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6ECE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5FD985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C991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DCEF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5E724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F8308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EDDE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506E635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5E5B68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9937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E118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E7F7E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2C8A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B7B8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873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E298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FFC6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E7C66D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4D746045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505A17D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B51519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Enzimek</w:t>
            </w:r>
          </w:p>
        </w:tc>
        <w:tc>
          <w:tcPr>
            <w:tcW w:w="572" w:type="dxa"/>
            <w:vMerge/>
            <w:vAlign w:val="center"/>
            <w:hideMark/>
          </w:tcPr>
          <w:p w14:paraId="69B420C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5AC6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89125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908C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6E243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6F53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DE33E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1DAD4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313AD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4ECC8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AE237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378F1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61E276C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7F3C0E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3C4D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579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C882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42BD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60DB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C1D6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4DC6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D782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9A3D6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6A7D14D1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49E233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1B8C66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 technológiai adalékok</w:t>
            </w:r>
          </w:p>
        </w:tc>
        <w:tc>
          <w:tcPr>
            <w:tcW w:w="572" w:type="dxa"/>
            <w:vMerge/>
            <w:vAlign w:val="center"/>
            <w:hideMark/>
          </w:tcPr>
          <w:p w14:paraId="68A0085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6D41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7ABA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43C0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4E54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0FF9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4EA2D0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CD39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3547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9047E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6DF5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15F3D4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72" w:type="dxa"/>
            <w:vMerge/>
            <w:vAlign w:val="center"/>
            <w:hideMark/>
          </w:tcPr>
          <w:p w14:paraId="5DBEBE4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997BDA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53B1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CE0C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1D23F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D831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86F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FA21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E2B5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01082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4A2F4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6073B2" w:rsidRPr="006073B2" w14:paraId="355F3284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B948CE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CEEB19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Egyéb szerves vegyületek</w:t>
            </w:r>
          </w:p>
        </w:tc>
        <w:tc>
          <w:tcPr>
            <w:tcW w:w="572" w:type="dxa"/>
            <w:vMerge/>
            <w:vAlign w:val="center"/>
            <w:hideMark/>
          </w:tcPr>
          <w:p w14:paraId="1C1EE93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E669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686B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03DB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15CE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AE46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CC23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F887C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21C7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4F0C2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364E8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136715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20A6463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5E03CE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8DC4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06D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5D91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A892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FEE7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611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E0BA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4BB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9B58F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073B2" w:rsidRPr="006073B2" w14:paraId="7EBB67E9" w14:textId="77777777" w:rsidTr="006073B2">
        <w:trPr>
          <w:trHeight w:val="48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2021CD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10890-16 Élelmiszeripari vállalkozások működtetése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BD059B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vállalkozások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130E1D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A062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FC07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C30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FA25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62B9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576D0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2D0F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DBDD7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70CA9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BCC2E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220E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6C8C1D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564FF7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E6B89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3E72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20861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A153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0E56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0FF1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A704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713E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67342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073B2" w:rsidRPr="006073B2" w14:paraId="7F8279C7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68E43A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AC5B6E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formák és lehetőségek</w:t>
            </w:r>
          </w:p>
        </w:tc>
        <w:tc>
          <w:tcPr>
            <w:tcW w:w="572" w:type="dxa"/>
            <w:vMerge/>
            <w:vAlign w:val="center"/>
            <w:hideMark/>
          </w:tcPr>
          <w:p w14:paraId="1E07A5E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742F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CAF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E598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252C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204D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05579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A16AD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2F8E5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17BA3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F2CA3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916E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0C53DD8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8673D7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ADF6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E467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4527E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BE27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121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AFF0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A718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7157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92A86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073B2" w:rsidRPr="006073B2" w14:paraId="5FE0007D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B86CB8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D3B5DE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létrehozása</w:t>
            </w:r>
          </w:p>
        </w:tc>
        <w:tc>
          <w:tcPr>
            <w:tcW w:w="572" w:type="dxa"/>
            <w:vMerge/>
            <w:vAlign w:val="center"/>
            <w:hideMark/>
          </w:tcPr>
          <w:p w14:paraId="398E288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6AD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B04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28DD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57E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71F5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0F089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6D02D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613D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C8A25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ADAB3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24FB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5CDC100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15FDDB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C9BB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2642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1CEE1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AB1B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044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F77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58B9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268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903BFC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44BA1FD9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2F7FB02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0957B7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működtetése</w:t>
            </w:r>
          </w:p>
        </w:tc>
        <w:tc>
          <w:tcPr>
            <w:tcW w:w="572" w:type="dxa"/>
            <w:vMerge/>
            <w:vAlign w:val="center"/>
            <w:hideMark/>
          </w:tcPr>
          <w:p w14:paraId="11AF7AE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099E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17ED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FBF4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E612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71AB0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0BBE3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03F3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A513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CE1EE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8795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81B9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72" w:type="dxa"/>
            <w:vMerge/>
            <w:vAlign w:val="center"/>
            <w:hideMark/>
          </w:tcPr>
          <w:p w14:paraId="39AA344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1A4CA2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EC41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8AD4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408BE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85C9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97E6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7148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F879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5713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98B6B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6073B2" w:rsidRPr="006073B2" w14:paraId="01904F6D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3364B35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94176A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átalakítása, megszüntetése</w:t>
            </w:r>
          </w:p>
        </w:tc>
        <w:tc>
          <w:tcPr>
            <w:tcW w:w="572" w:type="dxa"/>
            <w:vMerge/>
            <w:vAlign w:val="center"/>
            <w:hideMark/>
          </w:tcPr>
          <w:p w14:paraId="1F71171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90B3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F0B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6D9F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7FB67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88EE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72D69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443E5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BD5EB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8C52C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F391C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D04C3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7AC795F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5D1BE2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790E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BE1E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5B75A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280C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7121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2FCF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3651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EB57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680AD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61FB93C8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1843CCB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C1119D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Fogyasztóvédelem</w:t>
            </w:r>
          </w:p>
        </w:tc>
        <w:tc>
          <w:tcPr>
            <w:tcW w:w="572" w:type="dxa"/>
            <w:vMerge/>
            <w:vAlign w:val="center"/>
            <w:hideMark/>
          </w:tcPr>
          <w:p w14:paraId="371A1E0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FE89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E411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72C1E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86D3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6FA1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7A197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4FC2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7D87A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6D333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F6C00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D586B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6412804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4CFA22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8C3F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6A3E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5EF38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4B58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8B9F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67F0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8136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7F0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0651C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4F3A2C92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B61496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E48F36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dokumentációi</w:t>
            </w:r>
          </w:p>
        </w:tc>
        <w:tc>
          <w:tcPr>
            <w:tcW w:w="572" w:type="dxa"/>
            <w:vMerge/>
            <w:vAlign w:val="center"/>
            <w:hideMark/>
          </w:tcPr>
          <w:p w14:paraId="3FAE256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DDFE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68B2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98DB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32F6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2349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9C862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77524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0522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3FEF6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75551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16FC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7FE03D0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891AFD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13F9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A98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BEA5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F2A8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CF1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2723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9B51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D0A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6E0F5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4950E53C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5CCB5E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96B491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Értékesítési adminisztráció</w:t>
            </w:r>
          </w:p>
        </w:tc>
        <w:tc>
          <w:tcPr>
            <w:tcW w:w="572" w:type="dxa"/>
            <w:vMerge/>
            <w:vAlign w:val="center"/>
            <w:hideMark/>
          </w:tcPr>
          <w:p w14:paraId="43DFDFF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9F83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F33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EB19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44B1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6BA8A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B3194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2C85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FAE0E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993E3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99BD0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99294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0766481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9E877C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486D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A28D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E095A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D07F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56B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EB74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9A15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C9E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E9871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06D6F491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F770CC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5313FC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Adózási adminisztráció</w:t>
            </w:r>
          </w:p>
        </w:tc>
        <w:tc>
          <w:tcPr>
            <w:tcW w:w="572" w:type="dxa"/>
            <w:vMerge/>
            <w:vAlign w:val="center"/>
            <w:hideMark/>
          </w:tcPr>
          <w:p w14:paraId="5D686BD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FDF9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6A361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A907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9B98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F36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F1783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2492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1985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01F77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2F44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A5239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7F7E803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308EB4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362E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AE30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289BF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9304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10A8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2378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D07C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43AC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1500B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073B2" w:rsidRPr="006073B2" w14:paraId="35EF4FEA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F710CD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F061D0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Nyilvántartások vezetése</w:t>
            </w:r>
          </w:p>
        </w:tc>
        <w:tc>
          <w:tcPr>
            <w:tcW w:w="572" w:type="dxa"/>
            <w:vMerge/>
            <w:vAlign w:val="center"/>
            <w:hideMark/>
          </w:tcPr>
          <w:p w14:paraId="18943A5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8EAFD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C80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D028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C00A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5E00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D581B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82250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88D81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D5D0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0B927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A3C05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6BA28DF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62E1B0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CF6F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EBBB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77E27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B118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0E60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9238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89AE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E976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F6CA47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5315990F" w14:textId="77777777" w:rsidTr="006073B2">
        <w:trPr>
          <w:trHeight w:val="48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38D98B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10903-12 Élelmiszeripari alapmérések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CC07F9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Laboratóriumi alapismeretek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4FEB1C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AC26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4FD8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2BA2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69C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092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98884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53E29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D3CA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40568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E74D6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34BF2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53A1DF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040DDF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3FAB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9067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AF101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E614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AEAC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1C97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EDAE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3F94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124FD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37</w:t>
            </w:r>
          </w:p>
        </w:tc>
      </w:tr>
      <w:tr w:rsidR="006073B2" w:rsidRPr="006073B2" w14:paraId="2E1AA73A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E9DAF7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2621C7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Laboratóriumi alapfogalmak</w:t>
            </w:r>
          </w:p>
        </w:tc>
        <w:tc>
          <w:tcPr>
            <w:tcW w:w="572" w:type="dxa"/>
            <w:vMerge/>
            <w:vAlign w:val="center"/>
            <w:hideMark/>
          </w:tcPr>
          <w:p w14:paraId="08EBA56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3436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09BF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0F92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BF9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FE0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4C73B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A3BA3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CF8DF3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29731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D5E0E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C523D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72" w:type="dxa"/>
            <w:vMerge/>
            <w:vAlign w:val="center"/>
            <w:hideMark/>
          </w:tcPr>
          <w:p w14:paraId="1A19921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206C4D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BB2E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0014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E24B6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695F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828B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3D9F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1B84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E6E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8DCEA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6073B2" w:rsidRPr="006073B2" w14:paraId="7F0C74D1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F8E1C0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9D749F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Tömeg, térfogat és sűrűség mérés</w:t>
            </w:r>
          </w:p>
        </w:tc>
        <w:tc>
          <w:tcPr>
            <w:tcW w:w="572" w:type="dxa"/>
            <w:vMerge/>
            <w:vAlign w:val="center"/>
            <w:hideMark/>
          </w:tcPr>
          <w:p w14:paraId="733C318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453B3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FCD2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2BAE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E010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E9C6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A676B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C83B2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5D5F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0232F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0E1CC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16FB2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72" w:type="dxa"/>
            <w:vMerge/>
            <w:vAlign w:val="center"/>
            <w:hideMark/>
          </w:tcPr>
          <w:p w14:paraId="65191A3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F0F329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1525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4C54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4050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640F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B88D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1269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7807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B6C4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2A996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6073B2" w:rsidRPr="006073B2" w14:paraId="174D9512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1BEA776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CF37F7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Homogenizáló, szétválasztó műveletek</w:t>
            </w:r>
          </w:p>
        </w:tc>
        <w:tc>
          <w:tcPr>
            <w:tcW w:w="572" w:type="dxa"/>
            <w:vMerge/>
            <w:vAlign w:val="center"/>
            <w:hideMark/>
          </w:tcPr>
          <w:p w14:paraId="746DB1E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4FA5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9453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66DE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7F8D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6D90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57001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E771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E04BA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6789C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C1648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E3AD5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72" w:type="dxa"/>
            <w:vMerge/>
            <w:vAlign w:val="center"/>
            <w:hideMark/>
          </w:tcPr>
          <w:p w14:paraId="027CF4D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EC98B9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FDBF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E74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0BE4F1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EBE0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B61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B76F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43FF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AC33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24EE2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073B2" w:rsidRPr="006073B2" w14:paraId="4065E6BD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165CA43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B1583A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Érzékszervi, reológiai vizsgálatok</w:t>
            </w:r>
          </w:p>
        </w:tc>
        <w:tc>
          <w:tcPr>
            <w:tcW w:w="572" w:type="dxa"/>
            <w:vMerge/>
            <w:vAlign w:val="center"/>
            <w:hideMark/>
          </w:tcPr>
          <w:p w14:paraId="0369D46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052D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BC1E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F43B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8C84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6A3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0BDCF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DD33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0994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385ED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3F00E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B649A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72" w:type="dxa"/>
            <w:vMerge/>
            <w:vAlign w:val="center"/>
            <w:hideMark/>
          </w:tcPr>
          <w:p w14:paraId="2D7F2CA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2E09F2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4602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E6E47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D89B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C4F7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62EB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9F0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CB47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8A74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2B54D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6073B2" w:rsidRPr="006073B2" w14:paraId="6248AB0C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2051C77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C5DDBC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Gravimetria</w:t>
            </w:r>
          </w:p>
        </w:tc>
        <w:tc>
          <w:tcPr>
            <w:tcW w:w="572" w:type="dxa"/>
            <w:vMerge/>
            <w:vAlign w:val="center"/>
            <w:hideMark/>
          </w:tcPr>
          <w:p w14:paraId="37C60A7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8C135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E5B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A3A8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74B9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0E64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32749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4163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8A3A0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855A1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817AB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F0ECD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72" w:type="dxa"/>
            <w:vMerge/>
            <w:vAlign w:val="center"/>
            <w:hideMark/>
          </w:tcPr>
          <w:p w14:paraId="15EF179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06814F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F9AB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46E0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62CAE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3199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EC4F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AFF9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FE4C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D499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20C05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6073B2" w:rsidRPr="006073B2" w14:paraId="4F05F043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18D6D01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3F8D47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Titrimetria alapjai</w:t>
            </w:r>
          </w:p>
        </w:tc>
        <w:tc>
          <w:tcPr>
            <w:tcW w:w="572" w:type="dxa"/>
            <w:vMerge/>
            <w:vAlign w:val="center"/>
            <w:hideMark/>
          </w:tcPr>
          <w:p w14:paraId="7BFB030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B15A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FCCE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9ABE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8BFA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1659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279D1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668FA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5E9F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D2052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C0B55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9E728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540AD6C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EDF57C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3851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A708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307A1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C930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6631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DEF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2A004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598A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A23EB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073B2" w:rsidRPr="006073B2" w14:paraId="4BD975BA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1DF22B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843A14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Laboratóriumi alapgyakorlatok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358F99C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0B57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357FD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761F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0FE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5812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0C16A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1173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83AE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DD967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86656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90AA0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386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67C1A2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0A7FEF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0D66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194F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00A5F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F9A2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9F2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396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9EE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E554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D88F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8F4367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396</w:t>
            </w:r>
          </w:p>
        </w:tc>
      </w:tr>
      <w:tr w:rsidR="006073B2" w:rsidRPr="006073B2" w14:paraId="27DA1A59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708630F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711701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Méréstechnikai alapok</w:t>
            </w:r>
          </w:p>
        </w:tc>
        <w:tc>
          <w:tcPr>
            <w:tcW w:w="572" w:type="dxa"/>
            <w:vMerge/>
            <w:vAlign w:val="center"/>
            <w:hideMark/>
          </w:tcPr>
          <w:p w14:paraId="2306D01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69EE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E03C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8E360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BA79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C242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B85FD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6B8E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351C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384F9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F666E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B229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72" w:type="dxa"/>
            <w:vMerge/>
            <w:vAlign w:val="center"/>
            <w:hideMark/>
          </w:tcPr>
          <w:p w14:paraId="18FAE76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C8C484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BD17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2CBF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BE56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188F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8E6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903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50723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39BE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13EF8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073B2" w:rsidRPr="006073B2" w14:paraId="30C7FAE1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531831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77E595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Laboratóriumi alapmérések</w:t>
            </w:r>
          </w:p>
        </w:tc>
        <w:tc>
          <w:tcPr>
            <w:tcW w:w="572" w:type="dxa"/>
            <w:vMerge/>
            <w:vAlign w:val="center"/>
            <w:hideMark/>
          </w:tcPr>
          <w:p w14:paraId="1535B4E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68A2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22B0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D541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48F5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0AFE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4DF1C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47D7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52E2F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7D301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4F100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CB3F2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72" w:type="dxa"/>
            <w:vMerge/>
            <w:vAlign w:val="center"/>
            <w:hideMark/>
          </w:tcPr>
          <w:p w14:paraId="2E6E93D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329E0F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A933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3752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B694D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C049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E19E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53E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96A7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924A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F3860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6073B2" w:rsidRPr="006073B2" w14:paraId="698B5D40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02F04E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8041AA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Homogenizáló, szétválasztó műveletek</w:t>
            </w:r>
          </w:p>
        </w:tc>
        <w:tc>
          <w:tcPr>
            <w:tcW w:w="572" w:type="dxa"/>
            <w:vMerge/>
            <w:vAlign w:val="center"/>
            <w:hideMark/>
          </w:tcPr>
          <w:p w14:paraId="307F2EB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2F2B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AD0F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38A3A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EB04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2028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2B929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759E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F44A4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75C96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6138D2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1BAD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56</w:t>
            </w:r>
          </w:p>
        </w:tc>
        <w:tc>
          <w:tcPr>
            <w:tcW w:w="572" w:type="dxa"/>
            <w:vMerge/>
            <w:vAlign w:val="center"/>
            <w:hideMark/>
          </w:tcPr>
          <w:p w14:paraId="0BD6EDE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F7283D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3810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E244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6AF1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B58B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C7AE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9110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3105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A2B9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2B309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56</w:t>
            </w:r>
          </w:p>
        </w:tc>
      </w:tr>
      <w:tr w:rsidR="006073B2" w:rsidRPr="006073B2" w14:paraId="586846DF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22855C6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136DAC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Titrimetria</w:t>
            </w:r>
          </w:p>
        </w:tc>
        <w:tc>
          <w:tcPr>
            <w:tcW w:w="572" w:type="dxa"/>
            <w:vMerge/>
            <w:vAlign w:val="center"/>
            <w:hideMark/>
          </w:tcPr>
          <w:p w14:paraId="607495D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A5D2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C2B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7BD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6D3B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8414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D0E77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0585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D87B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9078A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1500A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AADD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72" w:type="dxa"/>
            <w:vMerge/>
            <w:vAlign w:val="center"/>
            <w:hideMark/>
          </w:tcPr>
          <w:p w14:paraId="63F286D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A2CD5D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14F8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9E18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190B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D6B4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E5BC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6B63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DEF6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920B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DDA3D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6073B2" w:rsidRPr="006073B2" w14:paraId="64AB7EF7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373CD1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C8F39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Érzékszervi, reológiai vizsgálatok</w:t>
            </w:r>
          </w:p>
        </w:tc>
        <w:tc>
          <w:tcPr>
            <w:tcW w:w="572" w:type="dxa"/>
            <w:vMerge/>
            <w:vAlign w:val="center"/>
            <w:hideMark/>
          </w:tcPr>
          <w:p w14:paraId="1DA1B1C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2DB0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E85B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1283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5DA5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141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2F09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8EB7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30C8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99027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A4C68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4F3F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72" w:type="dxa"/>
            <w:vMerge/>
            <w:vAlign w:val="center"/>
            <w:hideMark/>
          </w:tcPr>
          <w:p w14:paraId="6B39197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892C71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EBB3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4334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4211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B7AD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8275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E613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8D83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0BF2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A6877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6073B2" w:rsidRPr="006073B2" w14:paraId="57D371D3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2232BCB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F7FBE4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Gravimetria</w:t>
            </w:r>
          </w:p>
        </w:tc>
        <w:tc>
          <w:tcPr>
            <w:tcW w:w="572" w:type="dxa"/>
            <w:vMerge/>
            <w:vAlign w:val="center"/>
            <w:hideMark/>
          </w:tcPr>
          <w:p w14:paraId="32B2BFC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73C1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D642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D06B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C1D5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249C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F994F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77FAC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0D19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9AABF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67E7B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D46AC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72" w:type="dxa"/>
            <w:vMerge/>
            <w:vAlign w:val="center"/>
            <w:hideMark/>
          </w:tcPr>
          <w:p w14:paraId="5B5792D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9A828B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2F48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F87E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324E5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77AD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4831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BCD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F2F3C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7E14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2D7B1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6073B2" w:rsidRPr="006073B2" w14:paraId="4A1354B6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65C299D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595E14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Adott iparágak laboratóriumi vizsgálatai</w:t>
            </w:r>
          </w:p>
        </w:tc>
        <w:tc>
          <w:tcPr>
            <w:tcW w:w="572" w:type="dxa"/>
            <w:vMerge/>
            <w:vAlign w:val="center"/>
            <w:hideMark/>
          </w:tcPr>
          <w:p w14:paraId="11EFE51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337E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80B0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0B93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16EB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5F953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3EB80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9D90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CAD2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6F130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DE727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7F5D5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72" w:type="dxa"/>
            <w:vMerge/>
            <w:vAlign w:val="center"/>
            <w:hideMark/>
          </w:tcPr>
          <w:p w14:paraId="7D03B96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2EC1EC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66607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904F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4548A7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5074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9C10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364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AB67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A0C5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3D0BD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35</w:t>
            </w:r>
          </w:p>
        </w:tc>
      </w:tr>
      <w:tr w:rsidR="006073B2" w:rsidRPr="006073B2" w14:paraId="49B711EF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62A5B09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97589D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Laboratóriumi vizsgálatok számításai</w:t>
            </w:r>
          </w:p>
        </w:tc>
        <w:tc>
          <w:tcPr>
            <w:tcW w:w="572" w:type="dxa"/>
            <w:vMerge/>
            <w:vAlign w:val="center"/>
            <w:hideMark/>
          </w:tcPr>
          <w:p w14:paraId="7D3510C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D0C9A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D4EA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27B5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7C3F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8B1D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4FB74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C3D1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54485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86710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4F6F6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16C43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72" w:type="dxa"/>
            <w:vMerge/>
            <w:vAlign w:val="center"/>
            <w:hideMark/>
          </w:tcPr>
          <w:p w14:paraId="515FEE2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840BCB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9585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3681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0F76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33B9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6B4B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1BF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5066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6B89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D881C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37</w:t>
            </w:r>
          </w:p>
        </w:tc>
      </w:tr>
      <w:tr w:rsidR="006073B2" w:rsidRPr="006073B2" w14:paraId="6284B1FD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0F37C83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A09411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Élelmiszeripari alapmérések gyakorlatok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00122D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76B8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8378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B1AC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2BC0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8476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BBDD0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FEA6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51D7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5D53D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09D47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CD870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365AB6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5126F0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F521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195C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8077A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EBCC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917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D4F4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045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9B0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797B8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</w:tr>
      <w:tr w:rsidR="006073B2" w:rsidRPr="006073B2" w14:paraId="38855954" w14:textId="77777777" w:rsidTr="006073B2">
        <w:trPr>
          <w:trHeight w:val="960"/>
          <w:jc w:val="center"/>
        </w:trPr>
        <w:tc>
          <w:tcPr>
            <w:tcW w:w="572" w:type="dxa"/>
            <w:vMerge/>
            <w:vAlign w:val="center"/>
            <w:hideMark/>
          </w:tcPr>
          <w:p w14:paraId="17AD13F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5E401D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Élelmiszeripari műveletekhez kapcsolódó mérések, vizsgálatok</w:t>
            </w:r>
          </w:p>
        </w:tc>
        <w:tc>
          <w:tcPr>
            <w:tcW w:w="572" w:type="dxa"/>
            <w:vMerge/>
            <w:vAlign w:val="center"/>
            <w:hideMark/>
          </w:tcPr>
          <w:p w14:paraId="77283CE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B608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6068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9193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D85B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3C290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8FFBD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231D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3CFC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ABDFE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5DB7D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07CCB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6E91BB8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7D4B5C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4DD3D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44B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960A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14EE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AD07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ED3A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F994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C496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9CF80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</w:tr>
      <w:tr w:rsidR="006073B2" w:rsidRPr="006073B2" w14:paraId="61EDC095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6EC0CCF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585388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Komplex laboratóriumi vizsgálatok</w:t>
            </w:r>
          </w:p>
        </w:tc>
        <w:tc>
          <w:tcPr>
            <w:tcW w:w="572" w:type="dxa"/>
            <w:vMerge/>
            <w:vAlign w:val="center"/>
            <w:hideMark/>
          </w:tcPr>
          <w:p w14:paraId="12D6E12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8923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15BA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A090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D81E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0730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AD87C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3DF2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96C1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79236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F47DF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3578B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708C835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997FAB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7A5B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1EDF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E6074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6FBB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804F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FE8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0F93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9168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105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E7322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105</w:t>
            </w:r>
          </w:p>
        </w:tc>
      </w:tr>
      <w:tr w:rsidR="006073B2" w:rsidRPr="006073B2" w14:paraId="6B6F0C36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790203F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D602EB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Minőségbiztosítási és higiéniai gyakorlat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4DEE18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2CBD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5DB4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E83A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0972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88D2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6F295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6F9A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8885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F7103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D9F05E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B284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3382A5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361C80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7E57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020F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A12C69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591D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C968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B936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634F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DD88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0CD9F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1E488175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1E3456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8EB0F0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Laboratóriumi rend</w:t>
            </w:r>
          </w:p>
        </w:tc>
        <w:tc>
          <w:tcPr>
            <w:tcW w:w="572" w:type="dxa"/>
            <w:vMerge/>
            <w:vAlign w:val="center"/>
            <w:hideMark/>
          </w:tcPr>
          <w:p w14:paraId="4CABC15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257C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2CD0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4DDF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74BE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AA63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5BA69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6B33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A257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0FA88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66388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37B23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72" w:type="dxa"/>
            <w:vMerge/>
            <w:vAlign w:val="center"/>
            <w:hideMark/>
          </w:tcPr>
          <w:p w14:paraId="661861D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06F033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DB74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E67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EB19E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0E42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0F53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0D05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8E74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14C1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D3DFE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33F65858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E9B309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2A39E1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Tisztítás, fertőtlenítés gyakorlata</w:t>
            </w:r>
          </w:p>
        </w:tc>
        <w:tc>
          <w:tcPr>
            <w:tcW w:w="572" w:type="dxa"/>
            <w:vMerge/>
            <w:vAlign w:val="center"/>
            <w:hideMark/>
          </w:tcPr>
          <w:p w14:paraId="59F5C48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8080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C9C8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2B35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A4D5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ACA4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C1D4A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ACE65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129F0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46AF8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6D997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4843E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72" w:type="dxa"/>
            <w:vMerge/>
            <w:vAlign w:val="center"/>
            <w:hideMark/>
          </w:tcPr>
          <w:p w14:paraId="205666B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DAE448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88D4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4E09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1DBA1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D9CC4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F4F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1074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434D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0A1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E0940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05B1A159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CA802C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47F923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Higiéniai ellenőrzések nyilvántartása</w:t>
            </w:r>
          </w:p>
        </w:tc>
        <w:tc>
          <w:tcPr>
            <w:tcW w:w="572" w:type="dxa"/>
            <w:vMerge/>
            <w:vAlign w:val="center"/>
            <w:hideMark/>
          </w:tcPr>
          <w:p w14:paraId="4D182BF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5C0F4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C3017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1D0B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4C27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95DC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3284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1B3B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AB432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DFE15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7923E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06824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72" w:type="dxa"/>
            <w:vMerge/>
            <w:vAlign w:val="center"/>
            <w:hideMark/>
          </w:tcPr>
          <w:p w14:paraId="6643BEA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FF531C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8392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4D2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432A3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A69ED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2771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27B6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8CF1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1B4B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A3887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35A114C3" w14:textId="77777777" w:rsidTr="006073B2">
        <w:trPr>
          <w:trHeight w:val="960"/>
          <w:jc w:val="center"/>
        </w:trPr>
        <w:tc>
          <w:tcPr>
            <w:tcW w:w="572" w:type="dxa"/>
            <w:vMerge/>
            <w:vAlign w:val="center"/>
            <w:hideMark/>
          </w:tcPr>
          <w:p w14:paraId="0A8780E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B686F1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Módszerek a mikrobiológiai minőség megállapítására</w:t>
            </w:r>
          </w:p>
        </w:tc>
        <w:tc>
          <w:tcPr>
            <w:tcW w:w="572" w:type="dxa"/>
            <w:vMerge/>
            <w:vAlign w:val="center"/>
            <w:hideMark/>
          </w:tcPr>
          <w:p w14:paraId="407A8B0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34D5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F430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F721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BB16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51C0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570A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333CA2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DDFB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30266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E2BAB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C6EE8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58</w:t>
            </w:r>
          </w:p>
        </w:tc>
        <w:tc>
          <w:tcPr>
            <w:tcW w:w="572" w:type="dxa"/>
            <w:vMerge/>
            <w:vAlign w:val="center"/>
            <w:hideMark/>
          </w:tcPr>
          <w:p w14:paraId="55D1D57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DF62E3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589A0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18C2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2EC58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18093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2755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0DE8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C34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EB5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9D7C4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543DC1C4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7FA656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B55430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Minőségügyi dokumentumok vezetése</w:t>
            </w:r>
          </w:p>
        </w:tc>
        <w:tc>
          <w:tcPr>
            <w:tcW w:w="572" w:type="dxa"/>
            <w:vMerge/>
            <w:vAlign w:val="center"/>
            <w:hideMark/>
          </w:tcPr>
          <w:p w14:paraId="00F8A7A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456C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66A7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2C14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28C2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0DAE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E9BE1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1C8F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BBB8B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4EA77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1EF2C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F9E07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72" w:type="dxa"/>
            <w:vMerge/>
            <w:vAlign w:val="center"/>
            <w:hideMark/>
          </w:tcPr>
          <w:p w14:paraId="3C997E4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78DF1A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7CBD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6BBC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F325F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9756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D59E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281A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7DBD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EAD6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B2E24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408B8864" w14:textId="77777777" w:rsidR="006073B2" w:rsidRDefault="006073B2">
      <w:r>
        <w:br w:type="page"/>
      </w:r>
    </w:p>
    <w:tbl>
      <w:tblPr>
        <w:tblW w:w="15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495"/>
        <w:gridCol w:w="572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624"/>
        <w:gridCol w:w="572"/>
        <w:gridCol w:w="624"/>
        <w:gridCol w:w="500"/>
        <w:gridCol w:w="500"/>
        <w:gridCol w:w="624"/>
        <w:gridCol w:w="500"/>
        <w:gridCol w:w="500"/>
        <w:gridCol w:w="500"/>
        <w:gridCol w:w="500"/>
        <w:gridCol w:w="500"/>
        <w:gridCol w:w="601"/>
      </w:tblGrid>
      <w:tr w:rsidR="006073B2" w:rsidRPr="006073B2" w14:paraId="78DF0C84" w14:textId="77777777" w:rsidTr="006073B2">
        <w:trPr>
          <w:trHeight w:val="24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603F560A" w14:textId="7A9BA811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10891-16 Mikrobiológia, higiénia és minőségbiztosítás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8D4B5A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Mikrobiológia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134A3A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B381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8ADA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EF1B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EAF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D358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BF8D6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43C07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F502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B7E89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06360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F72F3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37E6A5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266C43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6029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16F6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20D0D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D110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858D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369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35F9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B91D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1AE5A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6073B2" w:rsidRPr="006073B2" w14:paraId="58CB6E61" w14:textId="77777777" w:rsidTr="006073B2">
        <w:trPr>
          <w:trHeight w:val="495"/>
          <w:jc w:val="center"/>
        </w:trPr>
        <w:tc>
          <w:tcPr>
            <w:tcW w:w="572" w:type="dxa"/>
            <w:vMerge/>
            <w:vAlign w:val="center"/>
            <w:hideMark/>
          </w:tcPr>
          <w:p w14:paraId="1FF0292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B687BB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mikroorganizmusok jellemzése</w:t>
            </w:r>
          </w:p>
        </w:tc>
        <w:tc>
          <w:tcPr>
            <w:tcW w:w="572" w:type="dxa"/>
            <w:vMerge/>
            <w:vAlign w:val="center"/>
            <w:hideMark/>
          </w:tcPr>
          <w:p w14:paraId="525DEEB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9B01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9EE9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6FFF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A9E0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121E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14:paraId="713129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1C5B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8FCD2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63682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431E1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9552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337B770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29126C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884E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46808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BE7C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B1E4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949A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FF26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67AC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57D1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308EF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0504144B" w14:textId="77777777" w:rsidTr="006073B2">
        <w:trPr>
          <w:trHeight w:val="495"/>
          <w:jc w:val="center"/>
        </w:trPr>
        <w:tc>
          <w:tcPr>
            <w:tcW w:w="572" w:type="dxa"/>
            <w:vMerge/>
            <w:vAlign w:val="center"/>
            <w:hideMark/>
          </w:tcPr>
          <w:p w14:paraId="0F56567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E3F8A7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Mikroorganizmusok életfeltételei</w:t>
            </w:r>
          </w:p>
        </w:tc>
        <w:tc>
          <w:tcPr>
            <w:tcW w:w="572" w:type="dxa"/>
            <w:vMerge/>
            <w:vAlign w:val="center"/>
            <w:hideMark/>
          </w:tcPr>
          <w:p w14:paraId="66AFC76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81A2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261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E0CA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C861B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58EE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14:paraId="2DC743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067C62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2A56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B4F22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FD83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B50A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72" w:type="dxa"/>
            <w:vMerge/>
            <w:vAlign w:val="center"/>
            <w:hideMark/>
          </w:tcPr>
          <w:p w14:paraId="1154A35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709FFA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A201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136B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FD72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21C1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FCCF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B676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B42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74DD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E5384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6073B2" w:rsidRPr="006073B2" w14:paraId="1031D02E" w14:textId="77777777" w:rsidTr="006073B2">
        <w:trPr>
          <w:trHeight w:val="495"/>
          <w:jc w:val="center"/>
        </w:trPr>
        <w:tc>
          <w:tcPr>
            <w:tcW w:w="572" w:type="dxa"/>
            <w:vMerge/>
            <w:vAlign w:val="center"/>
            <w:hideMark/>
          </w:tcPr>
          <w:p w14:paraId="088B25D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D37D88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Mikroorganizmusok életfolyamatai</w:t>
            </w:r>
          </w:p>
        </w:tc>
        <w:tc>
          <w:tcPr>
            <w:tcW w:w="572" w:type="dxa"/>
            <w:vMerge/>
            <w:vAlign w:val="center"/>
            <w:hideMark/>
          </w:tcPr>
          <w:p w14:paraId="427B6BD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E49B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B39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89F4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6DA7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C96E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14:paraId="3D8EF7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0B43E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DD6D8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63AE2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1085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0E00A0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6DEE656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DB5ABC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8B35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87AB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FD4BF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7777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6FFB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126E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1963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1B62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38D56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6073B2" w:rsidRPr="006073B2" w14:paraId="5F634D39" w14:textId="77777777" w:rsidTr="006073B2">
        <w:trPr>
          <w:trHeight w:val="255"/>
          <w:jc w:val="center"/>
        </w:trPr>
        <w:tc>
          <w:tcPr>
            <w:tcW w:w="572" w:type="dxa"/>
            <w:vMerge/>
            <w:vAlign w:val="center"/>
            <w:hideMark/>
          </w:tcPr>
          <w:p w14:paraId="620C37C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9C4703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romlása</w:t>
            </w:r>
          </w:p>
        </w:tc>
        <w:tc>
          <w:tcPr>
            <w:tcW w:w="572" w:type="dxa"/>
            <w:vMerge/>
            <w:vAlign w:val="center"/>
            <w:hideMark/>
          </w:tcPr>
          <w:p w14:paraId="501193D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60AE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1B6A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D6C5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7615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12C9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14:paraId="6DC340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69096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FDA7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52104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EA6FF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79F42D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72" w:type="dxa"/>
            <w:vMerge/>
            <w:vAlign w:val="center"/>
            <w:hideMark/>
          </w:tcPr>
          <w:p w14:paraId="53D3100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31B076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F6F3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73D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C3406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210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362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D37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54D9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296B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81B6E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6073B2" w:rsidRPr="006073B2" w14:paraId="7C974675" w14:textId="77777777" w:rsidTr="006073B2">
        <w:trPr>
          <w:trHeight w:val="495"/>
          <w:jc w:val="center"/>
        </w:trPr>
        <w:tc>
          <w:tcPr>
            <w:tcW w:w="572" w:type="dxa"/>
            <w:vMerge/>
            <w:vAlign w:val="center"/>
            <w:hideMark/>
          </w:tcPr>
          <w:p w14:paraId="7F9667F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81F238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okozta megbetegedések</w:t>
            </w:r>
          </w:p>
        </w:tc>
        <w:tc>
          <w:tcPr>
            <w:tcW w:w="572" w:type="dxa"/>
            <w:vMerge/>
            <w:vAlign w:val="center"/>
            <w:hideMark/>
          </w:tcPr>
          <w:p w14:paraId="6DA3DAA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08DB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D55C2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3E03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517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0D35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14:paraId="39BB3F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80D5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7CA6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5171A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4F45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61720D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72" w:type="dxa"/>
            <w:vMerge/>
            <w:vAlign w:val="center"/>
            <w:hideMark/>
          </w:tcPr>
          <w:p w14:paraId="10548E8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6ECE5D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3AAB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E51A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22DB1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02D6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F2AF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427B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989A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69EA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254DC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6073B2" w:rsidRPr="006073B2" w14:paraId="421C206A" w14:textId="77777777" w:rsidTr="006073B2">
        <w:trPr>
          <w:trHeight w:val="735"/>
          <w:jc w:val="center"/>
        </w:trPr>
        <w:tc>
          <w:tcPr>
            <w:tcW w:w="572" w:type="dxa"/>
            <w:vMerge/>
            <w:vAlign w:val="center"/>
            <w:hideMark/>
          </w:tcPr>
          <w:p w14:paraId="5276F2C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84DD63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Mikroorganizmusok hasznosítása az élelmiszeriparban</w:t>
            </w:r>
          </w:p>
        </w:tc>
        <w:tc>
          <w:tcPr>
            <w:tcW w:w="572" w:type="dxa"/>
            <w:vMerge/>
            <w:vAlign w:val="center"/>
            <w:hideMark/>
          </w:tcPr>
          <w:p w14:paraId="1D203F8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3294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71C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8C86C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1C6A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39E5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bottom"/>
            <w:hideMark/>
          </w:tcPr>
          <w:p w14:paraId="3322A3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2EEA0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78202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19C6F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5BE7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5D223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72" w:type="dxa"/>
            <w:vMerge/>
            <w:vAlign w:val="center"/>
            <w:hideMark/>
          </w:tcPr>
          <w:p w14:paraId="29A3AE1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75B1D4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7FBE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ADE9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EF5A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682D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A035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3635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BD00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CDF3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A0F25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6073B2" w:rsidRPr="006073B2" w14:paraId="01977689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C145D7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452B21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Biztonságos munkavégzés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3385F8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8C44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820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82BA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4C9F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8659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42667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0583F4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7FDD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85EBA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537BF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BB1B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532349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0BD4C1C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1BC9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1254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3A72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42FF3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4553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9E0E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9C74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399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CA358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6073B2" w:rsidRPr="006073B2" w14:paraId="564D484F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2AAB119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FCF24B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Élelmiszeripari munkavédelmi szabályok</w:t>
            </w:r>
          </w:p>
        </w:tc>
        <w:tc>
          <w:tcPr>
            <w:tcW w:w="572" w:type="dxa"/>
            <w:vMerge/>
            <w:vAlign w:val="center"/>
            <w:hideMark/>
          </w:tcPr>
          <w:p w14:paraId="48C1BCF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7C396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B342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0BA5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E5BB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4A0B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BA743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ADA38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0A620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049C6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4DB1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4A6A8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28A7B31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48D7C2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E0AA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6A6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E9EC5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10F29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36F4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60F32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5D4B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2F04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AD130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6073B2" w:rsidRPr="006073B2" w14:paraId="00E37A43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6DDBE25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78786D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Természet és környezetvédelem</w:t>
            </w:r>
          </w:p>
        </w:tc>
        <w:tc>
          <w:tcPr>
            <w:tcW w:w="572" w:type="dxa"/>
            <w:vMerge/>
            <w:vAlign w:val="center"/>
            <w:hideMark/>
          </w:tcPr>
          <w:p w14:paraId="154DA2F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7230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C43C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5551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2C795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3746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49ABA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005D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C1572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DD111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88C0E5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00FCF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299E8A5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22E26D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95BE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B678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93E21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91B5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E1B1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B45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54E8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4FD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93BA9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</w:tr>
      <w:tr w:rsidR="006073B2" w:rsidRPr="006073B2" w14:paraId="21F1D85E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1D6042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A692AC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Minőségbiztosítás és higiénia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2F9AC9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322F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4DDF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8F06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E7E7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9608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4C289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2A26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A0ECB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4AC4C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10A9D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F453E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0E8901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38FDBB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FC425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B20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457E3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B948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663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BB5E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2082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4BE0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AF2068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029D0A09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560647C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9FC1E3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biztonságát meghatározó tényezők</w:t>
            </w:r>
          </w:p>
        </w:tc>
        <w:tc>
          <w:tcPr>
            <w:tcW w:w="572" w:type="dxa"/>
            <w:vMerge/>
            <w:vAlign w:val="center"/>
            <w:hideMark/>
          </w:tcPr>
          <w:p w14:paraId="681F1E8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E334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5C3E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D9A4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86FD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B953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DBAA5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C6ADE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F197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15FBB7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0A8A5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0EE22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72" w:type="dxa"/>
            <w:vMerge/>
            <w:vAlign w:val="center"/>
            <w:hideMark/>
          </w:tcPr>
          <w:p w14:paraId="1AC0F24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71BEB6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23C0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8B1A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E90C6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1453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E3E6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2EE2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461A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6D57D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9CFC3F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28E4E881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D96BD0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ADFAE5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 feldolgozás biztonsága</w:t>
            </w:r>
          </w:p>
        </w:tc>
        <w:tc>
          <w:tcPr>
            <w:tcW w:w="572" w:type="dxa"/>
            <w:vMerge/>
            <w:vAlign w:val="center"/>
            <w:hideMark/>
          </w:tcPr>
          <w:p w14:paraId="7230DBF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732C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7C5D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1B62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B0A6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09B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16CA3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CB61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622F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9D3AC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88E45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515E17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72" w:type="dxa"/>
            <w:vMerge/>
            <w:vAlign w:val="center"/>
            <w:hideMark/>
          </w:tcPr>
          <w:p w14:paraId="737847F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86E64A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17B62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B4CA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8DA5D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399C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D12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33651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BA44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E3BDC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2F4EA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21118B8D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70B85A0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B61BA9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Eljárások a mikrobaszaporodás megállítására</w:t>
            </w:r>
          </w:p>
        </w:tc>
        <w:tc>
          <w:tcPr>
            <w:tcW w:w="572" w:type="dxa"/>
            <w:vMerge/>
            <w:vAlign w:val="center"/>
            <w:hideMark/>
          </w:tcPr>
          <w:p w14:paraId="1F40382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B70F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D6B7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3AAA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B44C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D68E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C278C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42AC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E09D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FFC24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70B03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CA0CC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72" w:type="dxa"/>
            <w:vMerge/>
            <w:vAlign w:val="center"/>
            <w:hideMark/>
          </w:tcPr>
          <w:p w14:paraId="0FD6A93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927227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62D8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0624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AA06C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5CC8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9795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516E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FB5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E727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FE2F6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704C6C6A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3923642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DC72F4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Eljárások a mikroorganizmusok elpusztítására</w:t>
            </w:r>
          </w:p>
        </w:tc>
        <w:tc>
          <w:tcPr>
            <w:tcW w:w="572" w:type="dxa"/>
            <w:vMerge/>
            <w:vAlign w:val="center"/>
            <w:hideMark/>
          </w:tcPr>
          <w:p w14:paraId="7D6C6B5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5FA2B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F1BE0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1365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1BC6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A2E3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1F1EB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8E533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BFEE5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CB650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4AE1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B7B4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72" w:type="dxa"/>
            <w:vMerge/>
            <w:vAlign w:val="center"/>
            <w:hideMark/>
          </w:tcPr>
          <w:p w14:paraId="7A8E7D5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76A751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1B36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13D2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7ECC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8A0B7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E728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1526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6E0B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CBDE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A13AFC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045551F8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3EE8250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AE0730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Minőségirányítási rendszerek</w:t>
            </w:r>
          </w:p>
        </w:tc>
        <w:tc>
          <w:tcPr>
            <w:tcW w:w="572" w:type="dxa"/>
            <w:vMerge/>
            <w:vAlign w:val="center"/>
            <w:hideMark/>
          </w:tcPr>
          <w:p w14:paraId="3FA8A67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06C0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0956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3DAA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CDD8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F008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98D3E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A8E1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E300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E9038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DE404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F8DBC2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6B78F92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AFBB2E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0AF8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CA90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4E4C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EC43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EC2A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375D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0F9E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393F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F3877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18E115A0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8364A3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5C9355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Minőségbiztosítás dokumentumai</w:t>
            </w:r>
          </w:p>
        </w:tc>
        <w:tc>
          <w:tcPr>
            <w:tcW w:w="572" w:type="dxa"/>
            <w:vMerge/>
            <w:vAlign w:val="center"/>
            <w:hideMark/>
          </w:tcPr>
          <w:p w14:paraId="0310D20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572F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3B90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9EFE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9BA8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89F5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C908B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044B5D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01F5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145E9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1366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D453D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72" w:type="dxa"/>
            <w:vMerge/>
            <w:vAlign w:val="center"/>
            <w:hideMark/>
          </w:tcPr>
          <w:p w14:paraId="0463717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76040FA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D999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EDBA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1EF5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B3B5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3C3A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8FBA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E3E3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9A52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56A44E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77A14260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0E07633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C75B80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Személyi higiénia</w:t>
            </w:r>
          </w:p>
        </w:tc>
        <w:tc>
          <w:tcPr>
            <w:tcW w:w="572" w:type="dxa"/>
            <w:vMerge/>
            <w:vAlign w:val="center"/>
            <w:hideMark/>
          </w:tcPr>
          <w:p w14:paraId="5B22B5B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A23C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F2CA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5EB0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B33FC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A1E7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049FDA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95CC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D752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18C17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67C23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37AD5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72" w:type="dxa"/>
            <w:vMerge/>
            <w:vAlign w:val="center"/>
            <w:hideMark/>
          </w:tcPr>
          <w:p w14:paraId="4A67D9E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D1E7B9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76E9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DE2C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F5C95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D728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6C9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BC57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81CFE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11CF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2D42D2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746E2037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007C5D0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E08BA3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Üzemi higiénia</w:t>
            </w:r>
          </w:p>
        </w:tc>
        <w:tc>
          <w:tcPr>
            <w:tcW w:w="572" w:type="dxa"/>
            <w:vMerge/>
            <w:vAlign w:val="center"/>
            <w:hideMark/>
          </w:tcPr>
          <w:p w14:paraId="6FDCBB6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0F3C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7EED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6745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DCFE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229F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15149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69012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0143D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38FEC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37D7F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098334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72" w:type="dxa"/>
            <w:vMerge/>
            <w:vAlign w:val="center"/>
            <w:hideMark/>
          </w:tcPr>
          <w:p w14:paraId="49F5078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82DEDB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04E6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044F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63E8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EB109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E8DB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3DA6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2175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9413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CAE43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5CE9F3B5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FD6E15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18F3D6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Tisztítás, fertőtlenítés </w:t>
            </w:r>
          </w:p>
        </w:tc>
        <w:tc>
          <w:tcPr>
            <w:tcW w:w="572" w:type="dxa"/>
            <w:vMerge/>
            <w:vAlign w:val="center"/>
            <w:hideMark/>
          </w:tcPr>
          <w:p w14:paraId="5F32F20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7CDC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3441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CBFB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DB4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48072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948886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A62B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DB6F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85EAD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331EC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D46DF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72" w:type="dxa"/>
            <w:vMerge/>
            <w:vAlign w:val="center"/>
            <w:hideMark/>
          </w:tcPr>
          <w:p w14:paraId="52E7889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770737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0A1E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4019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1B00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FB5C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287B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04F6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5FBB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A6C7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24ADC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6A2FFE51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16375E0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51F861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Általános jogi szabályozás</w:t>
            </w:r>
          </w:p>
        </w:tc>
        <w:tc>
          <w:tcPr>
            <w:tcW w:w="572" w:type="dxa"/>
            <w:vMerge/>
            <w:vAlign w:val="center"/>
            <w:hideMark/>
          </w:tcPr>
          <w:p w14:paraId="05670B4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275E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57D2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3F17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6D3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77D8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8BF6A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6805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BB0B4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50D07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FD85E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AAE2D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72" w:type="dxa"/>
            <w:vMerge/>
            <w:vAlign w:val="center"/>
            <w:hideMark/>
          </w:tcPr>
          <w:p w14:paraId="3717D29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7F6074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81F94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44BB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CC822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DFBD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6A125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4D572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15A0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B767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708DD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13BB4977" w14:textId="77777777" w:rsidTr="006073B2">
        <w:trPr>
          <w:trHeight w:val="24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054F93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11941-16 Mikrobiológia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8D4D94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Mikrobiológia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789F929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C78D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9EE2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5F50F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B126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0FE3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A9C5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0CF3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ED80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76C7B3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7C038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44C73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33F36B9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1C7261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25BEE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18E9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B34DC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BCBC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AB17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43C3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462A9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D00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86EF50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05B331F4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12FE22F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A9105B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mikroorganizmusok jellemzése</w:t>
            </w:r>
          </w:p>
        </w:tc>
        <w:tc>
          <w:tcPr>
            <w:tcW w:w="572" w:type="dxa"/>
            <w:vMerge/>
            <w:vAlign w:val="center"/>
            <w:hideMark/>
          </w:tcPr>
          <w:p w14:paraId="689469E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B0E1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D03F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17CB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D39A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5FE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5E09D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FAC55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14B56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24C6D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90CE35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E7AC7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2748BCA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C7A651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8487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5C4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88C33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961E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1CD39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E1F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393F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3B02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6EB8DF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5AA83FFA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4690079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E806DF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Mikroorganizmusok életfeltételei</w:t>
            </w:r>
          </w:p>
        </w:tc>
        <w:tc>
          <w:tcPr>
            <w:tcW w:w="572" w:type="dxa"/>
            <w:vMerge/>
            <w:vAlign w:val="center"/>
            <w:hideMark/>
          </w:tcPr>
          <w:p w14:paraId="40089B5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3B37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CA82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F6A4A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17C0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5ED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AB541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6AC60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F179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3D7D24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9ABA5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0724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71FD9CA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96F551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1F08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9CA1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7F51D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8C15F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33F1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D6318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37B7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793CC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31DD6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147D9C59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3AB42A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5C28923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Mikroorganizmusok életfolyamatai</w:t>
            </w:r>
          </w:p>
        </w:tc>
        <w:tc>
          <w:tcPr>
            <w:tcW w:w="572" w:type="dxa"/>
            <w:vMerge/>
            <w:vAlign w:val="center"/>
            <w:hideMark/>
          </w:tcPr>
          <w:p w14:paraId="1B7D9BB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CAEE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2ABC7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8D29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8782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ABA9E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5A161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1DA5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5A6F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76FCD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72126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DE116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F3438C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2173B5C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11CB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B4A0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477B1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CF0C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196B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3BDC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D492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13607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368547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1A393A25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1E3B58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7B7186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romlása</w:t>
            </w:r>
          </w:p>
        </w:tc>
        <w:tc>
          <w:tcPr>
            <w:tcW w:w="572" w:type="dxa"/>
            <w:vMerge/>
            <w:vAlign w:val="center"/>
            <w:hideMark/>
          </w:tcPr>
          <w:p w14:paraId="162F77D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153F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3EA8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C83E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FFF8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A44B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42A2C6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F6D0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B6F5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0FD42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EDCAF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34621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48FC20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A12A2D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FCE87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6F147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700C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9CF9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0EEE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E0EAE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A0C5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455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EEAA14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224F8D36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207856C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3A54EF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Élelmiszerek okozta megbetegedések</w:t>
            </w:r>
          </w:p>
        </w:tc>
        <w:tc>
          <w:tcPr>
            <w:tcW w:w="572" w:type="dxa"/>
            <w:vMerge/>
            <w:vAlign w:val="center"/>
            <w:hideMark/>
          </w:tcPr>
          <w:p w14:paraId="37D2D7D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AFD80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FE8A5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0DD5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BB6B3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0E05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0FD0B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6AD24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B69A7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F3DBB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E47BE7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1636D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3E68871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B128D0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B987C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99F0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D9DBC8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55D2F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B44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D80B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3A4F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1B07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1F515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3DAADF56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60E9282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6BB5802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Mikroorganizmusok hasznosítása az élelmiszeriparban</w:t>
            </w:r>
          </w:p>
        </w:tc>
        <w:tc>
          <w:tcPr>
            <w:tcW w:w="572" w:type="dxa"/>
            <w:vMerge/>
            <w:vAlign w:val="center"/>
            <w:hideMark/>
          </w:tcPr>
          <w:p w14:paraId="2D037121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7C1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70B6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16E92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FB59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93560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E5942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51A7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9DE6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8A407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7B7C8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9EEEB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7C38833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F0F0A0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FFC29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D83E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6E9FC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875E3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3616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0C36B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9C62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6A56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6A864FA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5151444A" w14:textId="77777777" w:rsidTr="006073B2">
        <w:trPr>
          <w:trHeight w:val="480"/>
          <w:jc w:val="center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  <w:hideMark/>
          </w:tcPr>
          <w:p w14:paraId="5F46B10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10904-16 Higiénia és minőségbiztosítás</w:t>
            </w: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601F14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Higiénia és minőségbiztosítás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0392BA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036B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3679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E6AC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6AFB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35A4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CF7DC4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BCA0B8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28DFF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82490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DC45D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13412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25B6757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63C6371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3B6E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02713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5BEE3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30B4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91C7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CCB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783D7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DA7C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0EFF9D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564DB7A5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35B59CC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34C6C9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Jogi szabályozás</w:t>
            </w:r>
          </w:p>
        </w:tc>
        <w:tc>
          <w:tcPr>
            <w:tcW w:w="572" w:type="dxa"/>
            <w:vMerge/>
            <w:vAlign w:val="center"/>
            <w:hideMark/>
          </w:tcPr>
          <w:p w14:paraId="75EE9EB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4BC5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ED0BC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95BE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8B1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46CE3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A61DCD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760E05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A8A6B9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B4DD2A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397FC6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8BA04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3517EB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876283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F281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50A8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A4CDF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397C6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6705B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5306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1D54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3443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150AB1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492839FB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7E8B115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8249BE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Tisztító és fertőtlenítőszerek</w:t>
            </w:r>
          </w:p>
        </w:tc>
        <w:tc>
          <w:tcPr>
            <w:tcW w:w="572" w:type="dxa"/>
            <w:vMerge/>
            <w:vAlign w:val="center"/>
            <w:hideMark/>
          </w:tcPr>
          <w:p w14:paraId="6F7EE02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6B6C6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2A72A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7E26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A332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DC1D7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064544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01D1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4D5C84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871C36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63393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C97B0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5261BCA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A90454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BE04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B85D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2DE91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903E7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B8EBF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4043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67CC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258F0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CEDC84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0DA4168A" w14:textId="77777777" w:rsidTr="006073B2">
        <w:trPr>
          <w:trHeight w:val="240"/>
          <w:jc w:val="center"/>
        </w:trPr>
        <w:tc>
          <w:tcPr>
            <w:tcW w:w="572" w:type="dxa"/>
            <w:vMerge/>
            <w:vAlign w:val="center"/>
            <w:hideMark/>
          </w:tcPr>
          <w:p w14:paraId="2745406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6C490A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GHP elemei</w:t>
            </w:r>
          </w:p>
        </w:tc>
        <w:tc>
          <w:tcPr>
            <w:tcW w:w="572" w:type="dxa"/>
            <w:vMerge/>
            <w:vAlign w:val="center"/>
            <w:hideMark/>
          </w:tcPr>
          <w:p w14:paraId="5DEF0DD8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F2FED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287DF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75351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35E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DA5E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87AAD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53A4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EA9C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794A8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D11A2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88C2F5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35015F32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0ADD05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1F596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B5813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629CDE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CCEA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FBE1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0CF5B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3A3F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A88D9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A4B811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27B5B574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6B01750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31F3D05C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Minőségirányítási rendszerek</w:t>
            </w:r>
          </w:p>
        </w:tc>
        <w:tc>
          <w:tcPr>
            <w:tcW w:w="572" w:type="dxa"/>
            <w:vMerge/>
            <w:vAlign w:val="center"/>
            <w:hideMark/>
          </w:tcPr>
          <w:p w14:paraId="718D171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BB93A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1BBC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2487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6B9E7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A9F9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8D9EE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B9D99A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81B85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2EC2B8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94FDB7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A3989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A216DF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F853EE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CBF6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CB7F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5D95A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7772B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798D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3F2D4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B9D22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C0846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EA33F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52C4EC8E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00FEE8A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E30FDE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Minőségbiztosítás dokumentumai</w:t>
            </w:r>
          </w:p>
        </w:tc>
        <w:tc>
          <w:tcPr>
            <w:tcW w:w="572" w:type="dxa"/>
            <w:vMerge/>
            <w:vAlign w:val="center"/>
            <w:hideMark/>
          </w:tcPr>
          <w:p w14:paraId="4889649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E469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DA3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A2F30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5131E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F50C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6E83FA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DDAFE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1B2BF8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16BAE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B02535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344FAA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58512A77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3CD707D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54E9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9DDC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72B3E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0D1C9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0DCE3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D61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93E6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EFFF5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72287E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62F07A8E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67B3E78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BC67EC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Élelmiszertermelés egészségügyi követelményei</w:t>
            </w:r>
          </w:p>
        </w:tc>
        <w:tc>
          <w:tcPr>
            <w:tcW w:w="572" w:type="dxa"/>
            <w:vMerge/>
            <w:vAlign w:val="center"/>
            <w:hideMark/>
          </w:tcPr>
          <w:p w14:paraId="08FBB7B3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3021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3482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7F474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DE8CB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CA2A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FDF2CA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C1FF1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063837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4B69CC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AA76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28B741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AF0CFC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135FB4B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A4F63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86BA7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3ABD47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03FC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E926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49B2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00BD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7B2F8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08DB5FA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5971D43C" w14:textId="77777777" w:rsidR="006073B2" w:rsidRDefault="006073B2">
      <w:r>
        <w:br w:type="page"/>
      </w:r>
    </w:p>
    <w:tbl>
      <w:tblPr>
        <w:tblW w:w="15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495"/>
        <w:gridCol w:w="572"/>
        <w:gridCol w:w="500"/>
        <w:gridCol w:w="500"/>
        <w:gridCol w:w="500"/>
        <w:gridCol w:w="500"/>
        <w:gridCol w:w="500"/>
        <w:gridCol w:w="389"/>
        <w:gridCol w:w="556"/>
        <w:gridCol w:w="556"/>
        <w:gridCol w:w="588"/>
        <w:gridCol w:w="412"/>
        <w:gridCol w:w="624"/>
        <w:gridCol w:w="572"/>
        <w:gridCol w:w="624"/>
        <w:gridCol w:w="500"/>
        <w:gridCol w:w="500"/>
        <w:gridCol w:w="624"/>
        <w:gridCol w:w="500"/>
        <w:gridCol w:w="500"/>
        <w:gridCol w:w="500"/>
        <w:gridCol w:w="500"/>
        <w:gridCol w:w="500"/>
        <w:gridCol w:w="601"/>
      </w:tblGrid>
      <w:tr w:rsidR="006073B2" w:rsidRPr="006073B2" w14:paraId="4C6B6FB2" w14:textId="77777777" w:rsidTr="006073B2">
        <w:trPr>
          <w:trHeight w:val="720"/>
          <w:jc w:val="center"/>
        </w:trPr>
        <w:tc>
          <w:tcPr>
            <w:tcW w:w="572" w:type="dxa"/>
            <w:vMerge w:val="restart"/>
            <w:vAlign w:val="center"/>
            <w:hideMark/>
          </w:tcPr>
          <w:p w14:paraId="3E9A75F9" w14:textId="43C0E083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46ACA9D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Higiéniai és minőségbiztosítási gyakorlat</w:t>
            </w:r>
          </w:p>
        </w:tc>
        <w:tc>
          <w:tcPr>
            <w:tcW w:w="572" w:type="dxa"/>
            <w:vMerge w:val="restart"/>
            <w:shd w:val="clear" w:color="000000" w:fill="92D050"/>
            <w:textDirection w:val="btLr"/>
            <w:hideMark/>
          </w:tcPr>
          <w:p w14:paraId="68FDB6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31 541 14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584B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A00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C7BFB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13632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CF3FC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ECFB90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FADA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FA9A5D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A4C3D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E1AA7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154FD6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 w:val="restart"/>
            <w:shd w:val="clear" w:color="auto" w:fill="auto"/>
            <w:noWrap/>
            <w:hideMark/>
          </w:tcPr>
          <w:p w14:paraId="248958E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hideMark/>
          </w:tcPr>
          <w:p w14:paraId="4423F6D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C0C7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C0EAA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BF7532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3CC48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C109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618E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95FC8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04CF9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419D58F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595C9FB5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0A8E9B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B19DF9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Tisztítás, fertőtlenítés gyakorlata</w:t>
            </w:r>
          </w:p>
        </w:tc>
        <w:tc>
          <w:tcPr>
            <w:tcW w:w="572" w:type="dxa"/>
            <w:vMerge/>
            <w:vAlign w:val="center"/>
            <w:hideMark/>
          </w:tcPr>
          <w:p w14:paraId="2AA3E88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1CEEF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095F9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A4EB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DC876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4392B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3618DC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089678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54B9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70485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99366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6C2C3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08CE389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6A5D658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0CA4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19B9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1FEF1A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892F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EBF14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935A5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FD0AD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95375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7F78D3A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59EE830F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5167CE46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1661465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Higiéniai ellenőrzések nyilvántartása</w:t>
            </w:r>
          </w:p>
        </w:tc>
        <w:tc>
          <w:tcPr>
            <w:tcW w:w="572" w:type="dxa"/>
            <w:vMerge/>
            <w:vAlign w:val="center"/>
            <w:hideMark/>
          </w:tcPr>
          <w:p w14:paraId="2CD5766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2C9A6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2CF9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7ADBA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49178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18F7C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5E7584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3174D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5CB4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28DFB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C00710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7FD302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372CFF6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544E742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CAA0F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DB7F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FD733D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ED2A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74331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D8831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2A211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441C0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5F382D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6E0B42A7" w14:textId="77777777" w:rsidTr="006073B2">
        <w:trPr>
          <w:trHeight w:val="480"/>
          <w:jc w:val="center"/>
        </w:trPr>
        <w:tc>
          <w:tcPr>
            <w:tcW w:w="572" w:type="dxa"/>
            <w:vMerge/>
            <w:vAlign w:val="center"/>
            <w:hideMark/>
          </w:tcPr>
          <w:p w14:paraId="2E26CF4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21EBE304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HACCP alapelveinek alkalmazása</w:t>
            </w:r>
          </w:p>
        </w:tc>
        <w:tc>
          <w:tcPr>
            <w:tcW w:w="572" w:type="dxa"/>
            <w:vMerge/>
            <w:vAlign w:val="center"/>
            <w:hideMark/>
          </w:tcPr>
          <w:p w14:paraId="7170D7B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1030F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344C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5574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63F33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75C00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C5562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9D8B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FE27E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14DF1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6288DE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CD7B32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59FFA9E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026674D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55C10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DAEB0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97762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03205B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FD0A9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8D14C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631E23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880AB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A0F0A4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316E9B70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4108E539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0D4E8C8F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Élelmiszerbiztonság alapelveinek alkalmazása</w:t>
            </w:r>
          </w:p>
        </w:tc>
        <w:tc>
          <w:tcPr>
            <w:tcW w:w="572" w:type="dxa"/>
            <w:vMerge/>
            <w:vAlign w:val="center"/>
            <w:hideMark/>
          </w:tcPr>
          <w:p w14:paraId="1972FD0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62B0EA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29EF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C2C5B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7DAD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03506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42F97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C539B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44A0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8E0CC8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312F6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87E48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4D568F7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0CCBB210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7AC8C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74961D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AFB61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E89AB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8457F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2E7CE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79DD1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249A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5524D5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766011D3" w14:textId="77777777" w:rsidTr="006073B2">
        <w:trPr>
          <w:trHeight w:val="720"/>
          <w:jc w:val="center"/>
        </w:trPr>
        <w:tc>
          <w:tcPr>
            <w:tcW w:w="572" w:type="dxa"/>
            <w:vMerge/>
            <w:vAlign w:val="center"/>
            <w:hideMark/>
          </w:tcPr>
          <w:p w14:paraId="7B4DE96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495" w:type="dxa"/>
            <w:shd w:val="clear" w:color="auto" w:fill="auto"/>
            <w:vAlign w:val="center"/>
            <w:hideMark/>
          </w:tcPr>
          <w:p w14:paraId="770127AE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Minőségügyi dokumentumok vezetése</w:t>
            </w:r>
          </w:p>
        </w:tc>
        <w:tc>
          <w:tcPr>
            <w:tcW w:w="572" w:type="dxa"/>
            <w:vMerge/>
            <w:vAlign w:val="center"/>
            <w:hideMark/>
          </w:tcPr>
          <w:p w14:paraId="025C2ED5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7D552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38A6B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609A6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0FB4F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9F0C67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AAB919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FE8889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9C8A85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1EEF0C4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6975CE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7D3F19E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72" w:type="dxa"/>
            <w:vMerge/>
            <w:vAlign w:val="center"/>
            <w:hideMark/>
          </w:tcPr>
          <w:p w14:paraId="18E9233A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14:paraId="42F9200B" w14:textId="77777777" w:rsidR="006073B2" w:rsidRPr="006073B2" w:rsidRDefault="006073B2" w:rsidP="006073B2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4F13C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B65B3C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CD6F180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FB9A22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54F401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218255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1EB06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F1E71F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3C3C74F8" w14:textId="77777777" w:rsidR="006073B2" w:rsidRPr="006073B2" w:rsidRDefault="006073B2" w:rsidP="006073B2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6073B2" w:rsidRPr="006073B2" w14:paraId="287FB914" w14:textId="77777777" w:rsidTr="00780E25">
        <w:trPr>
          <w:trHeight w:val="720"/>
          <w:jc w:val="center"/>
        </w:trPr>
        <w:tc>
          <w:tcPr>
            <w:tcW w:w="3067" w:type="dxa"/>
            <w:gridSpan w:val="2"/>
            <w:shd w:val="clear" w:color="auto" w:fill="auto"/>
            <w:vAlign w:val="center"/>
            <w:hideMark/>
          </w:tcPr>
          <w:p w14:paraId="7EE7E90B" w14:textId="77777777" w:rsidR="006073B2" w:rsidRPr="006073B2" w:rsidRDefault="006073B2" w:rsidP="00780E25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572" w:type="dxa"/>
            <w:shd w:val="clear" w:color="000000" w:fill="92D050"/>
            <w:textDirection w:val="btLr"/>
            <w:hideMark/>
          </w:tcPr>
          <w:p w14:paraId="21E456BD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helyi </w:t>
            </w:r>
            <w:r w:rsidRPr="006073B2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E0615B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3D1F2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9A34B7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E5176F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C0FE0E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EDF14F5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33EBD8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5EBAC97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D48DEB8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F9505B9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094BA0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211</w:t>
            </w:r>
          </w:p>
        </w:tc>
        <w:tc>
          <w:tcPr>
            <w:tcW w:w="572" w:type="dxa"/>
            <w:shd w:val="clear" w:color="auto" w:fill="auto"/>
            <w:noWrap/>
            <w:hideMark/>
          </w:tcPr>
          <w:p w14:paraId="16A6DC32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211</w:t>
            </w:r>
          </w:p>
        </w:tc>
        <w:tc>
          <w:tcPr>
            <w:tcW w:w="624" w:type="dxa"/>
            <w:shd w:val="clear" w:color="auto" w:fill="auto"/>
            <w:noWrap/>
            <w:hideMark/>
          </w:tcPr>
          <w:p w14:paraId="1A5A1DF2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3B84BD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600680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AE62D0D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5B0950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127BD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DE6A28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9B5AF9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DBF27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14:paraId="599AF396" w14:textId="77777777" w:rsidR="006073B2" w:rsidRPr="006073B2" w:rsidRDefault="006073B2" w:rsidP="00780E2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6073B2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7233E158" w14:textId="77777777" w:rsidR="00CA55C7" w:rsidRDefault="00CA55C7" w:rsidP="006F5812">
      <w:pPr>
        <w:spacing w:after="0"/>
        <w:rPr>
          <w:rFonts w:cs="Times New Roman"/>
          <w:color w:val="000000" w:themeColor="text1"/>
        </w:rPr>
      </w:pPr>
    </w:p>
    <w:p w14:paraId="4B58CF93" w14:textId="77777777" w:rsidR="00CA55C7" w:rsidRPr="00CD320D" w:rsidRDefault="00CA55C7" w:rsidP="006F5812">
      <w:pPr>
        <w:spacing w:after="0"/>
        <w:rPr>
          <w:rFonts w:cs="Times New Roman"/>
          <w:color w:val="000000" w:themeColor="text1"/>
        </w:rPr>
      </w:pPr>
    </w:p>
    <w:p w14:paraId="40A9BB21" w14:textId="77777777" w:rsidR="001545E5" w:rsidRPr="000B3EFB" w:rsidRDefault="001545E5" w:rsidP="001545E5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t>3. számú táblázat</w:t>
      </w:r>
    </w:p>
    <w:p w14:paraId="4A7CC265" w14:textId="77777777" w:rsidR="001545E5" w:rsidRPr="007D4D26" w:rsidRDefault="001545E5" w:rsidP="001545E5">
      <w:pPr>
        <w:spacing w:after="0"/>
        <w:jc w:val="center"/>
        <w:rPr>
          <w:rFonts w:cs="Times New Roman"/>
          <w:b/>
        </w:rPr>
      </w:pPr>
      <w:r w:rsidRPr="007D4D26">
        <w:rPr>
          <w:rFonts w:cs="Times New Roman"/>
          <w:b/>
        </w:rPr>
        <w:t>A nem a főszakképesítéshez kapcsolódó óraszámok megoszlása:</w:t>
      </w:r>
    </w:p>
    <w:p w14:paraId="71A58848" w14:textId="77777777" w:rsidR="005C10A1" w:rsidRPr="00CD320D" w:rsidRDefault="005C10A1" w:rsidP="006F5812">
      <w:pPr>
        <w:spacing w:after="0"/>
        <w:rPr>
          <w:rFonts w:cs="Times New Roman"/>
          <w:color w:val="000000" w:themeColor="text1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360"/>
      </w:tblGrid>
      <w:tr w:rsidR="001545E5" w:rsidRPr="001545E5" w14:paraId="4C7BE0C4" w14:textId="77777777" w:rsidTr="001545E5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766A2638" w14:textId="77777777" w:rsidR="001545E5" w:rsidRPr="001545E5" w:rsidRDefault="001545E5" w:rsidP="001545E5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1545E5">
              <w:rPr>
                <w:rFonts w:eastAsia="Times New Roman" w:cs="Times New Roman"/>
                <w:sz w:val="20"/>
                <w:szCs w:val="20"/>
                <w:lang w:eastAsia="hu-HU"/>
              </w:rPr>
              <w:t>31 541 14</w:t>
            </w:r>
            <w:r w:rsidRPr="001545E5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Élelmiszeripari higiéniai és minőségbiztosítási munkatárs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1491A1E" w14:textId="77777777" w:rsidR="001545E5" w:rsidRPr="001545E5" w:rsidRDefault="001545E5" w:rsidP="001545E5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1545E5">
              <w:rPr>
                <w:rFonts w:eastAsia="Times New Roman" w:cs="Times New Roman"/>
                <w:sz w:val="20"/>
                <w:szCs w:val="20"/>
                <w:lang w:eastAsia="hu-HU"/>
              </w:rPr>
              <w:t>242 óra</w:t>
            </w:r>
          </w:p>
        </w:tc>
      </w:tr>
      <w:tr w:rsidR="001545E5" w:rsidRPr="001545E5" w14:paraId="4A66F4E8" w14:textId="77777777" w:rsidTr="001545E5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476AA04F" w14:textId="77777777" w:rsidR="001545E5" w:rsidRPr="001545E5" w:rsidRDefault="001545E5" w:rsidP="001545E5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1545E5">
              <w:rPr>
                <w:rFonts w:eastAsia="Times New Roman" w:cs="Times New Roman"/>
                <w:sz w:val="20"/>
                <w:szCs w:val="20"/>
                <w:lang w:eastAsia="hu-HU"/>
              </w:rPr>
              <w:t>helyi</w:t>
            </w:r>
            <w:r w:rsidRPr="001545E5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tanterv szerint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094E01F" w14:textId="77777777" w:rsidR="001545E5" w:rsidRPr="001545E5" w:rsidRDefault="001545E5" w:rsidP="001545E5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1545E5">
              <w:rPr>
                <w:rFonts w:eastAsia="Times New Roman" w:cs="Times New Roman"/>
                <w:sz w:val="20"/>
                <w:szCs w:val="20"/>
                <w:lang w:eastAsia="hu-HU"/>
              </w:rPr>
              <w:t>211 óra</w:t>
            </w:r>
          </w:p>
        </w:tc>
      </w:tr>
    </w:tbl>
    <w:p w14:paraId="6ACE347B" w14:textId="77777777" w:rsidR="005C10A1" w:rsidRPr="00CD320D" w:rsidRDefault="005C10A1" w:rsidP="00DD65F6">
      <w:pPr>
        <w:spacing w:after="0"/>
        <w:jc w:val="left"/>
        <w:rPr>
          <w:rFonts w:cs="Times New Roman"/>
          <w:color w:val="000000" w:themeColor="text1"/>
        </w:rPr>
      </w:pPr>
    </w:p>
    <w:p w14:paraId="03C0487A" w14:textId="77777777" w:rsidR="00CB484D" w:rsidRPr="00CD320D" w:rsidRDefault="00CB484D" w:rsidP="00CB484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Jelmagyarázat: e/elmélet; gy/gyakorlat; ögy/összefüggő szakmai gyakorlat</w:t>
      </w:r>
    </w:p>
    <w:p w14:paraId="02A9121E" w14:textId="77777777" w:rsidR="00CB484D" w:rsidRPr="00CD320D" w:rsidRDefault="00CB484D" w:rsidP="00CB484D">
      <w:pPr>
        <w:spacing w:after="0"/>
        <w:rPr>
          <w:rFonts w:cs="Times New Roman"/>
          <w:color w:val="000000" w:themeColor="text1"/>
        </w:rPr>
      </w:pPr>
    </w:p>
    <w:p w14:paraId="2B28B94E" w14:textId="77777777" w:rsidR="00CB484D" w:rsidRPr="00CD320D" w:rsidRDefault="00CB484D" w:rsidP="00CB484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szakképzésről szóló 2011. évi CLXXXVII. törvény 8.§ (5) bekezdésének megfelelően a táblázatban a nappali rendszerű oktatásra meghatározott tanulói éves kötelező szakmai elméleti és gyakorlati óraszám legalább 90%-a felosztásra került.</w:t>
      </w:r>
    </w:p>
    <w:p w14:paraId="5459A5DA" w14:textId="77777777" w:rsidR="00CB484D" w:rsidRPr="00CD320D" w:rsidRDefault="00CB484D" w:rsidP="00CB484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szakmai és vizsgakövetelményben a szakképesítésre meghatározott elmélet/gyakorlat arányának a teljes képzési idő során kell teljesülnie.</w:t>
      </w:r>
    </w:p>
    <w:p w14:paraId="0E3C75BD" w14:textId="77777777" w:rsidR="001A7777" w:rsidRPr="00CD320D" w:rsidRDefault="00CB484D" w:rsidP="00CB484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tantárgyakra meghatározott időkeret kötelező érvényű, a témakörökre kialakított óraszám pedig ajánlás.</w:t>
      </w:r>
    </w:p>
    <w:p w14:paraId="407D8975" w14:textId="77777777" w:rsidR="00752ECD" w:rsidRPr="00CD320D" w:rsidRDefault="00752ECD" w:rsidP="000A21B7">
      <w:pPr>
        <w:spacing w:after="0"/>
        <w:rPr>
          <w:rFonts w:cs="Times New Roman"/>
          <w:color w:val="000000" w:themeColor="text1"/>
        </w:rPr>
        <w:sectPr w:rsidR="00752ECD" w:rsidRPr="00CD320D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B0F3761" w14:textId="77777777" w:rsidR="00C53E01" w:rsidRPr="00CD320D" w:rsidRDefault="00C53E01" w:rsidP="00C53E01">
      <w:pPr>
        <w:rPr>
          <w:rFonts w:cs="Times New Roman"/>
          <w:color w:val="000000" w:themeColor="text1"/>
        </w:rPr>
      </w:pPr>
    </w:p>
    <w:p w14:paraId="01CC50F8" w14:textId="77777777" w:rsidR="00C53E01" w:rsidRPr="00CD320D" w:rsidRDefault="00C53E01" w:rsidP="00C53E01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164AED93" w14:textId="77777777" w:rsidR="00C53E01" w:rsidRPr="00CD320D" w:rsidRDefault="00C53E01" w:rsidP="00C53E01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11499-12 azonosító számú</w:t>
      </w:r>
    </w:p>
    <w:p w14:paraId="5388CBB6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Foglalkoztatás II.</w:t>
      </w:r>
    </w:p>
    <w:p w14:paraId="41FBF583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7A0667BF" w14:textId="77777777" w:rsidR="00C53E01" w:rsidRPr="00CD320D" w:rsidRDefault="00C53E01" w:rsidP="00C53E01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62C6FD53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06F14B92" w14:textId="77777777" w:rsidR="00C53E01" w:rsidRPr="00CD320D" w:rsidRDefault="00C53E01" w:rsidP="00C53E01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71ECE186" w14:textId="64EF8FD4" w:rsidR="00C53E01" w:rsidRPr="00CD320D" w:rsidRDefault="00C53E01" w:rsidP="00C53E01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 xml:space="preserve">A 11499-12 azonosító számú Foglalkoztatás II.megnevezésű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CD320D" w:rsidRPr="00CD320D" w14:paraId="0399F2F8" w14:textId="77777777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C871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DA6D26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Foglalkoztatás II.</w:t>
            </w:r>
          </w:p>
        </w:tc>
      </w:tr>
      <w:tr w:rsidR="00CD320D" w:rsidRPr="00CD320D" w14:paraId="6EA7E5EA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D55B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FELADATOK</w:t>
            </w:r>
          </w:p>
        </w:tc>
      </w:tr>
      <w:tr w:rsidR="00CD320D" w:rsidRPr="00CD320D" w14:paraId="324AA6A9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2464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D6D6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674DBBC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6FD7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Alkalmazza a munkaerőpiaci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9221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5BBF022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A4B2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0261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3717F43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685D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A6D4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5A67A7B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128F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BD1B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09E07C8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3CCD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6C53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01E42916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033F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SZAKMAI ISMERETEK</w:t>
            </w:r>
          </w:p>
        </w:tc>
      </w:tr>
      <w:tr w:rsidR="00CD320D" w:rsidRPr="00CD320D" w14:paraId="52EDB1F2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D004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E493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63666CE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62E4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6D5D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51F114A7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3414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C785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32C81F7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349E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6518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7D556A3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DDBC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4B2B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3A1868B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9A26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8489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2420AB5B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125D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6A7B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01798BD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7E27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6B91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55797A94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9698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21FB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5322384B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60A6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94D2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2E89B899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86C3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C7CC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4460B243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971A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SZAKMAI KÉSZSÉGEK</w:t>
            </w:r>
          </w:p>
        </w:tc>
      </w:tr>
      <w:tr w:rsidR="00CD320D" w:rsidRPr="00CD320D" w14:paraId="486EF1C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8AE2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D213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4CE0DDB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2993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E005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70E4803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43F0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5090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37B5AFC8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EC39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F996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7A6CBD1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5FA6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54E5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6D10A5BF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FF44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SZEMÉLYES KOMPETENCIÁK</w:t>
            </w:r>
          </w:p>
        </w:tc>
      </w:tr>
      <w:tr w:rsidR="00CD320D" w:rsidRPr="00CD320D" w14:paraId="35AB61F8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8C9E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6988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597F897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3F96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24D2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52B7360C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94B2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TÁRSAS KOMPETENCIÁK</w:t>
            </w:r>
          </w:p>
        </w:tc>
      </w:tr>
      <w:tr w:rsidR="00CD320D" w:rsidRPr="00CD320D" w14:paraId="15E7F0C4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4BD7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5D03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6C2634C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5D46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50F9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133BD2A4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90DB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MÓDSZERKOMPETENCIÁK</w:t>
            </w:r>
          </w:p>
        </w:tc>
      </w:tr>
      <w:tr w:rsidR="00CD320D" w:rsidRPr="00CD320D" w14:paraId="0DA8665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9014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3970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53E01" w:rsidRPr="00CD320D" w14:paraId="1269DB4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CE30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B718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</w:tbl>
    <w:p w14:paraId="020DF82E" w14:textId="77777777" w:rsidR="00C53E01" w:rsidRPr="00CD320D" w:rsidRDefault="00C53E01" w:rsidP="00C53E01">
      <w:pPr>
        <w:jc w:val="center"/>
        <w:rPr>
          <w:rFonts w:cs="Times New Roman"/>
          <w:color w:val="000000" w:themeColor="text1"/>
        </w:rPr>
      </w:pPr>
    </w:p>
    <w:p w14:paraId="6CF6B7D4" w14:textId="77777777" w:rsidR="00C53E01" w:rsidRPr="00CD320D" w:rsidRDefault="00C53E01" w:rsidP="00C53E01">
      <w:pPr>
        <w:spacing w:after="0"/>
        <w:rPr>
          <w:rFonts w:cs="Times New Roman"/>
          <w:color w:val="000000" w:themeColor="text1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FF725EB" w14:textId="77777777" w:rsidR="00C53E01" w:rsidRPr="00CD320D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Foglalkoztatás II. tantárgy</w:t>
      </w:r>
      <w:r w:rsidRPr="00CD320D">
        <w:rPr>
          <w:rFonts w:cs="Times New Roman"/>
          <w:b/>
          <w:color w:val="000000" w:themeColor="text1"/>
        </w:rPr>
        <w:tab/>
      </w:r>
      <w:r w:rsidR="006831AC" w:rsidRPr="00CD320D">
        <w:rPr>
          <w:rFonts w:cs="Times New Roman"/>
          <w:b/>
          <w:color w:val="000000" w:themeColor="text1"/>
        </w:rPr>
        <w:t>15</w:t>
      </w:r>
      <w:r w:rsidRPr="00CD320D">
        <w:rPr>
          <w:rFonts w:cs="Times New Roman"/>
          <w:b/>
          <w:color w:val="000000" w:themeColor="text1"/>
        </w:rPr>
        <w:t xml:space="preserve"> óra/</w:t>
      </w:r>
      <w:r w:rsidR="006831AC" w:rsidRPr="00CD320D">
        <w:rPr>
          <w:rFonts w:cs="Times New Roman"/>
          <w:b/>
          <w:color w:val="000000" w:themeColor="text1"/>
        </w:rPr>
        <w:t>15</w:t>
      </w:r>
      <w:r w:rsidRPr="00CD320D">
        <w:rPr>
          <w:rFonts w:cs="Times New Roman"/>
          <w:b/>
          <w:color w:val="000000" w:themeColor="text1"/>
        </w:rPr>
        <w:t xml:space="preserve"> óra*</w:t>
      </w:r>
    </w:p>
    <w:p w14:paraId="57769A7C" w14:textId="77777777" w:rsidR="00C53E01" w:rsidRPr="00CD320D" w:rsidRDefault="00C53E01" w:rsidP="00C53E01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7C117962" w14:textId="77777777" w:rsidR="00C53E01" w:rsidRPr="00CD320D" w:rsidRDefault="00C53E01" w:rsidP="004239CF">
      <w:pPr>
        <w:spacing w:after="0"/>
        <w:ind w:left="426"/>
        <w:rPr>
          <w:rFonts w:cs="Times New Roman"/>
          <w:color w:val="000000" w:themeColor="text1"/>
        </w:rPr>
      </w:pPr>
    </w:p>
    <w:p w14:paraId="456AABD9" w14:textId="77777777" w:rsidR="004239CF" w:rsidRPr="00CD320D" w:rsidRDefault="004239CF" w:rsidP="004239CF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 főszakképesítéshez kapcsolódik.</w:t>
      </w:r>
    </w:p>
    <w:p w14:paraId="284F786E" w14:textId="77777777" w:rsidR="004239CF" w:rsidRPr="00CD320D" w:rsidRDefault="004239CF" w:rsidP="004239CF">
      <w:pPr>
        <w:spacing w:after="0"/>
        <w:ind w:left="426"/>
        <w:rPr>
          <w:rFonts w:cs="Times New Roman"/>
          <w:color w:val="000000" w:themeColor="text1"/>
        </w:rPr>
      </w:pPr>
    </w:p>
    <w:p w14:paraId="0BCBCA36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24194094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tanuló általános felkészítése az álláskeresés módszereire, technikáira, valamint a munkavállaláshoz, munkaviszony létesítéséhez szükséges alapismeretek elsajátítására.</w:t>
      </w:r>
    </w:p>
    <w:p w14:paraId="77CF21C3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604F384A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5A2F51DD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—</w:t>
      </w:r>
    </w:p>
    <w:p w14:paraId="64646319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7A3AB1C9" w14:textId="77777777" w:rsidR="00E7621B" w:rsidRPr="003208C8" w:rsidRDefault="00E7621B" w:rsidP="00E7621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3208C8">
        <w:rPr>
          <w:rFonts w:cs="Times New Roman"/>
          <w:b/>
        </w:rPr>
        <w:t>Témakörök</w:t>
      </w:r>
    </w:p>
    <w:p w14:paraId="38C367F4" w14:textId="77777777" w:rsidR="00E7621B" w:rsidRPr="003208C8" w:rsidRDefault="00E7621B" w:rsidP="00E7621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3208C8">
        <w:rPr>
          <w:rFonts w:cs="Times New Roman"/>
          <w:b/>
          <w:i/>
        </w:rPr>
        <w:t>Munkajogi alapismeretek</w:t>
      </w:r>
    </w:p>
    <w:p w14:paraId="3B77BFE7" w14:textId="77777777" w:rsidR="00E7621B" w:rsidRPr="0093391D" w:rsidRDefault="00E7621B" w:rsidP="00E762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3391D">
        <w:rPr>
          <w:rFonts w:cs="Times New Roman"/>
        </w:rPr>
        <w:t>Munkavállaló jogai (megfelelő körülmények közötti foglalkoztatás, bérfizetés, költségtérítés, munkaszerződés-módosítás, szabadság), kötelezettségei (megjelenés, rendelkezésre állás, munkavégzés, magatartási szabályok, együttműködés, tájékoztatás), munkavállaló felelőssége (vétkesen okozott kárért való felelősség, megőrzési felelősség, munkavállalói biztosíték).</w:t>
      </w:r>
    </w:p>
    <w:p w14:paraId="7C09C699" w14:textId="77777777" w:rsidR="00E7621B" w:rsidRPr="0093391D" w:rsidRDefault="00E7621B" w:rsidP="00E762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3391D">
        <w:rPr>
          <w:rFonts w:cs="Times New Roman"/>
        </w:rPr>
        <w:t>Munkajogi alapok: felek a munkajogviszonyban, munkaviszony létesítése, munkakör, munkaszerződés módosítása, megszűnése, megszüntetése, felmondás, végkielégítés, munkaidő, pihenőidők, szabadság.</w:t>
      </w:r>
    </w:p>
    <w:p w14:paraId="1E14D8F1" w14:textId="77777777" w:rsidR="00E7621B" w:rsidRPr="0093391D" w:rsidRDefault="00E7621B" w:rsidP="00E762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3391D">
        <w:rPr>
          <w:rFonts w:cs="Times New Roman"/>
        </w:rPr>
        <w:t>Foglalkoztatási formák: munkaviszony, megbízási jogviszony, vállalkozási jogviszony, közalkalmazotti jogviszony, közszolgálati jogviszony.</w:t>
      </w:r>
    </w:p>
    <w:p w14:paraId="20D344AF" w14:textId="5001E4D1" w:rsidR="00E7621B" w:rsidRPr="0093391D" w:rsidRDefault="00E7621B" w:rsidP="00E762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3391D">
        <w:rPr>
          <w:rFonts w:cs="Times New Roman"/>
        </w:rPr>
        <w:t xml:space="preserve">Atipikus munkavégzési </w:t>
      </w:r>
      <w:r w:rsidR="000F502D">
        <w:rPr>
          <w:rFonts w:cs="Times New Roman"/>
        </w:rPr>
        <w:t xml:space="preserve">formák a munka </w:t>
      </w:r>
      <w:r w:rsidRPr="0093391D">
        <w:rPr>
          <w:rFonts w:cs="Times New Roman"/>
        </w:rPr>
        <w:t xml:space="preserve">törvénykönyve szerint: távmunka, bedolgozói munkaviszony, munkaerő-kölcsönzés, egyszerűsített foglalkoztatás (mezőgazdasági, turisztikai idénymunka és alkalmi munka). </w:t>
      </w:r>
    </w:p>
    <w:p w14:paraId="63FEAAB7" w14:textId="77777777" w:rsidR="00E7621B" w:rsidRPr="0093391D" w:rsidRDefault="00E7621B" w:rsidP="00E762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93391D">
        <w:rPr>
          <w:rFonts w:cs="Times New Roman"/>
        </w:rPr>
        <w:t>Speciális jogviszonyok: önfoglalkoztatás, őstermelői jogviszony, háztartási munka, iskolaszövetkezet keretében végzett diákmunka, önkéntes munka.</w:t>
      </w:r>
    </w:p>
    <w:p w14:paraId="3BE810B6" w14:textId="77777777" w:rsidR="00E7621B" w:rsidRPr="003208C8" w:rsidRDefault="00E7621B" w:rsidP="00E762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0D5F4FA" w14:textId="77777777" w:rsidR="00E7621B" w:rsidRPr="003208C8" w:rsidRDefault="00E7621B" w:rsidP="00E7621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3208C8">
        <w:rPr>
          <w:rFonts w:cs="Times New Roman"/>
          <w:b/>
          <w:i/>
        </w:rPr>
        <w:t>Munkaviszony létesítése</w:t>
      </w:r>
    </w:p>
    <w:p w14:paraId="3B23F303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szabályai, elállás szabályai, próbaidő.</w:t>
      </w:r>
    </w:p>
    <w:p w14:paraId="6D2E8BE9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Munkavállaláshoz szükséges iratok, munkaviszony megszűnésekor a munkáltató által kiadandó dokumentumok.</w:t>
      </w:r>
    </w:p>
    <w:p w14:paraId="2DBA50F9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(pénzbeli és természetbeli), nyugdíj és munkaviszony.</w:t>
      </w:r>
    </w:p>
    <w:p w14:paraId="5FC12683" w14:textId="77777777" w:rsidR="00E7621B" w:rsidRPr="003208C8" w:rsidRDefault="00E7621B" w:rsidP="00E762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FEF696D" w14:textId="77777777" w:rsidR="00E7621B" w:rsidRPr="003208C8" w:rsidRDefault="00E7621B" w:rsidP="00E7621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3208C8">
        <w:rPr>
          <w:rFonts w:cs="Times New Roman"/>
          <w:b/>
          <w:i/>
        </w:rPr>
        <w:t>Álláskeresés</w:t>
      </w:r>
    </w:p>
    <w:p w14:paraId="6EAC3B68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Karrierlehetőségek feltérképezése: önismeret, reális célkitűzések, helyi munkaerőpiac ismerete, mobilitás szerepe, képzések szerepe, foglalkoztatási támogatások ismerete.</w:t>
      </w:r>
    </w:p>
    <w:p w14:paraId="6070098D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Motivációs levél és önéletrajz készítése: fontossága, formai és tartalmi kritériumai, szakmai önéletrajz fajtái: hagyományos, Europass, amerikai típusú, önéletrajzban szereplő email cím és fénykép megválasztása, motivációs levél felépítése.</w:t>
      </w:r>
    </w:p>
    <w:p w14:paraId="452B6154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lastRenderedPageBreak/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jelentkezés, közösségi portálok szerepe.</w:t>
      </w:r>
    </w:p>
    <w:p w14:paraId="2C41BE11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 xml:space="preserve">Munkaerőpiaci technikák alkalmazása: Foglalkozási Információs Tanácsadó (FIT), Foglalkoztatási Információs Pontok (FIP), Nemzeti Pályaorientációs Portál (NPP). </w:t>
      </w:r>
    </w:p>
    <w:p w14:paraId="712550E3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Állásinterjú: felkészülés, megjelenés, szereplés az állásinterjún, testbeszéd szerepe.</w:t>
      </w:r>
    </w:p>
    <w:p w14:paraId="3F9D15F1" w14:textId="77777777" w:rsidR="00E7621B" w:rsidRPr="003208C8" w:rsidRDefault="00E7621B" w:rsidP="00E7621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85F9399" w14:textId="77777777" w:rsidR="00E7621B" w:rsidRPr="003208C8" w:rsidRDefault="00E7621B" w:rsidP="00E7621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3208C8">
        <w:rPr>
          <w:rFonts w:cs="Times New Roman"/>
          <w:b/>
          <w:i/>
        </w:rPr>
        <w:t>Munkanélküliség</w:t>
      </w:r>
    </w:p>
    <w:p w14:paraId="55AE0E47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A munkanélküli (álláskereső) jogai, kötelezettségei és lehetőségei: álláskeresőként történő nyilvántartásba vétel; a munkaügyi szervezettel történő együttműködési kötelezettség főbb kritériumai; együttműködési kötelezettség megszegésének szankciói; nyilvántartás szünetelése, nyilvántartásból való törlés; munkaügyi szervezet által nyújtott szolgáltatások, kiemelten a munkaközvetítés.</w:t>
      </w:r>
    </w:p>
    <w:p w14:paraId="11668E64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 xml:space="preserve">Álláskeresési ellátások („passzív eszközök”): álláskeresési járadék és nyugdíj előtti álláskeresési segély. Utazási költségtérítés. </w:t>
      </w:r>
    </w:p>
    <w:p w14:paraId="26714894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 xml:space="preserve">Foglalkoztatást helyettesítő támogatás. </w:t>
      </w:r>
    </w:p>
    <w:p w14:paraId="62FA1CB9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Közfoglalkoztatás: közfoglalkoztatás célja, közfoglalkozatás célcsoportja, közfoglalkozatás főbb szabályai</w:t>
      </w:r>
    </w:p>
    <w:p w14:paraId="302CBF92" w14:textId="7E73B5D4" w:rsidR="00E7621B" w:rsidRPr="0093391D" w:rsidRDefault="00E7621B" w:rsidP="00E7621B">
      <w:pPr>
        <w:spacing w:after="0"/>
        <w:ind w:left="851"/>
        <w:rPr>
          <w:rFonts w:cs="Times New Roman"/>
        </w:rPr>
      </w:pPr>
      <w:r w:rsidRPr="0093391D">
        <w:rPr>
          <w:rFonts w:cs="Times New Roman"/>
        </w:rPr>
        <w:t xml:space="preserve">Munkaügyi szervezet: Nemzeti Foglalkoztatási Szolgálat (NFSZ) szervezetrendszerének felépítése (a </w:t>
      </w:r>
      <w:r w:rsidR="007C6FC4">
        <w:rPr>
          <w:rFonts w:eastAsia="Calibri" w:cs="Times New Roman"/>
          <w:color w:val="000000"/>
          <w:szCs w:val="24"/>
        </w:rPr>
        <w:t>foglalkoztatáspolitikáért</w:t>
      </w:r>
      <w:r w:rsidRPr="0093391D">
        <w:rPr>
          <w:rFonts w:cs="Times New Roman"/>
        </w:rPr>
        <w:t xml:space="preserve"> felelős miniszter, a kormányhivatal, a járási hivatal feladatai). </w:t>
      </w:r>
    </w:p>
    <w:p w14:paraId="3FBE2020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Az álláskeresők részére nyújtott támogatások („aktív eszközök”): önfoglalkoztatás támogatása, foglalkoztatást elősegítő támogatások (képzések, béralapú támogatások, mobilitási támogatások).</w:t>
      </w:r>
    </w:p>
    <w:p w14:paraId="7BE34E87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megszűnésének, megszüntetésének szabályai.</w:t>
      </w:r>
    </w:p>
    <w:p w14:paraId="5A488841" w14:textId="77777777" w:rsidR="00E7621B" w:rsidRPr="003208C8" w:rsidRDefault="00E7621B" w:rsidP="00E7621B">
      <w:pPr>
        <w:spacing w:after="0"/>
        <w:ind w:left="851"/>
        <w:rPr>
          <w:rFonts w:cs="Times New Roman"/>
        </w:rPr>
      </w:pPr>
      <w:r w:rsidRPr="003208C8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tanácsadás.</w:t>
      </w:r>
    </w:p>
    <w:p w14:paraId="2B9FFF27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40C5755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587F1B63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Tanterem</w:t>
      </w:r>
    </w:p>
    <w:p w14:paraId="1F4A980F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0BB82AEE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335397C5" w14:textId="6A05D65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28F239F5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6FA63A3A" w14:textId="77777777" w:rsidR="00C53E01" w:rsidRPr="00CD320D" w:rsidRDefault="00C53E01" w:rsidP="00C53E01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5714B52F" w14:textId="77777777" w:rsidR="00C53E01" w:rsidRPr="00CD320D" w:rsidRDefault="00C53E01" w:rsidP="00C53E01">
      <w:pPr>
        <w:rPr>
          <w:rFonts w:cs="Times New Roman"/>
          <w:color w:val="000000" w:themeColor="text1"/>
        </w:rPr>
      </w:pPr>
    </w:p>
    <w:p w14:paraId="5077BE7D" w14:textId="77777777" w:rsidR="00C53E01" w:rsidRPr="00CD320D" w:rsidRDefault="00C53E01" w:rsidP="00C53E01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1CD3A943" w14:textId="77777777" w:rsidR="00C53E01" w:rsidRPr="00CD320D" w:rsidRDefault="00C53E01" w:rsidP="00C53E01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11498-12 azonosító számú</w:t>
      </w:r>
    </w:p>
    <w:p w14:paraId="7F113FBC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 xml:space="preserve">Foglalkoztatás I. </w:t>
      </w:r>
    </w:p>
    <w:p w14:paraId="53C70BAD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(érettségire épülő képzések esetén)</w:t>
      </w:r>
    </w:p>
    <w:p w14:paraId="1617D9C5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2C0A1FF4" w14:textId="77777777" w:rsidR="00C53E01" w:rsidRPr="00CD320D" w:rsidRDefault="00C53E01" w:rsidP="00C53E01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1B788EC3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7B098E60" w14:textId="77777777" w:rsidR="00C53E01" w:rsidRPr="00CD320D" w:rsidRDefault="00C53E01" w:rsidP="00C53E01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38A7FA47" w14:textId="6A920CEC" w:rsidR="00C53E01" w:rsidRPr="00CD320D" w:rsidRDefault="00C53E01" w:rsidP="00C53E01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 xml:space="preserve">A 11498-12 azonosító számú Foglalkoztatás I. (érettségire épülő képzések esetén)megnevezésű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CD320D" w:rsidRPr="00CD320D" w14:paraId="0A942621" w14:textId="77777777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43F2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F05FB2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Foglalkoztatás I.</w:t>
            </w:r>
          </w:p>
        </w:tc>
      </w:tr>
      <w:tr w:rsidR="00CD320D" w:rsidRPr="00CD320D" w14:paraId="18682244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7A34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FELADATOK</w:t>
            </w:r>
          </w:p>
        </w:tc>
      </w:tr>
      <w:tr w:rsidR="00CD320D" w:rsidRPr="00CD320D" w14:paraId="254A2B36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4A77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A72C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 </w:t>
            </w:r>
          </w:p>
        </w:tc>
      </w:tr>
      <w:tr w:rsidR="00CD320D" w:rsidRPr="00CD320D" w14:paraId="1649CAA8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837F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608D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74AA668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42CF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C662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1F960AFC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58F3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464F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02E7DF61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278F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73C4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13D6526A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300F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munkakörülményekről, karrier 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5C2F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1367E43B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7018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1C6A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5CB0122F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571F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munkával, szabadidővel kapcsolatos kifejezések megértése,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EFC5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1AB50B8C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8910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SZAKMAI ISMERETEK</w:t>
            </w:r>
          </w:p>
        </w:tc>
      </w:tr>
      <w:tr w:rsidR="00CD320D" w:rsidRPr="00CD320D" w14:paraId="206A9D85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C071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8CEF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 </w:t>
            </w:r>
          </w:p>
        </w:tc>
      </w:tr>
      <w:tr w:rsidR="00CD320D" w:rsidRPr="00CD320D" w14:paraId="15803AC4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B1FC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F301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75AF3E07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3D07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2EDB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2115B2A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94C4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17B8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2A13D10B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9A96" w14:textId="77777777" w:rsidR="00C53E01" w:rsidRPr="00CD320D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4D00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2CDCE54F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56E1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SZAKMAI KÉSZSÉGEK</w:t>
            </w:r>
          </w:p>
        </w:tc>
      </w:tr>
      <w:tr w:rsidR="00CD320D" w:rsidRPr="00CD320D" w14:paraId="7C17C44A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CCEF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C05F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2B741A5D" w14:textId="77777777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4B89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9BF7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270AD214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2E24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SZEMÉLYES KOMPETENCIÁK</w:t>
            </w:r>
          </w:p>
        </w:tc>
      </w:tr>
      <w:tr w:rsidR="00CD320D" w:rsidRPr="00CD320D" w14:paraId="0CCEEDE8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092D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013B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2F57BF12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9CF8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TÁRSAS KOMPETENCIÁK</w:t>
            </w:r>
          </w:p>
        </w:tc>
      </w:tr>
      <w:tr w:rsidR="00CD320D" w:rsidRPr="00CD320D" w14:paraId="02D1161F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DB72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9050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4C465FB2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A8F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FBBE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0E8719B8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07EE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MÓDSZERKOMPETENCIÁK</w:t>
            </w:r>
          </w:p>
        </w:tc>
      </w:tr>
      <w:tr w:rsidR="00CD320D" w:rsidRPr="00CD320D" w14:paraId="25AB3C4A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5CAA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E822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D320D" w:rsidRPr="00CD320D" w14:paraId="76B76C3B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B7DA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FF49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  <w:tr w:rsidR="00C53E01" w:rsidRPr="00CD320D" w14:paraId="36906B4D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1608" w14:textId="77777777" w:rsidR="00C53E01" w:rsidRPr="00CD320D" w:rsidRDefault="00C53E01" w:rsidP="00BF4EAA">
            <w:pPr>
              <w:spacing w:after="0"/>
              <w:jc w:val="left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21D2" w14:textId="77777777" w:rsidR="00C53E01" w:rsidRPr="00CD320D" w:rsidRDefault="00C53E01" w:rsidP="00BF4EAA">
            <w:pPr>
              <w:spacing w:after="0"/>
              <w:jc w:val="center"/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</w:pPr>
            <w:r w:rsidRPr="00CD320D">
              <w:rPr>
                <w:rFonts w:eastAsia="Times New Roman" w:cs="Times New Roman"/>
                <w:color w:val="000000" w:themeColor="text1"/>
                <w:szCs w:val="24"/>
                <w:lang w:eastAsia="hu-HU"/>
              </w:rPr>
              <w:t>x</w:t>
            </w:r>
          </w:p>
        </w:tc>
      </w:tr>
    </w:tbl>
    <w:p w14:paraId="5D714608" w14:textId="77777777" w:rsidR="00C53E01" w:rsidRPr="00CD320D" w:rsidRDefault="00C53E01" w:rsidP="00C53E01">
      <w:pPr>
        <w:rPr>
          <w:rFonts w:cs="Times New Roman"/>
          <w:color w:val="000000" w:themeColor="text1"/>
        </w:rPr>
      </w:pPr>
    </w:p>
    <w:p w14:paraId="5D9891AC" w14:textId="77777777" w:rsidR="00C53E01" w:rsidRPr="00CD320D" w:rsidRDefault="00C53E01" w:rsidP="00C53E01">
      <w:pPr>
        <w:spacing w:after="0"/>
        <w:rPr>
          <w:rFonts w:cs="Times New Roman"/>
          <w:color w:val="000000" w:themeColor="text1"/>
        </w:rPr>
      </w:pPr>
    </w:p>
    <w:p w14:paraId="41195B7C" w14:textId="77777777" w:rsidR="00C53E01" w:rsidRPr="00CD320D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Foglalkoztatás I. tantárgy</w:t>
      </w:r>
      <w:r w:rsidRPr="00CD320D">
        <w:rPr>
          <w:rFonts w:cs="Times New Roman"/>
          <w:b/>
          <w:color w:val="000000" w:themeColor="text1"/>
        </w:rPr>
        <w:tab/>
      </w:r>
      <w:r w:rsidR="006A001F" w:rsidRPr="00CD320D">
        <w:rPr>
          <w:rFonts w:cs="Times New Roman"/>
          <w:b/>
          <w:color w:val="000000" w:themeColor="text1"/>
        </w:rPr>
        <w:t>62</w:t>
      </w:r>
      <w:r w:rsidRPr="00CD320D">
        <w:rPr>
          <w:rFonts w:cs="Times New Roman"/>
          <w:b/>
          <w:color w:val="000000" w:themeColor="text1"/>
        </w:rPr>
        <w:t xml:space="preserve"> óra/</w:t>
      </w:r>
      <w:r w:rsidR="006A001F" w:rsidRPr="00CD320D">
        <w:rPr>
          <w:rFonts w:cs="Times New Roman"/>
          <w:b/>
          <w:color w:val="000000" w:themeColor="text1"/>
        </w:rPr>
        <w:t>62</w:t>
      </w:r>
      <w:r w:rsidRPr="00CD320D">
        <w:rPr>
          <w:rFonts w:cs="Times New Roman"/>
          <w:b/>
          <w:color w:val="000000" w:themeColor="text1"/>
        </w:rPr>
        <w:t xml:space="preserve"> óra*</w:t>
      </w:r>
    </w:p>
    <w:p w14:paraId="04D78263" w14:textId="77777777" w:rsidR="00C53E01" w:rsidRPr="00CD320D" w:rsidRDefault="00C53E01" w:rsidP="00C53E01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5AB1B760" w14:textId="77777777" w:rsidR="004239CF" w:rsidRPr="00CD320D" w:rsidRDefault="004239CF" w:rsidP="004239CF">
      <w:pPr>
        <w:spacing w:after="0"/>
        <w:ind w:left="426"/>
        <w:rPr>
          <w:rFonts w:cs="Times New Roman"/>
          <w:color w:val="000000" w:themeColor="text1"/>
        </w:rPr>
      </w:pPr>
    </w:p>
    <w:p w14:paraId="6ED4CC8B" w14:textId="77777777" w:rsidR="004239CF" w:rsidRPr="00CD320D" w:rsidRDefault="004239CF" w:rsidP="004239CF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 főszakképesítéshez kapcsolódik.</w:t>
      </w:r>
    </w:p>
    <w:p w14:paraId="74B7D532" w14:textId="77777777" w:rsidR="004239CF" w:rsidRPr="00CD320D" w:rsidRDefault="004239CF" w:rsidP="004239CF">
      <w:pPr>
        <w:spacing w:after="0"/>
        <w:ind w:left="426"/>
        <w:rPr>
          <w:rFonts w:cs="Times New Roman"/>
          <w:color w:val="000000" w:themeColor="text1"/>
        </w:rPr>
      </w:pPr>
    </w:p>
    <w:p w14:paraId="4B7AE429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448FE29E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tanításának célja, hogy a diákok alkalmasak legyenek egy idegen nyelvű állásinterjún eredményesen és hatékonyan részt venni.</w:t>
      </w:r>
    </w:p>
    <w:p w14:paraId="5EF5AC8D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Ehhez kapcsolódóan tudjanak idegen nyelven személyes és szakmai vonatkozást is beleértve bemutatkozni, a munkavállaláshoz kapcsolódóan pedig egy egyszerű formanyomtatványt kitölteni.</w:t>
      </w:r>
    </w:p>
    <w:p w14:paraId="11E97F4F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Cél, hogy a rendelkezésre álló 6</w:t>
      </w:r>
      <w:r w:rsidR="00E7621B">
        <w:rPr>
          <w:rFonts w:cs="Times New Roman"/>
          <w:color w:val="000000" w:themeColor="text1"/>
        </w:rPr>
        <w:t>2</w:t>
      </w:r>
      <w:r w:rsidRPr="00CD320D">
        <w:rPr>
          <w:rFonts w:cs="Times New Roman"/>
          <w:color w:val="000000" w:themeColor="text1"/>
        </w:rPr>
        <w:t xml:space="preserve"> tanóra 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14:paraId="45C5A442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4A3B5869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61BB8537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Idegen nyelvek</w:t>
      </w:r>
    </w:p>
    <w:p w14:paraId="71F27D59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7EBFAE86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1A9739CD" w14:textId="77777777" w:rsidR="00C53E01" w:rsidRPr="00CD320D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Nyelvtani rendszerezés 1</w:t>
      </w:r>
    </w:p>
    <w:p w14:paraId="36912F56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8 órás nyelvtani rendszerezés alatt a tanulók a legalapvetőbb igeidőket átismétlik, illetve begyakorolják azokat, hogy munkavállaláshoz kapcsolódóan, hogy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 egyeztetést. </w:t>
      </w:r>
    </w:p>
    <w:p w14:paraId="7AD1C31E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14:paraId="5C373DAC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E45DF5A" w14:textId="77777777" w:rsidR="00C53E01" w:rsidRPr="00CD320D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Nyelvtani rendszerezés 2</w:t>
      </w:r>
    </w:p>
    <w:p w14:paraId="699660CD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8 órás témakör során a diák 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 lehetőségekről. Precízen meg tudja majd fogalmazni az állásinterjún idegen nyelven feltett kérdésekre a választ kihasználva a segédigék által biztosított nyelvi precizitás adta kereteket. A kérdésfeltevés alapvető szabályainak elsajátítása révén alkalmassá válik a diák arra, hogy egy munkahelyi állásinterjún megértse a feltett kérdéseket, illetve esetlegesen ő maga is tisztázó kérdéseket tudjon feltenni a munkahelyi meghallgatás során. A szórend, a prepozíciók és a kötőszavak pontos használatának elsajátításával </w:t>
      </w:r>
      <w:r w:rsidRPr="00CD320D">
        <w:rPr>
          <w:rFonts w:cs="Times New Roman"/>
          <w:color w:val="000000" w:themeColor="text1"/>
        </w:rPr>
        <w:lastRenderedPageBreak/>
        <w:t>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14:paraId="490C81E6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FE01DD5" w14:textId="77777777" w:rsidR="00C53E01" w:rsidRPr="00CD320D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Nyelvi készségfejlesztés</w:t>
      </w:r>
    </w:p>
    <w:p w14:paraId="53E566F2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(Az induktív nyelvtanulási képesség és az idegen nyelvi asszociatív memória fejlesztése fonetikai készségfejlesztéssel kiegészítve)</w:t>
      </w:r>
    </w:p>
    <w:p w14:paraId="22AB216A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</w:p>
    <w:p w14:paraId="1A2DAEA2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2</w:t>
      </w:r>
      <w:r w:rsidR="00E7621B">
        <w:rPr>
          <w:rFonts w:cs="Times New Roman"/>
          <w:color w:val="000000" w:themeColor="text1"/>
        </w:rPr>
        <w:t>3</w:t>
      </w:r>
      <w:r w:rsidRPr="00CD320D">
        <w:rPr>
          <w:rFonts w:cs="Times New Roman"/>
          <w:color w:val="000000" w:themeColor="text1"/>
        </w:rPr>
        <w:t xml:space="preserve"> órás nyelvi készségfejlesztő blokk során a diák rendszerezi az idegen nyelvi alapszókincshez kapcsolódó ismereteit. E szókincset alapul véve valósul meg az induktív nyelvtanulási képességfejlesztés és az idegen nyelvi asszociatív memóriafejlesztés 6 alapvető társalgási témakör szavai, kifejezésein keresztül. Az induktív nyelvtanulási képesség által egy adott idegen nyelv struktúráját meghatározó szabályok kikövetkeztetésére lesz alkalmas a tanuló. Ahhoz, hogy a diák 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14:paraId="65914F7F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elsajátítandó témakörök:</w:t>
      </w:r>
    </w:p>
    <w:p w14:paraId="12A3A264" w14:textId="77777777" w:rsidR="00C53E01" w:rsidRPr="00CD320D" w:rsidRDefault="00C53E01" w:rsidP="00DB4F25">
      <w:pPr>
        <w:spacing w:after="0"/>
        <w:ind w:left="1134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ab/>
        <w:t>személyes bemutatkozás</w:t>
      </w:r>
    </w:p>
    <w:p w14:paraId="2A999558" w14:textId="77777777" w:rsidR="00C53E01" w:rsidRPr="00CD320D" w:rsidRDefault="00C53E01" w:rsidP="00DB4F25">
      <w:pPr>
        <w:spacing w:after="0"/>
        <w:ind w:left="1134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ab/>
        <w:t>a munka világa</w:t>
      </w:r>
    </w:p>
    <w:p w14:paraId="61032197" w14:textId="77777777" w:rsidR="00C53E01" w:rsidRPr="00CD320D" w:rsidRDefault="00C53E01" w:rsidP="00DB4F25">
      <w:pPr>
        <w:spacing w:after="0"/>
        <w:ind w:left="1134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ab/>
        <w:t>napi tevékenységek, aktivitás</w:t>
      </w:r>
    </w:p>
    <w:p w14:paraId="502C88C7" w14:textId="77777777" w:rsidR="00C53E01" w:rsidRPr="00CD320D" w:rsidRDefault="00C53E01" w:rsidP="00DB4F25">
      <w:pPr>
        <w:spacing w:after="0"/>
        <w:ind w:left="1134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ab/>
        <w:t>lakás, ház</w:t>
      </w:r>
    </w:p>
    <w:p w14:paraId="57881BD9" w14:textId="77777777" w:rsidR="00C53E01" w:rsidRPr="00CD320D" w:rsidRDefault="00C53E01" w:rsidP="00DB4F25">
      <w:pPr>
        <w:spacing w:after="0"/>
        <w:ind w:left="1134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ab/>
        <w:t xml:space="preserve">utazás, </w:t>
      </w:r>
    </w:p>
    <w:p w14:paraId="1BA140B5" w14:textId="77777777" w:rsidR="00C53E01" w:rsidRPr="00CD320D" w:rsidRDefault="00C53E01" w:rsidP="00DB4F25">
      <w:pPr>
        <w:spacing w:after="0"/>
        <w:ind w:left="1134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ab/>
        <w:t xml:space="preserve">étkezés  </w:t>
      </w:r>
    </w:p>
    <w:p w14:paraId="143C104F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Ezen a témakörön keresztül valósul meg a fonetikai dekódolási képességfejlesztés is, amely során a célnyelv legfontosabb fonetikai szabályaival ismerkedik meg a nyelvtanuló.</w:t>
      </w:r>
    </w:p>
    <w:p w14:paraId="5F4A7526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67D1376" w14:textId="77777777" w:rsidR="00C53E01" w:rsidRPr="00CD320D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Munkavállalói szókincs</w:t>
      </w:r>
    </w:p>
    <w:p w14:paraId="47607BD8" w14:textId="77777777" w:rsidR="00C53E01" w:rsidRPr="00CD320D" w:rsidRDefault="00C53E01" w:rsidP="00C53E01">
      <w:pPr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2</w:t>
      </w:r>
      <w:r w:rsidR="00E7621B">
        <w:rPr>
          <w:rFonts w:cs="Times New Roman"/>
          <w:color w:val="000000" w:themeColor="text1"/>
        </w:rPr>
        <w:t>3</w:t>
      </w:r>
      <w:r w:rsidRPr="00CD320D">
        <w:rPr>
          <w:rFonts w:cs="Times New Roman"/>
          <w:color w:val="000000" w:themeColor="text1"/>
        </w:rPr>
        <w:t xml:space="preserve"> órás szakmai nyelvi készségfejlesztés csak a </w:t>
      </w:r>
      <w:r w:rsidR="00E7621B">
        <w:rPr>
          <w:rFonts w:cs="Times New Roman"/>
          <w:color w:val="000000" w:themeColor="text1"/>
        </w:rPr>
        <w:t>39</w:t>
      </w:r>
      <w:r w:rsidRPr="00CD320D">
        <w:rPr>
          <w:rFonts w:cs="Times New Roman"/>
          <w:color w:val="000000" w:themeColor="text1"/>
        </w:rPr>
        <w:t xml:space="preserve"> órás 3 alapozó témakör elsajátítása után lehetséges. Cél, hogy a témakör végére a diák 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14:paraId="5B7BEF79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C9EE546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36CE92FC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órák kb. 50%-a egyszerű tanteremben történjen, egy másik fele pedig számítógépes tanterem, hiszen az oktatás egy jelentős részben digitális tananyag által támogatott formában zajlik.</w:t>
      </w:r>
    </w:p>
    <w:p w14:paraId="2DE99E3F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7668A269" w14:textId="77777777" w:rsidR="00C53E01" w:rsidRPr="00CD320D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A tantárgy értékelésének módja</w:t>
      </w:r>
    </w:p>
    <w:p w14:paraId="272B99F2" w14:textId="079B8C9C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4EBD9FDF" w14:textId="77777777" w:rsidR="00C53E01" w:rsidRPr="00CD320D" w:rsidRDefault="00C53E01" w:rsidP="00C53E01">
      <w:pPr>
        <w:spacing w:after="0"/>
        <w:rPr>
          <w:rFonts w:cs="Times New Roman"/>
          <w:color w:val="000000" w:themeColor="text1"/>
        </w:rPr>
      </w:pPr>
    </w:p>
    <w:p w14:paraId="5BAB0860" w14:textId="77777777" w:rsidR="00C53E01" w:rsidRPr="00CD320D" w:rsidRDefault="00C53E01" w:rsidP="00C53E01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4B6D26F6" w14:textId="77777777" w:rsidR="00C53E01" w:rsidRPr="00CD320D" w:rsidRDefault="00C53E01" w:rsidP="00C53E01">
      <w:pPr>
        <w:rPr>
          <w:rFonts w:cs="Times New Roman"/>
          <w:color w:val="000000" w:themeColor="text1"/>
        </w:rPr>
      </w:pPr>
    </w:p>
    <w:p w14:paraId="357C8E46" w14:textId="77777777" w:rsidR="00C53E01" w:rsidRPr="00CD320D" w:rsidRDefault="00C53E01" w:rsidP="00C53E01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066AE448" w14:textId="77777777" w:rsidR="00C53E01" w:rsidRPr="00CD320D" w:rsidRDefault="002A2C3A" w:rsidP="00C53E01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10894-12</w:t>
      </w:r>
      <w:r w:rsidR="00C53E01" w:rsidRPr="00CD320D">
        <w:rPr>
          <w:rFonts w:cs="Times New Roman"/>
          <w:b/>
          <w:color w:val="000000" w:themeColor="text1"/>
          <w:sz w:val="36"/>
        </w:rPr>
        <w:t xml:space="preserve"> azonosító számú</w:t>
      </w:r>
    </w:p>
    <w:p w14:paraId="4DC45142" w14:textId="77777777" w:rsidR="00C53E01" w:rsidRPr="00CD320D" w:rsidRDefault="002A2C3A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Élelmiszeripari műveletek és gépek</w:t>
      </w:r>
    </w:p>
    <w:p w14:paraId="7F6E262B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3FBB2D9E" w14:textId="77777777" w:rsidR="00C53E01" w:rsidRPr="00CD320D" w:rsidRDefault="00C53E01" w:rsidP="00C53E01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0AD1D2C1" w14:textId="77777777" w:rsidR="00C53E01" w:rsidRPr="00CD320D" w:rsidRDefault="00C53E01" w:rsidP="00C53E01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2E8EED1D" w14:textId="77777777" w:rsidR="00C53E01" w:rsidRPr="00CD320D" w:rsidRDefault="00C53E01" w:rsidP="00C53E01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3C2B3173" w14:textId="1B26B43C" w:rsidR="00C53E01" w:rsidRPr="00CD320D" w:rsidRDefault="00C53E01" w:rsidP="00C53E01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 xml:space="preserve">A </w:t>
      </w:r>
      <w:r w:rsidR="00DA7C0D">
        <w:rPr>
          <w:rFonts w:cs="Times New Roman"/>
          <w:color w:val="000000" w:themeColor="text1"/>
        </w:rPr>
        <w:t>10894-12 azonosító számú Élelmiszeripari műveletek és gépek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 xml:space="preserve">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</w:tblGrid>
      <w:tr w:rsidR="00091F4B" w:rsidRPr="00AD55B2" w14:paraId="1DD4CF41" w14:textId="77777777" w:rsidTr="00930332">
        <w:trPr>
          <w:cantSplit/>
          <w:trHeight w:val="3141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14E04B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BED7D15" w14:textId="77777777" w:rsidR="00091F4B" w:rsidRPr="00930332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930332">
              <w:rPr>
                <w:rFonts w:cs="Times New Roman"/>
                <w:color w:val="000000" w:themeColor="text1"/>
              </w:rPr>
              <w:t>Élelmiszeripari műveletek és gépek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0E44E52" w14:textId="77777777" w:rsidR="00091F4B" w:rsidRPr="00930332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930332">
              <w:rPr>
                <w:rFonts w:cs="Times New Roman"/>
                <w:color w:val="000000" w:themeColor="text1"/>
              </w:rPr>
              <w:t>Élelmiszer-előállítás műveletei és technológiai folyamatai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19D6266" w14:textId="77777777" w:rsidR="00091F4B" w:rsidRPr="00930332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930332">
              <w:rPr>
                <w:rFonts w:cs="Times New Roman"/>
                <w:color w:val="000000" w:themeColor="text1"/>
              </w:rPr>
              <w:t>Élelmiszer-előállítás műveletei és technológiai folyamatai gyakorlat</w:t>
            </w:r>
          </w:p>
        </w:tc>
      </w:tr>
      <w:tr w:rsidR="00091F4B" w:rsidRPr="00AD55B2" w14:paraId="7EABC08A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1FBAA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8111A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4DF0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CB514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A7C0D" w:rsidRPr="00AD55B2" w14:paraId="58FD96F3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66D23" w14:textId="77777777" w:rsidR="00DA7C0D" w:rsidRPr="00203BD2" w:rsidRDefault="00DA7C0D" w:rsidP="00195F0F">
            <w:pPr>
              <w:spacing w:after="0"/>
            </w:pPr>
            <w:r w:rsidRPr="00203BD2">
              <w:t>Közegáramlással kapcsolatos műveletet végez és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5AD0E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CEE04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3FA14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1DC0E32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94BF46" w14:textId="77777777" w:rsidR="00DA7C0D" w:rsidRPr="00203BD2" w:rsidRDefault="00DA7C0D" w:rsidP="00195F0F">
            <w:pPr>
              <w:spacing w:after="0"/>
            </w:pPr>
            <w:r w:rsidRPr="00203BD2">
              <w:t>Vízelőkészítést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A8F7C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F6496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28E7B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5A325300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D7C456" w14:textId="77777777" w:rsidR="00DA7C0D" w:rsidRPr="00203BD2" w:rsidRDefault="00DA7C0D" w:rsidP="00195F0F">
            <w:pPr>
              <w:spacing w:after="0"/>
            </w:pPr>
            <w:r w:rsidRPr="00203BD2">
              <w:t>Tisztítóműveleteket hajt végre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3D74E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7B0CB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0D20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0220D07E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A700B0" w14:textId="77777777" w:rsidR="00DA7C0D" w:rsidRPr="00203BD2" w:rsidRDefault="00DA7C0D" w:rsidP="00195F0F">
            <w:pPr>
              <w:spacing w:after="0"/>
            </w:pPr>
            <w:r w:rsidRPr="00203BD2">
              <w:t>Ülepítést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24A0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F1CE6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976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235FC92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EB1A3C" w14:textId="77777777" w:rsidR="00DA7C0D" w:rsidRPr="00203BD2" w:rsidRDefault="00DA7C0D" w:rsidP="00195F0F">
            <w:pPr>
              <w:spacing w:after="0"/>
            </w:pPr>
            <w:r w:rsidRPr="00203BD2">
              <w:t>Szűrést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A4CF0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65533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F6058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38637A6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B43442" w14:textId="77777777" w:rsidR="00DA7C0D" w:rsidRPr="00203BD2" w:rsidRDefault="00DA7C0D" w:rsidP="00195F0F">
            <w:pPr>
              <w:spacing w:after="0"/>
            </w:pPr>
            <w:r w:rsidRPr="00203BD2">
              <w:t>Szitálást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59B13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AEC3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5ACD0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725E173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CCA1E" w14:textId="77777777" w:rsidR="00DA7C0D" w:rsidRPr="00203BD2" w:rsidRDefault="00DA7C0D" w:rsidP="00195F0F">
            <w:pPr>
              <w:spacing w:after="0"/>
            </w:pPr>
            <w:r w:rsidRPr="00203BD2">
              <w:t>Szeparálást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2B9EB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317C0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32778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4133B38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AD4CAF" w14:textId="77777777" w:rsidR="00DA7C0D" w:rsidRPr="00203BD2" w:rsidRDefault="00DA7C0D" w:rsidP="00195F0F">
            <w:pPr>
              <w:spacing w:after="0"/>
            </w:pPr>
            <w:r w:rsidRPr="00203BD2">
              <w:t>Osztályozást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395EF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BF326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BE66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050C7FF0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7BD46D" w14:textId="77777777" w:rsidR="00DA7C0D" w:rsidRPr="00203BD2" w:rsidRDefault="00DA7C0D" w:rsidP="00195F0F">
            <w:pPr>
              <w:spacing w:after="0"/>
            </w:pPr>
            <w:r w:rsidRPr="00203BD2">
              <w:t>Válogatást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1603E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6141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DDA4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56C315E3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4C3FF" w14:textId="77777777" w:rsidR="00DA7C0D" w:rsidRPr="00203BD2" w:rsidRDefault="00DA7C0D" w:rsidP="00195F0F">
            <w:pPr>
              <w:spacing w:after="0"/>
            </w:pPr>
            <w:r w:rsidRPr="00203BD2">
              <w:t>Sajtolást, préselést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FF51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B2D7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BA5C3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4DEFA75B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2B7C76" w14:textId="44AAE51F" w:rsidR="00DA7C0D" w:rsidRPr="00203BD2" w:rsidRDefault="00DA7C0D" w:rsidP="00195F0F">
            <w:pPr>
              <w:spacing w:after="0"/>
            </w:pPr>
            <w:r w:rsidRPr="00203BD2">
              <w:t xml:space="preserve">Aprító műveletet </w:t>
            </w:r>
            <w:r w:rsidR="00E65625">
              <w:t>végez, ellenőriz (kézzel,</w:t>
            </w:r>
            <w:r w:rsidRPr="00203BD2">
              <w:t xml:space="preserve"> géppel)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269EC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65F46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1C06B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4471DD9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429C4" w14:textId="77777777" w:rsidR="00DA7C0D" w:rsidRPr="00203BD2" w:rsidRDefault="00DA7C0D" w:rsidP="00195F0F">
            <w:pPr>
              <w:spacing w:after="0"/>
            </w:pPr>
            <w:r w:rsidRPr="00203BD2">
              <w:t>Homogenizálást végez, ellenőriz (oldás, keverés, egyneműsítés, passzírozás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350FF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705CE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6680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4AEF04DD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EA5CC" w14:textId="77777777" w:rsidR="00DA7C0D" w:rsidRPr="00203BD2" w:rsidRDefault="00DA7C0D" w:rsidP="00195F0F">
            <w:pPr>
              <w:spacing w:after="0"/>
            </w:pPr>
            <w:r w:rsidRPr="00203BD2">
              <w:t>Hűtést, fagyasztást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B68EF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59341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F1D2C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30BE23C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9A70FE" w14:textId="77777777" w:rsidR="00DA7C0D" w:rsidRDefault="00DA7C0D" w:rsidP="00195F0F">
            <w:pPr>
              <w:spacing w:after="0"/>
            </w:pPr>
            <w:r w:rsidRPr="00203BD2">
              <w:t>Előfőzést, főzést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DB0E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7F4E4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AB567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37E70B3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08B8D" w14:textId="77777777" w:rsidR="00DA7C0D" w:rsidRPr="00BB2A87" w:rsidRDefault="00DA7C0D" w:rsidP="00195F0F">
            <w:pPr>
              <w:spacing w:after="0"/>
            </w:pPr>
            <w:r w:rsidRPr="00BB2A87">
              <w:t>Sütést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6616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3D40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A1D68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3AE7B51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A59D5D" w14:textId="77777777" w:rsidR="00DA7C0D" w:rsidRPr="00BB2A87" w:rsidRDefault="00DA7C0D" w:rsidP="00195F0F">
            <w:pPr>
              <w:spacing w:after="0"/>
            </w:pPr>
            <w:r w:rsidRPr="00BB2A87">
              <w:t>Pörkölést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2B99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700F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DE504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11EAAD7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1A85F2" w14:textId="7ADD9798" w:rsidR="00DA7C0D" w:rsidRPr="00BB2A87" w:rsidRDefault="00DA7C0D" w:rsidP="00195F0F">
            <w:pPr>
              <w:spacing w:after="0"/>
            </w:pPr>
            <w:r w:rsidRPr="00BB2A87">
              <w:t xml:space="preserve">Pasztőrözést, </w:t>
            </w:r>
            <w:r w:rsidR="00E65625">
              <w:t>sterilezést</w:t>
            </w:r>
            <w:r w:rsidRPr="00BB2A87">
              <w:t xml:space="preserve">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1924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5367C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80F9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46DD4DF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E2651" w14:textId="77777777" w:rsidR="00DA7C0D" w:rsidRPr="00BB2A87" w:rsidRDefault="00DA7C0D" w:rsidP="00195F0F">
            <w:pPr>
              <w:spacing w:after="0"/>
            </w:pPr>
            <w:r w:rsidRPr="00BB2A87">
              <w:t>Szárítást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0DB14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1463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05FEF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7D5EB80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048CB1" w14:textId="77777777" w:rsidR="00DA7C0D" w:rsidRPr="00BB2A87" w:rsidRDefault="00DA7C0D" w:rsidP="00195F0F">
            <w:pPr>
              <w:spacing w:after="0"/>
            </w:pPr>
            <w:r w:rsidRPr="00BB2A87">
              <w:t>Kristályosítást, extrakciót végez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6303A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4F750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09487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02163D37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8206B" w14:textId="77777777" w:rsidR="00DA7C0D" w:rsidRPr="00BB2A87" w:rsidRDefault="00DA7C0D" w:rsidP="00195F0F">
            <w:pPr>
              <w:spacing w:after="0"/>
            </w:pPr>
            <w:r w:rsidRPr="00BB2A87">
              <w:t>Besűrítést, bepárlást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0843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CCF3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D197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512F794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3712AA" w14:textId="77777777" w:rsidR="00DA7C0D" w:rsidRPr="00BB2A87" w:rsidRDefault="00DA7C0D" w:rsidP="00195F0F">
            <w:pPr>
              <w:spacing w:after="0"/>
            </w:pPr>
            <w:r w:rsidRPr="00BB2A87">
              <w:t>Fermentálást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3D9A1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0C61C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D0B1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7D06E59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4C5F4D" w14:textId="77777777" w:rsidR="00DA7C0D" w:rsidRPr="00BB2A87" w:rsidRDefault="00DA7C0D" w:rsidP="00195F0F">
            <w:pPr>
              <w:spacing w:after="0"/>
            </w:pPr>
            <w:r w:rsidRPr="00BB2A87">
              <w:t>Desztillálást, lepárlást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0E3E3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37048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73487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1BD57B7B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A40903" w14:textId="77777777" w:rsidR="00DA7C0D" w:rsidRPr="00BB2A87" w:rsidRDefault="00DA7C0D" w:rsidP="00195F0F">
            <w:pPr>
              <w:spacing w:after="0"/>
            </w:pPr>
            <w:r w:rsidRPr="00BB2A87">
              <w:t>Szaturálást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A827F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D03C7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6A14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54BE70C0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EEE5FD" w14:textId="06F795D1" w:rsidR="00DA7C0D" w:rsidRDefault="00DA7C0D" w:rsidP="00195F0F">
            <w:pPr>
              <w:spacing w:after="0"/>
            </w:pPr>
            <w:r w:rsidRPr="00BB2A87">
              <w:t>Érlelést végez,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9FF9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008AB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71C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271DD9D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85BF4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C703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8C564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9730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516DBF" w:rsidRPr="00AD55B2" w14:paraId="770983B7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BA75C" w14:textId="633B14CB" w:rsidR="00516DBF" w:rsidRPr="00AD7232" w:rsidRDefault="00516DBF" w:rsidP="00195F0F">
            <w:pPr>
              <w:spacing w:after="0"/>
            </w:pPr>
            <w:r w:rsidRPr="00AD7232">
              <w:t>Közegáramlással kapcsolatos műveletek, számítások, gépek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05779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C21B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B571B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3E22FE20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0F0CAD" w14:textId="6C998D7B" w:rsidR="00516DBF" w:rsidRPr="00AD7232" w:rsidRDefault="00516DBF" w:rsidP="00195F0F">
            <w:pPr>
              <w:spacing w:after="0"/>
            </w:pPr>
            <w:r w:rsidRPr="00AD7232">
              <w:t>Tisztítóműveletek, és gépei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612CE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C2706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2083E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69330AE0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7BF607" w14:textId="59D58A70" w:rsidR="00516DBF" w:rsidRPr="00AD7232" w:rsidRDefault="00516DBF" w:rsidP="00195F0F">
            <w:pPr>
              <w:spacing w:after="0"/>
            </w:pPr>
            <w:r w:rsidRPr="00AD7232">
              <w:t>Szétválasztó műveletek törvényszerűségei, jellemzői, gépei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A53AB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89AE5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AF983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57DB94D0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352FFB" w14:textId="702CD41C" w:rsidR="00516DBF" w:rsidRPr="00AD7232" w:rsidRDefault="00516DBF" w:rsidP="00195F0F">
            <w:pPr>
              <w:spacing w:after="0"/>
              <w:jc w:val="left"/>
            </w:pPr>
            <w:r w:rsidRPr="00AD7232">
              <w:lastRenderedPageBreak/>
              <w:t>Homogenizáló műveletek törvényszerűségei, jellemzői, gépei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E8CA6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67554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FD3C2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4DDE0D1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8D983" w14:textId="77777777" w:rsidR="00516DBF" w:rsidRPr="00AD7232" w:rsidRDefault="00516DBF" w:rsidP="00195F0F">
            <w:pPr>
              <w:spacing w:after="0"/>
            </w:pPr>
            <w:r w:rsidRPr="00AD7232">
              <w:t>Kalorikus műveletek törvényszerűségei, jellemzői, gépei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D4A4A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7A83E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DFE34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41A38E2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A3E3E" w14:textId="77777777" w:rsidR="00516DBF" w:rsidRPr="00AD7232" w:rsidRDefault="00516DBF" w:rsidP="00195F0F">
            <w:pPr>
              <w:spacing w:after="0"/>
              <w:jc w:val="left"/>
            </w:pPr>
            <w:r w:rsidRPr="00AD7232">
              <w:t>Anyagátadási műveletek törvényszerűségei, jellemzői, gépei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2C483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9B652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454BD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4790A85B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926B67" w14:textId="77777777" w:rsidR="00516DBF" w:rsidRPr="00AD7232" w:rsidRDefault="00516DBF" w:rsidP="00195F0F">
            <w:pPr>
              <w:spacing w:after="0"/>
            </w:pPr>
            <w:r w:rsidRPr="00AD7232">
              <w:t>Előkészítő műveletek jellemzői, gépei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F2F74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C313C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99834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5372F28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977E02" w14:textId="77777777" w:rsidR="00516DBF" w:rsidRPr="00AD7232" w:rsidRDefault="00516DBF" w:rsidP="00195F0F">
            <w:pPr>
              <w:spacing w:after="0"/>
            </w:pPr>
            <w:r w:rsidRPr="00AD7232">
              <w:t>Fluidizálás, pneumatikus és hidraulikus szállítás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9C920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5A585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BB170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59ADB722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EDA8A" w14:textId="77777777" w:rsidR="00516DBF" w:rsidRDefault="00516DBF" w:rsidP="00195F0F">
            <w:pPr>
              <w:spacing w:after="0"/>
            </w:pPr>
            <w:r w:rsidRPr="00AD7232">
              <w:t>Desztillálás, lepárlás, fermentálás, szaturálás és érlelés műveletei, jellemzői, gépei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2D47F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EE96D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DB38B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42A8AD44" w14:textId="77777777" w:rsidTr="00DA7C0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772CF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 xml:space="preserve">Higiénia, mikrobiológia, minőségbiztosítás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C58C6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67B39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204A3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24F35242" w14:textId="77777777" w:rsidTr="00DA7C0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0BF18D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>Malomipar műveletei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EA4FC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C2D90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CDB3B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0B34976F" w14:textId="77777777" w:rsidTr="00DA7C0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77011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 xml:space="preserve">Sütőipari és cukrászipari termékek előállításának műveletei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2F799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15DA1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1DA68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14CB37D2" w14:textId="77777777" w:rsidTr="00DA7C0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23405" w14:textId="77777777" w:rsidR="00516DBF" w:rsidRPr="00DA7C0D" w:rsidRDefault="00516DBF" w:rsidP="00195F0F">
            <w:pPr>
              <w:spacing w:after="0" w:line="276" w:lineRule="auto"/>
            </w:pPr>
            <w:r w:rsidRPr="00DA7C0D">
              <w:rPr>
                <w:rFonts w:cs="Times New Roman"/>
                <w:color w:val="000000" w:themeColor="text1"/>
              </w:rPr>
              <w:t>Cukorgyártás, édesipar műveletei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29496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B0035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3B031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01D3E625" w14:textId="77777777" w:rsidTr="00DA7C0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293BF8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>Dohányipar, növényolajipar, margaringyártás műveletei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E7A46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5BFD3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CC6CF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7C12A95A" w14:textId="77777777" w:rsidTr="00DA7C0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30BEFB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>Tartósítóipari termékgyártás műveleti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B7D1A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B17BA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A06C6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4DA374A2" w14:textId="77777777" w:rsidTr="00DA7C0D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F7D036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>Bor- és pezsgőgyártás műveletei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BA4D3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EFA35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1AF01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3C42CA51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E3855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>Erjedésipar műveleti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C150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BE8E4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2299A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12820C9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58694E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>Tejipari termékgyártás műveletei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CB40B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3FA9C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2332C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4E4943A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A662F" w14:textId="77777777" w:rsidR="00516DBF" w:rsidRPr="00DA7C0D" w:rsidRDefault="00516DBF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DA7C0D">
              <w:rPr>
                <w:rFonts w:cs="Times New Roman"/>
                <w:color w:val="000000" w:themeColor="text1"/>
              </w:rPr>
              <w:t>Hús-, és baromfiipar műveletei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EE4AD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A541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B7160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516DBF" w:rsidRPr="00AD55B2" w14:paraId="525E6C00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B4EDA0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D076B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243BF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DF937" w14:textId="77777777" w:rsidR="00516DBF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3814126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621E9C" w14:textId="77777777" w:rsidR="00DA7C0D" w:rsidRPr="006340BE" w:rsidRDefault="00DA7C0D" w:rsidP="00195F0F">
            <w:pPr>
              <w:spacing w:after="0"/>
            </w:pPr>
            <w:r w:rsidRPr="006340BE"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CFBA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ED2E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D4886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6A78EE0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2A519" w14:textId="77777777" w:rsidR="00DA7C0D" w:rsidRPr="006340BE" w:rsidRDefault="00DA7C0D" w:rsidP="00195F0F">
            <w:pPr>
              <w:spacing w:after="0"/>
            </w:pPr>
            <w:r w:rsidRPr="006340BE">
              <w:t>Gépelemek-rajz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4AC50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35932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1AEBB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0A5000E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51A325" w14:textId="77777777" w:rsidR="00DA7C0D" w:rsidRPr="006340BE" w:rsidRDefault="00DA7C0D" w:rsidP="00195F0F">
            <w:pPr>
              <w:spacing w:after="0"/>
            </w:pPr>
            <w:r w:rsidRPr="006340BE">
              <w:t>Folyamatábrák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C994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14D00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3DDC8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4739E5CB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3F36B8" w14:textId="77777777" w:rsidR="00DA7C0D" w:rsidRDefault="00DA7C0D" w:rsidP="00195F0F">
            <w:pPr>
              <w:spacing w:after="0"/>
            </w:pPr>
            <w:r w:rsidRPr="006340BE">
              <w:t>Matematikai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30F68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2C51A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03264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61CBB1B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3170D2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1D41F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8D1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79CEB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A7C0D" w:rsidRPr="00AD55B2" w14:paraId="1183CB77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6EC613" w14:textId="77777777" w:rsidR="00DA7C0D" w:rsidRPr="000E4411" w:rsidRDefault="00DA7C0D" w:rsidP="00195F0F">
            <w:pPr>
              <w:spacing w:after="0"/>
            </w:pPr>
            <w:r w:rsidRPr="000E4411"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1B100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02EA1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9CA54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72FA8A3E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14AA2" w14:textId="77777777" w:rsidR="00DA7C0D" w:rsidRPr="000E4411" w:rsidRDefault="00DA7C0D" w:rsidP="00195F0F">
            <w:pPr>
              <w:spacing w:after="0"/>
            </w:pPr>
            <w:r w:rsidRPr="000E4411">
              <w:t>Szervezőkészség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8D763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B9CBA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8420C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58F374D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965C18" w14:textId="77777777" w:rsidR="00DA7C0D" w:rsidRDefault="00DA7C0D" w:rsidP="00195F0F">
            <w:pPr>
              <w:spacing w:after="0"/>
            </w:pPr>
            <w:r w:rsidRPr="000E4411">
              <w:t>Döntőképesség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7CA06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E490F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5881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395F6FC1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D6075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46707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149E4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C7B3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A7C0D" w:rsidRPr="00AD55B2" w14:paraId="259F4BE1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4F0E3D" w14:textId="77777777" w:rsidR="00DA7C0D" w:rsidRPr="006761DE" w:rsidRDefault="00DA7C0D" w:rsidP="00195F0F">
            <w:pPr>
              <w:spacing w:after="0"/>
            </w:pPr>
            <w:r w:rsidRPr="006761DE"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20CC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22217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28B85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006F8C0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2EB30E" w14:textId="77777777" w:rsidR="00DA7C0D" w:rsidRDefault="00DA7C0D" w:rsidP="00195F0F">
            <w:pPr>
              <w:spacing w:after="0"/>
            </w:pPr>
            <w:r w:rsidRPr="006761DE"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80263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09C28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37EA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5C0F630E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B2EC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E3A0D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5B4A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1344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A7C0D" w:rsidRPr="00AD55B2" w14:paraId="40FF475B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57F311" w14:textId="77777777" w:rsidR="00DA7C0D" w:rsidRPr="00662AB9" w:rsidRDefault="00DA7C0D" w:rsidP="00195F0F">
            <w:pPr>
              <w:spacing w:after="0"/>
            </w:pPr>
            <w:r w:rsidRPr="00662AB9"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4AAFE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0A79D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B2DF8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786B3D3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133BF" w14:textId="77777777" w:rsidR="00DA7C0D" w:rsidRPr="00662AB9" w:rsidRDefault="00DA7C0D" w:rsidP="00195F0F">
            <w:pPr>
              <w:spacing w:after="0"/>
            </w:pPr>
            <w:r w:rsidRPr="00662AB9">
              <w:t>Következtetési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AD704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789DF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10C8C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A7C0D" w:rsidRPr="00AD55B2" w14:paraId="6849231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181F40" w14:textId="77777777" w:rsidR="00DA7C0D" w:rsidRDefault="00DA7C0D" w:rsidP="00195F0F">
            <w:pPr>
              <w:spacing w:after="0"/>
            </w:pPr>
            <w:r w:rsidRPr="00662AB9"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3C3F9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20C9B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A9EC2" w14:textId="77777777" w:rsidR="00DA7C0D" w:rsidRPr="00AD55B2" w:rsidRDefault="00DA7C0D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58D4D092" w14:textId="77777777" w:rsidR="00AD55B2" w:rsidRPr="00CD320D" w:rsidRDefault="00AD55B2" w:rsidP="00C53E01">
      <w:pPr>
        <w:rPr>
          <w:rFonts w:cs="Times New Roman"/>
          <w:color w:val="000000" w:themeColor="text1"/>
        </w:rPr>
      </w:pPr>
    </w:p>
    <w:p w14:paraId="7752645A" w14:textId="77777777" w:rsidR="00C53E01" w:rsidRPr="00CD320D" w:rsidRDefault="00C53E01" w:rsidP="00C53E01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2EE0BF71" w14:textId="77777777" w:rsidR="00C53E01" w:rsidRPr="00CD320D" w:rsidRDefault="002A2C3A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Élelmiszeripari műveletek és gépek</w:t>
      </w:r>
      <w:r w:rsidR="00C53E01" w:rsidRPr="00CD320D">
        <w:rPr>
          <w:rFonts w:cs="Times New Roman"/>
          <w:b/>
          <w:color w:val="000000" w:themeColor="text1"/>
        </w:rPr>
        <w:t xml:space="preserve"> tantárgy</w:t>
      </w:r>
      <w:r w:rsidR="00C53E01" w:rsidRPr="00CD320D">
        <w:rPr>
          <w:rFonts w:cs="Times New Roman"/>
          <w:b/>
          <w:color w:val="000000" w:themeColor="text1"/>
        </w:rPr>
        <w:tab/>
      </w:r>
      <w:r w:rsidR="00A700A4" w:rsidRPr="00CD320D">
        <w:rPr>
          <w:rFonts w:cs="Times New Roman"/>
          <w:b/>
          <w:color w:val="000000" w:themeColor="text1"/>
        </w:rPr>
        <w:t>279</w:t>
      </w:r>
      <w:r w:rsidR="00C53E01" w:rsidRPr="00CD320D">
        <w:rPr>
          <w:rFonts w:cs="Times New Roman"/>
          <w:b/>
          <w:color w:val="000000" w:themeColor="text1"/>
        </w:rPr>
        <w:t xml:space="preserve"> óra/</w:t>
      </w:r>
      <w:r w:rsidRPr="00CD320D">
        <w:rPr>
          <w:rFonts w:cs="Times New Roman"/>
          <w:b/>
          <w:color w:val="000000" w:themeColor="text1"/>
        </w:rPr>
        <w:t>2</w:t>
      </w:r>
      <w:r w:rsidR="00A700A4" w:rsidRPr="00CD320D">
        <w:rPr>
          <w:rFonts w:cs="Times New Roman"/>
          <w:b/>
          <w:color w:val="000000" w:themeColor="text1"/>
        </w:rPr>
        <w:t>79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C53E01" w:rsidRPr="00CD320D">
        <w:rPr>
          <w:rFonts w:cs="Times New Roman"/>
          <w:b/>
          <w:color w:val="000000" w:themeColor="text1"/>
        </w:rPr>
        <w:t>óra*</w:t>
      </w:r>
    </w:p>
    <w:p w14:paraId="7F1D1781" w14:textId="77777777" w:rsidR="00C53E01" w:rsidRPr="00CD320D" w:rsidRDefault="00C53E01" w:rsidP="00C53E01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1A1BBEAE" w14:textId="77777777" w:rsidR="004239CF" w:rsidRPr="00CD320D" w:rsidRDefault="004239CF" w:rsidP="004239CF">
      <w:pPr>
        <w:spacing w:after="0"/>
        <w:ind w:left="426"/>
        <w:rPr>
          <w:rFonts w:cs="Times New Roman"/>
          <w:color w:val="000000" w:themeColor="text1"/>
        </w:rPr>
      </w:pPr>
    </w:p>
    <w:p w14:paraId="356ED4C8" w14:textId="77777777" w:rsidR="004239CF" w:rsidRPr="00CD320D" w:rsidRDefault="004239CF" w:rsidP="004239CF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77E5BFA4" w14:textId="77777777" w:rsidR="004239CF" w:rsidRPr="00CD320D" w:rsidRDefault="004239CF" w:rsidP="004239CF">
      <w:pPr>
        <w:spacing w:after="0"/>
        <w:ind w:left="426"/>
        <w:rPr>
          <w:rFonts w:cs="Times New Roman"/>
          <w:color w:val="000000" w:themeColor="text1"/>
        </w:rPr>
      </w:pPr>
    </w:p>
    <w:p w14:paraId="43F5DF41" w14:textId="77777777" w:rsidR="00C53E01" w:rsidRPr="00CD320D" w:rsidRDefault="00C53E01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4A829103" w14:textId="77777777" w:rsidR="002A2C3A" w:rsidRPr="00CD320D" w:rsidRDefault="002A2C3A" w:rsidP="002A2C3A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tanításának célja, hogy továbbfejlessze és erősítse a tanulók eddig megszerzett képességeit, készségeit, bővítse, rendszerezze és mélyítse el a közismereti tantárgyak keretében tanultakat.</w:t>
      </w:r>
    </w:p>
    <w:p w14:paraId="0E01F61C" w14:textId="77777777" w:rsidR="002A2C3A" w:rsidRPr="00CD320D" w:rsidRDefault="002A2C3A" w:rsidP="002A2C3A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Alakítsa ki az élelmiszeripari szemléletet, fejlessze a tanulók kreativitását, logikus gondolkodását, célirányos műszaki feladatmegoldó képességét.</w:t>
      </w:r>
    </w:p>
    <w:p w14:paraId="7C4B57BA" w14:textId="77777777" w:rsidR="002A2C3A" w:rsidRPr="00CD320D" w:rsidRDefault="002A2C3A" w:rsidP="002A2C3A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élelmiszeripar gyakorlatias, sokszínű, tartalmas, aktív tanulói magatartást és tanulási élményeket is eredményező bemutatásával keltse fel és folyamatosan tartsa fel a tanulók érdeklődését a szakmacsoport iránt, bizonyítsa be számunkra annak gazdasági jelentőségét, fejlődési tendenciáit.</w:t>
      </w:r>
    </w:p>
    <w:p w14:paraId="71716651" w14:textId="77777777" w:rsidR="00C53E01" w:rsidRPr="00CD320D" w:rsidRDefault="002A2C3A" w:rsidP="002A2C3A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Ismertesse meg a tanulókkal az élelmiszeripari műveleteket, az azokat elvégző termelő berendezéseket, az élelmiszeripar hazai és világgazdasági jelentőségét, működésének gazdasági elemeit és környezetét.</w:t>
      </w:r>
    </w:p>
    <w:p w14:paraId="266F130F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0E3AF401" w14:textId="77777777" w:rsidR="00C53E01" w:rsidRPr="00CD320D" w:rsidRDefault="00C53E01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06AF7DC5" w14:textId="77777777" w:rsidR="00C53E01" w:rsidRPr="00CD320D" w:rsidRDefault="002A2C3A" w:rsidP="009245C2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Kémia, élelmiszer-kémia, fizika, biológia, mikrobiológia, matematika, szakmai technológia, anyagismeret</w:t>
      </w:r>
    </w:p>
    <w:p w14:paraId="157892E9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4DA8ABCB" w14:textId="77777777" w:rsidR="00C53E01" w:rsidRPr="00CD320D" w:rsidRDefault="00C53E01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5AD35898" w14:textId="77777777" w:rsidR="00C53E01" w:rsidRPr="00CD320D" w:rsidRDefault="002A2C3A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 xml:space="preserve">Közegáramlás törvényei és gépei </w:t>
      </w:r>
    </w:p>
    <w:p w14:paraId="78FAB4DA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Közegek fogalma, felosztása, jellemzői </w:t>
      </w:r>
    </w:p>
    <w:p w14:paraId="44F91624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Áramló közeg jellemzői, áramlás jellege, határréteg, átlagos áramlási sebesség, Re szám, térfogatáram, tömegáram </w:t>
      </w:r>
    </w:p>
    <w:p w14:paraId="22D3422A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Csővezetékek jellemzői </w:t>
      </w:r>
    </w:p>
    <w:p w14:paraId="1D9E0BFE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Folytonossági törvény</w:t>
      </w:r>
    </w:p>
    <w:p w14:paraId="533ED4BB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Bernoulli egyenlet (ideáli és valós áramlásra)</w:t>
      </w:r>
    </w:p>
    <w:p w14:paraId="2C73F263" w14:textId="77777777" w:rsidR="00C53E01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Folyadékok és gázok szállítása, szivattyúk, léggépek</w:t>
      </w:r>
    </w:p>
    <w:p w14:paraId="77267B61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A583A04" w14:textId="77777777" w:rsidR="00C53E01" w:rsidRPr="00CD320D" w:rsidRDefault="002A2C3A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 xml:space="preserve">Szétválasztó műveletek és gépek </w:t>
      </w:r>
    </w:p>
    <w:p w14:paraId="45B67602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Heterogén diszperz rendszer fogalma, típusai</w:t>
      </w:r>
    </w:p>
    <w:p w14:paraId="03D9FA4E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Szétválasztó művelet fogalma, alkalmazása az élelmiszeriparban</w:t>
      </w:r>
    </w:p>
    <w:p w14:paraId="5C643210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Gravitációs ülepítés fogalma, sebessége, befolyásoló tényezői, alkalmazása az élelmiszer-iparban, berendezései</w:t>
      </w:r>
    </w:p>
    <w:p w14:paraId="0AE184B4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Centrifugális ülepítés fogalma, törvényei, alkalmazása az élelmiszer-iparban, berendezései</w:t>
      </w:r>
    </w:p>
    <w:p w14:paraId="08ACAEA8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Szűrés fogalma, sebessége, befolyásoló tényezői, alkalmazása, berendezései</w:t>
      </w:r>
    </w:p>
    <w:p w14:paraId="63B51E86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Préselés fogalma, befolyásoló tényezői, berendezései</w:t>
      </w:r>
    </w:p>
    <w:p w14:paraId="3660DD10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Passzírozás fogalma, alkalmazása, berendezései</w:t>
      </w:r>
    </w:p>
    <w:p w14:paraId="3D0D753F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857C1D6" w14:textId="77777777" w:rsidR="00C53E01" w:rsidRPr="00CD320D" w:rsidRDefault="002A2C3A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Homogenizáló műveletek és gépek</w:t>
      </w:r>
    </w:p>
    <w:p w14:paraId="69B40150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Homogén anyag fogalma, előállításának módjai</w:t>
      </w:r>
    </w:p>
    <w:p w14:paraId="39A33A59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Keverés célja, fogalma, törvénye, befolyásoló tényezői, alkalmazása, berendezései</w:t>
      </w:r>
    </w:p>
    <w:p w14:paraId="46022B78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Emulgeálás célja, fogalma, alkalmazása, befolyásoló tényezői, berendezései</w:t>
      </w:r>
    </w:p>
    <w:p w14:paraId="5C4A6AD7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Aprítás művelete és berendezései</w:t>
      </w:r>
    </w:p>
    <w:p w14:paraId="2DF1A88D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ADBF906" w14:textId="77777777" w:rsidR="00C53E01" w:rsidRPr="00CD320D" w:rsidRDefault="002A2C3A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lastRenderedPageBreak/>
        <w:t>Műveletek szemcsés anyagokkal</w:t>
      </w:r>
    </w:p>
    <w:p w14:paraId="53ED1FD0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Szemcsés anyag fogalma, jellemzői</w:t>
      </w:r>
    </w:p>
    <w:p w14:paraId="4AEA5716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Szemcsés anyagok osztályozása, szétválasztása, szitálás, osztályozás</w:t>
      </w:r>
    </w:p>
    <w:p w14:paraId="1B1BCFBF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Szemcsés halmaz fogalma, jellemzői</w:t>
      </w:r>
    </w:p>
    <w:p w14:paraId="14FD8351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Nyugvó halmaz</w:t>
      </w:r>
    </w:p>
    <w:p w14:paraId="5CA3855A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Fluidizálás</w:t>
      </w:r>
    </w:p>
    <w:p w14:paraId="083FC01D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Pneumatikus szállítás</w:t>
      </w:r>
    </w:p>
    <w:p w14:paraId="10B9DA07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Úsztatás</w:t>
      </w:r>
    </w:p>
    <w:p w14:paraId="44EDE894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6004BC8" w14:textId="77777777" w:rsidR="00C53E01" w:rsidRPr="00CD320D" w:rsidRDefault="002A2C3A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Kalorikus műveletek és gépek</w:t>
      </w:r>
    </w:p>
    <w:p w14:paraId="04682594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Hőtani alapfogalmak</w:t>
      </w:r>
    </w:p>
    <w:p w14:paraId="2A76643A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Hőterjedési módok, vezetés, áramlás, sugárzás, hőátadás, </w:t>
      </w:r>
      <w:r w:rsidR="009F0374" w:rsidRPr="00CD320D">
        <w:rPr>
          <w:rFonts w:cs="Times New Roman"/>
          <w:color w:val="000000" w:themeColor="text1"/>
        </w:rPr>
        <w:t>hő átbocsátás</w:t>
      </w:r>
    </w:p>
    <w:p w14:paraId="1AEFC729" w14:textId="77777777" w:rsidR="002A2C3A" w:rsidRPr="00CD320D" w:rsidRDefault="009F037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Hő cserélés</w:t>
      </w:r>
    </w:p>
    <w:p w14:paraId="7BB82B4F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Hőkezelés</w:t>
      </w:r>
      <w:r w:rsidR="009F0374" w:rsidRPr="00CD320D">
        <w:rPr>
          <w:rFonts w:cs="Times New Roman"/>
          <w:color w:val="000000" w:themeColor="text1"/>
        </w:rPr>
        <w:t>, sterilezés</w:t>
      </w:r>
      <w:r w:rsidRPr="00CD320D">
        <w:rPr>
          <w:rFonts w:cs="Times New Roman"/>
          <w:color w:val="000000" w:themeColor="text1"/>
        </w:rPr>
        <w:t>, pasztőrözés</w:t>
      </w:r>
    </w:p>
    <w:p w14:paraId="63627779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Bepárlás</w:t>
      </w:r>
    </w:p>
    <w:p w14:paraId="538E4DE0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Előfőzés, főzés</w:t>
      </w:r>
    </w:p>
    <w:p w14:paraId="154E59F4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Sütés, pörkölés</w:t>
      </w:r>
    </w:p>
    <w:p w14:paraId="79DD955E" w14:textId="77777777" w:rsidR="00C53E01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Hűtés, fagyasztás</w:t>
      </w:r>
    </w:p>
    <w:p w14:paraId="44B82C09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87E3CE5" w14:textId="77777777" w:rsidR="00C53E01" w:rsidRPr="00CD320D" w:rsidRDefault="002A2C3A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Anyagátadási műveletek</w:t>
      </w:r>
    </w:p>
    <w:p w14:paraId="4DF2FF0C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Diffúzió törvényei, molekuláris és áramlásos diffúzió, állandósult és nem állandósult anyagátadás</w:t>
      </w:r>
    </w:p>
    <w:p w14:paraId="7E2F51BD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Ozmózis, ozmózisnyomás</w:t>
      </w:r>
    </w:p>
    <w:p w14:paraId="785FAC74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Fázisok és fázistörvény, víz fázisdiagramja</w:t>
      </w:r>
    </w:p>
    <w:p w14:paraId="0967D475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Kristályosítás</w:t>
      </w:r>
    </w:p>
    <w:p w14:paraId="6F4E38C9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Szárítás, kondicionálás</w:t>
      </w:r>
    </w:p>
    <w:p w14:paraId="26E55E46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Ioncserélés</w:t>
      </w:r>
    </w:p>
    <w:p w14:paraId="485E6298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Diffúziós </w:t>
      </w:r>
      <w:r w:rsidR="00A07D84" w:rsidRPr="00CD320D">
        <w:rPr>
          <w:rFonts w:cs="Times New Roman"/>
          <w:color w:val="000000" w:themeColor="text1"/>
        </w:rPr>
        <w:t>lé nyerés</w:t>
      </w:r>
    </w:p>
    <w:p w14:paraId="67F93FC7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Hidrolízis</w:t>
      </w:r>
    </w:p>
    <w:p w14:paraId="601097F9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Fermentálás</w:t>
      </w:r>
    </w:p>
    <w:p w14:paraId="77A30DC3" w14:textId="77777777" w:rsidR="002A2C3A" w:rsidRPr="00CD320D" w:rsidRDefault="002A2C3A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Lepárlás műveletei   </w:t>
      </w:r>
    </w:p>
    <w:p w14:paraId="4553D7AB" w14:textId="77777777" w:rsidR="00C53E01" w:rsidRPr="00CD320D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C858F44" w14:textId="77777777" w:rsidR="00C53E01" w:rsidRPr="00CD320D" w:rsidRDefault="00C53E01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6AD5FCDE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2E52B055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35438512" w14:textId="77777777" w:rsidR="00C53E01" w:rsidRPr="00CD320D" w:rsidRDefault="00C53E01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7A54D55C" w14:textId="1518B9B0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238A11C0" w14:textId="77777777" w:rsidR="00C53E01" w:rsidRPr="00CD320D" w:rsidRDefault="00C53E01" w:rsidP="00C53E01">
      <w:pPr>
        <w:spacing w:after="0"/>
        <w:ind w:left="426"/>
        <w:rPr>
          <w:rFonts w:cs="Times New Roman"/>
          <w:color w:val="000000" w:themeColor="text1"/>
        </w:rPr>
      </w:pPr>
    </w:p>
    <w:p w14:paraId="02D7B8D0" w14:textId="77777777" w:rsidR="008553B5" w:rsidRPr="00CD320D" w:rsidRDefault="008553B5" w:rsidP="008553B5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28D9B0AC" w14:textId="77777777" w:rsidR="008553B5" w:rsidRPr="00CD320D" w:rsidRDefault="00847F6D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 xml:space="preserve">Élelmiszer-előállítás műveletei és technológiai folyamatai </w:t>
      </w:r>
      <w:r w:rsidR="008553B5" w:rsidRPr="00CD320D">
        <w:rPr>
          <w:rFonts w:cs="Times New Roman"/>
          <w:b/>
          <w:color w:val="000000" w:themeColor="text1"/>
        </w:rPr>
        <w:t>tantárgy</w:t>
      </w:r>
      <w:r w:rsidR="008553B5" w:rsidRPr="00CD320D">
        <w:rPr>
          <w:rFonts w:cs="Times New Roman"/>
          <w:b/>
          <w:color w:val="000000" w:themeColor="text1"/>
        </w:rPr>
        <w:tab/>
      </w:r>
      <w:r w:rsidR="00A700A4" w:rsidRPr="00CD320D">
        <w:rPr>
          <w:rFonts w:cs="Times New Roman"/>
          <w:b/>
          <w:color w:val="000000" w:themeColor="text1"/>
        </w:rPr>
        <w:t>20</w:t>
      </w:r>
      <w:r w:rsidR="003B3763" w:rsidRPr="00CD320D">
        <w:rPr>
          <w:rFonts w:cs="Times New Roman"/>
          <w:b/>
          <w:color w:val="000000" w:themeColor="text1"/>
        </w:rPr>
        <w:t>2</w:t>
      </w:r>
      <w:r w:rsidR="008553B5" w:rsidRPr="00CD320D">
        <w:rPr>
          <w:rFonts w:cs="Times New Roman"/>
          <w:b/>
          <w:color w:val="000000" w:themeColor="text1"/>
        </w:rPr>
        <w:t xml:space="preserve"> óra/</w:t>
      </w:r>
      <w:r w:rsidR="00A700A4" w:rsidRPr="00CD320D">
        <w:rPr>
          <w:rFonts w:cs="Times New Roman"/>
          <w:b/>
          <w:color w:val="000000" w:themeColor="text1"/>
        </w:rPr>
        <w:t>20</w:t>
      </w:r>
      <w:r w:rsidR="003B3763" w:rsidRPr="00CD320D">
        <w:rPr>
          <w:rFonts w:cs="Times New Roman"/>
          <w:b/>
          <w:color w:val="000000" w:themeColor="text1"/>
        </w:rPr>
        <w:t>2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8553B5" w:rsidRPr="00CD320D">
        <w:rPr>
          <w:rFonts w:cs="Times New Roman"/>
          <w:b/>
          <w:color w:val="000000" w:themeColor="text1"/>
        </w:rPr>
        <w:t>óra*</w:t>
      </w:r>
    </w:p>
    <w:p w14:paraId="425B774D" w14:textId="77777777" w:rsidR="008553B5" w:rsidRPr="00CD320D" w:rsidRDefault="008553B5" w:rsidP="008553B5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49FC9406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79C775DB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74013DEE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6EB1B889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33016152" w14:textId="77777777" w:rsidR="00847F6D" w:rsidRPr="00CD320D" w:rsidRDefault="00847F6D" w:rsidP="003D10E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tantárgy tanítás célja az eddig megszerzett ismeretek integrálása, továbbfejlessze és erősítse a tanulók eddig megszerzett képességeit, készségeit, bővítse, rendszerezze és mélyítse el a műveletek és technológiák ismeretét. Ismerjék meg a technológiai folyamatábrák készítését és értelmezését. </w:t>
      </w:r>
    </w:p>
    <w:p w14:paraId="56FF62E0" w14:textId="77777777" w:rsidR="008553B5" w:rsidRPr="00CD320D" w:rsidRDefault="00847F6D" w:rsidP="003D10E0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Alakítson ki az élelmiszeripari szemléletet, fejlessze a tanulók kreativitását, logikus gondolkodását, célirányos műszaki feladatmegoldó képességét. Készítse fel a tanulókat a záró-dolgozat elkészítésére.</w:t>
      </w:r>
    </w:p>
    <w:p w14:paraId="1E810E48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580DB101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204C4CD4" w14:textId="77777777" w:rsidR="008553B5" w:rsidRPr="00CD320D" w:rsidRDefault="00847F6D" w:rsidP="008553B5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Általános élelmiszeripari technológiák, élelmiszeripari műveletek és gépek, élelmiszerkémia, mikrobiológia.</w:t>
      </w:r>
    </w:p>
    <w:p w14:paraId="2A2C3636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7D287D3F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1559CC9B" w14:textId="77777777" w:rsidR="008553B5" w:rsidRPr="00CD320D" w:rsidRDefault="00847F6D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bookmarkStart w:id="9" w:name="OLE_LINK1"/>
      <w:r w:rsidRPr="00CD320D">
        <w:rPr>
          <w:rFonts w:cs="Times New Roman"/>
          <w:b/>
          <w:i/>
          <w:color w:val="000000" w:themeColor="text1"/>
        </w:rPr>
        <w:t>Higiénia, mikrobiológia, minőségbizto</w:t>
      </w:r>
      <w:bookmarkEnd w:id="9"/>
      <w:r w:rsidRPr="00CD320D">
        <w:rPr>
          <w:rFonts w:cs="Times New Roman"/>
          <w:b/>
          <w:i/>
          <w:color w:val="000000" w:themeColor="text1"/>
        </w:rPr>
        <w:t xml:space="preserve">sítás </w:t>
      </w:r>
    </w:p>
    <w:p w14:paraId="310B0D62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Adott technológiához kapcsolódó higiéniai előírások</w:t>
      </w:r>
    </w:p>
    <w:p w14:paraId="100D2F7D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iparágra jellemző káros és / vagy hasznos mikrobák jellemzése, tevékenységük</w:t>
      </w:r>
    </w:p>
    <w:p w14:paraId="64E37B71" w14:textId="77777777" w:rsidR="008553B5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iparágra jellemző HACCP fő kritikus pontjai</w:t>
      </w:r>
    </w:p>
    <w:p w14:paraId="06037E43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F0F8C82" w14:textId="77777777" w:rsidR="008553B5" w:rsidRPr="00CD320D" w:rsidRDefault="00847F6D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Malomipar műveletei</w:t>
      </w:r>
    </w:p>
    <w:p w14:paraId="228E2B99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Gabonatárolás, gabonaszárítás műveletei</w:t>
      </w:r>
    </w:p>
    <w:p w14:paraId="432B544A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Gabona malmi tisztítása, előkészítése őrlésre, őrlés</w:t>
      </w:r>
    </w:p>
    <w:p w14:paraId="704D6E33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Technológiához kapcsolódó munka-, tűz- és környezetvédelem</w:t>
      </w:r>
    </w:p>
    <w:p w14:paraId="65899A21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AEACAB6" w14:textId="77777777" w:rsidR="008553B5" w:rsidRPr="00CD320D" w:rsidRDefault="00280BA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Sütőipari és cukrászipari termékek előállításának művelete</w:t>
      </w:r>
      <w:r w:rsidR="00847F6D" w:rsidRPr="00CD320D">
        <w:rPr>
          <w:rFonts w:cs="Times New Roman"/>
          <w:b/>
          <w:i/>
          <w:color w:val="000000" w:themeColor="text1"/>
        </w:rPr>
        <w:t xml:space="preserve">i </w:t>
      </w:r>
    </w:p>
    <w:p w14:paraId="4C6FA971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Sütőipar:</w:t>
      </w:r>
    </w:p>
    <w:p w14:paraId="72C441AB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Sütőipari nyersanyagok előkészítésének műveletei</w:t>
      </w:r>
    </w:p>
    <w:p w14:paraId="6E18335B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Kenyérfélék előállításának technológiai műveletei</w:t>
      </w:r>
    </w:p>
    <w:p w14:paraId="31771C2D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Péksütemények, finompékáruk előállításának műveletei</w:t>
      </w:r>
    </w:p>
    <w:p w14:paraId="4180B666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Cukrászipar:</w:t>
      </w:r>
    </w:p>
    <w:p w14:paraId="01E24EE9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Cukrásztechnológiai alapműveletek</w:t>
      </w:r>
    </w:p>
    <w:p w14:paraId="61F9EAAD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Cukrászati félkész termékek előállításának műveletei</w:t>
      </w:r>
    </w:p>
    <w:p w14:paraId="4BACEB3B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3C914FE" w14:textId="77777777" w:rsidR="008553B5" w:rsidRPr="00CD320D" w:rsidRDefault="00847F6D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bookmarkStart w:id="10" w:name="OLE_LINK2"/>
      <w:r w:rsidRPr="00CD320D">
        <w:rPr>
          <w:rFonts w:cs="Times New Roman"/>
          <w:b/>
          <w:i/>
          <w:color w:val="000000" w:themeColor="text1"/>
        </w:rPr>
        <w:t>Cukorgyártás, édesipar művelete</w:t>
      </w:r>
      <w:bookmarkEnd w:id="10"/>
      <w:r w:rsidRPr="00CD320D">
        <w:rPr>
          <w:rFonts w:cs="Times New Roman"/>
          <w:b/>
          <w:i/>
          <w:color w:val="000000" w:themeColor="text1"/>
        </w:rPr>
        <w:t>i</w:t>
      </w:r>
    </w:p>
    <w:p w14:paraId="143736F5" w14:textId="77777777" w:rsidR="00847F6D" w:rsidRPr="00CD320D" w:rsidRDefault="009F037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Lé nyerés</w:t>
      </w:r>
    </w:p>
    <w:p w14:paraId="254410F3" w14:textId="77777777" w:rsidR="00847F6D" w:rsidRPr="00CD320D" w:rsidRDefault="009F037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Lé tisztítás</w:t>
      </w:r>
    </w:p>
    <w:p w14:paraId="3F4AF9BE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Besűrítés</w:t>
      </w:r>
    </w:p>
    <w:p w14:paraId="3A5BC218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Kristályosítás</w:t>
      </w:r>
    </w:p>
    <w:p w14:paraId="6D31E4EA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Centrifugálás</w:t>
      </w:r>
    </w:p>
    <w:p w14:paraId="2E27C8D0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Finomaprítás</w:t>
      </w:r>
    </w:p>
    <w:p w14:paraId="474FAB4E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Pörkölés</w:t>
      </w:r>
    </w:p>
    <w:p w14:paraId="566B9DB6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Temperálás</w:t>
      </w:r>
    </w:p>
    <w:p w14:paraId="798E28CE" w14:textId="77777777" w:rsidR="00847F6D" w:rsidRPr="00CD320D" w:rsidRDefault="00847F6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Formázás</w:t>
      </w:r>
    </w:p>
    <w:p w14:paraId="5DC050EF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5EDC275" w14:textId="77777777" w:rsidR="008553B5" w:rsidRPr="00CD320D" w:rsidRDefault="003D10E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 xml:space="preserve">Dohányipar, </w:t>
      </w:r>
      <w:r w:rsidR="00B23BD5" w:rsidRPr="00CD320D">
        <w:rPr>
          <w:rFonts w:cs="Times New Roman"/>
          <w:b/>
          <w:i/>
          <w:color w:val="000000" w:themeColor="text1"/>
        </w:rPr>
        <w:t>növényolajipar, margaringyártás</w:t>
      </w:r>
      <w:r w:rsidRPr="00CD320D">
        <w:rPr>
          <w:rFonts w:cs="Times New Roman"/>
          <w:b/>
          <w:i/>
          <w:color w:val="000000" w:themeColor="text1"/>
        </w:rPr>
        <w:t xml:space="preserve"> műveletei</w:t>
      </w:r>
    </w:p>
    <w:p w14:paraId="7D49CFFA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>Dohány feldolgozás műveletei</w:t>
      </w:r>
    </w:p>
    <w:p w14:paraId="13BCA2FB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Növényolajipar, margaringyártás műveletei</w:t>
      </w:r>
    </w:p>
    <w:p w14:paraId="46C54615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Sajtolást előkészítő technológiai műveletei: tisztítá</w:t>
      </w:r>
      <w:r w:rsidR="0035152B" w:rsidRPr="00CD320D">
        <w:rPr>
          <w:rFonts w:cs="Times New Roman"/>
          <w:color w:val="000000" w:themeColor="text1"/>
        </w:rPr>
        <w:t>s, hűtés, tárolás, héj eltávolítása</w:t>
      </w:r>
      <w:r w:rsidRPr="00CD320D">
        <w:rPr>
          <w:rFonts w:cs="Times New Roman"/>
          <w:color w:val="000000" w:themeColor="text1"/>
        </w:rPr>
        <w:t>, aprítás, pörkölés</w:t>
      </w:r>
    </w:p>
    <w:p w14:paraId="191E77BC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Sajtolás, extrakció</w:t>
      </w:r>
    </w:p>
    <w:p w14:paraId="40E4348C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Oldószerek, </w:t>
      </w:r>
      <w:r w:rsidR="009F0374" w:rsidRPr="00CD320D">
        <w:rPr>
          <w:rFonts w:cs="Times New Roman"/>
          <w:color w:val="000000" w:themeColor="text1"/>
        </w:rPr>
        <w:t>míszcella</w:t>
      </w:r>
    </w:p>
    <w:p w14:paraId="0DC0C31E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Ülepítés, szűrés, közömbösítés, emulgeálás, szuszpendálás, desztillálás, adszorpció és polírozás műveletei</w:t>
      </w:r>
    </w:p>
    <w:p w14:paraId="370A0AB9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Margaringyártás alapanyagai, táplálkozástani szerepe</w:t>
      </w:r>
    </w:p>
    <w:p w14:paraId="174A3739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Margarinemulzió előállítás</w:t>
      </w:r>
    </w:p>
    <w:p w14:paraId="15353B49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6300E20" w14:textId="77777777" w:rsidR="008553B5" w:rsidRPr="00CD320D" w:rsidRDefault="008553B5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</w:t>
      </w:r>
      <w:r w:rsidR="003D10E0" w:rsidRPr="00CD320D">
        <w:rPr>
          <w:rFonts w:cs="Times New Roman"/>
          <w:b/>
          <w:i/>
          <w:color w:val="000000" w:themeColor="text1"/>
        </w:rPr>
        <w:t>artósítóipari termékgyártás műveleti</w:t>
      </w:r>
    </w:p>
    <w:p w14:paraId="6C9ABAB6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Zöldség- és főzelékkészítmények: hőkezeléssel tartósított, hőelvonással tartósított, zöldségpürék, - krémek, - levek, savanyúságok, saláták, ételízesítők gyártásának műveletei</w:t>
      </w:r>
    </w:p>
    <w:p w14:paraId="06F9D733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Gyümölcskészítmények: befőttek, gyorsfagyasztott gyümölcskészítmények, gyümölcsitalok, - levek, - szörpök, lekvárféleségek, szárított gyümölcsök, félkész termékek, különleges gyümölcskészítmények gyártásának műveletei</w:t>
      </w:r>
    </w:p>
    <w:p w14:paraId="39C17567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DC1BAE5" w14:textId="77777777" w:rsidR="008553B5" w:rsidRPr="00CD320D" w:rsidRDefault="003D10E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Bor- és pezsgőgyártás műveletei</w:t>
      </w:r>
    </w:p>
    <w:p w14:paraId="1C2BD22A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Szőlőfeldolgozás, mustkezelés műveletei</w:t>
      </w:r>
    </w:p>
    <w:p w14:paraId="582A491B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Erjesztés</w:t>
      </w:r>
    </w:p>
    <w:p w14:paraId="69438552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Tisztító, stabilizáló eljárások</w:t>
      </w:r>
    </w:p>
    <w:p w14:paraId="5E5E85EF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Fehér, rozé, siller-és vörösbor készítési eljárások</w:t>
      </w:r>
    </w:p>
    <w:p w14:paraId="6B451849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Pezsgő alapbor kezelése</w:t>
      </w:r>
    </w:p>
    <w:p w14:paraId="54C18907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Pezsgő szűrése, degorzsálás</w:t>
      </w:r>
    </w:p>
    <w:p w14:paraId="1FB2A996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420A361" w14:textId="77777777" w:rsidR="008553B5" w:rsidRPr="00CD320D" w:rsidRDefault="003D10E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 xml:space="preserve">Erjedésipar </w:t>
      </w:r>
      <w:r w:rsidR="009F0374" w:rsidRPr="00CD320D">
        <w:rPr>
          <w:rFonts w:cs="Times New Roman"/>
          <w:b/>
          <w:i/>
          <w:color w:val="000000" w:themeColor="text1"/>
        </w:rPr>
        <w:t>műveleti</w:t>
      </w:r>
    </w:p>
    <w:p w14:paraId="13288972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Sörgyártás műveletei</w:t>
      </w:r>
    </w:p>
    <w:p w14:paraId="152D9FA7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Gyümölcspálinka, likőripar, víztelenszesz gyártás műveletei</w:t>
      </w:r>
    </w:p>
    <w:p w14:paraId="125276DA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Üdítőital-, szikvízgyártás műveletei</w:t>
      </w:r>
    </w:p>
    <w:p w14:paraId="00A650FB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Élesztő és ecetgyártás műveletei</w:t>
      </w:r>
    </w:p>
    <w:p w14:paraId="077D611D" w14:textId="77777777" w:rsidR="008553B5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Keményítő és keményítő hidrolizátum gyártás műveletei</w:t>
      </w:r>
    </w:p>
    <w:p w14:paraId="7003444A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85FBD69" w14:textId="77777777" w:rsidR="008553B5" w:rsidRPr="00CD320D" w:rsidRDefault="008553B5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</w:t>
      </w:r>
      <w:r w:rsidR="003D10E0" w:rsidRPr="00CD320D">
        <w:rPr>
          <w:rFonts w:cs="Times New Roman"/>
          <w:b/>
          <w:i/>
          <w:color w:val="000000" w:themeColor="text1"/>
        </w:rPr>
        <w:t>ejipari termékgyártás műveletei</w:t>
      </w:r>
    </w:p>
    <w:p w14:paraId="1BF24462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Alapanyagok elsődleges kezelésének műveletei</w:t>
      </w:r>
    </w:p>
    <w:p w14:paraId="383611E8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Friss fogyasztói tej előállításának folyamata</w:t>
      </w:r>
    </w:p>
    <w:p w14:paraId="0D59D4DD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Natúr, ízesített termékek előállításának műveletei</w:t>
      </w:r>
    </w:p>
    <w:p w14:paraId="4A47E51F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Vaj, túró, sajt gyártás műveletei</w:t>
      </w:r>
    </w:p>
    <w:p w14:paraId="432DB100" w14:textId="77777777" w:rsidR="008553B5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Savanyított termékek előállításának műveletei</w:t>
      </w:r>
    </w:p>
    <w:p w14:paraId="4AEC2591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069F9F9" w14:textId="77777777" w:rsidR="008553B5" w:rsidRPr="00CD320D" w:rsidRDefault="00B23BD5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Hús-,</w:t>
      </w:r>
      <w:r w:rsidR="003D10E0" w:rsidRPr="00CD320D">
        <w:rPr>
          <w:rFonts w:cs="Times New Roman"/>
          <w:b/>
          <w:i/>
          <w:color w:val="000000" w:themeColor="text1"/>
        </w:rPr>
        <w:t xml:space="preserve"> és baromfiipar műveletei</w:t>
      </w:r>
    </w:p>
    <w:p w14:paraId="5CA7BE8A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Elsődleges feldolgozás: vágóhídi munkák, darabolás, csontozás: húsrészek, osztályozás, csomagolás</w:t>
      </w:r>
    </w:p>
    <w:p w14:paraId="2A45A25B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Másodlagos feldolgozás: húskészítmények gyártásának műveletei</w:t>
      </w:r>
    </w:p>
    <w:p w14:paraId="4C7237F4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Hűtés, fagyasztás, sózás, pácolás, hőkezelési eljárások, füstölés</w:t>
      </w:r>
    </w:p>
    <w:p w14:paraId="54D95CA3" w14:textId="77777777" w:rsidR="003D10E0" w:rsidRPr="00CD320D" w:rsidRDefault="003D10E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Étkezési szalonna, sertészsír, tepertő előállítás műveletei</w:t>
      </w:r>
    </w:p>
    <w:p w14:paraId="31C3C09E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DC13A5A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38E85714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44615F93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669C64EA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18D84F09" w14:textId="1DF9525A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3D5CC092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2A5472A3" w14:textId="77777777" w:rsidR="008553B5" w:rsidRPr="00CD320D" w:rsidRDefault="0035152B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 xml:space="preserve">Élelmiszer-előállítás műveletei </w:t>
      </w:r>
      <w:r w:rsidR="009F0374" w:rsidRPr="00CD320D">
        <w:rPr>
          <w:rFonts w:cs="Times New Roman"/>
          <w:b/>
          <w:color w:val="000000" w:themeColor="text1"/>
        </w:rPr>
        <w:t>és technológiai</w:t>
      </w:r>
      <w:r w:rsidRPr="00CD320D">
        <w:rPr>
          <w:rFonts w:cs="Times New Roman"/>
          <w:b/>
          <w:color w:val="000000" w:themeColor="text1"/>
        </w:rPr>
        <w:t xml:space="preserve"> folyamatai gyakorlat</w:t>
      </w:r>
      <w:r w:rsidR="008553B5" w:rsidRPr="00CD320D">
        <w:rPr>
          <w:rFonts w:cs="Times New Roman"/>
          <w:b/>
          <w:color w:val="000000" w:themeColor="text1"/>
        </w:rPr>
        <w:t xml:space="preserve"> tantárgy</w:t>
      </w:r>
      <w:r w:rsidR="008553B5" w:rsidRPr="00CD320D">
        <w:rPr>
          <w:rFonts w:cs="Times New Roman"/>
          <w:b/>
          <w:color w:val="000000" w:themeColor="text1"/>
        </w:rPr>
        <w:tab/>
      </w:r>
      <w:r w:rsidR="00E7621B">
        <w:rPr>
          <w:rFonts w:cs="Times New Roman"/>
          <w:b/>
          <w:color w:val="000000" w:themeColor="text1"/>
        </w:rPr>
        <w:br/>
      </w:r>
      <w:r w:rsidR="00E7621B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217</w:t>
      </w:r>
      <w:r w:rsidR="008553B5" w:rsidRPr="00CD320D">
        <w:rPr>
          <w:rFonts w:cs="Times New Roman"/>
          <w:b/>
          <w:color w:val="000000" w:themeColor="text1"/>
        </w:rPr>
        <w:t xml:space="preserve"> óra/</w:t>
      </w:r>
      <w:r w:rsidRPr="00CD320D">
        <w:rPr>
          <w:rFonts w:cs="Times New Roman"/>
          <w:b/>
          <w:color w:val="000000" w:themeColor="text1"/>
        </w:rPr>
        <w:t>217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8553B5" w:rsidRPr="00CD320D">
        <w:rPr>
          <w:rFonts w:cs="Times New Roman"/>
          <w:b/>
          <w:color w:val="000000" w:themeColor="text1"/>
        </w:rPr>
        <w:t>óra*</w:t>
      </w:r>
    </w:p>
    <w:p w14:paraId="04BEA9A4" w14:textId="77777777" w:rsidR="008553B5" w:rsidRPr="00CD320D" w:rsidRDefault="008553B5" w:rsidP="008553B5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217EA490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127BF3B2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38409CCD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21CC3399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31E4473B" w14:textId="77777777" w:rsidR="0035152B" w:rsidRPr="00CD320D" w:rsidRDefault="0035152B" w:rsidP="0035152B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tanításának a célja, hogy továbbfejlessze és erősítse a tanulók eddig megszerzett képességeit, készségeit, bővítse, rendszerezze és mélyítse el a közismereti és szakmai tantárgyak keretében tanultakat.</w:t>
      </w:r>
    </w:p>
    <w:p w14:paraId="1D8D6353" w14:textId="77777777" w:rsidR="0035152B" w:rsidRPr="00CD320D" w:rsidRDefault="0035152B" w:rsidP="0035152B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Alakítsa ki az élelmiszeripari szemléletet, fejlessze a tanulók kreativitását, logikus gondolkodását, célirányos műszaki feladatmegoldó képességét.</w:t>
      </w:r>
    </w:p>
    <w:p w14:paraId="5428262B" w14:textId="77777777" w:rsidR="008553B5" w:rsidRPr="00CD320D" w:rsidRDefault="0035152B" w:rsidP="0035152B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Konkrét élelmiszeripari technológiákhoz kapcsolódó komplex ismeretek nyújtása, a különböző tantárgyakban megtanult szakmai ismeretek integrálásával. A minőségi élelmiszer-előállítás jellemzőinek a megismerése. A megtanult elméleti ismeretek minél szélesebb körben történő gyakorlati alkalmazása, tapasztalatok szerezése az élelmiszeripari termelés üzemi körülményeiről, a technológiai folyamatok megvalósulásának műszaki feltételeiről, a termelő berendezések megismerése, a tapasztaltak elemzése, értékelése, a meglévő ismeretekkel való összevetésére irányuló képességeik fejlesztése.</w:t>
      </w:r>
    </w:p>
    <w:p w14:paraId="234D103F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5E750572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4A5EC7F8" w14:textId="77777777" w:rsidR="008553B5" w:rsidRPr="00CD320D" w:rsidRDefault="0035152B" w:rsidP="0035152B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Élelmiszeripari műveletek és gépek, anyagismeret, élelmiszeripari technológia, mikrobiológia, élelmiszer-kémia</w:t>
      </w:r>
    </w:p>
    <w:p w14:paraId="312A61F7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41FD17A6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258109C2" w14:textId="77777777" w:rsidR="008553B5" w:rsidRPr="00CD320D" w:rsidRDefault="0035152B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 xml:space="preserve"> Higiénia, minőségbiztosítás gyakorlata az adott iparágra       </w:t>
      </w:r>
    </w:p>
    <w:p w14:paraId="626011C5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Takarítás, fertőtlenítés jelentősége</w:t>
      </w:r>
    </w:p>
    <w:p w14:paraId="1A96988C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Takarítás, tisztítás, fertőtlenítés folyamatai</w:t>
      </w:r>
    </w:p>
    <w:p w14:paraId="1E66EE81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Tisztító-, fertőtlenítőszerekkel szemben támasztott elvárások</w:t>
      </w:r>
    </w:p>
    <w:p w14:paraId="6DD894D1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Felületi feszültség, nedvesítés, diszpergálás, emulgeálás</w:t>
      </w:r>
    </w:p>
    <w:p w14:paraId="28D1FA7B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Nyilvántartások vezetése</w:t>
      </w:r>
      <w:r w:rsidRPr="00CD320D">
        <w:rPr>
          <w:rFonts w:cs="Times New Roman"/>
          <w:color w:val="000000" w:themeColor="text1"/>
        </w:rPr>
        <w:tab/>
      </w:r>
    </w:p>
    <w:p w14:paraId="1A831189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Jegyzőkönyvek formai követelményei</w:t>
      </w:r>
    </w:p>
    <w:p w14:paraId="314467DF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Higiéniához kapcsolódó nyilvántartások</w:t>
      </w:r>
    </w:p>
    <w:p w14:paraId="2851AB35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Élelmiszer előállításhoz kapcsolódó dokumentáció vezetése</w:t>
      </w:r>
    </w:p>
    <w:p w14:paraId="6021D7E2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Minta, ellenminta feliratai</w:t>
      </w:r>
    </w:p>
    <w:p w14:paraId="0D63EBD2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Címkék, jelölések kötelező elemei</w:t>
      </w:r>
    </w:p>
    <w:p w14:paraId="4D5A8E49" w14:textId="77777777" w:rsidR="008553B5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Címke tervezése</w:t>
      </w:r>
    </w:p>
    <w:p w14:paraId="26116CCC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0587A5A1" w14:textId="77777777" w:rsidR="008553B5" w:rsidRPr="00CD320D" w:rsidRDefault="0035152B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Anyagok előkészítésének művelete</w:t>
      </w:r>
    </w:p>
    <w:p w14:paraId="3FE9CAF5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Alap-, segéd- és járulékos anyagok jellemzői</w:t>
      </w:r>
    </w:p>
    <w:p w14:paraId="071BFF0F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Alap-, segéd- és járulékos anyagokkal szemben támasztott követelmények</w:t>
      </w:r>
    </w:p>
    <w:p w14:paraId="5814A50F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Beltartalmi jellemzők</w:t>
      </w:r>
    </w:p>
    <w:p w14:paraId="2B0D1CA6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Vizsgálati módszerek</w:t>
      </w:r>
    </w:p>
    <w:p w14:paraId="3110CADF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C439A2F" w14:textId="77777777" w:rsidR="008553B5" w:rsidRPr="00CD320D" w:rsidRDefault="0035152B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Termékek előállításának művelete és folyamata</w:t>
      </w:r>
    </w:p>
    <w:p w14:paraId="787F00B8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>Termékcsoportok (termékek / félkész termékek) előállítása</w:t>
      </w:r>
    </w:p>
    <w:p w14:paraId="3B4B9897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Technológiához kapcsolódó gépek, berendezések működtetése</w:t>
      </w:r>
    </w:p>
    <w:p w14:paraId="5E29BB89" w14:textId="77777777" w:rsidR="0035152B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Anyagnormák, receptúrák kiszámítása</w:t>
      </w:r>
    </w:p>
    <w:p w14:paraId="020C5914" w14:textId="77777777" w:rsidR="008553B5" w:rsidRPr="00CD320D" w:rsidRDefault="0035152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Higiéniai, minőségbiztosítási, munka-, tűz- és környezetvédelmi előírások betartása, alkalmazása</w:t>
      </w:r>
    </w:p>
    <w:p w14:paraId="2EC213BB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67BC101" w14:textId="77777777" w:rsidR="008553B5" w:rsidRPr="00CD320D" w:rsidRDefault="00695541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Dokumentáció készítése</w:t>
      </w:r>
    </w:p>
    <w:p w14:paraId="34A82C90" w14:textId="77777777" w:rsidR="00695541" w:rsidRPr="00CD320D" w:rsidRDefault="0069554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Receptúrák készítése</w:t>
      </w:r>
    </w:p>
    <w:p w14:paraId="32C26B0D" w14:textId="77777777" w:rsidR="00695541" w:rsidRPr="00CD320D" w:rsidRDefault="0069554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Jegyzőkönyvek készítése</w:t>
      </w:r>
    </w:p>
    <w:p w14:paraId="6791AA49" w14:textId="77777777" w:rsidR="00695541" w:rsidRPr="00CD320D" w:rsidRDefault="0069554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Vizsgálati jegyzőkönyvek, leírások készítése</w:t>
      </w:r>
    </w:p>
    <w:p w14:paraId="5A3EA72E" w14:textId="77777777" w:rsidR="008553B5" w:rsidRPr="00CD320D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0A088CC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19ACC1F8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139A01FE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164B17E9" w14:textId="77777777" w:rsidR="008553B5" w:rsidRPr="00CD320D" w:rsidRDefault="008553B5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59E106AE" w14:textId="23C504D3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28CA3487" w14:textId="77777777" w:rsidR="008553B5" w:rsidRPr="00CD320D" w:rsidRDefault="008553B5" w:rsidP="008553B5">
      <w:pPr>
        <w:spacing w:after="0"/>
        <w:ind w:left="426"/>
        <w:rPr>
          <w:rFonts w:cs="Times New Roman"/>
          <w:color w:val="000000" w:themeColor="text1"/>
        </w:rPr>
      </w:pPr>
    </w:p>
    <w:p w14:paraId="704DE76C" w14:textId="77777777" w:rsidR="00FB6DBC" w:rsidRPr="00CD320D" w:rsidRDefault="00FB6DBC" w:rsidP="00FB6DBC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77B405E7" w14:textId="77777777" w:rsidR="00FB6DBC" w:rsidRPr="00CD320D" w:rsidRDefault="00FB6DBC" w:rsidP="00FB6DBC">
      <w:pPr>
        <w:rPr>
          <w:rFonts w:cs="Times New Roman"/>
          <w:color w:val="000000" w:themeColor="text1"/>
        </w:rPr>
      </w:pPr>
    </w:p>
    <w:p w14:paraId="50536FDE" w14:textId="77777777" w:rsidR="00FB6DBC" w:rsidRPr="00CD320D" w:rsidRDefault="00FB6DBC" w:rsidP="00FB6DBC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2BF788B7" w14:textId="77777777" w:rsidR="00FB6DBC" w:rsidRPr="00CD320D" w:rsidRDefault="005320E4" w:rsidP="00FB6DBC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10895</w:t>
      </w:r>
      <w:r w:rsidR="00FB6DBC" w:rsidRPr="00CD320D">
        <w:rPr>
          <w:rFonts w:cs="Times New Roman"/>
          <w:b/>
          <w:color w:val="000000" w:themeColor="text1"/>
          <w:sz w:val="36"/>
        </w:rPr>
        <w:t>-</w:t>
      </w:r>
      <w:r w:rsidRPr="00CD320D">
        <w:rPr>
          <w:rFonts w:cs="Times New Roman"/>
          <w:b/>
          <w:color w:val="000000" w:themeColor="text1"/>
          <w:sz w:val="36"/>
        </w:rPr>
        <w:t>12</w:t>
      </w:r>
      <w:r w:rsidR="00FB6DBC" w:rsidRPr="00CD320D">
        <w:rPr>
          <w:rFonts w:cs="Times New Roman"/>
          <w:b/>
          <w:color w:val="000000" w:themeColor="text1"/>
          <w:sz w:val="36"/>
        </w:rPr>
        <w:t xml:space="preserve"> azonosító számú</w:t>
      </w:r>
    </w:p>
    <w:p w14:paraId="5244B1FD" w14:textId="77777777" w:rsidR="00FB6DBC" w:rsidRPr="00CD320D" w:rsidRDefault="005320E4" w:rsidP="00FB6DBC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Általános élelmiszeripari technológiák</w:t>
      </w:r>
    </w:p>
    <w:p w14:paraId="306D2B20" w14:textId="77777777" w:rsidR="00FB6DBC" w:rsidRPr="00CD320D" w:rsidRDefault="00FB6DBC" w:rsidP="00FB6DBC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671C39E6" w14:textId="77777777" w:rsidR="00FB6DBC" w:rsidRPr="00CD320D" w:rsidRDefault="00FB6DBC" w:rsidP="00FB6DBC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40E60D23" w14:textId="77777777" w:rsidR="00FB6DBC" w:rsidRPr="00CD320D" w:rsidRDefault="00FB6DBC" w:rsidP="00FB6DBC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5492D6B9" w14:textId="77777777" w:rsidR="00FB6DBC" w:rsidRPr="00CD320D" w:rsidRDefault="00FB6DBC" w:rsidP="00FB6DBC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20445D56" w14:textId="5DD037D8" w:rsidR="00E7621B" w:rsidRPr="00CD320D" w:rsidRDefault="00B66325" w:rsidP="00E7621B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A 10895-12</w:t>
      </w:r>
      <w:r w:rsidR="00E7621B" w:rsidRPr="00CD320D">
        <w:rPr>
          <w:rFonts w:cs="Times New Roman"/>
          <w:color w:val="000000" w:themeColor="text1"/>
        </w:rPr>
        <w:t xml:space="preserve"> azonosító számú </w:t>
      </w:r>
      <w:r>
        <w:rPr>
          <w:rFonts w:cs="Times New Roman"/>
          <w:color w:val="000000" w:themeColor="text1"/>
        </w:rPr>
        <w:t>Általános élelmiszeripari technológiák</w:t>
      </w:r>
      <w:r w:rsidR="00E7621B">
        <w:rPr>
          <w:rFonts w:cs="Times New Roman"/>
          <w:color w:val="000000" w:themeColor="text1"/>
        </w:rPr>
        <w:t xml:space="preserve"> </w:t>
      </w:r>
      <w:r w:rsidR="00E7621B" w:rsidRPr="00CD320D">
        <w:rPr>
          <w:rFonts w:cs="Times New Roman"/>
          <w:color w:val="000000" w:themeColor="text1"/>
        </w:rPr>
        <w:t xml:space="preserve">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</w:tblGrid>
      <w:tr w:rsidR="00091F4B" w:rsidRPr="00930332" w14:paraId="5A13F388" w14:textId="77777777" w:rsidTr="00930332">
        <w:trPr>
          <w:cantSplit/>
          <w:trHeight w:val="2007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BD75D2" w14:textId="77777777" w:rsidR="00091F4B" w:rsidRPr="0093033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45DE15D" w14:textId="77777777" w:rsidR="00091F4B" w:rsidRPr="00930332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930332">
              <w:rPr>
                <w:rFonts w:cs="Times New Roman"/>
                <w:color w:val="000000" w:themeColor="text1"/>
                <w:szCs w:val="24"/>
              </w:rPr>
              <w:t>Élelmiszeripari anyagismeret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09B922A" w14:textId="77777777" w:rsidR="00091F4B" w:rsidRPr="00930332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930332">
              <w:rPr>
                <w:rFonts w:cs="Times New Roman"/>
                <w:color w:val="000000"/>
                <w:szCs w:val="24"/>
              </w:rPr>
              <w:t>Élelmiszeripari technológiák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B4325F4" w14:textId="77777777" w:rsidR="00091F4B" w:rsidRPr="00930332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930332">
              <w:rPr>
                <w:rFonts w:cs="Times New Roman"/>
                <w:color w:val="000000" w:themeColor="text1"/>
                <w:szCs w:val="24"/>
              </w:rPr>
              <w:t>Élelmiszerkémia</w:t>
            </w:r>
          </w:p>
        </w:tc>
      </w:tr>
      <w:tr w:rsidR="00091F4B" w:rsidRPr="00AD55B2" w14:paraId="07C05ED9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85D7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5765A" w14:textId="77777777" w:rsidR="00091F4B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A2E17" w14:textId="77777777" w:rsidR="00091F4B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70891" w14:textId="77777777" w:rsidR="00091F4B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66325" w:rsidRPr="00AD55B2" w14:paraId="7BD1F60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0358D6" w14:textId="77777777" w:rsidR="00B66325" w:rsidRPr="008755B4" w:rsidRDefault="00B6632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az élelmiszer előállítás anyagait: alapanyagokat, segédanyagokat és adalékanyagokat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3F7CF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6B9F6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8CC49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66325" w:rsidRPr="00AD55B2" w14:paraId="312AB7D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D7EE11" w14:textId="77777777" w:rsidR="00B66325" w:rsidRPr="008755B4" w:rsidRDefault="00B6632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borászati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4CA55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2F5A6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6A1D2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66325" w:rsidRPr="00AD55B2" w14:paraId="074CAAA8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DAFEE1" w14:textId="02D225D2" w:rsidR="00B66325" w:rsidRPr="008755B4" w:rsidRDefault="00B6632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pezsgőgyártás alapvető lépéseit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0E6CA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2A030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80BE1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1C47CFAE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BB0E5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cukoripari termékgyártás fő folyamatait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0E1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E89F5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F1F1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7EA9396D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F70D65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az édesipari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9A49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C514F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8015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8A220DA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D1956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az erjedésipari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1D32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D7F7E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0CAD5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6632CF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D30C02" w14:textId="53018F4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az üdítőital-gyártás alapvető lépéseit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0872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D1E75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6590E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605F8118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C04F54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húsipari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165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5023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38559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682497D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E866C9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baromfiipari technológia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C0A8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CD14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4A04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0A58B0E2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E1A563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malom- és keveréktakarmány-gyártás technológia lépéseit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2AD1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73B4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ABAB0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2810ECD3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867166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sütőipar fő technológiai lépéseit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8F85F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D35B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1B7B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2AA2F341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5A273B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cukrászipari technológiák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FCE57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B9329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93E2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4846660D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5AD336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tartósítóipari termékgyártás technológiáinak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5AD36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2CE5A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33574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2DC9C3BF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5E26E" w14:textId="7DE2742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tejipari termékgyártás technológiáinak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C6A67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AE675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7E5DB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26FFEB38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675147" w14:textId="77777777" w:rsidR="003B2C85" w:rsidRPr="008755B4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a növényolajipari termékgyártás technológiáinak alapjait és legfőbb jellemzőit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D0EF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D26E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97F9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66325" w:rsidRPr="00AD55B2" w14:paraId="263BDF6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F7B64" w14:textId="77777777" w:rsidR="00B66325" w:rsidRPr="008755B4" w:rsidRDefault="00B66325" w:rsidP="00195F0F">
            <w:pPr>
              <w:spacing w:after="0"/>
              <w:rPr>
                <w:rFonts w:cs="Times New Roman"/>
                <w:szCs w:val="24"/>
              </w:rPr>
            </w:pPr>
            <w:r w:rsidRPr="008755B4">
              <w:rPr>
                <w:rFonts w:cs="Times New Roman"/>
                <w:szCs w:val="24"/>
              </w:rPr>
              <w:t>Alkalmazza valamennyi élelmiszeripari termékgyártáshoz szükséges alapvető munka-, tűz- és környezetvédelmi előírást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D8012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71D17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3BA38" w14:textId="77777777" w:rsidR="00B6632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07A74287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5F27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lastRenderedPageBreak/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4AC9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D9DA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6F5FA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B2C85" w:rsidRPr="00AD55B2" w14:paraId="1C67DF5D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AFEC31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Élelmiszer előállítás anyagai: alap-, segéd-, adalékanyagok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4E1A7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192F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F082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2F9AF8EA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0B28C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Borászati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E94C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F648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13429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C47495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4BF1B0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Pezsgőgyártás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3CE1E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7454A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A136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F61A7C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D61A54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Cukoripari technológia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CBC1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7B0D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7173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42A223FD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6DD270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Édesipari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ED586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2506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3F170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2FA6D96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4B73A1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 xml:space="preserve"> Erjedésipari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FD5B6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6620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ADE17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488A6343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EEC4A5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Üdítőital-gyártás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AB65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15376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BB06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E592AC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0EDC02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Húsipari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AE3F6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826CB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4F35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7ABBE341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CACEA9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Baromfiipari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71657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0E5A4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69CD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4012AD7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0A3E2F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Malom- és keveréktakarmány-gyártás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0576F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7064E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9B50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70840E2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9501CD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Sütőipari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2D3F7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A70F0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B889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733CF93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FCD54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Cukrászipari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DD5F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2E6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AC5D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045D3FFA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EFC6A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Tartósítóipari technológiák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6495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7AE5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77054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CC207C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6C1E29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 xml:space="preserve"> Tejipari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DB12F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32AF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35BB5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4AC85D67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B0E24F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Növényolajipari termékgyártás elméleti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6F76B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EB47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EF98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1AA0601E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B427B1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Munkavédelem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35AAA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9E96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CC0E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23CC9E9D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94135A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Tűzvédelem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71CD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B3AD4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CAA4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5CC7300A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EDB171" w14:textId="77777777" w:rsidR="003B2C85" w:rsidRPr="00DE7207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DE7207">
              <w:rPr>
                <w:rFonts w:cs="Times New Roman"/>
                <w:szCs w:val="24"/>
              </w:rPr>
              <w:t>Környezetvédelem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D360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EC605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F83F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635F0015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8AD323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2C7F2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D6DC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91D2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B2C85" w:rsidRPr="00AD55B2" w14:paraId="7F3A75F4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930CF4" w14:textId="77777777" w:rsidR="003B2C85" w:rsidRPr="009E00D6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9E00D6">
              <w:rPr>
                <w:rFonts w:cs="Times New Roman"/>
                <w:szCs w:val="24"/>
              </w:rPr>
              <w:t>Szakmai olvasott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4D8F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52E6A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25D84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56626463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CC0C27" w14:textId="77777777" w:rsidR="003B2C85" w:rsidRPr="009E00D6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9E00D6">
              <w:rPr>
                <w:rFonts w:cs="Times New Roman"/>
                <w:szCs w:val="24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AE70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E77A6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0FACE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5EE3D5F9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B2029C" w14:textId="77777777" w:rsidR="003B2C85" w:rsidRPr="009E00D6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9E00D6">
              <w:rPr>
                <w:rFonts w:cs="Times New Roman"/>
                <w:szCs w:val="24"/>
              </w:rPr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AC994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4015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53B60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1D8A9007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49449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9A4C4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2AA6D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0EC6B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B2C85" w:rsidRPr="00AD55B2" w14:paraId="2AA751D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41723" w14:textId="77777777" w:rsidR="003B2C85" w:rsidRPr="007A519D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7A519D">
              <w:rPr>
                <w:rFonts w:cs="Times New Roman"/>
                <w:szCs w:val="24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8753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1D6B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636F6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61E50048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FB49BE" w14:textId="77777777" w:rsidR="003B2C85" w:rsidRPr="007A519D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7A519D">
              <w:rPr>
                <w:rFonts w:cs="Times New Roman"/>
                <w:szCs w:val="24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8F769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83484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3565D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4797E74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48A379" w14:textId="77777777" w:rsidR="003B2C85" w:rsidRPr="007A519D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7A519D">
              <w:rPr>
                <w:rFonts w:cs="Times New Roman"/>
                <w:szCs w:val="24"/>
              </w:rPr>
              <w:t>Önállóság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42036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4ADDB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E7629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4F2838DC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137BC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3FB1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397DC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5C73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B2C85" w:rsidRPr="00AD55B2" w14:paraId="6B5B4DD0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1A2C62" w14:textId="77777777" w:rsidR="003B2C85" w:rsidRPr="00BE4EAC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BE4EAC">
              <w:rPr>
                <w:rFonts w:cs="Times New Roman"/>
                <w:szCs w:val="24"/>
              </w:rPr>
              <w:t xml:space="preserve">Fogalmazókészség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58AFC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1C828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85B81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12DE37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50F56" w14:textId="77777777" w:rsidR="003B2C85" w:rsidRPr="00BE4EAC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BE4EAC">
              <w:rPr>
                <w:rFonts w:cs="Times New Roman"/>
                <w:szCs w:val="24"/>
              </w:rPr>
              <w:t>Közérthetőség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A29F0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7B1E7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0E35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40D66131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7BE67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4E002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28DD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80DCF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3B2C85" w:rsidRPr="00AD55B2" w14:paraId="465C0882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5B67F8" w14:textId="77777777" w:rsidR="003B2C85" w:rsidRPr="008B29BF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B29BF">
              <w:rPr>
                <w:rFonts w:cs="Times New Roman"/>
                <w:szCs w:val="24"/>
              </w:rPr>
              <w:t xml:space="preserve">Lényegfelismerés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086C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EAF7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D82B3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423DF177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BF4A41" w14:textId="77777777" w:rsidR="003B2C85" w:rsidRPr="008B29BF" w:rsidRDefault="003B2C85" w:rsidP="00195F0F">
            <w:pPr>
              <w:spacing w:after="0"/>
              <w:rPr>
                <w:rFonts w:cs="Times New Roman"/>
                <w:szCs w:val="24"/>
              </w:rPr>
            </w:pPr>
            <w:r w:rsidRPr="008B29BF">
              <w:rPr>
                <w:rFonts w:cs="Times New Roman"/>
                <w:szCs w:val="24"/>
              </w:rPr>
              <w:t xml:space="preserve">Logikus gondolkodás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7015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8D8FA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8D8B2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3B2C85" w:rsidRPr="00AD55B2" w14:paraId="3ED3D4B6" w14:textId="77777777" w:rsidTr="006B25A4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654309" w14:textId="77777777" w:rsidR="003B2C85" w:rsidRDefault="003B2C85" w:rsidP="00195F0F">
            <w:pPr>
              <w:spacing w:after="0"/>
            </w:pPr>
            <w:r w:rsidRPr="008B29BF">
              <w:rPr>
                <w:rFonts w:cs="Times New Roman"/>
                <w:szCs w:val="24"/>
              </w:rPr>
              <w:t>Áttekintő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9A430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C78D7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49ACF" w14:textId="77777777" w:rsidR="003B2C85" w:rsidRPr="00AD55B2" w:rsidRDefault="003B2C8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5F9417F7" w14:textId="77777777" w:rsidR="00E7621B" w:rsidRPr="00CD320D" w:rsidRDefault="00E7621B" w:rsidP="00E7621B">
      <w:pPr>
        <w:rPr>
          <w:rFonts w:cs="Times New Roman"/>
          <w:color w:val="000000" w:themeColor="text1"/>
        </w:rPr>
      </w:pPr>
    </w:p>
    <w:p w14:paraId="4F68545E" w14:textId="77777777" w:rsidR="00FB6DBC" w:rsidRPr="00CD320D" w:rsidRDefault="00FB6DBC" w:rsidP="00FB6DBC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70797ABA" w14:textId="77777777" w:rsidR="00FB6DBC" w:rsidRPr="00CD320D" w:rsidRDefault="005320E4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Élelmiszeripari anyagismeret</w:t>
      </w:r>
      <w:r w:rsidR="00FB6DBC" w:rsidRPr="00CD320D">
        <w:rPr>
          <w:rFonts w:cs="Times New Roman"/>
          <w:b/>
          <w:color w:val="000000" w:themeColor="text1"/>
        </w:rPr>
        <w:t xml:space="preserve"> tantárgy</w:t>
      </w:r>
      <w:r w:rsidR="00FB6DBC" w:rsidRPr="00CD320D">
        <w:rPr>
          <w:rFonts w:cs="Times New Roman"/>
          <w:b/>
          <w:color w:val="000000" w:themeColor="text1"/>
        </w:rPr>
        <w:tab/>
      </w:r>
      <w:r w:rsidR="00DD24AA" w:rsidRPr="00CD320D">
        <w:rPr>
          <w:rFonts w:cs="Times New Roman"/>
          <w:b/>
          <w:color w:val="000000" w:themeColor="text1"/>
        </w:rPr>
        <w:t>1</w:t>
      </w:r>
      <w:r w:rsidR="00360BCD" w:rsidRPr="00CD320D">
        <w:rPr>
          <w:rFonts w:cs="Times New Roman"/>
          <w:b/>
          <w:color w:val="000000" w:themeColor="text1"/>
        </w:rPr>
        <w:t>73</w:t>
      </w:r>
      <w:r w:rsidR="00FB6DBC" w:rsidRPr="00CD320D">
        <w:rPr>
          <w:rFonts w:cs="Times New Roman"/>
          <w:b/>
          <w:color w:val="000000" w:themeColor="text1"/>
        </w:rPr>
        <w:t xml:space="preserve"> óra/</w:t>
      </w:r>
      <w:r w:rsidR="00DD24AA" w:rsidRPr="00CD320D">
        <w:rPr>
          <w:rFonts w:cs="Times New Roman"/>
          <w:b/>
          <w:color w:val="000000" w:themeColor="text1"/>
        </w:rPr>
        <w:t>1</w:t>
      </w:r>
      <w:r w:rsidR="00360BCD" w:rsidRPr="00CD320D">
        <w:rPr>
          <w:rFonts w:cs="Times New Roman"/>
          <w:b/>
          <w:color w:val="000000" w:themeColor="text1"/>
        </w:rPr>
        <w:t>81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FB6DBC" w:rsidRPr="00CD320D">
        <w:rPr>
          <w:rFonts w:cs="Times New Roman"/>
          <w:b/>
          <w:color w:val="000000" w:themeColor="text1"/>
        </w:rPr>
        <w:t>óra*</w:t>
      </w:r>
    </w:p>
    <w:p w14:paraId="7F6636F0" w14:textId="77777777" w:rsidR="00FB6DBC" w:rsidRPr="00CD320D" w:rsidRDefault="00FB6DBC" w:rsidP="00FB6DBC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0F56A1AE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098559DE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5BD56254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242A11B3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7CF5CA0E" w14:textId="77777777" w:rsidR="00FB6DBC" w:rsidRPr="00CD320D" w:rsidRDefault="005320E4" w:rsidP="005320E4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  <w:szCs w:val="24"/>
        </w:rPr>
        <w:t>Az élelmiszeripari anyagismeret tantárgy tanításának célja, hogy felkészítésen az élelmiszeripar bármely ágazatában a differenciált szintű szakmaválasztásra. Megalapozza az élelmiszerágazatra vonatkozó szakmai műveltséget, rendszerezze az élelmiszeriparban használt nyersanyagokat és az azokat feldolgozó iparágakat. Megismertesse a tanulókat az élelmiszeripar környezetét befolyásoló tényezőkkel. Alakítsa ki a minőségi munkavégzés igényeit, neveljen az élelmiszeripari tevékenységekkel kapcsolatos tudatos, felelősségteljes magatartásra, tudatosítsa az élelmiszeripari termelés természeti feltételeit és a környezeti, táplálkozás-élettani hatásait.</w:t>
      </w:r>
    </w:p>
    <w:p w14:paraId="7C55669B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734E3B52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1B46B21A" w14:textId="77777777" w:rsidR="00FB6DBC" w:rsidRPr="00CD320D" w:rsidRDefault="005320E4" w:rsidP="005320E4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Kémia, biológia</w:t>
      </w:r>
    </w:p>
    <w:p w14:paraId="022B45EC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5126243C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3F48DFCD" w14:textId="77777777" w:rsidR="00FB6DBC" w:rsidRPr="00CD320D" w:rsidRDefault="005320E4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Élelmiszeripar ágazatai</w:t>
      </w:r>
    </w:p>
    <w:p w14:paraId="69BE8952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Az élelmiszeripar ágazatai</w:t>
      </w:r>
    </w:p>
    <w:p w14:paraId="4DA7046D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Az ágazatok csoportosítása a feldolgozott nyersanyagok eredete szerint</w:t>
      </w:r>
    </w:p>
    <w:p w14:paraId="1B61AA2F" w14:textId="77777777" w:rsidR="00FB6DBC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Élelmiszer-előállítás nyersanyagainak csoportosítása</w:t>
      </w:r>
    </w:p>
    <w:p w14:paraId="0CCA85B9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078C9F8" w14:textId="77777777" w:rsidR="00FB6DBC" w:rsidRPr="00CD320D" w:rsidRDefault="009F0374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Malomipar nyersanyagai</w:t>
      </w:r>
    </w:p>
    <w:p w14:paraId="44E91F09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Gabonafélék </w:t>
      </w:r>
    </w:p>
    <w:p w14:paraId="3E588458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</w:t>
      </w:r>
      <w:r w:rsidR="005320E4" w:rsidRPr="00091F4B">
        <w:rPr>
          <w:rFonts w:cs="Times New Roman"/>
          <w:color w:val="000000" w:themeColor="text1"/>
        </w:rPr>
        <w:t>úza</w:t>
      </w:r>
    </w:p>
    <w:p w14:paraId="64DA0945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R</w:t>
      </w:r>
      <w:r w:rsidR="005320E4" w:rsidRPr="00091F4B">
        <w:rPr>
          <w:rFonts w:cs="Times New Roman"/>
          <w:color w:val="000000" w:themeColor="text1"/>
        </w:rPr>
        <w:t>ozs</w:t>
      </w:r>
    </w:p>
    <w:p w14:paraId="1BA28C16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Á</w:t>
      </w:r>
      <w:r w:rsidR="005320E4" w:rsidRPr="00091F4B">
        <w:rPr>
          <w:rFonts w:cs="Times New Roman"/>
          <w:color w:val="000000" w:themeColor="text1"/>
        </w:rPr>
        <w:t>rpa</w:t>
      </w:r>
    </w:p>
    <w:p w14:paraId="45E4F0AC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Z</w:t>
      </w:r>
      <w:r w:rsidR="005320E4" w:rsidRPr="00091F4B">
        <w:rPr>
          <w:rFonts w:cs="Times New Roman"/>
          <w:color w:val="000000" w:themeColor="text1"/>
        </w:rPr>
        <w:t>ab</w:t>
      </w:r>
    </w:p>
    <w:p w14:paraId="7AF1D7AA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</w:t>
      </w:r>
      <w:r w:rsidR="005320E4" w:rsidRPr="00091F4B">
        <w:rPr>
          <w:rFonts w:cs="Times New Roman"/>
          <w:color w:val="000000" w:themeColor="text1"/>
        </w:rPr>
        <w:t>ukorica</w:t>
      </w:r>
    </w:p>
    <w:p w14:paraId="2AEB8527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</w:t>
      </w:r>
      <w:r w:rsidR="005320E4" w:rsidRPr="00091F4B">
        <w:rPr>
          <w:rFonts w:cs="Times New Roman"/>
          <w:color w:val="000000" w:themeColor="text1"/>
        </w:rPr>
        <w:t>öles</w:t>
      </w:r>
    </w:p>
    <w:p w14:paraId="285FEE54" w14:textId="77777777" w:rsidR="00FB6DBC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Gabonafélék feldolgozásából származó élelmiszerek</w:t>
      </w:r>
    </w:p>
    <w:p w14:paraId="0346D919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003399F" w14:textId="77777777" w:rsidR="00FB6DBC" w:rsidRPr="00CD320D" w:rsidRDefault="009245C2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Sütő- és cukrászipar</w:t>
      </w:r>
      <w:r w:rsidR="005320E4" w:rsidRPr="00CD320D">
        <w:rPr>
          <w:rFonts w:cs="Times New Roman"/>
          <w:b/>
          <w:i/>
          <w:color w:val="000000" w:themeColor="text1"/>
        </w:rPr>
        <w:t xml:space="preserve"> nyersanyag</w:t>
      </w:r>
      <w:r w:rsidRPr="00CD320D">
        <w:rPr>
          <w:rFonts w:cs="Times New Roman"/>
          <w:b/>
          <w:i/>
          <w:color w:val="000000" w:themeColor="text1"/>
        </w:rPr>
        <w:t>ai</w:t>
      </w:r>
    </w:p>
    <w:p w14:paraId="26C662AE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Lisztek</w:t>
      </w:r>
    </w:p>
    <w:p w14:paraId="23C4767E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Cukor</w:t>
      </w:r>
    </w:p>
    <w:p w14:paraId="43028BFA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Járulékos anyagok</w:t>
      </w:r>
    </w:p>
    <w:p w14:paraId="53C0C53E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Sütőipari és cukrászipari termékek</w:t>
      </w:r>
    </w:p>
    <w:p w14:paraId="255BCA0B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D62DEC3" w14:textId="77777777" w:rsidR="00FB6DBC" w:rsidRPr="00CD320D" w:rsidRDefault="009245C2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Cukor- és édesipar</w:t>
      </w:r>
      <w:r w:rsidR="005320E4" w:rsidRPr="00CD320D">
        <w:rPr>
          <w:rFonts w:cs="Times New Roman"/>
          <w:b/>
          <w:i/>
          <w:color w:val="000000" w:themeColor="text1"/>
        </w:rPr>
        <w:t xml:space="preserve"> nyersanyag</w:t>
      </w:r>
      <w:r w:rsidRPr="00CD320D">
        <w:rPr>
          <w:rFonts w:cs="Times New Roman"/>
          <w:b/>
          <w:i/>
          <w:color w:val="000000" w:themeColor="text1"/>
        </w:rPr>
        <w:t>ai</w:t>
      </w:r>
    </w:p>
    <w:p w14:paraId="6508C5B7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Cukorrépa és más cukorforrások</w:t>
      </w:r>
    </w:p>
    <w:p w14:paraId="1C95E662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Kakaóbab</w:t>
      </w:r>
    </w:p>
    <w:p w14:paraId="3DB3FC78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Cukoripari és édesipari termékek</w:t>
      </w:r>
    </w:p>
    <w:p w14:paraId="3CE94A48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CD378F5" w14:textId="77777777" w:rsidR="00FB6DBC" w:rsidRPr="00CD320D" w:rsidRDefault="0059404C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Tartósító</w:t>
      </w:r>
      <w:r w:rsidR="009245C2" w:rsidRPr="00CD320D">
        <w:rPr>
          <w:rFonts w:cs="Times New Roman"/>
          <w:b/>
          <w:i/>
          <w:color w:val="000000" w:themeColor="text1"/>
        </w:rPr>
        <w:t xml:space="preserve">ipar </w:t>
      </w:r>
      <w:r w:rsidR="005320E4" w:rsidRPr="00CD320D">
        <w:rPr>
          <w:rFonts w:cs="Times New Roman"/>
          <w:b/>
          <w:i/>
          <w:color w:val="000000" w:themeColor="text1"/>
        </w:rPr>
        <w:t>nyersanyag</w:t>
      </w:r>
      <w:r w:rsidR="009245C2" w:rsidRPr="00CD320D">
        <w:rPr>
          <w:rFonts w:cs="Times New Roman"/>
          <w:b/>
          <w:i/>
          <w:color w:val="000000" w:themeColor="text1"/>
        </w:rPr>
        <w:t>ai</w:t>
      </w:r>
    </w:p>
    <w:p w14:paraId="37D42FD0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Zöldségfélék jellemzői </w:t>
      </w:r>
    </w:p>
    <w:p w14:paraId="623B0C1D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</w:t>
      </w:r>
      <w:r w:rsidR="005320E4" w:rsidRPr="00091F4B">
        <w:rPr>
          <w:rFonts w:cs="Times New Roman"/>
          <w:color w:val="000000" w:themeColor="text1"/>
        </w:rPr>
        <w:t>áposztafélék</w:t>
      </w:r>
    </w:p>
    <w:p w14:paraId="0E4C8E4D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</w:t>
      </w:r>
      <w:r w:rsidR="005320E4" w:rsidRPr="00091F4B">
        <w:rPr>
          <w:rFonts w:cs="Times New Roman"/>
          <w:color w:val="000000" w:themeColor="text1"/>
        </w:rPr>
        <w:t>yökérzöldségek</w:t>
      </w:r>
    </w:p>
    <w:p w14:paraId="29FBEAAE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</w:t>
      </w:r>
      <w:r w:rsidR="005320E4" w:rsidRPr="00091F4B">
        <w:rPr>
          <w:rFonts w:cs="Times New Roman"/>
          <w:color w:val="000000" w:themeColor="text1"/>
        </w:rPr>
        <w:t>agymafélék</w:t>
      </w:r>
    </w:p>
    <w:p w14:paraId="4066CC5C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L</w:t>
      </w:r>
      <w:r w:rsidR="005320E4" w:rsidRPr="00091F4B">
        <w:rPr>
          <w:rFonts w:cs="Times New Roman"/>
          <w:color w:val="000000" w:themeColor="text1"/>
        </w:rPr>
        <w:t>evélzöldségek</w:t>
      </w:r>
    </w:p>
    <w:p w14:paraId="42BAB346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</w:t>
      </w:r>
      <w:r w:rsidR="005320E4" w:rsidRPr="00091F4B">
        <w:rPr>
          <w:rFonts w:cs="Times New Roman"/>
          <w:color w:val="000000" w:themeColor="text1"/>
        </w:rPr>
        <w:t>üvelyesek</w:t>
      </w:r>
    </w:p>
    <w:p w14:paraId="0F7C53B5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</w:t>
      </w:r>
      <w:r w:rsidR="005320E4" w:rsidRPr="00091F4B">
        <w:rPr>
          <w:rFonts w:cs="Times New Roman"/>
          <w:color w:val="000000" w:themeColor="text1"/>
        </w:rPr>
        <w:t>abakosok</w:t>
      </w:r>
    </w:p>
    <w:p w14:paraId="2FA400F9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</w:t>
      </w:r>
      <w:r w:rsidR="005320E4" w:rsidRPr="00091F4B">
        <w:rPr>
          <w:rFonts w:cs="Times New Roman"/>
          <w:color w:val="000000" w:themeColor="text1"/>
        </w:rPr>
        <w:t>urgonyafélék</w:t>
      </w:r>
    </w:p>
    <w:p w14:paraId="41C62F77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</w:t>
      </w:r>
      <w:r w:rsidR="005320E4" w:rsidRPr="00091F4B">
        <w:rPr>
          <w:rFonts w:cs="Times New Roman"/>
          <w:color w:val="000000" w:themeColor="text1"/>
        </w:rPr>
        <w:t>gyéb zöldségek</w:t>
      </w:r>
    </w:p>
    <w:p w14:paraId="6B17CE5B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Zöldségfélék feldolgozásából származó élelmiszerek</w:t>
      </w:r>
    </w:p>
    <w:p w14:paraId="0B546901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Gyümölcsök jellemzői </w:t>
      </w:r>
    </w:p>
    <w:p w14:paraId="404D0D3A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</w:t>
      </w:r>
      <w:r w:rsidR="005320E4" w:rsidRPr="00091F4B">
        <w:rPr>
          <w:rFonts w:cs="Times New Roman"/>
          <w:color w:val="000000" w:themeColor="text1"/>
        </w:rPr>
        <w:t>lmatermésűek</w:t>
      </w:r>
    </w:p>
    <w:p w14:paraId="670136F2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</w:t>
      </w:r>
      <w:r w:rsidR="005320E4" w:rsidRPr="00091F4B">
        <w:rPr>
          <w:rFonts w:cs="Times New Roman"/>
          <w:color w:val="000000" w:themeColor="text1"/>
        </w:rPr>
        <w:t>sonthéjas magvúak</w:t>
      </w:r>
    </w:p>
    <w:p w14:paraId="34A5C9B1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</w:t>
      </w:r>
      <w:r w:rsidR="005320E4" w:rsidRPr="00091F4B">
        <w:rPr>
          <w:rFonts w:cs="Times New Roman"/>
          <w:color w:val="000000" w:themeColor="text1"/>
        </w:rPr>
        <w:t>ogyós-termésű gyümölcsök</w:t>
      </w:r>
    </w:p>
    <w:p w14:paraId="573754BB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</w:t>
      </w:r>
      <w:r w:rsidR="005320E4" w:rsidRPr="00091F4B">
        <w:rPr>
          <w:rFonts w:cs="Times New Roman"/>
          <w:color w:val="000000" w:themeColor="text1"/>
        </w:rPr>
        <w:t>éjas termésűek</w:t>
      </w:r>
    </w:p>
    <w:p w14:paraId="00BA6414" w14:textId="77777777" w:rsidR="005320E4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</w:t>
      </w:r>
      <w:r w:rsidR="005320E4" w:rsidRPr="00091F4B">
        <w:rPr>
          <w:rFonts w:cs="Times New Roman"/>
          <w:color w:val="000000" w:themeColor="text1"/>
        </w:rPr>
        <w:t>éli gyümölcsök</w:t>
      </w:r>
    </w:p>
    <w:p w14:paraId="099DF416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Gyümölcsök feldolgozásából származó élelmiszerek</w:t>
      </w:r>
    </w:p>
    <w:p w14:paraId="0BA9B8E7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09272AC9" w14:textId="77777777" w:rsidR="00FB6DBC" w:rsidRPr="00CD320D" w:rsidRDefault="0059404C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Bor</w:t>
      </w:r>
      <w:r w:rsidR="00B23BD5" w:rsidRPr="00CD320D">
        <w:rPr>
          <w:rFonts w:cs="Times New Roman"/>
          <w:b/>
          <w:i/>
          <w:color w:val="000000" w:themeColor="text1"/>
        </w:rPr>
        <w:t>-,</w:t>
      </w:r>
      <w:r w:rsidRPr="00CD320D">
        <w:rPr>
          <w:rFonts w:cs="Times New Roman"/>
          <w:b/>
          <w:i/>
          <w:color w:val="000000" w:themeColor="text1"/>
        </w:rPr>
        <w:t xml:space="preserve"> és pezsgőgyártás nyersanyagai</w:t>
      </w:r>
    </w:p>
    <w:p w14:paraId="3EA106F9" w14:textId="77777777" w:rsidR="005320E4" w:rsidRPr="00091F4B" w:rsidRDefault="005320E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Borszőlő</w:t>
      </w:r>
    </w:p>
    <w:p w14:paraId="42954527" w14:textId="77777777" w:rsidR="00FB6DBC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Boripari</w:t>
      </w:r>
      <w:r w:rsidR="005320E4" w:rsidRPr="00091F4B">
        <w:rPr>
          <w:rFonts w:cs="Times New Roman"/>
          <w:color w:val="000000" w:themeColor="text1"/>
        </w:rPr>
        <w:t xml:space="preserve"> termékek</w:t>
      </w:r>
    </w:p>
    <w:p w14:paraId="738ABE49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CB2DD8C" w14:textId="77777777" w:rsidR="00FB6DBC" w:rsidRPr="00CD320D" w:rsidRDefault="009245C2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Erjedésipar nyersanyagai</w:t>
      </w:r>
    </w:p>
    <w:p w14:paraId="64EA1468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Árpa</w:t>
      </w:r>
    </w:p>
    <w:p w14:paraId="031DBDBD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Egyéb gabonafélék</w:t>
      </w:r>
    </w:p>
    <w:p w14:paraId="2704BAFA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Gyümölcsök</w:t>
      </w:r>
    </w:p>
    <w:p w14:paraId="7B85CEF4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Erjedésipari termékek</w:t>
      </w:r>
    </w:p>
    <w:p w14:paraId="57615815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C7CF7C4" w14:textId="77777777" w:rsidR="00FB6DBC" w:rsidRPr="00CD320D" w:rsidRDefault="0059404C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Dohány-</w:t>
      </w:r>
      <w:r w:rsidR="009F0374" w:rsidRPr="00CD320D">
        <w:rPr>
          <w:rFonts w:cs="Times New Roman"/>
          <w:b/>
          <w:i/>
          <w:color w:val="000000" w:themeColor="text1"/>
        </w:rPr>
        <w:t>, és</w:t>
      </w:r>
      <w:r w:rsidR="009245C2" w:rsidRPr="00CD320D">
        <w:rPr>
          <w:rFonts w:cs="Times New Roman"/>
          <w:b/>
          <w:i/>
          <w:color w:val="000000" w:themeColor="text1"/>
        </w:rPr>
        <w:t xml:space="preserve"> növényolajipar nyersanyagai</w:t>
      </w:r>
    </w:p>
    <w:p w14:paraId="713A07BF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Növényi zsírforrások</w:t>
      </w:r>
    </w:p>
    <w:p w14:paraId="5A4819A7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Dohány</w:t>
      </w:r>
    </w:p>
    <w:p w14:paraId="1B0D11D5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Dohányipari és növényolajipari termékek</w:t>
      </w:r>
    </w:p>
    <w:p w14:paraId="5F71DD03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E38A49E" w14:textId="77777777" w:rsidR="00FB6DBC" w:rsidRPr="00CD320D" w:rsidRDefault="0059404C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Hús-,</w:t>
      </w:r>
      <w:r w:rsidR="009245C2" w:rsidRPr="00CD320D">
        <w:rPr>
          <w:rFonts w:cs="Times New Roman"/>
          <w:b/>
          <w:i/>
          <w:color w:val="000000" w:themeColor="text1"/>
        </w:rPr>
        <w:t xml:space="preserve"> és baromfiipar nyersanyagai</w:t>
      </w:r>
    </w:p>
    <w:p w14:paraId="4E1003C9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  <w:color w:val="000000" w:themeColor="text1"/>
        </w:rPr>
      </w:pPr>
      <w:r w:rsidRPr="00091F4B">
        <w:rPr>
          <w:rFonts w:cs="Times New Roman"/>
          <w:b/>
          <w:color w:val="000000" w:themeColor="text1"/>
        </w:rPr>
        <w:t>Nagy vágóállatok:</w:t>
      </w:r>
    </w:p>
    <w:p w14:paraId="576E0D4F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</w:t>
      </w:r>
      <w:r w:rsidR="009245C2" w:rsidRPr="00091F4B">
        <w:rPr>
          <w:rFonts w:cs="Times New Roman"/>
          <w:color w:val="000000" w:themeColor="text1"/>
        </w:rPr>
        <w:t>ertés</w:t>
      </w:r>
    </w:p>
    <w:p w14:paraId="340180FE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</w:t>
      </w:r>
      <w:r w:rsidR="009245C2" w:rsidRPr="00091F4B">
        <w:rPr>
          <w:rFonts w:cs="Times New Roman"/>
          <w:color w:val="000000" w:themeColor="text1"/>
        </w:rPr>
        <w:t>zarvasmarha</w:t>
      </w:r>
    </w:p>
    <w:p w14:paraId="38BE5C54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J</w:t>
      </w:r>
      <w:r w:rsidR="009245C2" w:rsidRPr="00091F4B">
        <w:rPr>
          <w:rFonts w:cs="Times New Roman"/>
          <w:color w:val="000000" w:themeColor="text1"/>
        </w:rPr>
        <w:t>uh</w:t>
      </w:r>
    </w:p>
    <w:p w14:paraId="79E8C400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  <w:color w:val="000000" w:themeColor="text1"/>
        </w:rPr>
      </w:pPr>
      <w:r w:rsidRPr="00091F4B">
        <w:rPr>
          <w:rFonts w:cs="Times New Roman"/>
          <w:b/>
          <w:color w:val="000000" w:themeColor="text1"/>
        </w:rPr>
        <w:t>Kis vágóállatok:</w:t>
      </w:r>
    </w:p>
    <w:p w14:paraId="71B42AC2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Baromfifélék, </w:t>
      </w:r>
      <w:r w:rsidR="009F0374" w:rsidRPr="00091F4B">
        <w:rPr>
          <w:rFonts w:cs="Times New Roman"/>
          <w:color w:val="000000" w:themeColor="text1"/>
        </w:rPr>
        <w:t>vízi szárnyasok</w:t>
      </w:r>
      <w:r w:rsidRPr="00091F4B">
        <w:rPr>
          <w:rFonts w:cs="Times New Roman"/>
          <w:color w:val="000000" w:themeColor="text1"/>
        </w:rPr>
        <w:t>, nyúl</w:t>
      </w:r>
    </w:p>
    <w:p w14:paraId="27D950EF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</w:t>
      </w:r>
      <w:r w:rsidR="009245C2" w:rsidRPr="00091F4B">
        <w:rPr>
          <w:rFonts w:cs="Times New Roman"/>
          <w:color w:val="000000" w:themeColor="text1"/>
        </w:rPr>
        <w:t>sirke</w:t>
      </w:r>
    </w:p>
    <w:p w14:paraId="5702AF6C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</w:t>
      </w:r>
      <w:r w:rsidR="009245C2" w:rsidRPr="00091F4B">
        <w:rPr>
          <w:rFonts w:cs="Times New Roman"/>
          <w:color w:val="000000" w:themeColor="text1"/>
        </w:rPr>
        <w:t>ulyka</w:t>
      </w:r>
    </w:p>
    <w:p w14:paraId="1D10B0D5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</w:t>
      </w:r>
      <w:r w:rsidR="009245C2" w:rsidRPr="00091F4B">
        <w:rPr>
          <w:rFonts w:cs="Times New Roman"/>
          <w:color w:val="000000" w:themeColor="text1"/>
        </w:rPr>
        <w:t>iba</w:t>
      </w:r>
    </w:p>
    <w:p w14:paraId="245C92C1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</w:t>
      </w:r>
      <w:r w:rsidR="009245C2" w:rsidRPr="00091F4B">
        <w:rPr>
          <w:rFonts w:cs="Times New Roman"/>
          <w:color w:val="000000" w:themeColor="text1"/>
        </w:rPr>
        <w:t>acsa</w:t>
      </w:r>
    </w:p>
    <w:p w14:paraId="0E76B282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</w:t>
      </w:r>
      <w:r w:rsidR="009245C2" w:rsidRPr="00091F4B">
        <w:rPr>
          <w:rFonts w:cs="Times New Roman"/>
          <w:color w:val="000000" w:themeColor="text1"/>
        </w:rPr>
        <w:t>trucc</w:t>
      </w:r>
    </w:p>
    <w:p w14:paraId="7AAAE822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</w:t>
      </w:r>
      <w:r w:rsidR="009245C2" w:rsidRPr="00091F4B">
        <w:rPr>
          <w:rFonts w:cs="Times New Roman"/>
          <w:color w:val="000000" w:themeColor="text1"/>
        </w:rPr>
        <w:t>yúl</w:t>
      </w:r>
    </w:p>
    <w:p w14:paraId="0998686D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  <w:color w:val="000000" w:themeColor="text1"/>
        </w:rPr>
      </w:pPr>
      <w:r w:rsidRPr="00091F4B">
        <w:rPr>
          <w:rFonts w:cs="Times New Roman"/>
          <w:b/>
          <w:color w:val="000000" w:themeColor="text1"/>
        </w:rPr>
        <w:t>Halak:</w:t>
      </w:r>
    </w:p>
    <w:p w14:paraId="36EACBAE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</w:t>
      </w:r>
      <w:r w:rsidR="009245C2" w:rsidRPr="00091F4B">
        <w:rPr>
          <w:rFonts w:cs="Times New Roman"/>
          <w:color w:val="000000" w:themeColor="text1"/>
        </w:rPr>
        <w:t>desvízi halak</w:t>
      </w:r>
    </w:p>
    <w:p w14:paraId="6894A0E2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</w:t>
      </w:r>
      <w:r w:rsidR="009245C2" w:rsidRPr="00091F4B">
        <w:rPr>
          <w:rFonts w:cs="Times New Roman"/>
          <w:color w:val="000000" w:themeColor="text1"/>
        </w:rPr>
        <w:t>ósvízi halak</w:t>
      </w:r>
    </w:p>
    <w:p w14:paraId="28ECF3AA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  <w:color w:val="000000" w:themeColor="text1"/>
        </w:rPr>
      </w:pPr>
      <w:r w:rsidRPr="00091F4B">
        <w:rPr>
          <w:rFonts w:cs="Times New Roman"/>
          <w:b/>
          <w:color w:val="000000" w:themeColor="text1"/>
        </w:rPr>
        <w:t>Vadak:</w:t>
      </w:r>
    </w:p>
    <w:p w14:paraId="254C9A60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</w:t>
      </w:r>
      <w:r w:rsidR="009245C2" w:rsidRPr="00091F4B">
        <w:rPr>
          <w:rFonts w:cs="Times New Roman"/>
          <w:color w:val="000000" w:themeColor="text1"/>
        </w:rPr>
        <w:t>addisznó</w:t>
      </w:r>
    </w:p>
    <w:p w14:paraId="06CB11A5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</w:t>
      </w:r>
      <w:r w:rsidR="009245C2" w:rsidRPr="00091F4B">
        <w:rPr>
          <w:rFonts w:cs="Times New Roman"/>
          <w:color w:val="000000" w:themeColor="text1"/>
        </w:rPr>
        <w:t>zarvas</w:t>
      </w:r>
    </w:p>
    <w:p w14:paraId="3770A655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Ő</w:t>
      </w:r>
      <w:r w:rsidR="009245C2" w:rsidRPr="00091F4B">
        <w:rPr>
          <w:rFonts w:cs="Times New Roman"/>
          <w:color w:val="000000" w:themeColor="text1"/>
        </w:rPr>
        <w:t>z</w:t>
      </w:r>
    </w:p>
    <w:p w14:paraId="77A9D7FA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</w:t>
      </w:r>
      <w:r w:rsidR="009245C2" w:rsidRPr="00091F4B">
        <w:rPr>
          <w:rFonts w:cs="Times New Roman"/>
          <w:color w:val="000000" w:themeColor="text1"/>
        </w:rPr>
        <w:t>ezei nyúl</w:t>
      </w:r>
    </w:p>
    <w:p w14:paraId="49CF8E80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F</w:t>
      </w:r>
      <w:r w:rsidR="009245C2" w:rsidRPr="00091F4B">
        <w:rPr>
          <w:rFonts w:cs="Times New Roman"/>
          <w:color w:val="000000" w:themeColor="text1"/>
        </w:rPr>
        <w:t>ácán</w:t>
      </w:r>
    </w:p>
    <w:p w14:paraId="3A9AA7EE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</w:t>
      </w:r>
      <w:r w:rsidR="009245C2" w:rsidRPr="00091F4B">
        <w:rPr>
          <w:rFonts w:cs="Times New Roman"/>
          <w:color w:val="000000" w:themeColor="text1"/>
        </w:rPr>
        <w:t>adkacsa</w:t>
      </w:r>
    </w:p>
    <w:p w14:paraId="5A2930B9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Húsipari és baromfiipari termékek</w:t>
      </w:r>
    </w:p>
    <w:p w14:paraId="793F0C2F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b/>
          <w:color w:val="000000" w:themeColor="text1"/>
        </w:rPr>
      </w:pPr>
      <w:r w:rsidRPr="00091F4B">
        <w:rPr>
          <w:rFonts w:cs="Times New Roman"/>
          <w:b/>
          <w:color w:val="000000" w:themeColor="text1"/>
        </w:rPr>
        <w:t>Tojás és termékei</w:t>
      </w:r>
    </w:p>
    <w:p w14:paraId="02C36542" w14:textId="77777777" w:rsidR="009245C2" w:rsidRPr="00CD320D" w:rsidRDefault="009245C2" w:rsidP="009245C2">
      <w:pPr>
        <w:pStyle w:val="Nincstrkz2"/>
        <w:ind w:left="360"/>
        <w:rPr>
          <w:rFonts w:ascii="Times New Roman" w:hAnsi="Times New Roman"/>
          <w:color w:val="000000" w:themeColor="text1"/>
          <w:sz w:val="24"/>
          <w:szCs w:val="24"/>
        </w:rPr>
      </w:pPr>
    </w:p>
    <w:p w14:paraId="1D1043F6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40BE394" w14:textId="77777777" w:rsidR="00FB6DBC" w:rsidRPr="00CD320D" w:rsidRDefault="009245C2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Tejipar nyersanyagai</w:t>
      </w:r>
    </w:p>
    <w:p w14:paraId="27265984" w14:textId="77777777" w:rsidR="00FB6DBC" w:rsidRPr="00CD320D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Nyerstej</w:t>
      </w:r>
    </w:p>
    <w:p w14:paraId="0544F200" w14:textId="77777777" w:rsidR="00FB6DBC" w:rsidRPr="00CD320D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Tejipari termékek</w:t>
      </w:r>
    </w:p>
    <w:p w14:paraId="4104A3B2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A08B842" w14:textId="77777777" w:rsidR="00FB6DBC" w:rsidRPr="00CD320D" w:rsidRDefault="009245C2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Adalékanyagok</w:t>
      </w:r>
    </w:p>
    <w:p w14:paraId="6B919896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</w:t>
      </w:r>
      <w:r w:rsidR="009245C2" w:rsidRPr="00091F4B">
        <w:rPr>
          <w:rFonts w:cs="Times New Roman"/>
          <w:color w:val="000000" w:themeColor="text1"/>
        </w:rPr>
        <w:t>lelmiszer-színezékek</w:t>
      </w:r>
    </w:p>
    <w:p w14:paraId="4B979FD0" w14:textId="77777777" w:rsidR="00280BA0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</w:t>
      </w:r>
      <w:r w:rsidR="009245C2" w:rsidRPr="00091F4B">
        <w:rPr>
          <w:rFonts w:cs="Times New Roman"/>
          <w:color w:val="000000" w:themeColor="text1"/>
        </w:rPr>
        <w:t>ntioxidánsok, antioxidáns szinergisták</w:t>
      </w:r>
    </w:p>
    <w:p w14:paraId="12DAC901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</w:t>
      </w:r>
      <w:r w:rsidR="009245C2" w:rsidRPr="00091F4B">
        <w:rPr>
          <w:rFonts w:cs="Times New Roman"/>
          <w:color w:val="000000" w:themeColor="text1"/>
        </w:rPr>
        <w:t>artósítószerek</w:t>
      </w:r>
    </w:p>
    <w:p w14:paraId="6E5DE80D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Á</w:t>
      </w:r>
      <w:r w:rsidR="009245C2" w:rsidRPr="00091F4B">
        <w:rPr>
          <w:rFonts w:cs="Times New Roman"/>
          <w:color w:val="000000" w:themeColor="text1"/>
        </w:rPr>
        <w:t>llományjavítók</w:t>
      </w:r>
    </w:p>
    <w:p w14:paraId="239C3FDF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</w:t>
      </w:r>
      <w:r w:rsidR="009245C2" w:rsidRPr="00091F4B">
        <w:rPr>
          <w:rFonts w:cs="Times New Roman"/>
          <w:color w:val="000000" w:themeColor="text1"/>
        </w:rPr>
        <w:t>avak és sók</w:t>
      </w:r>
    </w:p>
    <w:p w14:paraId="3C4B1F4F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</w:t>
      </w:r>
      <w:r w:rsidR="009245C2" w:rsidRPr="00091F4B">
        <w:rPr>
          <w:rFonts w:cs="Times New Roman"/>
          <w:color w:val="000000" w:themeColor="text1"/>
        </w:rPr>
        <w:t>romaanyagok, ízfokozók</w:t>
      </w:r>
    </w:p>
    <w:p w14:paraId="28FCF69D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</w:t>
      </w:r>
      <w:r w:rsidR="009245C2" w:rsidRPr="00091F4B">
        <w:rPr>
          <w:rFonts w:cs="Times New Roman"/>
          <w:color w:val="000000" w:themeColor="text1"/>
        </w:rPr>
        <w:t>desítőszerek</w:t>
      </w:r>
    </w:p>
    <w:p w14:paraId="0B8DA181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</w:t>
      </w:r>
      <w:r w:rsidR="009245C2" w:rsidRPr="00091F4B">
        <w:rPr>
          <w:rFonts w:cs="Times New Roman"/>
          <w:color w:val="000000" w:themeColor="text1"/>
        </w:rPr>
        <w:t xml:space="preserve">somósodás és </w:t>
      </w:r>
      <w:r w:rsidR="009F0374" w:rsidRPr="00091F4B">
        <w:rPr>
          <w:rFonts w:cs="Times New Roman"/>
          <w:color w:val="000000" w:themeColor="text1"/>
        </w:rPr>
        <w:t>tapadás gátlók</w:t>
      </w:r>
    </w:p>
    <w:p w14:paraId="53799BBE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</w:t>
      </w:r>
      <w:r w:rsidR="009245C2" w:rsidRPr="00091F4B">
        <w:rPr>
          <w:rFonts w:cs="Times New Roman"/>
          <w:color w:val="000000" w:themeColor="text1"/>
        </w:rPr>
        <w:t>ldószerek</w:t>
      </w:r>
    </w:p>
    <w:p w14:paraId="7B58A59B" w14:textId="77777777" w:rsidR="009245C2" w:rsidRPr="00091F4B" w:rsidRDefault="00280BA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</w:t>
      </w:r>
      <w:r w:rsidR="009245C2" w:rsidRPr="00091F4B">
        <w:rPr>
          <w:rFonts w:cs="Times New Roman"/>
          <w:color w:val="000000" w:themeColor="text1"/>
        </w:rPr>
        <w:t>gyéb élelmiszeradalékok</w:t>
      </w:r>
    </w:p>
    <w:p w14:paraId="12D6267E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C8F7AED" w14:textId="77777777" w:rsidR="00FB6DBC" w:rsidRPr="00CD320D" w:rsidRDefault="009245C2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Élelmiszeripar környezete</w:t>
      </w:r>
    </w:p>
    <w:p w14:paraId="676BB70E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Ökológiai alapismeretek</w:t>
      </w:r>
    </w:p>
    <w:p w14:paraId="2A5A6F93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Környezeti károk, globális problémák</w:t>
      </w:r>
    </w:p>
    <w:p w14:paraId="6A772BEC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Környezetszennyezés, környezetpusztítás</w:t>
      </w:r>
    </w:p>
    <w:p w14:paraId="78DCEE8C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Környezet védelme</w:t>
      </w:r>
    </w:p>
    <w:p w14:paraId="4EB86DB0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Természeti erőforrások</w:t>
      </w:r>
    </w:p>
    <w:p w14:paraId="1454EA75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Egyes környezeti elemek szennyezései</w:t>
      </w:r>
    </w:p>
    <w:p w14:paraId="18B3451A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Víz- és szennyvíztisztítás</w:t>
      </w:r>
    </w:p>
    <w:p w14:paraId="306EAB92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Levegő-, levegőtisztaság-védelmi eljárások</w:t>
      </w:r>
    </w:p>
    <w:p w14:paraId="20B8D190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Hulladékgazdálkodás</w:t>
      </w:r>
    </w:p>
    <w:p w14:paraId="6D4C4CC3" w14:textId="77777777" w:rsidR="009245C2" w:rsidRPr="00091F4B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Termelési hulladékok</w:t>
      </w:r>
    </w:p>
    <w:p w14:paraId="2329D1AC" w14:textId="77777777" w:rsidR="00FB6DBC" w:rsidRPr="00CD320D" w:rsidRDefault="009245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Hulladékkezelési eljárások</w:t>
      </w:r>
    </w:p>
    <w:p w14:paraId="165D7EA4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BD0142D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18A2B779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35656E7B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0F4C3024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78DF852E" w14:textId="16855FF0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32052714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0AB8FD5D" w14:textId="77777777" w:rsidR="00FB6DBC" w:rsidRPr="00CD320D" w:rsidRDefault="0036534B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 xml:space="preserve">Élelmiszeripari technológiák </w:t>
      </w:r>
      <w:r w:rsidR="00FB6DBC" w:rsidRPr="00CD320D">
        <w:rPr>
          <w:rFonts w:cs="Times New Roman"/>
          <w:b/>
          <w:color w:val="000000" w:themeColor="text1"/>
        </w:rPr>
        <w:t>tantárgy</w:t>
      </w:r>
      <w:r w:rsidR="00FB6DBC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2</w:t>
      </w:r>
      <w:r w:rsidR="00DD24AA" w:rsidRPr="00CD320D">
        <w:rPr>
          <w:rFonts w:cs="Times New Roman"/>
          <w:b/>
          <w:color w:val="000000" w:themeColor="text1"/>
        </w:rPr>
        <w:t>06</w:t>
      </w:r>
      <w:r w:rsidR="00FB6DBC" w:rsidRPr="00CD320D">
        <w:rPr>
          <w:rFonts w:cs="Times New Roman"/>
          <w:b/>
          <w:color w:val="000000" w:themeColor="text1"/>
        </w:rPr>
        <w:t xml:space="preserve"> óra/</w:t>
      </w:r>
      <w:r w:rsidR="00DD24AA" w:rsidRPr="00CD320D">
        <w:rPr>
          <w:rFonts w:cs="Times New Roman"/>
          <w:b/>
          <w:color w:val="000000" w:themeColor="text1"/>
        </w:rPr>
        <w:t>2</w:t>
      </w:r>
      <w:r w:rsidR="00A700A4" w:rsidRPr="00CD320D">
        <w:rPr>
          <w:rFonts w:cs="Times New Roman"/>
          <w:b/>
          <w:color w:val="000000" w:themeColor="text1"/>
        </w:rPr>
        <w:t>1</w:t>
      </w:r>
      <w:r w:rsidR="00360BCD" w:rsidRPr="00CD320D">
        <w:rPr>
          <w:rFonts w:cs="Times New Roman"/>
          <w:b/>
          <w:color w:val="000000" w:themeColor="text1"/>
        </w:rPr>
        <w:t>7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FB6DBC" w:rsidRPr="00CD320D">
        <w:rPr>
          <w:rFonts w:cs="Times New Roman"/>
          <w:b/>
          <w:color w:val="000000" w:themeColor="text1"/>
        </w:rPr>
        <w:t>óra*</w:t>
      </w:r>
    </w:p>
    <w:p w14:paraId="75DC9D1E" w14:textId="77777777" w:rsidR="00FB6DBC" w:rsidRPr="00CD320D" w:rsidRDefault="00FB6DBC" w:rsidP="00FB6DBC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2B847AEA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146C35F5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165EAE68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49557A50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6F42212E" w14:textId="77777777" w:rsidR="0036534B" w:rsidRPr="00CD320D" w:rsidRDefault="0036534B" w:rsidP="0036534B">
      <w:pPr>
        <w:spacing w:after="0"/>
        <w:rPr>
          <w:rFonts w:cs="Times New Roman"/>
          <w:color w:val="000000" w:themeColor="text1"/>
          <w:kern w:val="1"/>
          <w:szCs w:val="24"/>
        </w:rPr>
      </w:pPr>
      <w:r w:rsidRPr="00CD320D">
        <w:rPr>
          <w:rFonts w:cs="Times New Roman"/>
          <w:color w:val="000000" w:themeColor="text1"/>
          <w:kern w:val="1"/>
          <w:szCs w:val="24"/>
        </w:rPr>
        <w:t>Az Élelmiszeripari technológiák elmélete tantárgy tanításának célja, hogy a tanulók megismerkedjenek valamennyi élelmiszeripari technológia alapjaival.</w:t>
      </w:r>
      <w:r w:rsidRPr="00CD320D">
        <w:rPr>
          <w:rFonts w:cs="Times New Roman"/>
          <w:color w:val="000000" w:themeColor="text1"/>
          <w:kern w:val="1"/>
          <w:szCs w:val="24"/>
        </w:rPr>
        <w:br/>
      </w:r>
      <w:r w:rsidRPr="00CD320D">
        <w:rPr>
          <w:rFonts w:cs="Times New Roman"/>
          <w:color w:val="000000" w:themeColor="text1"/>
          <w:kern w:val="1"/>
          <w:szCs w:val="24"/>
        </w:rPr>
        <w:lastRenderedPageBreak/>
        <w:t>A technológiai lépések elsajátítása során, megismerve a műveleteket és a műveletekhez kapcsolódó gépeket, berendezéseket. Megtanulják ezen ismereteiket együttesen alkalmazni.</w:t>
      </w:r>
    </w:p>
    <w:p w14:paraId="56FFE4E9" w14:textId="77777777" w:rsidR="0036534B" w:rsidRPr="00CD320D" w:rsidRDefault="0036534B" w:rsidP="0036534B">
      <w:pPr>
        <w:spacing w:after="0"/>
        <w:rPr>
          <w:rFonts w:cs="Times New Roman"/>
          <w:color w:val="000000" w:themeColor="text1"/>
          <w:kern w:val="1"/>
          <w:szCs w:val="24"/>
        </w:rPr>
      </w:pPr>
      <w:r w:rsidRPr="00CD320D">
        <w:rPr>
          <w:rFonts w:cs="Times New Roman"/>
          <w:color w:val="000000" w:themeColor="text1"/>
          <w:kern w:val="1"/>
          <w:szCs w:val="24"/>
        </w:rPr>
        <w:t>Képesek legyenek a tanulók az elsajátított kompetenciák birtokában az elméletben megtanult eljárásokat alkalmazni majd a gyakorlati munkahelyi feladatok megoldása során.</w:t>
      </w:r>
    </w:p>
    <w:p w14:paraId="31FD9A95" w14:textId="77777777" w:rsidR="0036534B" w:rsidRPr="00CD320D" w:rsidRDefault="0036534B" w:rsidP="0036534B">
      <w:pPr>
        <w:tabs>
          <w:tab w:val="left" w:pos="1276"/>
        </w:tabs>
        <w:spacing w:after="0"/>
        <w:rPr>
          <w:rFonts w:cs="Times New Roman"/>
          <w:color w:val="000000" w:themeColor="text1"/>
          <w:kern w:val="1"/>
          <w:szCs w:val="24"/>
        </w:rPr>
      </w:pPr>
      <w:r w:rsidRPr="00CD320D">
        <w:rPr>
          <w:rFonts w:cs="Times New Roman"/>
          <w:color w:val="000000" w:themeColor="text1"/>
          <w:kern w:val="1"/>
          <w:szCs w:val="24"/>
        </w:rPr>
        <w:t>Keltse fel az érdeklődést a szakma elméleti alapjai iránt is, mutassa be a technológiai fejlődést és a termelés változását.</w:t>
      </w:r>
    </w:p>
    <w:p w14:paraId="69201B18" w14:textId="77777777" w:rsidR="0036534B" w:rsidRPr="00CD320D" w:rsidRDefault="0036534B" w:rsidP="0036534B">
      <w:pPr>
        <w:tabs>
          <w:tab w:val="left" w:pos="1276"/>
        </w:tabs>
        <w:spacing w:after="0"/>
        <w:rPr>
          <w:rFonts w:cs="Times New Roman"/>
          <w:color w:val="000000" w:themeColor="text1"/>
          <w:kern w:val="1"/>
          <w:szCs w:val="24"/>
        </w:rPr>
      </w:pPr>
      <w:r w:rsidRPr="00CD320D">
        <w:rPr>
          <w:rFonts w:cs="Times New Roman"/>
          <w:color w:val="000000" w:themeColor="text1"/>
          <w:kern w:val="1"/>
          <w:szCs w:val="24"/>
        </w:rPr>
        <w:t>Teremtsen alkalmat, feladathelyzeteket a szakmai tantárgyak elsajátításához, a szakmacsoport szakképesítései munkaköreinek ellátásához szükséges magatartás kialakulásához, a tanulási és szakmai motiváció fejlesztéséhez, megerősítéséhez.</w:t>
      </w:r>
    </w:p>
    <w:p w14:paraId="0FBC672D" w14:textId="77777777" w:rsidR="00FB6DBC" w:rsidRPr="00CD320D" w:rsidRDefault="0036534B" w:rsidP="0036534B">
      <w:pPr>
        <w:tabs>
          <w:tab w:val="left" w:pos="1276"/>
        </w:tabs>
        <w:spacing w:after="0"/>
        <w:rPr>
          <w:rFonts w:cs="Times New Roman"/>
          <w:color w:val="000000" w:themeColor="text1"/>
          <w:kern w:val="1"/>
          <w:szCs w:val="24"/>
        </w:rPr>
      </w:pPr>
      <w:r w:rsidRPr="00CD320D">
        <w:rPr>
          <w:rFonts w:cs="Times New Roman"/>
          <w:color w:val="000000" w:themeColor="text1"/>
          <w:kern w:val="1"/>
          <w:szCs w:val="24"/>
        </w:rPr>
        <w:t>Mutassa be a szakmacsoport szakképesítéseiben dolgozók tevékenységét, az élelmiszeripari pályák sajátosságait, távlatait. Segítse a tanulók leendő szakmai szerepük kiválasztásában, megfogalmazásában, egyéni életpályájuk reális megtervezésében.</w:t>
      </w:r>
    </w:p>
    <w:p w14:paraId="49CEDBB3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1FCF3E44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6C94812E" w14:textId="77777777" w:rsidR="00FB6DBC" w:rsidRPr="00CD320D" w:rsidRDefault="0036534B" w:rsidP="00195ABD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bCs/>
          <w:iCs/>
          <w:color w:val="000000" w:themeColor="text1"/>
          <w:szCs w:val="24"/>
        </w:rPr>
        <w:t>Kémia, biológia, élelmiszeripari anyagismeretek</w:t>
      </w:r>
    </w:p>
    <w:p w14:paraId="182CB0AF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0582DD81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08784C9F" w14:textId="77777777" w:rsidR="00FB6DBC" w:rsidRPr="00CD320D" w:rsidRDefault="0036534B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 xml:space="preserve">Malomipar </w:t>
      </w:r>
    </w:p>
    <w:p w14:paraId="0A20306E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Gabonatárolás, gabonaszárítás</w:t>
      </w:r>
    </w:p>
    <w:p w14:paraId="0FEE9613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Gabona malmi tisztítása, előkészítése őrlésre, őrlés, szitálás</w:t>
      </w:r>
    </w:p>
    <w:p w14:paraId="4F000D86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5013B77A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F72AF72" w14:textId="77777777" w:rsidR="00FB6DBC" w:rsidRPr="00CD320D" w:rsidRDefault="00195ABD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Sütőipar és cukrászati termék előállítás</w:t>
      </w:r>
      <w:r w:rsidR="0036534B" w:rsidRPr="00CD320D">
        <w:rPr>
          <w:rFonts w:cs="Times New Roman"/>
          <w:b/>
          <w:i/>
          <w:color w:val="000000" w:themeColor="text1"/>
        </w:rPr>
        <w:t xml:space="preserve"> </w:t>
      </w:r>
    </w:p>
    <w:p w14:paraId="0DC16004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Sütőipar:</w:t>
      </w:r>
    </w:p>
    <w:p w14:paraId="4E8D2463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Sütőipari nyersanyagok előkészítése</w:t>
      </w:r>
    </w:p>
    <w:p w14:paraId="17B9C6E1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Kenyérfélék előállítása</w:t>
      </w:r>
    </w:p>
    <w:p w14:paraId="4D0F6234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Péksütemények, finompékáruk előállítása</w:t>
      </w:r>
    </w:p>
    <w:p w14:paraId="62375522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Sütőipari töltelékek</w:t>
      </w:r>
    </w:p>
    <w:p w14:paraId="7FC9D6EF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Sütőipari termékek fagyasztása, kelesztés késleltetés</w:t>
      </w:r>
    </w:p>
    <w:p w14:paraId="7D478A01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Zsemlemorzsa előállítása</w:t>
      </w:r>
    </w:p>
    <w:p w14:paraId="3C8639E1" w14:textId="44688B43" w:rsidR="0036534B" w:rsidRPr="00091F4B" w:rsidRDefault="009415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Célzott táplálkozási igé </w:t>
      </w:r>
      <w:r w:rsidR="0036534B" w:rsidRPr="00091F4B">
        <w:rPr>
          <w:rFonts w:cs="Times New Roman"/>
          <w:color w:val="000000" w:themeColor="text1"/>
        </w:rPr>
        <w:t>nyű termékek</w:t>
      </w:r>
    </w:p>
    <w:p w14:paraId="04674DC6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Termékminősítés</w:t>
      </w:r>
    </w:p>
    <w:p w14:paraId="0A1F6107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70D9F094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Cukrászipar:</w:t>
      </w:r>
    </w:p>
    <w:p w14:paraId="73EF4FF4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Cukrásztechnológiai alapműveletek</w:t>
      </w:r>
    </w:p>
    <w:p w14:paraId="3EDB3CF3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Cukrászati félkész termékek</w:t>
      </w:r>
    </w:p>
    <w:p w14:paraId="7BBE131C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Cukrászati késztermékek</w:t>
      </w:r>
    </w:p>
    <w:p w14:paraId="45F01B66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Cukrászati töltelékek, krémek</w:t>
      </w:r>
    </w:p>
    <w:p w14:paraId="2757E635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Cukorkészítmények</w:t>
      </w:r>
    </w:p>
    <w:p w14:paraId="72274409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Fagylaltok, parfék, pohárkrémek</w:t>
      </w:r>
    </w:p>
    <w:p w14:paraId="676A03BB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691DFD84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E938FF6" w14:textId="77777777" w:rsidR="00FB6DBC" w:rsidRPr="00CD320D" w:rsidRDefault="0036534B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Cukorgyártás, édesipar</w:t>
      </w:r>
    </w:p>
    <w:p w14:paraId="3E06B67F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Cukorgyártás:</w:t>
      </w:r>
    </w:p>
    <w:p w14:paraId="2293EFB8" w14:textId="77777777" w:rsidR="0036534B" w:rsidRPr="00091F4B" w:rsidRDefault="00A07D8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Lé nyerés</w:t>
      </w:r>
    </w:p>
    <w:p w14:paraId="2060278F" w14:textId="77777777" w:rsidR="0036534B" w:rsidRPr="00091F4B" w:rsidRDefault="00A07D8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Lé tisztítás</w:t>
      </w:r>
    </w:p>
    <w:p w14:paraId="23DA57E4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Besűrítés</w:t>
      </w:r>
    </w:p>
    <w:p w14:paraId="0A6A8F7C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Kristályosítás</w:t>
      </w:r>
    </w:p>
    <w:p w14:paraId="350F50BA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Mészégetés</w:t>
      </w:r>
    </w:p>
    <w:p w14:paraId="2798D0C1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2C8D4625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Édesipar:</w:t>
      </w:r>
    </w:p>
    <w:p w14:paraId="42C8BE9A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Pörkölés</w:t>
      </w:r>
    </w:p>
    <w:p w14:paraId="2A44E686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Masszafinomítás</w:t>
      </w:r>
    </w:p>
    <w:p w14:paraId="304C6E95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Ízesítés</w:t>
      </w:r>
    </w:p>
    <w:p w14:paraId="7F3B240A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Temperálás</w:t>
      </w:r>
    </w:p>
    <w:p w14:paraId="1AE292A4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Formázás</w:t>
      </w:r>
    </w:p>
    <w:p w14:paraId="01204C90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Bevonatkészítés</w:t>
      </w:r>
    </w:p>
    <w:p w14:paraId="4F25DF84" w14:textId="77777777" w:rsidR="00FB6DBC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7AFCB56D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BC9002C" w14:textId="77777777" w:rsidR="00FB6DBC" w:rsidRPr="00CD320D" w:rsidRDefault="00FB6DBC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</w:t>
      </w:r>
      <w:r w:rsidR="0036534B" w:rsidRPr="00CD320D">
        <w:rPr>
          <w:rFonts w:cs="Times New Roman"/>
          <w:b/>
          <w:i/>
          <w:color w:val="000000" w:themeColor="text1"/>
        </w:rPr>
        <w:t>artósítóipar</w:t>
      </w:r>
    </w:p>
    <w:p w14:paraId="79186F46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Zöldség- és főzelékkészítmények: hőkezeléssel tartósított, hőelvonással tartósított, zöldségpürék, - krémek, - levek, savanyúságok, saláták, ételízesítők</w:t>
      </w:r>
    </w:p>
    <w:p w14:paraId="3971C1B9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Gyümölcskészítmények: befőttek, gyorsfagyasztott gyümölcskészítmények, gyümölcsitalok, - levek, - szörpök, lekvárféleségek, szárított gyümölcsök, </w:t>
      </w:r>
      <w:r w:rsidR="00A07D84" w:rsidRPr="00091F4B">
        <w:rPr>
          <w:rFonts w:cs="Times New Roman"/>
          <w:color w:val="000000" w:themeColor="text1"/>
        </w:rPr>
        <w:t>félkész termékek</w:t>
      </w:r>
      <w:r w:rsidRPr="00091F4B">
        <w:rPr>
          <w:rFonts w:cs="Times New Roman"/>
          <w:color w:val="000000" w:themeColor="text1"/>
        </w:rPr>
        <w:t>, különleges gyümölcskészítmények</w:t>
      </w:r>
    </w:p>
    <w:p w14:paraId="5C21A242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Állati eredetű termékek: alapanyagok, anyagok előkészítése, húskonzervek, húskrémek, pástétomok, ételkészítmények, halfeldolgozás, reformételek, </w:t>
      </w:r>
      <w:r w:rsidR="00A07D84" w:rsidRPr="00091F4B">
        <w:rPr>
          <w:rFonts w:cs="Times New Roman"/>
          <w:color w:val="000000" w:themeColor="text1"/>
        </w:rPr>
        <w:t>bébi konzervek</w:t>
      </w:r>
      <w:r w:rsidRPr="00091F4B">
        <w:rPr>
          <w:rFonts w:cs="Times New Roman"/>
          <w:color w:val="000000" w:themeColor="text1"/>
        </w:rPr>
        <w:t>, félkész- és konyhakész ételek</w:t>
      </w:r>
    </w:p>
    <w:p w14:paraId="115AA5D5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5D98866A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Száraztésztagyártás:</w:t>
      </w:r>
    </w:p>
    <w:p w14:paraId="3F696687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Alapanyagok</w:t>
      </w:r>
    </w:p>
    <w:p w14:paraId="498F1099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Tésztakészítés</w:t>
      </w:r>
    </w:p>
    <w:p w14:paraId="107CA955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Tészta formázása, szárítása </w:t>
      </w:r>
    </w:p>
    <w:p w14:paraId="1978DD00" w14:textId="77777777" w:rsidR="00FB6DBC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4CC3088A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12B712B" w14:textId="77777777" w:rsidR="00FB6DBC" w:rsidRPr="00CD320D" w:rsidRDefault="0036534B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Bor- és pezsgőgyártás</w:t>
      </w:r>
    </w:p>
    <w:p w14:paraId="2AA17310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Szőlőfajták</w:t>
      </w:r>
    </w:p>
    <w:p w14:paraId="0EC7EAC8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Szőlőtermesztés</w:t>
      </w:r>
    </w:p>
    <w:p w14:paraId="2686B673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Szőlőfeldolgozás, mustkezelés</w:t>
      </w:r>
    </w:p>
    <w:p w14:paraId="191231AC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Fajélesztők, erjesztés</w:t>
      </w:r>
    </w:p>
    <w:p w14:paraId="6A08496E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Tisztító, stabilizáló eljárások</w:t>
      </w:r>
    </w:p>
    <w:p w14:paraId="5AF5F8C5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Borok javítása, házasítás</w:t>
      </w:r>
    </w:p>
    <w:p w14:paraId="2955886A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Fehér, rozé, siller-és vörösbor készítési eljárások</w:t>
      </w:r>
    </w:p>
    <w:p w14:paraId="515F2518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Palackozás</w:t>
      </w:r>
    </w:p>
    <w:p w14:paraId="4A1EFAB6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Borbetegségek, borhibák</w:t>
      </w:r>
    </w:p>
    <w:p w14:paraId="2184EEA9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Tokaji borkülönlegességek készítését</w:t>
      </w:r>
    </w:p>
    <w:p w14:paraId="03C49B5F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Pezsgő alapbor kezelése</w:t>
      </w:r>
    </w:p>
    <w:p w14:paraId="2889340D" w14:textId="77777777" w:rsidR="00FB6DBC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Pezsgő szűrése, degorzsálás</w:t>
      </w:r>
    </w:p>
    <w:p w14:paraId="329E9477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Pezsgő palackozás</w:t>
      </w:r>
    </w:p>
    <w:p w14:paraId="08B2667C" w14:textId="77777777" w:rsidR="0036534B" w:rsidRPr="00091F4B" w:rsidRDefault="0036534B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3F1260F0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F1DB260" w14:textId="77777777" w:rsidR="00FB6DBC" w:rsidRPr="00CD320D" w:rsidRDefault="00526B4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Erjedésipar</w:t>
      </w:r>
    </w:p>
    <w:p w14:paraId="7150E8E2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Maláta és sörgyártás:</w:t>
      </w:r>
    </w:p>
    <w:p w14:paraId="48032867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Árpa áztatása</w:t>
      </w:r>
    </w:p>
    <w:p w14:paraId="3C31CC76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Csírátlanítás</w:t>
      </w:r>
    </w:p>
    <w:p w14:paraId="5D7DAAEC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Aszalás</w:t>
      </w:r>
    </w:p>
    <w:p w14:paraId="39131AB1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Maláta csírátlanítása, tárolás</w:t>
      </w:r>
    </w:p>
    <w:p w14:paraId="2CF3D4EA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Sörfőzővíz előállítás</w:t>
      </w:r>
    </w:p>
    <w:p w14:paraId="213BDBF8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Főzőházi műveletek</w:t>
      </w:r>
    </w:p>
    <w:p w14:paraId="10726D1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Sörlé kezelés</w:t>
      </w:r>
    </w:p>
    <w:p w14:paraId="10D00DCF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Színtenyészet előállítás</w:t>
      </w:r>
    </w:p>
    <w:p w14:paraId="18AE7AB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Sörlé erjesztés</w:t>
      </w:r>
    </w:p>
    <w:p w14:paraId="78A79BD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Sörszűrés</w:t>
      </w:r>
    </w:p>
    <w:p w14:paraId="5113937A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Kiszerelés, tárolás</w:t>
      </w:r>
    </w:p>
    <w:p w14:paraId="770D84A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5CA74353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7CEB1C7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Gyümölcspálinka, likőripar, víztelenszesz gyártás:</w:t>
      </w:r>
    </w:p>
    <w:p w14:paraId="6F86E4F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Alapanyagok</w:t>
      </w:r>
    </w:p>
    <w:p w14:paraId="250B21D0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Gyümölcsök előkészítése</w:t>
      </w:r>
    </w:p>
    <w:p w14:paraId="371CFE0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Cefrézés, gyümölcscefre erjesztése</w:t>
      </w:r>
    </w:p>
    <w:p w14:paraId="6E4B4297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Cefre lepárlás, finomítás</w:t>
      </w:r>
    </w:p>
    <w:p w14:paraId="58467D16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Pálinka hidegkezelése, szűrés, érlelés</w:t>
      </w:r>
    </w:p>
    <w:p w14:paraId="233993E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Szeszfokbeállítás, kiszerelés</w:t>
      </w:r>
    </w:p>
    <w:p w14:paraId="72ECCA41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Pálinkahibák, vizsgálatok</w:t>
      </w:r>
    </w:p>
    <w:p w14:paraId="011813A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Növényi drogok, fűszerek</w:t>
      </w:r>
    </w:p>
    <w:p w14:paraId="13B7BBA0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Féltermék előállítás: vízlágyítás, cukorszirup készítés, kivonat készítés, lepárlás</w:t>
      </w:r>
    </w:p>
    <w:p w14:paraId="0AA5B28F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Késztermék összeállítás</w:t>
      </w:r>
    </w:p>
    <w:p w14:paraId="11BFD73B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Likőripari termékek</w:t>
      </w:r>
    </w:p>
    <w:p w14:paraId="07B0A1E8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Víztelenszesz gyártás</w:t>
      </w:r>
    </w:p>
    <w:p w14:paraId="1E3FE43D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Jövedéki előírások</w:t>
      </w:r>
    </w:p>
    <w:p w14:paraId="1423B4AB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Melléktermékek</w:t>
      </w:r>
    </w:p>
    <w:p w14:paraId="38D6BE4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214F7EA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01BBAE2F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Üdítőital-, szikvízgyártás:</w:t>
      </w:r>
    </w:p>
    <w:p w14:paraId="1815F3C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Vízkezelés</w:t>
      </w:r>
    </w:p>
    <w:p w14:paraId="1D36D831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Cukoroldás</w:t>
      </w:r>
    </w:p>
    <w:p w14:paraId="5C109CAD" w14:textId="77777777" w:rsidR="00526B49" w:rsidRPr="00091F4B" w:rsidRDefault="00A07D84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Csendes ital</w:t>
      </w:r>
      <w:r w:rsidR="00526B49" w:rsidRPr="00091F4B">
        <w:rPr>
          <w:rFonts w:cs="Times New Roman"/>
          <w:color w:val="000000" w:themeColor="text1"/>
        </w:rPr>
        <w:t xml:space="preserve"> gyártás</w:t>
      </w:r>
    </w:p>
    <w:p w14:paraId="045780A1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Szaturálás</w:t>
      </w:r>
    </w:p>
    <w:p w14:paraId="2BEE438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Szikvízgyártás</w:t>
      </w:r>
    </w:p>
    <w:p w14:paraId="6EA278B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Palackozás</w:t>
      </w:r>
    </w:p>
    <w:p w14:paraId="69FE3EC0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59BA3B2B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87CBE48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Élesztő és ecetgyártás:</w:t>
      </w:r>
    </w:p>
    <w:p w14:paraId="449CABF2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Élesztő színtenyészet</w:t>
      </w:r>
    </w:p>
    <w:p w14:paraId="497D29F2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Üzemi szaporítás</w:t>
      </w:r>
    </w:p>
    <w:p w14:paraId="61BF0A3F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Élesztőcefre feldolgozás</w:t>
      </w:r>
    </w:p>
    <w:p w14:paraId="78F8EAD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Élesztő csomagolás, tárolás</w:t>
      </w:r>
    </w:p>
    <w:p w14:paraId="0056907B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Ecetgyártás alapanyagai</w:t>
      </w:r>
    </w:p>
    <w:p w14:paraId="13F165B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Denaturálás</w:t>
      </w:r>
    </w:p>
    <w:p w14:paraId="2ED8360A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Ecetcefre készítés</w:t>
      </w:r>
    </w:p>
    <w:p w14:paraId="379DD895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Fermentáció, derítés, szűrés</w:t>
      </w:r>
    </w:p>
    <w:p w14:paraId="3D8AABF6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Palackozás, tárolás</w:t>
      </w:r>
    </w:p>
    <w:p w14:paraId="0BF3E26C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26420BD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ECD49AA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Keményítő és keményítő hidrolizátum gyártás:</w:t>
      </w:r>
    </w:p>
    <w:p w14:paraId="348FE3B0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Alapanyagok előkészítése</w:t>
      </w:r>
    </w:p>
    <w:p w14:paraId="0F1EA41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Keményítő kimosás</w:t>
      </w:r>
    </w:p>
    <w:p w14:paraId="258AC9D3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Keményítőtej tisztítás, víztelenítés</w:t>
      </w:r>
    </w:p>
    <w:p w14:paraId="586D5C9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Nedves keményítő szárítás, csomagolás, tárolás</w:t>
      </w:r>
    </w:p>
    <w:p w14:paraId="76863537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Nedves sikér feldolgozás</w:t>
      </w:r>
    </w:p>
    <w:p w14:paraId="15B484CE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Savas hidrolízis</w:t>
      </w:r>
    </w:p>
    <w:p w14:paraId="49579632" w14:textId="77777777" w:rsidR="00FB6DBC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Enzimes hidrolízis</w:t>
      </w:r>
    </w:p>
    <w:p w14:paraId="4029E151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1B5C282" w14:textId="77777777" w:rsidR="00FB6DBC" w:rsidRPr="00CD320D" w:rsidRDefault="007370AD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Dohányipar, növényolajipar,</w:t>
      </w:r>
      <w:r w:rsidR="00526B49" w:rsidRPr="00CD320D">
        <w:rPr>
          <w:rFonts w:cs="Times New Roman"/>
          <w:b/>
          <w:i/>
          <w:color w:val="000000" w:themeColor="text1"/>
        </w:rPr>
        <w:t xml:space="preserve"> margaringyártás</w:t>
      </w:r>
    </w:p>
    <w:p w14:paraId="54F3C626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Dohányipar:</w:t>
      </w:r>
    </w:p>
    <w:p w14:paraId="2705803D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Dohánynövény általános jellemzői</w:t>
      </w:r>
    </w:p>
    <w:p w14:paraId="1915753C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Dohánytermesztés</w:t>
      </w:r>
    </w:p>
    <w:p w14:paraId="673F46CD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Dohányfermentálás</w:t>
      </w:r>
    </w:p>
    <w:p w14:paraId="018C15AC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Dohányfogyasztás egészségügyi kockázata, fogyasztói, társadalmi hatása</w:t>
      </w:r>
    </w:p>
    <w:p w14:paraId="762809E0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790FBE86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Növényolajipar, margaringyártás:</w:t>
      </w:r>
    </w:p>
    <w:p w14:paraId="6C0D127D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Olajos magvak jellemzői</w:t>
      </w:r>
    </w:p>
    <w:p w14:paraId="4C8B3055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Sajtolást előkészítő technológiai lépések: tisztítás, hűtés, tárolás, hajalás, aprítás, pörkölés</w:t>
      </w:r>
    </w:p>
    <w:p w14:paraId="12CA0E83" w14:textId="77777777" w:rsidR="00526B4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Sajtolás, extra</w:t>
      </w:r>
      <w:r w:rsidR="00526B49" w:rsidRPr="00091F4B">
        <w:rPr>
          <w:rFonts w:cs="Times New Roman"/>
          <w:color w:val="000000" w:themeColor="text1"/>
        </w:rPr>
        <w:t>kció</w:t>
      </w:r>
    </w:p>
    <w:p w14:paraId="6C9B8510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Oldószerek, miszcella</w:t>
      </w:r>
    </w:p>
    <w:p w14:paraId="254CAFF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Ülepítés, szűrés, közömbösítés, emulgeálás, szuszpendálás, desztillálás, adszorpció és polírozás műveletei</w:t>
      </w:r>
    </w:p>
    <w:p w14:paraId="0A07B25C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Margaringyártás alapanyagai, táplálkozástani szerepe</w:t>
      </w:r>
    </w:p>
    <w:p w14:paraId="64523129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Margarinemulzió előállítás</w:t>
      </w:r>
    </w:p>
    <w:p w14:paraId="4034E582" w14:textId="77777777" w:rsidR="00526B49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Zsiradékbontás</w:t>
      </w:r>
    </w:p>
    <w:p w14:paraId="4855907B" w14:textId="77777777" w:rsidR="00FB6DBC" w:rsidRPr="00091F4B" w:rsidRDefault="00526B4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159499E0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00DFDC07" w14:textId="77777777" w:rsidR="00FB6DBC" w:rsidRPr="00CD320D" w:rsidRDefault="007370AD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Hús</w:t>
      </w:r>
      <w:r w:rsidR="00195ABD" w:rsidRPr="00CD320D">
        <w:rPr>
          <w:rFonts w:cs="Times New Roman"/>
          <w:b/>
          <w:i/>
          <w:color w:val="000000" w:themeColor="text1"/>
        </w:rPr>
        <w:t>-,</w:t>
      </w:r>
      <w:r w:rsidRPr="00CD320D">
        <w:rPr>
          <w:rFonts w:cs="Times New Roman"/>
          <w:b/>
          <w:i/>
          <w:color w:val="000000" w:themeColor="text1"/>
        </w:rPr>
        <w:t xml:space="preserve"> és baromfi</w:t>
      </w:r>
      <w:r w:rsidR="001229A9" w:rsidRPr="00CD320D">
        <w:rPr>
          <w:rFonts w:cs="Times New Roman"/>
          <w:b/>
          <w:i/>
          <w:color w:val="000000" w:themeColor="text1"/>
        </w:rPr>
        <w:t>ipar</w:t>
      </w:r>
    </w:p>
    <w:p w14:paraId="2708AE1E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Állatfajták főbb jellemzői</w:t>
      </w:r>
    </w:p>
    <w:p w14:paraId="130C89DF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Vágóhídi munkák: élőállat átvétel, előkészítés vágásra, kábítás, szúrás, véreztetés, testtisztítás, bontás, zsigerelés, hasítás, előhűtés</w:t>
      </w:r>
    </w:p>
    <w:p w14:paraId="6311EE3D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Darabolás, csontozás: húsrészek, osztályozás, csomagolás</w:t>
      </w:r>
    </w:p>
    <w:p w14:paraId="41ED8186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Másodlagos feldolgozás: húskészítmények gyártása, hűtés, fagyasztás, sózás, pácolás, hőkezelési eljárások, füstölés</w:t>
      </w:r>
    </w:p>
    <w:p w14:paraId="4F8ECE4A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Étkezési szalonna, sertészsír, tepertő előállítás</w:t>
      </w:r>
    </w:p>
    <w:p w14:paraId="348CDA34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1A9BD742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79DB4B3" w14:textId="77777777" w:rsidR="001229A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Alapanyagok elsődleges kezelése</w:t>
      </w:r>
    </w:p>
    <w:p w14:paraId="282A19EF" w14:textId="77777777" w:rsidR="001229A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Friss fogyasztói tejtermékek</w:t>
      </w:r>
    </w:p>
    <w:p w14:paraId="7231B6AB" w14:textId="77777777" w:rsidR="001229A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Natúr termékek</w:t>
      </w:r>
    </w:p>
    <w:p w14:paraId="7839BDF2" w14:textId="77777777" w:rsidR="001229A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Ízesített termékek</w:t>
      </w:r>
    </w:p>
    <w:p w14:paraId="5A38E89F" w14:textId="77777777" w:rsidR="001229A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Vaj, túró, sajt</w:t>
      </w:r>
    </w:p>
    <w:p w14:paraId="5440F167" w14:textId="77777777" w:rsidR="001229A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Savanyított termékek</w:t>
      </w:r>
    </w:p>
    <w:p w14:paraId="5A79EDDC" w14:textId="77777777" w:rsidR="001229A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Tartós és tartósított termékek</w:t>
      </w:r>
    </w:p>
    <w:p w14:paraId="12A6EAEA" w14:textId="77777777" w:rsidR="001229A9" w:rsidRPr="00091F4B" w:rsidRDefault="001229A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Technológiához kapcsolódó munka-, tűz- és környezetvédelem</w:t>
      </w:r>
    </w:p>
    <w:p w14:paraId="288ECC41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093EAAC4" w14:textId="77777777" w:rsidR="00FB6DBC" w:rsidRPr="00CD320D" w:rsidRDefault="007370AD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Tejipar</w:t>
      </w:r>
    </w:p>
    <w:p w14:paraId="4429C9D0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Alapanyagok elsődleges kezelése</w:t>
      </w:r>
    </w:p>
    <w:p w14:paraId="12301BA3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Friss fogyasztói tejtermékek</w:t>
      </w:r>
    </w:p>
    <w:p w14:paraId="5AA10558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Natúr termékek</w:t>
      </w:r>
    </w:p>
    <w:p w14:paraId="6E56E598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Ízesített termékek</w:t>
      </w:r>
    </w:p>
    <w:p w14:paraId="16B2F640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Vaj, túró, sajt</w:t>
      </w:r>
    </w:p>
    <w:p w14:paraId="6A9DBCCE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Savanyított termékek</w:t>
      </w:r>
    </w:p>
    <w:p w14:paraId="40611695" w14:textId="77777777" w:rsidR="007370AD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Tartós és tartósított termékek</w:t>
      </w:r>
    </w:p>
    <w:p w14:paraId="67AC339C" w14:textId="77777777" w:rsidR="00FB6DBC" w:rsidRPr="00091F4B" w:rsidRDefault="007370A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Technológiához kapcsolódó munka-, tűz- és környezetvédelem</w:t>
      </w:r>
    </w:p>
    <w:p w14:paraId="5444CD93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E8F5B70" w14:textId="77777777" w:rsidR="00FB6DBC" w:rsidRPr="00CD320D" w:rsidRDefault="00E31446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Élelmiszerek csomagolása</w:t>
      </w:r>
    </w:p>
    <w:p w14:paraId="0CB3CC21" w14:textId="77777777" w:rsidR="00E31446" w:rsidRPr="00091F4B" w:rsidRDefault="00E3144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Csomagolás szerepe, funkciói</w:t>
      </w:r>
    </w:p>
    <w:p w14:paraId="68AACBF4" w14:textId="77777777" w:rsidR="00E31446" w:rsidRPr="00091F4B" w:rsidRDefault="00E3144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Egyszerű, impregnált, társított csomagolóanyagok</w:t>
      </w:r>
    </w:p>
    <w:p w14:paraId="7B5F31CB" w14:textId="77777777" w:rsidR="00E31446" w:rsidRPr="00091F4B" w:rsidRDefault="00E3144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Burkolóanyagok</w:t>
      </w:r>
    </w:p>
    <w:p w14:paraId="0E063701" w14:textId="77777777" w:rsidR="00E31446" w:rsidRPr="00091F4B" w:rsidRDefault="00E3144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Csomagolóanyagok védőképessége, tárolása</w:t>
      </w:r>
    </w:p>
    <w:p w14:paraId="1F78D764" w14:textId="77777777" w:rsidR="00E31446" w:rsidRPr="00091F4B" w:rsidRDefault="00E3144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Élelmiszerek jelölése</w:t>
      </w:r>
    </w:p>
    <w:p w14:paraId="79EBC961" w14:textId="77777777" w:rsidR="00FB6DBC" w:rsidRPr="00091F4B" w:rsidRDefault="00E3144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Kapcsolódó munka-, tűz- és környezetvédelem</w:t>
      </w:r>
    </w:p>
    <w:p w14:paraId="659974F7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B2902C5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7F5C0DA3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098430C3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2F4F56C6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11C0AAAC" w14:textId="3C71BE5A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27603990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318D222E" w14:textId="77777777" w:rsidR="00FB6DBC" w:rsidRPr="00CD320D" w:rsidRDefault="00D258E6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Élelmiszerkémia</w:t>
      </w:r>
      <w:r w:rsidR="00FB6DBC" w:rsidRPr="00CD320D">
        <w:rPr>
          <w:rFonts w:cs="Times New Roman"/>
          <w:b/>
          <w:color w:val="000000" w:themeColor="text1"/>
        </w:rPr>
        <w:t xml:space="preserve"> tantárgy</w:t>
      </w:r>
      <w:r w:rsidR="00FB6DBC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72</w:t>
      </w:r>
      <w:r w:rsidR="00FB6DBC" w:rsidRPr="00CD320D">
        <w:rPr>
          <w:rFonts w:cs="Times New Roman"/>
          <w:b/>
          <w:color w:val="000000" w:themeColor="text1"/>
        </w:rPr>
        <w:t xml:space="preserve"> óra/</w:t>
      </w:r>
      <w:r w:rsidRPr="00CD320D">
        <w:rPr>
          <w:rFonts w:cs="Times New Roman"/>
          <w:b/>
          <w:color w:val="000000" w:themeColor="text1"/>
        </w:rPr>
        <w:t>72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FB6DBC" w:rsidRPr="00CD320D">
        <w:rPr>
          <w:rFonts w:cs="Times New Roman"/>
          <w:b/>
          <w:color w:val="000000" w:themeColor="text1"/>
        </w:rPr>
        <w:t>óra*</w:t>
      </w:r>
    </w:p>
    <w:p w14:paraId="0E650286" w14:textId="77777777" w:rsidR="00FB6DBC" w:rsidRPr="00CD320D" w:rsidRDefault="00FB6DBC" w:rsidP="00FB6DBC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541E90EA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33AA50BA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27E7C2BE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0126BE55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4660650C" w14:textId="77777777" w:rsidR="00FB6DBC" w:rsidRPr="00CD320D" w:rsidRDefault="00D258E6" w:rsidP="00D258E6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  <w:szCs w:val="24"/>
        </w:rPr>
        <w:t>A tantárgy tanításának célja, hogy az eddig tanult kémiai ismereteikre támaszkodva részben kiegészítve azokat megismertesse az élelmiszerek finomabb kémiai összetételét, a biokémiai, kémiai, fizikai-kémiai elváltozásokat, melyek a nyersanyag leszedésétől, az állatok levágásától kezdve a tárolás, előkészítés és feldolgozás során lejátszódnak.</w:t>
      </w:r>
    </w:p>
    <w:p w14:paraId="7B11509A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624E280B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6B6310D3" w14:textId="77777777" w:rsidR="00FB6DBC" w:rsidRPr="00CD320D" w:rsidRDefault="00D258E6" w:rsidP="00D258E6">
      <w:pPr>
        <w:rPr>
          <w:rFonts w:cs="Times New Roman"/>
          <w:color w:val="000000" w:themeColor="text1"/>
        </w:rPr>
      </w:pPr>
      <w:r w:rsidRPr="00CD320D">
        <w:rPr>
          <w:rFonts w:cs="Times New Roman"/>
          <w:bCs/>
          <w:iCs/>
          <w:color w:val="000000" w:themeColor="text1"/>
          <w:szCs w:val="24"/>
        </w:rPr>
        <w:t>Kémia, fizika, biológia, mikrobiológia, anyagismeret, élelmiszeripari technológia.</w:t>
      </w:r>
    </w:p>
    <w:p w14:paraId="52895EE5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7B0A54EC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5668EADA" w14:textId="77777777" w:rsidR="00FB6DBC" w:rsidRPr="00CD320D" w:rsidRDefault="00D258E6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Víz</w:t>
      </w:r>
    </w:p>
    <w:p w14:paraId="1206969F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víz szerepe az emberi szervezetben</w:t>
      </w:r>
    </w:p>
    <w:p w14:paraId="21CD1B0B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víz fizikai kémiai tulajdonságai</w:t>
      </w:r>
    </w:p>
    <w:p w14:paraId="54934132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természetes vizek összetétele</w:t>
      </w:r>
    </w:p>
    <w:p w14:paraId="303910F4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Az élelmiszerek víztartalma</w:t>
      </w:r>
    </w:p>
    <w:p w14:paraId="184C28CD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CC5F0E0" w14:textId="77777777" w:rsidR="00FB6DBC" w:rsidRPr="00CD320D" w:rsidRDefault="00D258E6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Szénhidrátok</w:t>
      </w:r>
    </w:p>
    <w:p w14:paraId="10B6A841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Szénhidrátok fogalma, csoportosításuk, fizikai, kémiai tulajdonságaik.</w:t>
      </w:r>
    </w:p>
    <w:p w14:paraId="4A618826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Monoszacharidok: laktolgyűrűs szerkezet, glikozidos hidroxilcsoport, glükóz, fruktóz, galaktóz, ribóz, dezoxi-ribózok.</w:t>
      </w:r>
    </w:p>
    <w:p w14:paraId="1AB0FF09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Diszacharidok: laktóz, maltóz, szacharóz, cellobióz.</w:t>
      </w:r>
    </w:p>
    <w:p w14:paraId="1334BEF5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Oligoszacharidok.</w:t>
      </w:r>
    </w:p>
    <w:p w14:paraId="698E89CE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Poliszacharidok: keményítő, cellulóz és észterei, glikogén.</w:t>
      </w:r>
    </w:p>
    <w:p w14:paraId="1C4984A5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Karamellizáció, invertálás.</w:t>
      </w:r>
    </w:p>
    <w:p w14:paraId="4B727B7E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Keményítő oldhatósága; biológiai, élelmiszer-ipari jelentősége.</w:t>
      </w:r>
    </w:p>
    <w:p w14:paraId="01F86A8B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Szénhidrátfogyasztás táplálkozás-élettani szerepe, a túlzott fogyasztás hatásai.</w:t>
      </w:r>
    </w:p>
    <w:p w14:paraId="321BFAD6" w14:textId="77777777" w:rsidR="00FB6DBC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Szénhidrátok keletkezése. Fotoszintézis.</w:t>
      </w:r>
      <w:r w:rsidRPr="00091F4B">
        <w:rPr>
          <w:rFonts w:cs="Times New Roman"/>
          <w:color w:val="000000" w:themeColor="text1"/>
        </w:rPr>
        <w:br/>
        <w:t>Lebontási folyamatok fogalma, szerepe, csoportosítása.</w:t>
      </w:r>
      <w:r w:rsidRPr="00091F4B">
        <w:rPr>
          <w:rFonts w:cs="Times New Roman"/>
          <w:color w:val="000000" w:themeColor="text1"/>
        </w:rPr>
        <w:br/>
      </w:r>
      <w:r w:rsidRPr="00091F4B">
        <w:rPr>
          <w:rFonts w:cs="Times New Roman"/>
          <w:color w:val="000000" w:themeColor="text1"/>
        </w:rPr>
        <w:lastRenderedPageBreak/>
        <w:t>Energiatárolás, -felszabadítás lehetősége, megvalósítása, aerob és anaerob folyamatok összehasonlítása.</w:t>
      </w:r>
    </w:p>
    <w:p w14:paraId="7672C141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B6CBF78" w14:textId="77777777" w:rsidR="00FB6DBC" w:rsidRPr="00CD320D" w:rsidRDefault="00D258E6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Fehérjék</w:t>
      </w:r>
    </w:p>
    <w:p w14:paraId="05FA24F5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Csoportosítás, homológ sorok általános fizikai, kémiai jellemzése.</w:t>
      </w:r>
    </w:p>
    <w:p w14:paraId="68686D9E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 fehérjék felépítése. Az aminosavak, peptidek, amid- és peptidkötések</w:t>
      </w:r>
    </w:p>
    <w:p w14:paraId="09424375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Koaguláció, denaturáció. Az esszenciális aminosav fogalma. Egyszerű fehérjék, összetett fehérjék</w:t>
      </w:r>
    </w:p>
    <w:p w14:paraId="4E22990C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Glicerin, alanin, lizin, aszparaginsav, glutamin, a dipeptidek kialakulása, az aminosavak amfoter tulajdonságai, ikerionos szerkezete és az izoelektromos pont ismeretének jelentősége</w:t>
      </w:r>
    </w:p>
    <w:p w14:paraId="20564E62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Fehérjék az élelmiszeripari technológiákban, a növényi és az állati eredetű fehérjék</w:t>
      </w:r>
    </w:p>
    <w:p w14:paraId="2A09C418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Fehérjék táplálkozás-élettani jelentősége</w:t>
      </w:r>
    </w:p>
    <w:p w14:paraId="53B492ED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1756F81" w14:textId="77777777" w:rsidR="00FB6DBC" w:rsidRPr="00CD320D" w:rsidRDefault="00D258E6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Lipidek</w:t>
      </w:r>
    </w:p>
    <w:p w14:paraId="214386CD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Lipidek fogalma, jelentősége, csoportosításuk, kémiai, fizikai tulajdonságaik, a zsiradékok kémiai változásai</w:t>
      </w:r>
    </w:p>
    <w:p w14:paraId="36971F45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Lipoidok, mono- és digliceridek, foszfatidok, szterinek</w:t>
      </w:r>
    </w:p>
    <w:p w14:paraId="5E9767C4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Lipoidok és zsiradékok közötti különbség</w:t>
      </w:r>
    </w:p>
    <w:p w14:paraId="7174B1E7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Növényi olajok keményítésének élelmiszeripari jelentősége</w:t>
      </w:r>
    </w:p>
    <w:p w14:paraId="24D9D3BF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39CFE5B" w14:textId="77777777" w:rsidR="00FB6DBC" w:rsidRPr="00CD320D" w:rsidRDefault="00D258E6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Vitaminok</w:t>
      </w:r>
    </w:p>
    <w:p w14:paraId="48D6DD32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vitaminok általános jellemzése, élettani hatása, felosztása</w:t>
      </w:r>
    </w:p>
    <w:p w14:paraId="75F0B5D5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Zsírban oldódó vitaminok</w:t>
      </w:r>
    </w:p>
    <w:p w14:paraId="2E7C9115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Vízoldható vitaminok</w:t>
      </w:r>
    </w:p>
    <w:p w14:paraId="7BD6B143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Provitaminok</w:t>
      </w:r>
    </w:p>
    <w:p w14:paraId="765B40FC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5D9083F" w14:textId="77777777" w:rsidR="00FB6DBC" w:rsidRPr="00CD320D" w:rsidRDefault="00D258E6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Enzimek</w:t>
      </w:r>
    </w:p>
    <w:p w14:paraId="121E26BE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Biokatalizátorok fogalma, az enzimműködés mechanizmusa.</w:t>
      </w:r>
    </w:p>
    <w:p w14:paraId="29C0EFF0" w14:textId="77777777" w:rsidR="00D258E6" w:rsidRPr="00091F4B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Enzimek szerkezete, tulajdonságai, az élelmiszeriparban fontos enzimek</w:t>
      </w:r>
    </w:p>
    <w:p w14:paraId="69C18468" w14:textId="77777777" w:rsidR="00FB6DBC" w:rsidRPr="00091F4B" w:rsidRDefault="00D258E6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Enzimek működésének optimális feltételei, az enzimaktivitást meghatározó tényezők</w:t>
      </w:r>
    </w:p>
    <w:p w14:paraId="400168CA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11DF383" w14:textId="77777777" w:rsidR="00FB6DBC" w:rsidRPr="00CD320D" w:rsidRDefault="00B577A4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 technológiai adalékok</w:t>
      </w:r>
    </w:p>
    <w:p w14:paraId="4513B22B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Természetes eredetű színezékek</w:t>
      </w:r>
    </w:p>
    <w:p w14:paraId="1FA703B3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Mesterséges színezékek</w:t>
      </w:r>
    </w:p>
    <w:p w14:paraId="6545A8F7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Édes, sós, keserű, savanyú ízű adalékok</w:t>
      </w:r>
    </w:p>
    <w:p w14:paraId="3C6FFBC0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Szervetlen és szerves tartósítószerek</w:t>
      </w:r>
    </w:p>
    <w:p w14:paraId="2F19BD6F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Állományjavítók, </w:t>
      </w:r>
      <w:r w:rsidR="00A07D84" w:rsidRPr="00CD320D">
        <w:rPr>
          <w:rFonts w:cs="Times New Roman"/>
          <w:color w:val="000000" w:themeColor="text1"/>
        </w:rPr>
        <w:t>gél képzők</w:t>
      </w:r>
      <w:r w:rsidRPr="00CD320D">
        <w:rPr>
          <w:rFonts w:cs="Times New Roman"/>
          <w:color w:val="000000" w:themeColor="text1"/>
        </w:rPr>
        <w:t>, emulgeátorok</w:t>
      </w:r>
    </w:p>
    <w:p w14:paraId="09850626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Természetes és mesterséges antioxidánsok</w:t>
      </w:r>
    </w:p>
    <w:p w14:paraId="4F498378" w14:textId="77777777" w:rsidR="00D258E6" w:rsidRPr="00CD320D" w:rsidRDefault="00D258E6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Tápérték növelő adalékok</w:t>
      </w:r>
    </w:p>
    <w:p w14:paraId="52457E1D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F041179" w14:textId="77777777" w:rsidR="00FB6DBC" w:rsidRPr="00CD320D" w:rsidRDefault="002B1C15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Egyéb szerves vegyületek</w:t>
      </w:r>
    </w:p>
    <w:p w14:paraId="6A1F4138" w14:textId="77777777" w:rsidR="002B1C15" w:rsidRPr="00CD320D" w:rsidRDefault="002B1C15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Alkoholok,</w:t>
      </w:r>
    </w:p>
    <w:p w14:paraId="4C16019F" w14:textId="77777777" w:rsidR="002B1C15" w:rsidRPr="00CD320D" w:rsidRDefault="002B1C15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Fenolok</w:t>
      </w:r>
    </w:p>
    <w:p w14:paraId="03490968" w14:textId="77777777" w:rsidR="002B1C15" w:rsidRPr="00CD320D" w:rsidRDefault="002B1C15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Oxovegyületek,</w:t>
      </w:r>
    </w:p>
    <w:p w14:paraId="23FA89B0" w14:textId="77777777" w:rsidR="002B1C15" w:rsidRPr="00CD320D" w:rsidRDefault="002B1C15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Szerves savak és származékaik</w:t>
      </w:r>
    </w:p>
    <w:p w14:paraId="5D80F38A" w14:textId="77777777" w:rsidR="002B1C15" w:rsidRPr="00CD320D" w:rsidRDefault="002B1C15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Illóolajok, alkaloidok</w:t>
      </w:r>
    </w:p>
    <w:p w14:paraId="370BD45E" w14:textId="77777777" w:rsidR="00FB6DBC" w:rsidRPr="00CD320D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BDEEED1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127CAB82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53CC5D10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621B098D" w14:textId="77777777" w:rsidR="00FB6DBC" w:rsidRPr="00CD320D" w:rsidRDefault="00FB6DBC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424A3ECA" w14:textId="0CB1A974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355799AF" w14:textId="77777777" w:rsidR="00FB6DBC" w:rsidRPr="00CD320D" w:rsidRDefault="00FB6DBC" w:rsidP="00FB6DBC">
      <w:pPr>
        <w:spacing w:after="0"/>
        <w:ind w:left="426"/>
        <w:rPr>
          <w:rFonts w:cs="Times New Roman"/>
          <w:color w:val="000000" w:themeColor="text1"/>
        </w:rPr>
      </w:pPr>
    </w:p>
    <w:p w14:paraId="7CAFA14B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78CBA876" w14:textId="77777777" w:rsidR="00A23F09" w:rsidRPr="00CD320D" w:rsidRDefault="00A23F09" w:rsidP="00A23F09">
      <w:pPr>
        <w:rPr>
          <w:rFonts w:cs="Times New Roman"/>
          <w:color w:val="000000" w:themeColor="text1"/>
        </w:rPr>
      </w:pPr>
    </w:p>
    <w:p w14:paraId="380ABE90" w14:textId="77777777" w:rsidR="00A23F09" w:rsidRPr="00CD320D" w:rsidRDefault="00A23F09" w:rsidP="00A23F09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0F3D725B" w14:textId="77777777" w:rsidR="00A23F09" w:rsidRPr="00CD320D" w:rsidRDefault="00E33930" w:rsidP="00A23F09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10890</w:t>
      </w:r>
      <w:r w:rsidR="00A23F09" w:rsidRPr="00CD320D">
        <w:rPr>
          <w:rFonts w:cs="Times New Roman"/>
          <w:b/>
          <w:color w:val="000000" w:themeColor="text1"/>
          <w:sz w:val="36"/>
        </w:rPr>
        <w:t>-</w:t>
      </w:r>
      <w:r w:rsidRPr="00CD320D">
        <w:rPr>
          <w:rFonts w:cs="Times New Roman"/>
          <w:b/>
          <w:color w:val="000000" w:themeColor="text1"/>
          <w:sz w:val="36"/>
        </w:rPr>
        <w:t>16</w:t>
      </w:r>
      <w:r w:rsidR="00A23F09" w:rsidRPr="00CD320D">
        <w:rPr>
          <w:rFonts w:cs="Times New Roman"/>
          <w:b/>
          <w:color w:val="000000" w:themeColor="text1"/>
          <w:sz w:val="36"/>
        </w:rPr>
        <w:t xml:space="preserve"> azonosító számú</w:t>
      </w:r>
    </w:p>
    <w:p w14:paraId="41549D1F" w14:textId="4F047F3A" w:rsidR="00A23F09" w:rsidRPr="00CD320D" w:rsidRDefault="00E33930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Élelmiszeripari vállalkozások működtetése</w:t>
      </w:r>
    </w:p>
    <w:p w14:paraId="661C737E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6C87A2AE" w14:textId="77777777" w:rsidR="00A23F09" w:rsidRPr="00CD320D" w:rsidRDefault="00A23F09" w:rsidP="00A23F09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2A78DB5B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79840C7E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59E04731" w14:textId="1E36697B" w:rsidR="00E7621B" w:rsidRPr="00CD320D" w:rsidRDefault="006B25A4" w:rsidP="00E7621B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A 10890-16</w:t>
      </w:r>
      <w:r w:rsidR="00E7621B" w:rsidRPr="00CD320D">
        <w:rPr>
          <w:rFonts w:cs="Times New Roman"/>
          <w:color w:val="000000" w:themeColor="text1"/>
        </w:rPr>
        <w:t xml:space="preserve"> azonosító számú </w:t>
      </w:r>
      <w:r>
        <w:rPr>
          <w:rFonts w:cs="Times New Roman"/>
          <w:color w:val="000000" w:themeColor="text1"/>
        </w:rPr>
        <w:t>Élelmiszeripari vállalkozások</w:t>
      </w:r>
      <w:r w:rsidR="00195F0F">
        <w:rPr>
          <w:rFonts w:cs="Times New Roman"/>
          <w:color w:val="000000" w:themeColor="text1"/>
        </w:rPr>
        <w:t xml:space="preserve"> működtetése</w:t>
      </w:r>
      <w:r w:rsidR="00E7621B">
        <w:rPr>
          <w:rFonts w:cs="Times New Roman"/>
          <w:color w:val="000000" w:themeColor="text1"/>
        </w:rPr>
        <w:t xml:space="preserve"> </w:t>
      </w:r>
      <w:r w:rsidR="00E7621B" w:rsidRPr="00CD320D">
        <w:rPr>
          <w:rFonts w:cs="Times New Roman"/>
          <w:color w:val="000000" w:themeColor="text1"/>
        </w:rPr>
        <w:t xml:space="preserve">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52"/>
        <w:gridCol w:w="758"/>
      </w:tblGrid>
      <w:tr w:rsidR="00091F4B" w:rsidRPr="00930332" w14:paraId="073F1E35" w14:textId="77777777" w:rsidTr="00195F0F">
        <w:trPr>
          <w:cantSplit/>
          <w:trHeight w:val="1697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1801BD" w14:textId="77777777" w:rsidR="00091F4B" w:rsidRPr="0093033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0076876" w14:textId="77777777" w:rsidR="00091F4B" w:rsidRPr="00930332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930332">
              <w:rPr>
                <w:rFonts w:cs="Times New Roman"/>
                <w:color w:val="000000" w:themeColor="text1"/>
              </w:rPr>
              <w:t>Élelmiszeripari vállalkozások</w:t>
            </w:r>
          </w:p>
        </w:tc>
      </w:tr>
      <w:tr w:rsidR="00091F4B" w:rsidRPr="00AD55B2" w14:paraId="43BB0E79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76989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8C1AE" w14:textId="77777777" w:rsidR="00091F4B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6FFC11D1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26FEC3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Tervezett vállalkozási tevékenységéhez felméri a piaci viszonyokat, tájékozódik a versenytársakról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871A1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33D09C5F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446115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Elkészíti, elkészítteti az üzleti tervet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D3AAC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7CA2C3CF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0BB1B7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Felméri a saját erő kiegészítéséhez szükséges forrásokat (hitelek, pályázati lehetőségek)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DA515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367CB4D6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3ECA59" w14:textId="42D2096B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Megismeri az engedélyezési eljárást, informálódik az engedélyeket kiadó szakhatóságoknál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56C69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4DDACEF1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325487" w14:textId="0EC02BE9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Az információk birtokában kiválasztja a megfelelő vállalkozási formát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1A745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3CE6940E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41DB53" w14:textId="7D613B8B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Egyéni vagy társas vállalkozást hoz létre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7EEF3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0B612742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CAA444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Megtervezi, megtervezteti az élelmiszer-előállító egység kialakítását, átalakítását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CB3F9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754896E9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2BD39D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Kivitelezteti a terveket, beszerzi, beszerezteti a gépeket, berendezéseket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1F033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0000E3EC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2664C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Munkaerő-gazdálkodási tervet készít, meghatározza a foglalkoztatottak számát és szakképzettségét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B62FA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39FCB470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3472B5" w14:textId="163642A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Beszerzi a működtetéshez szükséges engedélyeket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15669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19EE5A29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312AB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Gazdálkodik a rendelkezésre álló erőforrásokkal, működteti a vállalkozást, szabályosan kezeli a dokumentációt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FE5C4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4A8C7AD4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059515" w14:textId="3AA7BD96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Figyelemmel kíséri a vállalkozás működésével kapcsolatos jogszabályváltozásokat és pályázati lehetőségeket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53DB1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58CC3293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50F474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Áruforgalmi tevékenységet folytat, értékesítést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ECD05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3E324F43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BD119D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Szükség szerint gondoskodik vállalkozásának átszervezéséről, megszüntetéséről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97033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6B25A4" w:rsidRPr="00AD55B2" w14:paraId="6545F03B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178533" w14:textId="77777777" w:rsidR="006B25A4" w:rsidRPr="007C3E96" w:rsidRDefault="006B25A4" w:rsidP="00195F0F">
            <w:pPr>
              <w:spacing w:after="0"/>
              <w:rPr>
                <w:rFonts w:cs="Times New Roman"/>
                <w:szCs w:val="24"/>
              </w:rPr>
            </w:pPr>
            <w:r w:rsidRPr="007C3E96">
              <w:rPr>
                <w:rFonts w:cs="Times New Roman"/>
                <w:szCs w:val="24"/>
              </w:rPr>
              <w:t>Ismeri és alkalmazza a vállalkozás jogkövető működése érdekében a fogyasztóvédelmi előírásokat lehetőségek</w:t>
            </w:r>
            <w:r>
              <w:rPr>
                <w:rFonts w:cs="Times New Roman"/>
                <w:szCs w:val="24"/>
              </w:rPr>
              <w:t>et</w:t>
            </w:r>
            <w:r w:rsidRPr="007C3E96">
              <w:rPr>
                <w:rFonts w:cs="Times New Roman"/>
                <w:szCs w:val="24"/>
              </w:rPr>
              <w:t>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DB06C" w14:textId="77777777" w:rsidR="006B25A4" w:rsidRPr="00AD55B2" w:rsidRDefault="006B25A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249DF90C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1DEED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54B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EF4922" w:rsidRPr="00AD55B2" w14:paraId="395638E0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6806AB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Az élelmiszergyártás területén alkalmazható vállalkozási formák és azok 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4A8A2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62ECFADA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D0C40A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piackutatás módszerei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D853B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4FC3F2E5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6075E8" w14:textId="5020F0D1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Az üzleti terv szükségessége, tartalma, felépítése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810A8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4428D1CA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4A0A51" w14:textId="1AC36D2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vállalkozás engedélyeztetéséhez és a folyamatos működés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A9812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3AB3EDCA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0517C2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fenntartásához szükséges előírások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D6476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438ACB42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B64004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vállalkozás létrehozásának gyakorlati feladatai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2A6EE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57A10C0B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A471CD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belső és külső források biztosításának lehetőségei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EA29C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7BA2933E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57E5E0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telephely kiválasztásának szempontjai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AA116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53246753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F7B1F4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tevékenységhez szükséges tárgyi feltételek biztosítása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29E02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44108DA8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CC8A0" w14:textId="563F21DF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szükséges létszám és munkakörök megállapítása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96410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1CA685A5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1749B0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lastRenderedPageBreak/>
              <w:t>Pályázatokon való részvétel alapjai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2AEBD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1CB01733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BD85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humánerőforrás-gazdálkodás szerepe, feladatai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06219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519EAF2F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76C942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munkafolyamatok meghatározása, az azokért felelős munkatársak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3B8A1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43060825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B38ED7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kiválasztásának szempontjai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BB61B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67D9CA02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4137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munkaszerződések megkötése, felbontása, a szerződés tartalmi</w:t>
            </w:r>
            <w:r>
              <w:t xml:space="preserve"> </w:t>
            </w:r>
            <w:r w:rsidRPr="00EF4922">
              <w:rPr>
                <w:rFonts w:cs="Times New Roman"/>
                <w:szCs w:val="24"/>
              </w:rPr>
              <w:t>elemei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9C9A7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207B4CBA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278D5D" w14:textId="77777777" w:rsidR="00EF4922" w:rsidRPr="00972F25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972F25">
              <w:rPr>
                <w:rFonts w:cs="Times New Roman"/>
                <w:szCs w:val="24"/>
              </w:rPr>
              <w:t>A munkatársak kiválasztásának folyamata, a béralku lefolytatása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6EC11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2AA50326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3B3B7C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Bizonylati elv és fegyelem, bizonylatok kitöltése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5DB90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142AB596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6887F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 szerződéskötés alapelvei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F32C0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735E7D68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84FA0F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Pénzügyi, számviteli alapfogalmak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9DEA1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1899FEC1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FE0475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 költségekkel kapcsolatos általános fogalmak és csoportosításuk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DB1C7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0233287A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CEF552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Vagyon fogalma, tagolása és a mérleg szerkezete, leltár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6485F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43065F27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47A20" w14:textId="4F034466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 vagyonmérleg és az eredmény kimutatás adatainak értelmezése, felhasználása a döntésekben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E2B77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3318402F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D3CB9" w14:textId="4B63D578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Vezetési módszerek, a vezetői munka szakaszai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F7213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5CB46B38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631986" w14:textId="50014352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Az üzleti tárgyalás megtervezésének lépései, a lebonyolítás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70A57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00953FDD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82255A" w14:textId="5B807BC0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Az üzleti levelezés és az üzleti élet protokollszabályai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FB7A6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2848D9A4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FABC4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 kommunikáció módszerei,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D7E08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495ECDE0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D22F3D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 vállalkozás átszervezésének, megszüntetésének módja, gyakorlati teendői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AF5A6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7B411E03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CEBC8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Az élelmiszer-értékesítés szabályai, dokumentumai, bizonylatai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E3697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132DB921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294D4F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 fogyasztói árak megállapításának szabályai, árformák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778B0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7FE7B9C6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3DB83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Az élelmiszer-előállító egység kialakításának, átalakításának előírásai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91717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F4922" w:rsidRPr="00AD55B2" w14:paraId="287C01AE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EDAC3" w14:textId="77777777" w:rsidR="00EF4922" w:rsidRPr="00E5585F" w:rsidRDefault="00EF4922" w:rsidP="00195F0F">
            <w:pPr>
              <w:spacing w:after="0"/>
              <w:rPr>
                <w:rFonts w:cs="Times New Roman"/>
                <w:szCs w:val="24"/>
              </w:rPr>
            </w:pPr>
            <w:r w:rsidRPr="00E5585F">
              <w:rPr>
                <w:rFonts w:cs="Times New Roman"/>
                <w:szCs w:val="24"/>
              </w:rPr>
              <w:t>A képzéshez illeszkedő hazai és európai uniós fogyasztóvédelmi</w:t>
            </w:r>
            <w:r>
              <w:rPr>
                <w:rFonts w:cs="Times New Roman"/>
                <w:szCs w:val="24"/>
              </w:rPr>
              <w:t xml:space="preserve"> előírások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B522A" w14:textId="77777777" w:rsidR="00EF4922" w:rsidRPr="00AD55B2" w:rsidRDefault="00EF4922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62ED215F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943AF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65163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3248D7FE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26349F" w14:textId="77777777" w:rsidR="00FB23C4" w:rsidRPr="00912130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12130">
              <w:rPr>
                <w:rFonts w:cs="Times New Roman"/>
                <w:szCs w:val="24"/>
              </w:rPr>
              <w:t>Szakmai olvasott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D7BF2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6F5A01C8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30663" w14:textId="77777777" w:rsidR="00FB23C4" w:rsidRPr="00912130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12130">
              <w:rPr>
                <w:rFonts w:cs="Times New Roman"/>
                <w:szCs w:val="24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8D902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05BC4E36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03509C" w14:textId="77777777" w:rsidR="00FB23C4" w:rsidRPr="00912130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12130">
              <w:rPr>
                <w:rFonts w:cs="Times New Roman"/>
                <w:szCs w:val="24"/>
              </w:rPr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873B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464547B0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11248B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3A17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6E353DFE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DC0A65" w14:textId="6B186238" w:rsidR="00FB23C4" w:rsidRPr="002709D2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709D2">
              <w:rPr>
                <w:rFonts w:cs="Times New Roman"/>
                <w:szCs w:val="24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7AE4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5E126F6B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982A92" w14:textId="217CE6A5" w:rsidR="00FB23C4" w:rsidRPr="002709D2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709D2">
              <w:rPr>
                <w:rFonts w:cs="Times New Roman"/>
                <w:szCs w:val="24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5C8B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26ECC092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4952A3" w14:textId="77777777" w:rsidR="00FB23C4" w:rsidRPr="002709D2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709D2">
              <w:rPr>
                <w:rFonts w:cs="Times New Roman"/>
                <w:szCs w:val="24"/>
              </w:rPr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3E6D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7A793861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4666C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A1EB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57C279B7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4E2A4" w14:textId="77777777" w:rsidR="00FB23C4" w:rsidRPr="00D203BC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D203BC">
              <w:rPr>
                <w:rFonts w:cs="Times New Roman"/>
                <w:szCs w:val="24"/>
              </w:rPr>
              <w:t xml:space="preserve">Határozottság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77BB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3F7F8046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C45817" w14:textId="77777777" w:rsidR="00FB23C4" w:rsidRPr="00D203BC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D203BC">
              <w:rPr>
                <w:rFonts w:cs="Times New Roman"/>
                <w:szCs w:val="24"/>
              </w:rPr>
              <w:t>Tömör fogalmazás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458CD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3DB773FE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68C211" w14:textId="77777777" w:rsidR="00FB23C4" w:rsidRDefault="00FB23C4" w:rsidP="00195F0F">
            <w:pPr>
              <w:spacing w:after="0"/>
            </w:pPr>
            <w:r w:rsidRPr="00D203BC">
              <w:rPr>
                <w:rFonts w:cs="Times New Roman"/>
                <w:szCs w:val="24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9C85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2E5BF55D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9AE9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ABB9B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21E75609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E0B246" w14:textId="77777777" w:rsidR="00FB23C4" w:rsidRPr="009A3299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A3299">
              <w:rPr>
                <w:rFonts w:cs="Times New Roman"/>
                <w:szCs w:val="24"/>
              </w:rPr>
              <w:t xml:space="preserve">Logikus gondolkodás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3F7D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69321A89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C5ED4" w14:textId="77777777" w:rsidR="00FB23C4" w:rsidRPr="009A3299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A3299">
              <w:rPr>
                <w:rFonts w:cs="Times New Roman"/>
                <w:szCs w:val="24"/>
              </w:rPr>
              <w:t xml:space="preserve">Lényegfelismerés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EB06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221176C2" w14:textId="77777777" w:rsidTr="00195F0F">
        <w:trPr>
          <w:trHeight w:val="255"/>
          <w:jc w:val="center"/>
        </w:trPr>
        <w:tc>
          <w:tcPr>
            <w:tcW w:w="6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30DFAC" w14:textId="77777777" w:rsidR="00FB23C4" w:rsidRPr="009A3299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A3299">
              <w:rPr>
                <w:rFonts w:cs="Times New Roman"/>
                <w:szCs w:val="24"/>
              </w:rPr>
              <w:t>Ismeretek helyénvaló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1A48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1305AE4C" w14:textId="77777777" w:rsidR="00E7621B" w:rsidRPr="00CD320D" w:rsidRDefault="00E7621B" w:rsidP="00E7621B">
      <w:pPr>
        <w:rPr>
          <w:rFonts w:cs="Times New Roman"/>
          <w:color w:val="000000" w:themeColor="text1"/>
        </w:rPr>
      </w:pPr>
    </w:p>
    <w:p w14:paraId="5BFC4777" w14:textId="77777777" w:rsidR="00A23F09" w:rsidRPr="00CD320D" w:rsidRDefault="00A23F09" w:rsidP="00A23F09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784E805C" w14:textId="77777777" w:rsidR="00A23F09" w:rsidRPr="00CD320D" w:rsidRDefault="00E33930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Élelmiszeripari vállalkozások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="00360BCD" w:rsidRPr="00CD320D">
        <w:rPr>
          <w:rFonts w:cs="Times New Roman"/>
          <w:b/>
          <w:color w:val="000000" w:themeColor="text1"/>
        </w:rPr>
        <w:t>72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="00360BCD" w:rsidRPr="00CD320D">
        <w:rPr>
          <w:rFonts w:cs="Times New Roman"/>
          <w:b/>
          <w:color w:val="000000" w:themeColor="text1"/>
        </w:rPr>
        <w:t>72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769F4B58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581A6DF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8F9BECE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7019940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0512E1C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65629FFE" w14:textId="77777777" w:rsidR="00A23F09" w:rsidRPr="00CD320D" w:rsidRDefault="00E33930" w:rsidP="00E33930">
      <w:pPr>
        <w:spacing w:after="0"/>
        <w:rPr>
          <w:rFonts w:cs="Times New Roman"/>
          <w:color w:val="000000" w:themeColor="text1"/>
          <w:kern w:val="1"/>
          <w:szCs w:val="24"/>
          <w:lang w:eastAsia="hi-IN" w:bidi="hi-IN"/>
        </w:rPr>
      </w:pPr>
      <w:r w:rsidRPr="00CD320D">
        <w:rPr>
          <w:rFonts w:cs="Times New Roman"/>
          <w:color w:val="000000" w:themeColor="text1"/>
          <w:kern w:val="1"/>
          <w:szCs w:val="24"/>
          <w:lang w:eastAsia="hi-IN" w:bidi="hi-IN"/>
        </w:rPr>
        <w:t>A gazdaság alapfogalmainak, szervezeti kereteinek és a gazdálkodási tevékenység megjelenési formáinak megismerése. A munkaviszony létesítésével és megszüntetésével kapcsolatos ismeretek megszerzése. Az élelmiszeriparban leggyakrabban előforduló vállalkozási formák megismerése, létrehozásával, működtetésével feladatok elsajátítása. Az élelmiszeriparra jellemző munkaerő-gazdálkodási feladatok meghatározása. Alapvető adózási, adminisztrációs és értékesítési ismeretek valamint fogyasztóvédelmi alapismeretek elsajátítása</w:t>
      </w:r>
    </w:p>
    <w:p w14:paraId="13A0B97B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17F84DDF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2BD0219B" w14:textId="77777777" w:rsidR="00A23F09" w:rsidRPr="00CD320D" w:rsidRDefault="00E33930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Matematika</w:t>
      </w:r>
    </w:p>
    <w:p w14:paraId="6AA5F69F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7BF31E41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38DCA46A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Vállalkozási formák és lehetőségek</w:t>
      </w:r>
    </w:p>
    <w:p w14:paraId="039C59A4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Vállalkozással kapcsolatos alapfogalmak</w:t>
      </w:r>
    </w:p>
    <w:p w14:paraId="2027A7F8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Vállalkozási formák jellemzői</w:t>
      </w:r>
    </w:p>
    <w:p w14:paraId="2C63A232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Az egyes vállalkozási formák előnyei, hátrányai</w:t>
      </w:r>
    </w:p>
    <w:p w14:paraId="05522E7C" w14:textId="77777777" w:rsidR="00A23F09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Alkalmazhatóságuk az élelmiszeriparban</w:t>
      </w:r>
    </w:p>
    <w:p w14:paraId="3CCE081D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71A1BCC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Vállalkozás létrehozása</w:t>
      </w:r>
    </w:p>
    <w:p w14:paraId="4FA94417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</w:t>
      </w:r>
      <w:r w:rsidRPr="00091F4B">
        <w:rPr>
          <w:rFonts w:cs="Times New Roman"/>
          <w:color w:val="000000" w:themeColor="text1"/>
        </w:rPr>
        <w:t xml:space="preserve"> lehetőségek felmérése, piackutatás</w:t>
      </w:r>
    </w:p>
    <w:p w14:paraId="2BA5FE2C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Üzleti terv fogalma, jelentősége, készítéséhez szükséges alapismeretek</w:t>
      </w:r>
    </w:p>
    <w:p w14:paraId="1A14B355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Erőforrások felmérése, pályázati lehetőségek</w:t>
      </w:r>
    </w:p>
    <w:p w14:paraId="27307316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Telephely</w:t>
      </w:r>
    </w:p>
    <w:p w14:paraId="08BBD71B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Eszköz- és munkaerőigény</w:t>
      </w:r>
    </w:p>
    <w:p w14:paraId="2937DE8F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Vállalkozás indításához szükséges engedélyek, az indítást engedélyező </w:t>
      </w:r>
    </w:p>
    <w:p w14:paraId="5F61CCD1" w14:textId="77777777" w:rsidR="00A23F09" w:rsidRPr="00091F4B" w:rsidRDefault="00E33930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Hatóságok, szükséges iratok, dokumentumok</w:t>
      </w:r>
    </w:p>
    <w:p w14:paraId="45FB68F5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8F66295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Vállalkozás működtetése</w:t>
      </w:r>
    </w:p>
    <w:p w14:paraId="7F30D753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G</w:t>
      </w:r>
      <w:r w:rsidRPr="00091F4B">
        <w:rPr>
          <w:rFonts w:cs="Times New Roman"/>
          <w:color w:val="000000" w:themeColor="text1"/>
        </w:rPr>
        <w:t>azdálkodási, pénzügyi, társadalombiztosítási, adózási, leltározási, munkajogi alapismeretek</w:t>
      </w:r>
    </w:p>
    <w:p w14:paraId="0FC18C42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Leltározási, árképzési, bizonylatolási alapismeretek</w:t>
      </w:r>
    </w:p>
    <w:p w14:paraId="0F2E7242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Szerződés fogalma, formái, a szerződéskötés alapvető szabályai</w:t>
      </w:r>
    </w:p>
    <w:p w14:paraId="03E1FCE3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Számlakiállítás és számlakiegyenlítés alapvető szabályai</w:t>
      </w:r>
    </w:p>
    <w:p w14:paraId="0FAF38B4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Fontosabb bizonylatok kitöltésének szabályai</w:t>
      </w:r>
    </w:p>
    <w:p w14:paraId="501F199F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Kereskedelmi tevékenység folytatásának alapszabályai</w:t>
      </w:r>
    </w:p>
    <w:p w14:paraId="5426C67F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E99D8E4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Vállalkozás átalakítása, megszüntetése</w:t>
      </w:r>
    </w:p>
    <w:p w14:paraId="1F228C1B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Vállalkozás átalakításának okai, szükségessége, lehetőségei</w:t>
      </w:r>
    </w:p>
    <w:p w14:paraId="0B65A33B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Vállalkozás megszüntetésének okai, szükségessége, lehetőségei</w:t>
      </w:r>
    </w:p>
    <w:p w14:paraId="5533C37B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DDF369A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Fogyasztóvédelem</w:t>
      </w:r>
    </w:p>
    <w:p w14:paraId="373E8185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Fogyasztóvédelmi alapismeretek</w:t>
      </w:r>
    </w:p>
    <w:p w14:paraId="73FBA168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Alapfogalmak</w:t>
      </w:r>
    </w:p>
    <w:p w14:paraId="176C07AC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Ár feltüntetése</w:t>
      </w:r>
    </w:p>
    <w:p w14:paraId="266F12C0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gyerek és fiatalkorúak védelmét szolgáló előírások</w:t>
      </w:r>
    </w:p>
    <w:p w14:paraId="0E2F0B3F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>Panaszkezelés, ügyfélszolgálat</w:t>
      </w:r>
    </w:p>
    <w:p w14:paraId="3DCF2BE8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Békéltető testület</w:t>
      </w:r>
    </w:p>
    <w:p w14:paraId="4FD429B7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Fogyasztói érdekek képviseletét ellátó egyesületek</w:t>
      </w:r>
    </w:p>
    <w:p w14:paraId="1951216F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Piacfelügyeleti alapfogalmak</w:t>
      </w:r>
    </w:p>
    <w:p w14:paraId="587C4B88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Kereskedelmi törvény fogyasztóvédelmi rendelkezései</w:t>
      </w:r>
    </w:p>
    <w:p w14:paraId="336A80B1" w14:textId="77777777" w:rsidR="00E33930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Szavatosságra és jótállásra vonatkozó tudnivalók</w:t>
      </w:r>
    </w:p>
    <w:p w14:paraId="17D7C970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C579DEF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Vállalkozás dokumentációi</w:t>
      </w:r>
    </w:p>
    <w:p w14:paraId="5852C844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Engedélykérelmek, engedélyek kitöltése</w:t>
      </w:r>
    </w:p>
    <w:p w14:paraId="7AD9CEDD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Üzleti terv felépítése</w:t>
      </w:r>
    </w:p>
    <w:p w14:paraId="10E1DF49" w14:textId="77777777" w:rsidR="00A23F09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Pályázatok formái, tartalmi, alaki elvárások</w:t>
      </w:r>
    </w:p>
    <w:p w14:paraId="443FB5AE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B29BCF6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Értékesítési adminisztráció</w:t>
      </w:r>
    </w:p>
    <w:p w14:paraId="6B4300A8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Nyomtatványok felismerése, kitöltése, alkalmazása, tartalmának ismerete (készpénzfizetési számla, nyugta,</w:t>
      </w:r>
    </w:p>
    <w:p w14:paraId="047D1E54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Átutalási számla, szállítólevél, bevételezési-kiadási bizonylat)</w:t>
      </w:r>
    </w:p>
    <w:p w14:paraId="4F012234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ÁFA (nettó, bruttó számlaérték) számolása</w:t>
      </w:r>
    </w:p>
    <w:p w14:paraId="798A0CBD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017A56C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Adózási adminisztráció</w:t>
      </w:r>
    </w:p>
    <w:p w14:paraId="6631F653" w14:textId="77777777" w:rsidR="00A23F09" w:rsidRPr="00CD320D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Adónyomtatványok értelmezése, kitöltése</w:t>
      </w:r>
    </w:p>
    <w:p w14:paraId="25C3C30B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21E3E42" w14:textId="77777777" w:rsidR="00A23F09" w:rsidRPr="00CD320D" w:rsidRDefault="00E33930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Nyilvántartások vezetése</w:t>
      </w:r>
    </w:p>
    <w:p w14:paraId="3D474BD5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Készlet- és munkaerő-gazdálkodással kapcsolatos nyilvántartások vezetése</w:t>
      </w:r>
    </w:p>
    <w:p w14:paraId="73350CC2" w14:textId="77777777" w:rsidR="00E33930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Leltárívek tatalma, kitöltése</w:t>
      </w:r>
    </w:p>
    <w:p w14:paraId="55375B45" w14:textId="77777777" w:rsidR="00A23F09" w:rsidRPr="00091F4B" w:rsidRDefault="00E33930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Jelenléti ív felépítése, vezetése</w:t>
      </w:r>
    </w:p>
    <w:p w14:paraId="47B55C61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3A5C7D0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59EF307B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823C82F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1FC38353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2A91CF3C" w14:textId="264A3BDD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36C8009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1CBB238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6E80D081" w14:textId="77777777" w:rsidR="00A23F09" w:rsidRPr="00CD320D" w:rsidRDefault="00A23F09" w:rsidP="00A23F09">
      <w:pPr>
        <w:rPr>
          <w:rFonts w:cs="Times New Roman"/>
          <w:color w:val="000000" w:themeColor="text1"/>
        </w:rPr>
      </w:pPr>
    </w:p>
    <w:p w14:paraId="5ECBCD9D" w14:textId="77777777" w:rsidR="00A23F09" w:rsidRPr="00CD320D" w:rsidRDefault="00A23F09" w:rsidP="00A23F09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4B9BD77A" w14:textId="77777777" w:rsidR="00A23F09" w:rsidRPr="00CD320D" w:rsidRDefault="000D0D0C" w:rsidP="00A23F09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10903</w:t>
      </w:r>
      <w:r w:rsidR="00A23F09" w:rsidRPr="00CD320D">
        <w:rPr>
          <w:rFonts w:cs="Times New Roman"/>
          <w:b/>
          <w:color w:val="000000" w:themeColor="text1"/>
          <w:sz w:val="36"/>
        </w:rPr>
        <w:t>-</w:t>
      </w:r>
      <w:r w:rsidRPr="00CD320D">
        <w:rPr>
          <w:rFonts w:cs="Times New Roman"/>
          <w:b/>
          <w:color w:val="000000" w:themeColor="text1"/>
          <w:sz w:val="36"/>
        </w:rPr>
        <w:t>12</w:t>
      </w:r>
      <w:r w:rsidR="00A23F09" w:rsidRPr="00CD320D">
        <w:rPr>
          <w:rFonts w:cs="Times New Roman"/>
          <w:b/>
          <w:color w:val="000000" w:themeColor="text1"/>
          <w:sz w:val="36"/>
        </w:rPr>
        <w:t xml:space="preserve"> azonosító számú</w:t>
      </w:r>
    </w:p>
    <w:p w14:paraId="34A63C30" w14:textId="77777777" w:rsidR="000D0D0C" w:rsidRPr="00CD320D" w:rsidRDefault="000D0D0C" w:rsidP="000D0D0C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Élelmiszeripari alapmérések</w:t>
      </w:r>
    </w:p>
    <w:p w14:paraId="685FC13F" w14:textId="77777777" w:rsidR="000D0D0C" w:rsidRPr="00CD320D" w:rsidRDefault="000D0D0C" w:rsidP="000D0D0C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3C85767D" w14:textId="77777777" w:rsidR="00A23F09" w:rsidRPr="00CD320D" w:rsidRDefault="00A23F09" w:rsidP="00930332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671F62C3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3A1CCC60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7DD94A2D" w14:textId="529FBF8E" w:rsidR="00E7621B" w:rsidRPr="00CD320D" w:rsidRDefault="00FB23C4" w:rsidP="00E7621B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A 10903-12</w:t>
      </w:r>
      <w:r w:rsidR="00E7621B" w:rsidRPr="00CD320D">
        <w:rPr>
          <w:rFonts w:cs="Times New Roman"/>
          <w:color w:val="000000" w:themeColor="text1"/>
        </w:rPr>
        <w:t xml:space="preserve"> azonosító számú </w:t>
      </w:r>
      <w:r>
        <w:rPr>
          <w:rFonts w:cs="Times New Roman"/>
          <w:color w:val="000000" w:themeColor="text1"/>
        </w:rPr>
        <w:t>Élelmiszeripari alapmérések</w:t>
      </w:r>
      <w:r w:rsidR="00E7621B">
        <w:rPr>
          <w:rFonts w:cs="Times New Roman"/>
          <w:color w:val="000000" w:themeColor="text1"/>
        </w:rPr>
        <w:t xml:space="preserve"> </w:t>
      </w:r>
      <w:r w:rsidR="00E7621B" w:rsidRPr="00CD320D">
        <w:rPr>
          <w:rFonts w:cs="Times New Roman"/>
          <w:color w:val="000000" w:themeColor="text1"/>
        </w:rPr>
        <w:t xml:space="preserve">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41"/>
        <w:gridCol w:w="758"/>
        <w:gridCol w:w="758"/>
        <w:gridCol w:w="759"/>
        <w:gridCol w:w="758"/>
      </w:tblGrid>
      <w:tr w:rsidR="00091F4B" w:rsidRPr="0017513F" w14:paraId="337AC427" w14:textId="77777777" w:rsidTr="00195F0F">
        <w:trPr>
          <w:cantSplit/>
          <w:trHeight w:val="2858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FF8F3F" w14:textId="77777777" w:rsidR="00091F4B" w:rsidRPr="0017513F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E2710C5" w14:textId="77777777" w:rsidR="00091F4B" w:rsidRPr="0017513F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17513F">
              <w:rPr>
                <w:rFonts w:cs="Times New Roman"/>
                <w:color w:val="000000" w:themeColor="text1"/>
              </w:rPr>
              <w:t>Laboratóriumi alapismeretek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BBB27D6" w14:textId="77777777" w:rsidR="00091F4B" w:rsidRPr="0017513F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17513F">
              <w:rPr>
                <w:rFonts w:cs="Times New Roman"/>
                <w:color w:val="000000" w:themeColor="text1"/>
              </w:rPr>
              <w:t>Laboratóriumi alapgyakorlatok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5F42783" w14:textId="77777777" w:rsidR="00091F4B" w:rsidRPr="0017513F" w:rsidRDefault="00930332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17513F">
              <w:rPr>
                <w:rFonts w:cs="Times New Roman"/>
                <w:color w:val="000000" w:themeColor="text1"/>
              </w:rPr>
              <w:t>Élelmiszeripari alapmérések gyakorlatok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29CC692" w14:textId="77777777" w:rsidR="00091F4B" w:rsidRPr="0017513F" w:rsidRDefault="0017513F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17513F">
              <w:rPr>
                <w:rFonts w:cs="Times New Roman"/>
                <w:color w:val="000000" w:themeColor="text1"/>
              </w:rPr>
              <w:t>Minőségbiztosítási és higiéniai gyakorlat</w:t>
            </w:r>
          </w:p>
        </w:tc>
      </w:tr>
      <w:tr w:rsidR="00091F4B" w:rsidRPr="00AD55B2" w14:paraId="6823CA96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3E257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ED2BD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759C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CEFB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4B6C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0BF7DB3A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FD534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Laboratóriumi eszközöket és műszereket kezel, kalibrál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2F74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4E19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E46C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EF91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37FAAB60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A2060E" w14:textId="4FA91BC9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Alkalmazza az általános laboratóriumi ismereteket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F139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F4CC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1BF6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9443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76EC8CDF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8D60F6" w14:textId="259BD1AD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Fizikai mennyiségek laboratóriumi mérését végezi, kiértékeli a kapott eredményt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841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19EE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9EC5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DB3E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523634AA" w14:textId="77777777" w:rsidTr="00195F0F">
        <w:trPr>
          <w:trHeight w:val="1537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E537ED" w14:textId="65C7A3A6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Laboratóriumi alapműveleteket: mintavételezést, oldatok készítését, bepárlást,</w:t>
            </w:r>
          </w:p>
          <w:p w14:paraId="539F751C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kristályosítást, extrahálást, átkristályosítást, anyagtisztítást, lecsapást, szűrést,</w:t>
            </w:r>
          </w:p>
          <w:p w14:paraId="275C904F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centrifugálást, dekantálást, desztillálást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18F81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F1AE6B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BD1D94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24A763" w14:textId="77777777" w:rsidR="00FB23C4" w:rsidRPr="00AD55B2" w:rsidRDefault="00195D7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05406ED6" w14:textId="77777777" w:rsidTr="00195F0F">
        <w:trPr>
          <w:trHeight w:val="1133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8F4457" w14:textId="36DE1449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Súly szerinti elemzést végez (gravimetria): hő- és oldhatóságon alapuló módszerekkel,</w:t>
            </w:r>
          </w:p>
          <w:p w14:paraId="073D6446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csapadék létesítésén (lecsapáson) alapuló módszerekkel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3C7A6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311C1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0E465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AD37B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523FB9B2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E8B022" w14:textId="00BD0D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Térfogatos elemzést végez (titrimetria)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B82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AAC0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645B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C2CCD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6CD5F777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C3BA00" w14:textId="6FBA32A5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Műszeres vizsgálatokat végez: optikai, elektrokémiai, kromatográfiás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3981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FBC7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F28E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02A5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721F18B0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838D95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Viszkozitás mérést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B88F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30F0D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547F4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63A8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05ADC759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031020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Élelmiszerek fehérjetartalmát és cukor-, keményítőtartalmát határozza meg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E5C9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2D2D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F4E9B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77B9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02EE4FD0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5533B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Érzékszervi vizsgálatokat, minősítést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6FD9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B46C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6E742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293D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237ED48B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789497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Állománymérést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916E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0C00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2A904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AB49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78F2913E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ACA5D2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Alkalmazza a szükséges számítógépes szoftvereket és kiértékeli a kapott eredményeket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2548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0FCA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9956B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6024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36985251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BAF8DA" w14:textId="77777777" w:rsidR="00FB23C4" w:rsidRPr="009B7FCB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9B7FCB">
              <w:rPr>
                <w:rFonts w:cs="Times New Roman"/>
                <w:szCs w:val="24"/>
              </w:rPr>
              <w:t>Ellenőrzi a mérési eredményeket és jelzi az eltéréseket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98A7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15404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0E93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F623B" w14:textId="77777777" w:rsidR="00FB23C4" w:rsidRPr="00AD55B2" w:rsidRDefault="00516DB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FB23C4" w14:paraId="377F3313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AC206" w14:textId="77777777" w:rsidR="00FB23C4" w:rsidRPr="00FB23C4" w:rsidRDefault="00FB23C4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FB23C4">
              <w:rPr>
                <w:rFonts w:cs="Times New Roman"/>
                <w:color w:val="000000" w:themeColor="text1"/>
              </w:rPr>
              <w:t>Tisztítás, fertőtlenítés gyakorlata</w:t>
            </w:r>
          </w:p>
          <w:p w14:paraId="2812166E" w14:textId="77777777" w:rsidR="00FB23C4" w:rsidRPr="00FB23C4" w:rsidRDefault="00FB23C4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FB23C4">
              <w:rPr>
                <w:rFonts w:cs="Times New Roman"/>
                <w:color w:val="000000" w:themeColor="text1"/>
              </w:rPr>
              <w:t xml:space="preserve">Higiéniai ellenőrzések nyilvántartása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340EB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E51BD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27562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E1382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FB23C4" w14:paraId="0728A360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D7395E" w14:textId="77777777" w:rsidR="00FB23C4" w:rsidRPr="00FB23C4" w:rsidRDefault="00FB23C4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FB23C4">
              <w:rPr>
                <w:rFonts w:cs="Times New Roman"/>
                <w:color w:val="000000" w:themeColor="text1"/>
              </w:rPr>
              <w:t>Módszerek a mikrobiológiai minőség megállapítására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A057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4179A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A3B4D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1AFF8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FB23C4" w14:paraId="070E6F1A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104B07" w14:textId="77777777" w:rsidR="00FB23C4" w:rsidRPr="00FB23C4" w:rsidRDefault="00FB23C4" w:rsidP="00195F0F">
            <w:pPr>
              <w:tabs>
                <w:tab w:val="left" w:pos="1701"/>
                <w:tab w:val="right" w:pos="9072"/>
              </w:tabs>
              <w:spacing w:after="0" w:line="276" w:lineRule="auto"/>
              <w:rPr>
                <w:rFonts w:cs="Times New Roman"/>
                <w:color w:val="000000" w:themeColor="text1"/>
              </w:rPr>
            </w:pPr>
            <w:r w:rsidRPr="00FB23C4">
              <w:rPr>
                <w:rFonts w:cs="Times New Roman"/>
                <w:color w:val="000000" w:themeColor="text1"/>
              </w:rPr>
              <w:t xml:space="preserve">Minőségügyi dokumentumok vezetése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B2B61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BE7ED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D5812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896D0" w14:textId="77777777" w:rsidR="00FB23C4" w:rsidRPr="00FB23C4" w:rsidRDefault="00FB23C4" w:rsidP="00195F0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348D2386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C8DB23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lastRenderedPageBreak/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BAB6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A5DA9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809C9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C6BB7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2D99296B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988F91" w14:textId="77777777" w:rsidR="00FB23C4" w:rsidRPr="00FE69C4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FE69C4">
              <w:rPr>
                <w:rFonts w:cs="Times New Roman"/>
                <w:szCs w:val="24"/>
              </w:rPr>
              <w:t>Alapvető laboratóriumi műveletek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876E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5815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F93C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5743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600DD6CB" w14:textId="77777777" w:rsidTr="00195F0F">
        <w:trPr>
          <w:trHeight w:val="82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65320D" w14:textId="17277F56" w:rsidR="00FB23C4" w:rsidRPr="00FE69C4" w:rsidRDefault="00FB23C4" w:rsidP="00195F0F">
            <w:pPr>
              <w:spacing w:after="0"/>
              <w:jc w:val="left"/>
              <w:rPr>
                <w:rFonts w:cs="Times New Roman"/>
                <w:szCs w:val="24"/>
              </w:rPr>
            </w:pPr>
            <w:r w:rsidRPr="00FE69C4">
              <w:rPr>
                <w:rFonts w:cs="Times New Roman"/>
                <w:szCs w:val="24"/>
              </w:rPr>
              <w:t>Fizikai mennyiségek laboratóriumi mérése, tömegmérés,</w:t>
            </w:r>
            <w:r w:rsidR="00195F0F">
              <w:rPr>
                <w:rFonts w:cs="Times New Roman"/>
                <w:szCs w:val="24"/>
              </w:rPr>
              <w:t xml:space="preserve"> </w:t>
            </w:r>
            <w:r w:rsidRPr="00FE69C4">
              <w:rPr>
                <w:rFonts w:cs="Times New Roman"/>
                <w:szCs w:val="24"/>
              </w:rPr>
              <w:t>térfogatmérés, hőmérsékletmérés, sűrűségmérés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3DE9AD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3A5A3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A44EB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6DA98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517304A5" w14:textId="77777777" w:rsidTr="00195F0F">
        <w:trPr>
          <w:trHeight w:val="1262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93A872" w14:textId="5BCD4D81" w:rsidR="00FB23C4" w:rsidRPr="00FE69C4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FE69C4">
              <w:rPr>
                <w:rFonts w:cs="Times New Roman"/>
                <w:szCs w:val="24"/>
              </w:rPr>
              <w:t>Laboratóriumi alapműveletek: oldatok készítése, kristályosítás,</w:t>
            </w:r>
            <w:r w:rsidR="00195F0F">
              <w:rPr>
                <w:rFonts w:cs="Times New Roman"/>
                <w:szCs w:val="24"/>
              </w:rPr>
              <w:t xml:space="preserve"> </w:t>
            </w:r>
            <w:r w:rsidRPr="00FE69C4">
              <w:rPr>
                <w:rFonts w:cs="Times New Roman"/>
                <w:szCs w:val="24"/>
              </w:rPr>
              <w:t>átkristályosítás, anyagtisztítás lecsapás, szűrés, desztillálás,</w:t>
            </w:r>
            <w:r w:rsidR="00195F0F">
              <w:rPr>
                <w:rFonts w:cs="Times New Roman"/>
                <w:szCs w:val="24"/>
              </w:rPr>
              <w:t xml:space="preserve"> </w:t>
            </w:r>
            <w:r w:rsidRPr="00FE69C4">
              <w:rPr>
                <w:rFonts w:cs="Times New Roman"/>
                <w:szCs w:val="24"/>
              </w:rPr>
              <w:t>dekantálás, centrifugálás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B1EFC2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47D73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84EF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9B4356" w14:textId="77777777" w:rsidR="00FB23C4" w:rsidRPr="00AD55B2" w:rsidRDefault="00195D75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40976E7A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615F1" w14:textId="77777777" w:rsidR="00FB23C4" w:rsidRPr="00FE69C4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FE69C4">
              <w:rPr>
                <w:rFonts w:cs="Times New Roman"/>
                <w:szCs w:val="24"/>
              </w:rPr>
              <w:t>Mintavételi módszerek, mintavételezés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49CE2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37E3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ED8D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121B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47821186" w14:textId="77777777" w:rsidTr="00195F0F">
        <w:trPr>
          <w:trHeight w:val="1099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E83EBF" w14:textId="6E2331EC" w:rsidR="00FB23C4" w:rsidRPr="00FE69C4" w:rsidRDefault="00FB23C4" w:rsidP="00195F0F">
            <w:pPr>
              <w:spacing w:after="0"/>
              <w:jc w:val="left"/>
              <w:rPr>
                <w:rFonts w:cs="Times New Roman"/>
                <w:szCs w:val="24"/>
              </w:rPr>
            </w:pPr>
            <w:r w:rsidRPr="00FE69C4">
              <w:rPr>
                <w:rFonts w:cs="Times New Roman"/>
                <w:szCs w:val="24"/>
              </w:rPr>
              <w:t>Gravimetriás elemzés: nedvesség- és szárazanyagtartalom,</w:t>
            </w:r>
            <w:r w:rsidR="00195F0F">
              <w:rPr>
                <w:rFonts w:cs="Times New Roman"/>
                <w:szCs w:val="24"/>
              </w:rPr>
              <w:t xml:space="preserve"> </w:t>
            </w:r>
            <w:r w:rsidRPr="00FE69C4">
              <w:rPr>
                <w:rFonts w:cs="Times New Roman"/>
                <w:szCs w:val="24"/>
              </w:rPr>
              <w:t>hamutartalom, homoktartalom, extrakttartalom, zsiradékok</w:t>
            </w:r>
            <w:r>
              <w:rPr>
                <w:rFonts w:cs="Times New Roman"/>
                <w:szCs w:val="24"/>
              </w:rPr>
              <w:t xml:space="preserve"> vizsgálata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BBDD3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22207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43F90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B64BA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77632ED6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E72E2D" w14:textId="573F2671" w:rsidR="00FB23C4" w:rsidRPr="00216721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16721">
              <w:rPr>
                <w:rFonts w:cs="Times New Roman"/>
                <w:szCs w:val="24"/>
              </w:rPr>
              <w:t>Titrimetriás elemzés: pH, szerves savak, észterek meghatározása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34EC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2581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9AFA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5C42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02FF3719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08AEB2" w14:textId="77777777" w:rsidR="00FB23C4" w:rsidRPr="00216721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16721">
              <w:rPr>
                <w:rFonts w:cs="Times New Roman"/>
                <w:szCs w:val="24"/>
              </w:rPr>
              <w:t>Optikai mérőmódszerek jellemzői, alkalmazása: fotometria, polarimetria, refraktometria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2AC5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98E7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B72ED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4C61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2053EF44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F1610C" w14:textId="77777777" w:rsidR="00FB23C4" w:rsidRPr="00216721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16721">
              <w:rPr>
                <w:rFonts w:cs="Times New Roman"/>
                <w:szCs w:val="24"/>
              </w:rPr>
              <w:t>Elektrokémiai mérőmódszerek jellemzői alkalmazása: polarometria, konduktometria, pH mérés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4CE3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8286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33DD4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7C74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4922BFFC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0ED7B2" w14:textId="77777777" w:rsidR="00FB23C4" w:rsidRPr="00216721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16721">
              <w:rPr>
                <w:rFonts w:cs="Times New Roman"/>
                <w:szCs w:val="24"/>
              </w:rPr>
              <w:t>Élelmiszerek nyersfehérje, cukor és keményítőtartalmának meghatározása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B942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0DA8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CB78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87B6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3A5D32B2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2C0EC5" w14:textId="77777777" w:rsidR="00FB23C4" w:rsidRPr="00216721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16721">
              <w:rPr>
                <w:rFonts w:cs="Times New Roman"/>
                <w:szCs w:val="24"/>
              </w:rPr>
              <w:t>Érzékszervi vizsgálatok, érzékszervi minősítés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8EC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65C9D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BBC7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9FB5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2FDB0793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6E9F92" w14:textId="2CB292B2" w:rsidR="00FB23C4" w:rsidRPr="00216721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16721">
              <w:rPr>
                <w:rFonts w:cs="Times New Roman"/>
                <w:szCs w:val="24"/>
              </w:rPr>
              <w:t>Zsengeségmérés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C73C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1E3E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FA84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82D9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52DA9D93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BE71F1" w14:textId="77777777" w:rsidR="00FB23C4" w:rsidRPr="00216721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216721">
              <w:rPr>
                <w:rFonts w:cs="Times New Roman"/>
                <w:szCs w:val="24"/>
              </w:rPr>
              <w:t>Viszkozitásmérés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5CE5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ABF3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7A3B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0CB7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091F4B" w:rsidRPr="00AD55B2" w14:paraId="155449EF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DBE83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881B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4128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6C957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6C65B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1DC2F4B2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A50421" w14:textId="59B281BE" w:rsidR="00FB23C4" w:rsidRPr="00E76EB9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E76EB9">
              <w:rPr>
                <w:rFonts w:cs="Times New Roman"/>
                <w:szCs w:val="24"/>
              </w:rPr>
              <w:t>Laboratóriumi vizsgálathoz szükséges eszközök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C4992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F28D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FF41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4D52D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5B6754AA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31FFDE" w14:textId="30283003" w:rsidR="00FB23C4" w:rsidRPr="00E76EB9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E76EB9">
              <w:rPr>
                <w:rFonts w:cs="Times New Roman"/>
                <w:szCs w:val="24"/>
              </w:rPr>
              <w:t>Laboratóriumi munka védőeszközeinek használata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1D22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6CD6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194C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4380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4F747D78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7E6F6" w14:textId="77777777" w:rsidR="00FB23C4" w:rsidRPr="00E76EB9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E76EB9">
              <w:rPr>
                <w:rFonts w:cs="Times New Roman"/>
                <w:szCs w:val="24"/>
              </w:rPr>
              <w:t>Laboratóriumi műveleti rajzok olvasása, értelmezése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41FBD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2949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B332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6584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36932581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FE45DA" w14:textId="10C6C2B4" w:rsidR="00FB23C4" w:rsidRPr="00E76EB9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E76EB9">
              <w:rPr>
                <w:rFonts w:cs="Times New Roman"/>
                <w:szCs w:val="24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A8D32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7783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2FD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739D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35D258CE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12A060" w14:textId="34281E2D" w:rsidR="00FB23C4" w:rsidRPr="00E76EB9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E76EB9">
              <w:rPr>
                <w:rFonts w:cs="Times New Roman"/>
                <w:szCs w:val="24"/>
              </w:rPr>
              <w:t>Számítási feladatok megoldása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F6CE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18E3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9CBF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1AEF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5EFD205F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A23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CE77B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928C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5FD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CC8B9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46E8556E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FBB13" w14:textId="021A7354" w:rsidR="00FB23C4" w:rsidRPr="00F96DFA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F96DFA">
              <w:rPr>
                <w:rFonts w:cs="Times New Roman"/>
                <w:szCs w:val="24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8843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53AA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7D82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B646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354AD321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240C4" w14:textId="77777777" w:rsidR="00FB23C4" w:rsidRPr="00F96DFA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F96DFA">
              <w:rPr>
                <w:rFonts w:cs="Times New Roman"/>
                <w:szCs w:val="24"/>
              </w:rP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B76F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EF04B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520B9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52AE1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257170C6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26737" w14:textId="77777777" w:rsidR="00FB23C4" w:rsidRPr="00F96DFA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F96DFA">
              <w:rPr>
                <w:rFonts w:cs="Times New Roman"/>
                <w:szCs w:val="24"/>
              </w:rPr>
              <w:t>Kézügyesség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74B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11C4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68A5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4F395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7B3EEBD0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002703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551B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CB91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5788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CBBD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75A42E98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E97A22" w14:textId="77777777" w:rsidR="00FB23C4" w:rsidRPr="00E6396A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E6396A">
              <w:rPr>
                <w:rFonts w:cs="Times New Roman"/>
                <w:szCs w:val="24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F2FAA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440E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AEE4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5010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04338241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9C7601" w14:textId="77777777" w:rsidR="00FB23C4" w:rsidRPr="00E6396A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E6396A">
              <w:rPr>
                <w:rFonts w:cs="Times New Roman"/>
                <w:szCs w:val="24"/>
              </w:rPr>
              <w:t>Tömör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7D6B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4CF7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90AA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9DE5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0CFA058E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18B88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AEBE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7E75D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39F5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4D48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FB23C4" w:rsidRPr="00AD55B2" w14:paraId="25B636F8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B3C923" w14:textId="77777777" w:rsidR="00FB23C4" w:rsidRPr="00575982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575982">
              <w:rPr>
                <w:rFonts w:cs="Times New Roman"/>
                <w:szCs w:val="24"/>
              </w:rPr>
              <w:t xml:space="preserve">Logikus gondolkodás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8388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D73C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F5FE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094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5FE28A28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78396" w14:textId="77777777" w:rsidR="00FB23C4" w:rsidRPr="00575982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575982">
              <w:rPr>
                <w:rFonts w:cs="Times New Roman"/>
                <w:szCs w:val="24"/>
              </w:rPr>
              <w:t>Következtetési 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FF3DF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B9ECE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83B27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1F360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FB23C4" w:rsidRPr="00AD55B2" w14:paraId="2F050246" w14:textId="77777777" w:rsidTr="00195F0F">
        <w:trPr>
          <w:trHeight w:val="255"/>
          <w:jc w:val="center"/>
        </w:trPr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B0A09" w14:textId="77777777" w:rsidR="00FB23C4" w:rsidRPr="00575982" w:rsidRDefault="00FB23C4" w:rsidP="00195F0F">
            <w:pPr>
              <w:spacing w:after="0"/>
              <w:rPr>
                <w:rFonts w:cs="Times New Roman"/>
                <w:szCs w:val="24"/>
              </w:rPr>
            </w:pPr>
            <w:r w:rsidRPr="00575982">
              <w:rPr>
                <w:rFonts w:cs="Times New Roman"/>
                <w:szCs w:val="24"/>
              </w:rPr>
              <w:t xml:space="preserve">Logikus gondolkodás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CA528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8B79C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8D1D6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6C373" w14:textId="77777777" w:rsidR="00FB23C4" w:rsidRPr="00AD55B2" w:rsidRDefault="00FB23C4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6E34F5B1" w14:textId="77777777" w:rsidR="00E7621B" w:rsidRPr="00CD320D" w:rsidRDefault="00E7621B" w:rsidP="00E7621B">
      <w:pPr>
        <w:rPr>
          <w:rFonts w:cs="Times New Roman"/>
          <w:color w:val="000000" w:themeColor="text1"/>
        </w:rPr>
      </w:pPr>
    </w:p>
    <w:p w14:paraId="4181D570" w14:textId="77777777" w:rsidR="00A23F09" w:rsidRPr="00CD320D" w:rsidRDefault="000D0D0C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Laboratóriumi alapismeretek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31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="003B3763" w:rsidRPr="00CD320D">
        <w:rPr>
          <w:rFonts w:cs="Times New Roman"/>
          <w:b/>
          <w:color w:val="000000" w:themeColor="text1"/>
        </w:rPr>
        <w:t>37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2CE5EF13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0C11727D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1461DCEF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09658728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16FEC434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46B9BAFC" w14:textId="77777777" w:rsidR="000D0D0C" w:rsidRPr="00CD320D" w:rsidRDefault="000D0D0C" w:rsidP="000D0D0C">
      <w:pPr>
        <w:spacing w:after="0"/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A tantárgy tanításának célja, hogy az élelmiszeripar területén nagyon fontos mérések végzéséhez megfelelő elméleti és gyakorlati ismeretet nyújtson a tanulóknak a mérések végzéséhez szükséges alapvető eszközök megismerése után, a legalapvetőbb műveletek végzését sajátítják el a tanulók, melyek a bonyolultabb összetettebb vizsgálatok alapjait fogják képezni. A tudatosan megtervezett, megszervezett és megfelelően kialakított időbeosztással végzett mérések és vizsgálatok eredményeinek kiértékelése, a megfelelő következtetések levonása is a gyakorlatok része.</w:t>
      </w:r>
    </w:p>
    <w:p w14:paraId="5E4722F2" w14:textId="77777777" w:rsidR="00A23F09" w:rsidRPr="00CD320D" w:rsidRDefault="000D0D0C" w:rsidP="000D0D0C">
      <w:pPr>
        <w:spacing w:after="0"/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A különböző élelmiszerek vizsgálatával segíti az anyagismereti technológiai ismereteik elmélyítését</w:t>
      </w:r>
    </w:p>
    <w:p w14:paraId="6A14901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1E92EC1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59B37EE0" w14:textId="77777777" w:rsidR="00A23F09" w:rsidRPr="00CD320D" w:rsidRDefault="000D0D0C" w:rsidP="000D0D0C">
      <w:pPr>
        <w:widowControl w:val="0"/>
        <w:suppressAutoHyphens/>
        <w:spacing w:after="0"/>
        <w:rPr>
          <w:rFonts w:cs="Times New Roman"/>
          <w:color w:val="000000" w:themeColor="text1"/>
          <w:kern w:val="2"/>
          <w:szCs w:val="24"/>
          <w:lang w:eastAsia="hi-IN" w:bidi="hi-IN"/>
        </w:rPr>
      </w:pPr>
      <w:r w:rsidRPr="00CD320D">
        <w:rPr>
          <w:rFonts w:cs="Times New Roman"/>
          <w:color w:val="000000" w:themeColor="text1"/>
          <w:kern w:val="2"/>
          <w:szCs w:val="24"/>
          <w:lang w:eastAsia="hi-IN" w:bidi="hi-IN"/>
        </w:rPr>
        <w:t>Kémia, élelmiszer-kémia, biológia, mikrobiológia, élelmiszeripari műveletek, anyagismeret és élelmiszeripari technológia</w:t>
      </w:r>
    </w:p>
    <w:p w14:paraId="56172C45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20A2530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6A417F45" w14:textId="77777777" w:rsidR="00A23F09" w:rsidRPr="00CD320D" w:rsidRDefault="000D0D0C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Laboratóriumi alapfogalmak</w:t>
      </w:r>
    </w:p>
    <w:p w14:paraId="6DBC7C4A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</w:t>
      </w:r>
      <w:r w:rsidRPr="00091F4B">
        <w:rPr>
          <w:rFonts w:cs="Times New Roman"/>
          <w:color w:val="000000" w:themeColor="text1"/>
        </w:rPr>
        <w:t>laboratóriumban használt anyagok, eszközök</w:t>
      </w:r>
    </w:p>
    <w:p w14:paraId="72F9173E" w14:textId="77777777" w:rsidR="00A23F09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SI mértékegységek, SI mértékegységeken kívüli mértékegységek, átváltások, alkalmazási területük</w:t>
      </w:r>
    </w:p>
    <w:p w14:paraId="58FDA92C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64FDC5F" w14:textId="77777777" w:rsidR="00A23F09" w:rsidRPr="00CD320D" w:rsidRDefault="000D0D0C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Tömeg-, térfogat- és sűrűségmérés</w:t>
      </w:r>
    </w:p>
    <w:p w14:paraId="10C5E4C2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Mérlegek típusai (táramérleg, analitikai mérleg, stb.)</w:t>
      </w:r>
    </w:p>
    <w:p w14:paraId="12E59B74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Mérés menete</w:t>
      </w:r>
    </w:p>
    <w:p w14:paraId="0D8974BB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Mérés hibái</w:t>
      </w:r>
    </w:p>
    <w:p w14:paraId="6D4FD743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Lemérés, bemérés, visszamérés</w:t>
      </w:r>
    </w:p>
    <w:p w14:paraId="2B02216C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Térfogatmérés elvi alapjai</w:t>
      </w:r>
    </w:p>
    <w:p w14:paraId="0BC8FE49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Térfogatmérést befolyásoló tényezők</w:t>
      </w:r>
    </w:p>
    <w:p w14:paraId="38CFE606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Térfogatmérő eszközök</w:t>
      </w:r>
    </w:p>
    <w:p w14:paraId="1AB8542A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Sűrűségmérés elvi alapjai</w:t>
      </w:r>
    </w:p>
    <w:p w14:paraId="2C819CE3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Sűrűségmérést befolyásoló tényezők</w:t>
      </w:r>
    </w:p>
    <w:p w14:paraId="036C6AD7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Sűrűségmérő eszközök</w:t>
      </w:r>
    </w:p>
    <w:p w14:paraId="714B5A52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2D50009" w14:textId="77777777" w:rsidR="00A23F09" w:rsidRPr="00CD320D" w:rsidRDefault="00A71D7B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Homogenizáló</w:t>
      </w:r>
      <w:r w:rsidR="00A07D84" w:rsidRPr="00CD320D">
        <w:rPr>
          <w:rFonts w:cs="Times New Roman"/>
          <w:b/>
          <w:i/>
          <w:color w:val="000000" w:themeColor="text1"/>
        </w:rPr>
        <w:t>, szétválasztó</w:t>
      </w:r>
      <w:r w:rsidR="000D0D0C" w:rsidRPr="00CD320D">
        <w:rPr>
          <w:rFonts w:cs="Times New Roman"/>
          <w:b/>
          <w:i/>
          <w:color w:val="000000" w:themeColor="text1"/>
        </w:rPr>
        <w:t xml:space="preserve"> műveletek</w:t>
      </w:r>
    </w:p>
    <w:p w14:paraId="706F4A09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Oldatok, oldószerek, oldhatóság</w:t>
      </w:r>
    </w:p>
    <w:p w14:paraId="78782358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Oldatkészítés elmélete, számítása</w:t>
      </w:r>
    </w:p>
    <w:p w14:paraId="33F0CC59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Extrahálás elvi alapjai</w:t>
      </w:r>
    </w:p>
    <w:p w14:paraId="37DC4308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Extrakció menete, extraháló szerek</w:t>
      </w:r>
    </w:p>
    <w:p w14:paraId="18045570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Kristályosítás elvi alapjai</w:t>
      </w:r>
    </w:p>
    <w:p w14:paraId="794E60C2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Lecsapási művelet célja, menete</w:t>
      </w:r>
    </w:p>
    <w:p w14:paraId="4EE2DFB9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Ülepítés, dekantálás centrifugálás </w:t>
      </w:r>
    </w:p>
    <w:p w14:paraId="70AD8FC0" w14:textId="77777777" w:rsidR="00A23F09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Lepárlás – desztillálás elvi alapjai</w:t>
      </w:r>
    </w:p>
    <w:p w14:paraId="4D70A6E5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5BF79A0" w14:textId="77777777" w:rsidR="00A23F09" w:rsidRPr="00CD320D" w:rsidRDefault="000D0D0C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Érzékszervi, reológiai vizsgálatok</w:t>
      </w:r>
    </w:p>
    <w:p w14:paraId="4DA9F88B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Bírálatot végzőkkel szemben támasztott követelmények (íz, szín, illat vizsgálata)</w:t>
      </w:r>
    </w:p>
    <w:p w14:paraId="0CB0CB6F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Érzékszervi bírálat menete, körülményei</w:t>
      </w:r>
    </w:p>
    <w:p w14:paraId="75791A1E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Bírálati módszerek, rendszerek, értékelés</w:t>
      </w:r>
    </w:p>
    <w:p w14:paraId="41EBE4F6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Reológia elméleti alapjai</w:t>
      </w:r>
    </w:p>
    <w:p w14:paraId="11BB9925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Viszkozitás mérése, viszkoziméterek</w:t>
      </w:r>
    </w:p>
    <w:p w14:paraId="64EEE9DF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Elaszticitás, plaszticitás mérése, mérőműszerei</w:t>
      </w:r>
    </w:p>
    <w:p w14:paraId="3C8EEA27" w14:textId="77777777" w:rsidR="000D0D0C" w:rsidRPr="00091F4B" w:rsidRDefault="000D0D0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Mérések hibái, alkalmazhatósági területük</w:t>
      </w:r>
    </w:p>
    <w:p w14:paraId="51B9A159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96FC299" w14:textId="77777777" w:rsidR="00A23F09" w:rsidRPr="00CD320D" w:rsidRDefault="00BB7BC2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Gravimetria</w:t>
      </w:r>
    </w:p>
    <w:p w14:paraId="2F895DAC" w14:textId="77777777" w:rsidR="00BB7BC2" w:rsidRPr="00091F4B" w:rsidRDefault="00BB7B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Szárazanyag tartalom meghatározásának menete</w:t>
      </w:r>
    </w:p>
    <w:p w14:paraId="43DB4D27" w14:textId="77777777" w:rsidR="00BB7BC2" w:rsidRPr="00091F4B" w:rsidRDefault="00BB7B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Hamutartalom meghatározásának elve</w:t>
      </w:r>
    </w:p>
    <w:p w14:paraId="4F2B9773" w14:textId="77777777" w:rsidR="00BB7BC2" w:rsidRPr="00091F4B" w:rsidRDefault="00BB7B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Homoktartalom meghatározásának elve</w:t>
      </w:r>
    </w:p>
    <w:p w14:paraId="565DFF27" w14:textId="77777777" w:rsidR="00BB7BC2" w:rsidRPr="00091F4B" w:rsidRDefault="00BB7B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Extrakttartalom meghatározásának elve</w:t>
      </w:r>
    </w:p>
    <w:p w14:paraId="6F1255FA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D795DB8" w14:textId="77777777" w:rsidR="00A23F09" w:rsidRPr="00CD320D" w:rsidRDefault="00BB7BC2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Titrimetria alapjai</w:t>
      </w:r>
    </w:p>
    <w:p w14:paraId="240D261A" w14:textId="77777777" w:rsidR="00BB7BC2" w:rsidRPr="00091F4B" w:rsidRDefault="00BB7B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Faktor fogalma, faktorozás menete</w:t>
      </w:r>
    </w:p>
    <w:p w14:paraId="277B6726" w14:textId="77777777" w:rsidR="00BB7BC2" w:rsidRPr="00091F4B" w:rsidRDefault="00BB7B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Sav mérőoldatok, lúg mérőoldatok</w:t>
      </w:r>
    </w:p>
    <w:p w14:paraId="4430DD05" w14:textId="77777777" w:rsidR="00A23F09" w:rsidRPr="00CD320D" w:rsidRDefault="00BB7BC2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Lúgtartalom, savtartalom meghatározásának elve</w:t>
      </w:r>
    </w:p>
    <w:p w14:paraId="219BD5D8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2678ED1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09DECF7B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3CA565C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45FD57F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2B8E4D51" w14:textId="2CCE71F1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0D38F0A6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C74CA13" w14:textId="77777777" w:rsidR="00A23F09" w:rsidRPr="00CD320D" w:rsidRDefault="00757C6F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Laboratóriumi alapgyakorlatok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3</w:t>
      </w:r>
      <w:r w:rsidR="00DD24AA" w:rsidRPr="00CD320D">
        <w:rPr>
          <w:rFonts w:cs="Times New Roman"/>
          <w:b/>
          <w:color w:val="000000" w:themeColor="text1"/>
        </w:rPr>
        <w:t>86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="00A700A4" w:rsidRPr="00CD320D">
        <w:rPr>
          <w:rFonts w:cs="Times New Roman"/>
          <w:b/>
          <w:color w:val="000000" w:themeColor="text1"/>
        </w:rPr>
        <w:t>396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07791678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4B5FABB8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04B9F8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603447F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0BA094D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0C03B3C1" w14:textId="77777777" w:rsidR="00757C6F" w:rsidRPr="00CD320D" w:rsidRDefault="00757C6F" w:rsidP="00757C6F">
      <w:pPr>
        <w:spacing w:after="0"/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A tantárgy tanításának célja, hogy az élelmiszeripar területén nagyon fontos mérések végzéséhez megfelelő elméleti és gyakorlati ismeretet nyújtson a tanulóknak. a mérések végzéséhez szükséges alapvető eszközök megismerése után, a legalapvetőbb műveletek végzését sajátítják el a tanulók, melyek a bonyolultabb összetettebb vizsgálatok alapjait fogják képezni. A tudatosan megtervezett, megszervezett és megfelelően kialakított időbeosztással végzett mérések és vizsgálatok eredményeinek kiértékelése, a megfelelő következtetések levonása is a gyakorlatok része.</w:t>
      </w:r>
    </w:p>
    <w:p w14:paraId="0513B25B" w14:textId="77777777" w:rsidR="00A23F09" w:rsidRPr="00CD320D" w:rsidRDefault="00757C6F" w:rsidP="00757C6F">
      <w:pPr>
        <w:spacing w:after="0"/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A különböző élelmiszerek vizsgálatával segíti az anyagismereti technológiai ismereteik elmélyítését.</w:t>
      </w:r>
    </w:p>
    <w:p w14:paraId="5FAE0C3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317C545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31F7A463" w14:textId="77777777" w:rsidR="00A23F09" w:rsidRPr="00CD320D" w:rsidRDefault="00757C6F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  <w:kern w:val="2"/>
          <w:szCs w:val="24"/>
          <w:lang w:eastAsia="hi-IN" w:bidi="hi-IN"/>
        </w:rPr>
        <w:t>Kémia, élelmiszer-kémia, biológia, mikrobiológia, élelmiszeripari műveletek, anyagismeret és élelmiszeripari technológia</w:t>
      </w:r>
    </w:p>
    <w:p w14:paraId="046A25E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773D1B1B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7E45D53D" w14:textId="77777777" w:rsidR="00A23F09" w:rsidRPr="00CD320D" w:rsidRDefault="00757C6F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Méréstechnikai alapok</w:t>
      </w:r>
    </w:p>
    <w:p w14:paraId="58127DDE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Baleset megelőzés, elhárítás, munkaszabályok</w:t>
      </w:r>
    </w:p>
    <w:p w14:paraId="58739F77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Tűzvédelem</w:t>
      </w:r>
    </w:p>
    <w:p w14:paraId="66B96EB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Környezetvédelem</w:t>
      </w:r>
    </w:p>
    <w:p w14:paraId="72D89407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Laboratóriumban használt</w:t>
      </w:r>
      <w:r w:rsidR="00706DA1" w:rsidRPr="00091F4B">
        <w:rPr>
          <w:rFonts w:cs="Times New Roman"/>
          <w:color w:val="000000" w:themeColor="text1"/>
        </w:rPr>
        <w:t xml:space="preserve"> </w:t>
      </w:r>
      <w:r w:rsidRPr="00091F4B">
        <w:rPr>
          <w:rFonts w:cs="Times New Roman"/>
          <w:color w:val="000000" w:themeColor="text1"/>
        </w:rPr>
        <w:t>anyagok eszközök</w:t>
      </w:r>
    </w:p>
    <w:p w14:paraId="79B3C9EC" w14:textId="77777777" w:rsidR="00A23F09" w:rsidRPr="00CD320D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Jegyzőkönyv vezetése</w:t>
      </w:r>
    </w:p>
    <w:p w14:paraId="01566CD5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B99D1DC" w14:textId="77777777" w:rsidR="00A23F09" w:rsidRPr="00CD320D" w:rsidRDefault="00EA466A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Laboratóriumi alapmérések</w:t>
      </w:r>
    </w:p>
    <w:p w14:paraId="0714E4C1" w14:textId="77777777" w:rsidR="00757C6F" w:rsidRPr="00CD320D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Hosszúság, terület mérése </w:t>
      </w:r>
    </w:p>
    <w:p w14:paraId="47987A7B" w14:textId="77777777" w:rsidR="00757C6F" w:rsidRPr="00CD320D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Idő</w:t>
      </w:r>
    </w:p>
    <w:p w14:paraId="3F9FADA1" w14:textId="77777777" w:rsidR="00757C6F" w:rsidRPr="00CD320D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Tömeg mérése</w:t>
      </w:r>
    </w:p>
    <w:p w14:paraId="6BD4D75F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 xml:space="preserve">Mérlegek </w:t>
      </w:r>
      <w:r w:rsidR="00195ABD" w:rsidRPr="00091F4B">
        <w:rPr>
          <w:rFonts w:cs="Times New Roman"/>
          <w:color w:val="000000" w:themeColor="text1"/>
        </w:rPr>
        <w:t>használata (tára</w:t>
      </w:r>
      <w:r w:rsidRPr="00091F4B">
        <w:rPr>
          <w:rFonts w:cs="Times New Roman"/>
          <w:color w:val="000000" w:themeColor="text1"/>
        </w:rPr>
        <w:t>mérleg, analitikai mérleg, stb.)</w:t>
      </w:r>
    </w:p>
    <w:p w14:paraId="5F574834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Lemérés, bemérés, visszamérés</w:t>
      </w:r>
    </w:p>
    <w:p w14:paraId="3279D3ED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06C3E73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Hőmérséklet</w:t>
      </w:r>
    </w:p>
    <w:p w14:paraId="24891034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Térfogat</w:t>
      </w:r>
    </w:p>
    <w:p w14:paraId="393F66B8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Térfogatmérő eszközök használata, kalibrálása</w:t>
      </w:r>
    </w:p>
    <w:p w14:paraId="505473CA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52EAE925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Sűrűségmérés areométerrel, piknométerrel</w:t>
      </w:r>
    </w:p>
    <w:p w14:paraId="18FF0556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0A7C865E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63B7A9F" w14:textId="77777777" w:rsidR="00A23F09" w:rsidRPr="00CD320D" w:rsidRDefault="00757C6F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Homogenizáló, szétválasztó műveletek</w:t>
      </w:r>
    </w:p>
    <w:p w14:paraId="12DC01A0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Oldatkészítés</w:t>
      </w:r>
    </w:p>
    <w:p w14:paraId="1D372521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Extrahálás</w:t>
      </w:r>
    </w:p>
    <w:p w14:paraId="679819D5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Kristályosítás</w:t>
      </w:r>
    </w:p>
    <w:p w14:paraId="5123FF15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Lecsapás</w:t>
      </w:r>
    </w:p>
    <w:p w14:paraId="6CFDA863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Ülepítés, dekantálás centrifugálás</w:t>
      </w:r>
    </w:p>
    <w:p w14:paraId="5A31BD0C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Lepárlás – desztillálás</w:t>
      </w:r>
    </w:p>
    <w:p w14:paraId="412E6288" w14:textId="77777777" w:rsidR="00A23F09" w:rsidRPr="00CD320D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2B86C7D6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CAD1AB5" w14:textId="77777777" w:rsidR="00A23F09" w:rsidRPr="00CD320D" w:rsidRDefault="00757C6F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Titrimetria</w:t>
      </w:r>
    </w:p>
    <w:p w14:paraId="47E673E9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Titrimetria alapjai</w:t>
      </w:r>
    </w:p>
    <w:p w14:paraId="6EF989AF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Sav mérőoldat készítése, faktorozása, indikátorok</w:t>
      </w:r>
    </w:p>
    <w:p w14:paraId="7623E8D2" w14:textId="77777777" w:rsidR="00195ABD" w:rsidRPr="00091F4B" w:rsidRDefault="00195ABD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Lúg mérőoldat készítése, faktorozása</w:t>
      </w:r>
    </w:p>
    <w:p w14:paraId="5AA7B001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Lúgtartalom meghatározás</w:t>
      </w:r>
    </w:p>
    <w:p w14:paraId="6E180FF8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Savtartalom meghatározás</w:t>
      </w:r>
    </w:p>
    <w:p w14:paraId="2C2995BB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5261EB7E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1942255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Acidi-alkalimetria (sav-bázis titrálás)</w:t>
      </w:r>
    </w:p>
    <w:p w14:paraId="7AF5DD6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Élelmiszerek savtartalmának meghatározása</w:t>
      </w:r>
    </w:p>
    <w:p w14:paraId="453AF5E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Savfok meghatározása</w:t>
      </w:r>
    </w:p>
    <w:p w14:paraId="01F7AD8E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Ivóvíz lúgossági foka</w:t>
      </w:r>
    </w:p>
    <w:p w14:paraId="15C9DAE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Zsírok vizsgálata</w:t>
      </w:r>
    </w:p>
    <w:p w14:paraId="7BDECFB7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2DD3987E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98DDABD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Argentometria (csapadékos titrálás)</w:t>
      </w:r>
    </w:p>
    <w:p w14:paraId="420D4AA5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Sótartalom meghatározása</w:t>
      </w:r>
    </w:p>
    <w:p w14:paraId="12F5687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6BB4A259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0BC50E5F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Permanganometria</w:t>
      </w:r>
    </w:p>
    <w:p w14:paraId="21C5047E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Víz oxigénfogyasztásának meghatározása</w:t>
      </w:r>
    </w:p>
    <w:p w14:paraId="1E4A0F2C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Redukáló cukortartalom meghatározás Bertrand módszerrel</w:t>
      </w:r>
    </w:p>
    <w:p w14:paraId="1A34C3B5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7544BD7C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92629DE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lastRenderedPageBreak/>
        <w:t>Jodometria</w:t>
      </w:r>
    </w:p>
    <w:p w14:paraId="7821122C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Rézion tartalom meghatározása</w:t>
      </w:r>
    </w:p>
    <w:p w14:paraId="27C30ABC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Redukáló cukortartalom meghatározás Schoorl-módszerrel</w:t>
      </w:r>
    </w:p>
    <w:p w14:paraId="007FA5BE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3C061C87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1812ADA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Komplexometria</w:t>
      </w:r>
    </w:p>
    <w:p w14:paraId="6355E14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Víz keménységének meghatározása</w:t>
      </w:r>
    </w:p>
    <w:p w14:paraId="70AF88AD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Víz kalcium- és magnéziumion tartalmának meghatározás</w:t>
      </w:r>
      <w:r w:rsidR="00195ABD" w:rsidRPr="00091F4B">
        <w:rPr>
          <w:rFonts w:cs="Times New Roman"/>
          <w:color w:val="000000" w:themeColor="text1"/>
        </w:rPr>
        <w:t>a</w:t>
      </w:r>
      <w:r w:rsidRPr="00091F4B">
        <w:rPr>
          <w:rFonts w:cs="Times New Roman"/>
          <w:color w:val="000000" w:themeColor="text1"/>
        </w:rPr>
        <w:t xml:space="preserve"> </w:t>
      </w:r>
    </w:p>
    <w:p w14:paraId="191B3DAD" w14:textId="77777777" w:rsidR="00A23F09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4519CDD2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09F9BF11" w14:textId="77777777" w:rsidR="00A23F09" w:rsidRPr="00CD320D" w:rsidRDefault="00757C6F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Érzékszervi, reológiai vizsgálatok</w:t>
      </w:r>
    </w:p>
    <w:p w14:paraId="4D23B77B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</w:t>
      </w:r>
      <w:r w:rsidRPr="00091F4B">
        <w:rPr>
          <w:rFonts w:cs="Times New Roman"/>
          <w:color w:val="000000" w:themeColor="text1"/>
        </w:rPr>
        <w:t>lap ízek felismerése (ízküszöbérték vizsgálat)</w:t>
      </w:r>
    </w:p>
    <w:p w14:paraId="6E42CE6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Szagfelismerő próbák, szaglóképesség vizsgálata</w:t>
      </w:r>
    </w:p>
    <w:p w14:paraId="13F48A9A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Színmegállapító képesség vizsgálata</w:t>
      </w:r>
    </w:p>
    <w:p w14:paraId="2775F94F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Differencia próbák, rangsorolásos bírálatok</w:t>
      </w:r>
    </w:p>
    <w:p w14:paraId="73EA0A7C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74A13F7D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Viszkozitás mérés Engler-féle viszkoziméterrel</w:t>
      </w:r>
    </w:p>
    <w:p w14:paraId="690D95C5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Viszkozitás mérés Höppler-féle viszkoziméterrel</w:t>
      </w:r>
    </w:p>
    <w:p w14:paraId="49378E0B" w14:textId="77777777" w:rsidR="00A23F09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73510FEA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07DC6EA2" w14:textId="77777777" w:rsidR="00A23F09" w:rsidRPr="00CD320D" w:rsidRDefault="00757C6F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Gravimetria</w:t>
      </w:r>
    </w:p>
    <w:p w14:paraId="2E8D029C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Szárazanyag tartalom meghatározás</w:t>
      </w:r>
    </w:p>
    <w:p w14:paraId="72A9F8A1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Hamutartalom meghatározás</w:t>
      </w:r>
    </w:p>
    <w:p w14:paraId="7DB43025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Homoktartalom meghatározás</w:t>
      </w:r>
    </w:p>
    <w:p w14:paraId="04A7FECB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Extrakttartalom meghatározás</w:t>
      </w:r>
    </w:p>
    <w:p w14:paraId="3BE6754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  <w:r w:rsidRPr="00CD320D">
        <w:rPr>
          <w:rFonts w:cs="Times New Roman"/>
          <w:color w:val="000000" w:themeColor="text1"/>
        </w:rPr>
        <w:t xml:space="preserve"> </w:t>
      </w:r>
    </w:p>
    <w:p w14:paraId="132D31B5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7D8A03B" w14:textId="77777777" w:rsidR="00A23F09" w:rsidRPr="00CD320D" w:rsidRDefault="00EA466A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Adott iparágak</w:t>
      </w:r>
      <w:r w:rsidR="00706DA1" w:rsidRPr="00CD320D">
        <w:rPr>
          <w:rFonts w:cs="Times New Roman"/>
          <w:b/>
          <w:i/>
          <w:color w:val="000000" w:themeColor="text1"/>
        </w:rPr>
        <w:t xml:space="preserve"> laboratóriumi vizsgálat</w:t>
      </w:r>
      <w:r w:rsidRPr="00CD320D">
        <w:rPr>
          <w:rFonts w:cs="Times New Roman"/>
          <w:b/>
          <w:i/>
          <w:color w:val="000000" w:themeColor="text1"/>
        </w:rPr>
        <w:t>ai</w:t>
      </w:r>
    </w:p>
    <w:p w14:paraId="5C87C91B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</w:t>
      </w:r>
      <w:r w:rsidRPr="00091F4B">
        <w:rPr>
          <w:rFonts w:cs="Times New Roman"/>
          <w:color w:val="000000" w:themeColor="text1"/>
        </w:rPr>
        <w:t>intavételezés</w:t>
      </w:r>
    </w:p>
    <w:p w14:paraId="603AEA32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Alapanyag vizsgálatok</w:t>
      </w:r>
    </w:p>
    <w:p w14:paraId="4F3774C0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Félkész / késztermék vizsgálatok</w:t>
      </w:r>
    </w:p>
    <w:p w14:paraId="1D86DBDE" w14:textId="77777777" w:rsidR="00A23F09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</w:t>
      </w:r>
    </w:p>
    <w:p w14:paraId="59AD9FA0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4D19E01" w14:textId="77777777" w:rsidR="00A23F09" w:rsidRPr="00CD320D" w:rsidRDefault="00757C6F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Laboratóriumi vizsgálatok számításai</w:t>
      </w:r>
    </w:p>
    <w:p w14:paraId="28A7873F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Tömeg-, térfogat-, sűrűségméréshez kapcsolódó számítások</w:t>
      </w:r>
    </w:p>
    <w:p w14:paraId="3DFC5188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Homogenizáló, szétválasztó műveletek számításai</w:t>
      </w:r>
    </w:p>
    <w:p w14:paraId="13D0997D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Érzékszervi, reológiai vizsgálatokhoz kapcsolódó számítások</w:t>
      </w:r>
    </w:p>
    <w:p w14:paraId="449D0409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Gravimetriai vizsgálatok számításai</w:t>
      </w:r>
    </w:p>
    <w:p w14:paraId="56B0ACE1" w14:textId="77777777" w:rsidR="00757C6F" w:rsidRPr="00091F4B" w:rsidRDefault="00757C6F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Titrimetriához kapcsolódó számítások</w:t>
      </w:r>
    </w:p>
    <w:p w14:paraId="52E504E3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6F94771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14367EC3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9A9C7F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16959B9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51A3E5DF" w14:textId="24A65DF0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17B689C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0D09B77" w14:textId="77777777" w:rsidR="00A23F09" w:rsidRPr="00CD320D" w:rsidRDefault="00A23F09" w:rsidP="00A23F09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6DE90DF4" w14:textId="77777777" w:rsidR="00A23F09" w:rsidRPr="00CD320D" w:rsidRDefault="00706DA1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Élelmiszeripari alapmérések gyakorlatok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="00A71D7B" w:rsidRPr="00CD320D">
        <w:rPr>
          <w:rFonts w:cs="Times New Roman"/>
          <w:b/>
          <w:color w:val="000000" w:themeColor="text1"/>
        </w:rPr>
        <w:t>155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="00A71D7B" w:rsidRPr="00CD320D">
        <w:rPr>
          <w:rFonts w:cs="Times New Roman"/>
          <w:b/>
          <w:color w:val="000000" w:themeColor="text1"/>
        </w:rPr>
        <w:t>155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20C92ECC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611503F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7E466CAD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6EC42766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76286C50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07D02770" w14:textId="77777777" w:rsidR="00A23F09" w:rsidRPr="00CD320D" w:rsidRDefault="00706DA1" w:rsidP="00706DA1">
      <w:pPr>
        <w:spacing w:after="0"/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A tantárgy tanításának célja az élelmiszeriparban alkalmazott műveletekhez kapcsolódó mérések, valamint a nyersanyagok és az élelmiszeripar által előállított élelmiszerek komplex vizsgálatának végzése. a záró-dolgozathoz szükséges mérések elvégzése</w:t>
      </w:r>
    </w:p>
    <w:p w14:paraId="5785963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AE12528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6A5B538F" w14:textId="77777777" w:rsidR="00A23F09" w:rsidRPr="00CD320D" w:rsidRDefault="00706DA1" w:rsidP="00706DA1">
      <w:pPr>
        <w:spacing w:after="0"/>
        <w:rPr>
          <w:rFonts w:cs="Times New Roman"/>
          <w:bCs/>
          <w:iCs/>
          <w:color w:val="000000" w:themeColor="text1"/>
          <w:szCs w:val="24"/>
        </w:rPr>
      </w:pPr>
      <w:r w:rsidRPr="00CD320D">
        <w:rPr>
          <w:rFonts w:cs="Times New Roman"/>
          <w:bCs/>
          <w:iCs/>
          <w:color w:val="000000" w:themeColor="text1"/>
          <w:szCs w:val="24"/>
        </w:rPr>
        <w:t>Laboratóriumi alapmérések elmélete és gyakorlata, élelmiszeripari műveletek, anyagismeret, élelmiszeripari technológia</w:t>
      </w:r>
    </w:p>
    <w:p w14:paraId="4CA18198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6AF58C97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691F7E08" w14:textId="77777777" w:rsidR="00A23F09" w:rsidRPr="00CD320D" w:rsidRDefault="00706DA1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Élelmiszeripari műveletekhez kapcsolódó mérések, vizsgálatok</w:t>
      </w:r>
    </w:p>
    <w:p w14:paraId="7832D870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Oldatok készítése, bepárlás, kristályosítás, extrahálás, átkristályosítás, anyagtisztítás, Lecsapás, szűrés, centrifugálás, dekantálás, desztillálás</w:t>
      </w:r>
    </w:p>
    <w:p w14:paraId="51A6313B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Szűrés</w:t>
      </w:r>
    </w:p>
    <w:p w14:paraId="6FBB77AD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Préselés, passzírozás, szitálás</w:t>
      </w:r>
    </w:p>
    <w:p w14:paraId="05EB207C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Hűtőkeverék készítése</w:t>
      </w:r>
    </w:p>
    <w:p w14:paraId="2849F99C" w14:textId="77777777" w:rsidR="00A23F09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Számítási feladatok</w:t>
      </w:r>
    </w:p>
    <w:p w14:paraId="38F990DE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9375B28" w14:textId="77777777" w:rsidR="00A23F09" w:rsidRPr="00CD320D" w:rsidRDefault="00706DA1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Komplex laboratóriumi vizsgálatok</w:t>
      </w:r>
    </w:p>
    <w:p w14:paraId="3BB0E473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Mintavételezés</w:t>
      </w:r>
    </w:p>
    <w:p w14:paraId="0C38DE3B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Érzékszervi vizsgálatok</w:t>
      </w:r>
    </w:p>
    <w:p w14:paraId="7CB237B9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Alapmérések (gravimetria, titrimetria)</w:t>
      </w:r>
    </w:p>
    <w:p w14:paraId="5C10C08C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Műszeres vizsgálatok</w:t>
      </w:r>
    </w:p>
    <w:p w14:paraId="09B79CF2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Eredmények értékelése, jegyzőkönyvek készítése</w:t>
      </w:r>
    </w:p>
    <w:p w14:paraId="640C9A79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28EF464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51427166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7D05446C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E1ED26D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0F7B8EB8" w14:textId="3271C5C2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121EEAA2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71C0EC2" w14:textId="77777777" w:rsidR="00A23F09" w:rsidRPr="00CD320D" w:rsidRDefault="00706DA1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Minőségbiztosítási és higiéniai gyakorlat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="00EA2D83" w:rsidRPr="00CD320D">
        <w:rPr>
          <w:rFonts w:cs="Times New Roman"/>
          <w:b/>
          <w:color w:val="000000" w:themeColor="text1"/>
        </w:rPr>
        <w:t>170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="00195ABD" w:rsidRPr="00CD320D">
        <w:rPr>
          <w:rFonts w:cs="Times New Roman"/>
          <w:b/>
          <w:color w:val="000000" w:themeColor="text1"/>
        </w:rPr>
        <w:t>-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1A6F1460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326D6FEE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B6BDB1F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="00195ABD" w:rsidRPr="00CD320D">
        <w:rPr>
          <w:rFonts w:cs="Times New Roman"/>
          <w:color w:val="000000" w:themeColor="text1"/>
        </w:rPr>
        <w:t>mellék-</w:t>
      </w:r>
      <w:r w:rsidRPr="00CD320D">
        <w:rPr>
          <w:rFonts w:cs="Times New Roman"/>
          <w:color w:val="000000" w:themeColor="text1"/>
        </w:rPr>
        <w:t>szakképesítéshez kapcsolódik.</w:t>
      </w:r>
    </w:p>
    <w:p w14:paraId="63C2100C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6EE89C2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28279272" w14:textId="77777777" w:rsidR="00706DA1" w:rsidRPr="00CD320D" w:rsidRDefault="00706DA1" w:rsidP="00706DA1">
      <w:pPr>
        <w:pStyle w:val="Listaszerbekezds2"/>
        <w:spacing w:after="0"/>
        <w:ind w:left="0"/>
        <w:rPr>
          <w:b/>
          <w:color w:val="000000" w:themeColor="text1"/>
        </w:rPr>
      </w:pPr>
      <w:r w:rsidRPr="00CD320D">
        <w:rPr>
          <w:color w:val="000000" w:themeColor="text1"/>
          <w:szCs w:val="24"/>
        </w:rPr>
        <w:t>A higiénia tantárgy tanításának célja, hogy felkészítésen az élelmiszeripar bármely ágazatában való helytállásra, igényes munkavégzésre. Megalapozza az élelmiszerágazatra vonatkozó higiéniai szemléletet. Megismertesse a tanulókat az élelmiszeripar környezetét befolyásoló tényezőkkel. Alakítsa ki a minőségi munkavégzés igényeit, neveljen az élelmiszeripari tevékenységekkel kapcsolatos tudatos, felelősségteljes magatartásra, tudatosítsa az élelmiszeripari termelés természeti feltételeit és a környezeti, táplálkozás-élettani hatásait</w:t>
      </w:r>
    </w:p>
    <w:p w14:paraId="1129F762" w14:textId="77777777" w:rsidR="00A23F09" w:rsidRPr="00CD320D" w:rsidRDefault="00706DA1" w:rsidP="00706DA1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  <w:sz w:val="20"/>
          <w:szCs w:val="20"/>
        </w:rPr>
        <w:t>.</w:t>
      </w:r>
      <w:r w:rsidRPr="00CD320D">
        <w:rPr>
          <w:rFonts w:cs="Times New Roman"/>
          <w:bCs/>
          <w:color w:val="000000" w:themeColor="text1"/>
          <w:kern w:val="1"/>
          <w:szCs w:val="24"/>
        </w:rPr>
        <w:t xml:space="preserve">A minőségbiztosítás tantárgy tanításának célja, hogy a tanulók megismerjék az élelmiszer biztonságát érintő valamennyi veszélyt, a megelőzésük, kiküszöbölésük lehetőségeit, tisztában </w:t>
      </w:r>
      <w:r w:rsidRPr="00CD320D">
        <w:rPr>
          <w:rFonts w:cs="Times New Roman"/>
          <w:bCs/>
          <w:color w:val="000000" w:themeColor="text1"/>
          <w:kern w:val="1"/>
          <w:szCs w:val="24"/>
        </w:rPr>
        <w:lastRenderedPageBreak/>
        <w:t>legyenek a minőségbiztosítási, minőségirányítási rendszerek felépítésével, dokumentációival, képesek legyenek nyilvántartások vezetésére, ellenőrzésére.</w:t>
      </w:r>
    </w:p>
    <w:p w14:paraId="12042785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46CE6A4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20D90CCE" w14:textId="77777777" w:rsidR="00A23F09" w:rsidRPr="00CD320D" w:rsidRDefault="00706DA1" w:rsidP="00706DA1">
      <w:pPr>
        <w:rPr>
          <w:rFonts w:cs="Times New Roman"/>
          <w:bCs/>
          <w:iCs/>
          <w:color w:val="000000" w:themeColor="text1"/>
          <w:szCs w:val="24"/>
        </w:rPr>
      </w:pPr>
      <w:r w:rsidRPr="00CD320D">
        <w:rPr>
          <w:rFonts w:cs="Times New Roman"/>
          <w:bCs/>
          <w:iCs/>
          <w:color w:val="000000" w:themeColor="text1"/>
          <w:szCs w:val="24"/>
        </w:rPr>
        <w:t>Kémia, élelmiszer-kémia, biológia, mikrobiológia, anyagismeret, élelmiszeripari technológia</w:t>
      </w:r>
    </w:p>
    <w:p w14:paraId="41CCEB8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6D74E984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392F6BBC" w14:textId="77777777" w:rsidR="00A23F09" w:rsidRPr="00CD320D" w:rsidRDefault="00706DA1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Laboratóriumi rend</w:t>
      </w:r>
      <w:r w:rsidR="00A23F09" w:rsidRPr="00CD320D">
        <w:rPr>
          <w:rFonts w:cs="Times New Roman"/>
          <w:b/>
          <w:i/>
          <w:color w:val="000000" w:themeColor="text1"/>
        </w:rPr>
        <w:t xml:space="preserve"> </w:t>
      </w:r>
    </w:p>
    <w:p w14:paraId="6B44CBA8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Baleset megelőzés, elhárítás, munkaszabályok</w:t>
      </w:r>
    </w:p>
    <w:p w14:paraId="4945ED5B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Tűzvédelem</w:t>
      </w:r>
    </w:p>
    <w:p w14:paraId="1AAFA9AE" w14:textId="77777777" w:rsidR="00706DA1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Környezetvédelem</w:t>
      </w:r>
    </w:p>
    <w:p w14:paraId="600D4815" w14:textId="77777777" w:rsidR="00A23F09" w:rsidRPr="00091F4B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Laboratóriumban használt anyagok eszközök</w:t>
      </w:r>
    </w:p>
    <w:p w14:paraId="78933F97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3FB8E9F" w14:textId="77777777" w:rsidR="00A23F09" w:rsidRPr="00CD320D" w:rsidRDefault="00706DA1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Tisztítás, fertőtlenítés gyakorlata</w:t>
      </w:r>
    </w:p>
    <w:p w14:paraId="249B52E3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Takarítás, fertőtlenítés jelentősége</w:t>
      </w:r>
    </w:p>
    <w:p w14:paraId="75C7A23B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Takarítás, tisztítás, fertőtlenítés eszközei, gépei, folyamatai</w:t>
      </w:r>
    </w:p>
    <w:p w14:paraId="06A7B47D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Tisztító-, fertőtlenítőszerekkel szemben támasztott elvárások</w:t>
      </w:r>
    </w:p>
    <w:p w14:paraId="6AC3C70C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Felületi feszültség, nedvesítés, diszpergálás, emulgeálás</w:t>
      </w:r>
    </w:p>
    <w:p w14:paraId="73B7F491" w14:textId="77777777" w:rsidR="00A23F09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Személyi védőeszközök használatának fontossága</w:t>
      </w:r>
    </w:p>
    <w:p w14:paraId="732E5D60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4C13212" w14:textId="77777777" w:rsidR="00A23F09" w:rsidRPr="00CD320D" w:rsidRDefault="00706DA1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Higiéniai ellenőrzések nyilvántartása</w:t>
      </w:r>
      <w:r w:rsidR="00A23F09" w:rsidRPr="00CD320D">
        <w:rPr>
          <w:rFonts w:cs="Times New Roman"/>
          <w:b/>
          <w:i/>
          <w:color w:val="000000" w:themeColor="text1"/>
        </w:rPr>
        <w:t xml:space="preserve"> </w:t>
      </w:r>
    </w:p>
    <w:p w14:paraId="12AAC2AB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Jegyzőkönyvek formai követelményei</w:t>
      </w:r>
    </w:p>
    <w:p w14:paraId="3BFAE3B4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Higiéniához kapcsolódó nyilvántartások</w:t>
      </w:r>
    </w:p>
    <w:p w14:paraId="22FE321B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Élelmiszer előállításhoz kapcsolódó dokumentáció vezetése</w:t>
      </w:r>
    </w:p>
    <w:p w14:paraId="0CD4F4C0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Minta, ellenmita feliratai</w:t>
      </w:r>
    </w:p>
    <w:p w14:paraId="60BE3367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Címkék, jelölések kötelező elemei</w:t>
      </w:r>
    </w:p>
    <w:p w14:paraId="7BC6E575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Címke tervezése</w:t>
      </w:r>
    </w:p>
    <w:p w14:paraId="185DC10D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FC3D9D3" w14:textId="77777777" w:rsidR="00A23F09" w:rsidRPr="00CD320D" w:rsidRDefault="00706DA1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Módszerek a mikrobiológiai minőség megállapítására</w:t>
      </w:r>
    </w:p>
    <w:p w14:paraId="77886624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Laboratórium berendezése, eszközei</w:t>
      </w:r>
    </w:p>
    <w:p w14:paraId="46C361E6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Laboratóriumi rend szabályai</w:t>
      </w:r>
    </w:p>
    <w:p w14:paraId="508F80E8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Táptalaj készítése</w:t>
      </w:r>
    </w:p>
    <w:p w14:paraId="2C5121A5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Minta előkészítése</w:t>
      </w:r>
    </w:p>
    <w:p w14:paraId="3F8476DB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Hígítások készítése</w:t>
      </w:r>
    </w:p>
    <w:p w14:paraId="57D08713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Beoltás, tenyésztés, telepszámlálás</w:t>
      </w:r>
    </w:p>
    <w:p w14:paraId="75DAC3BC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Mikroszkópos vizsgálatok</w:t>
      </w:r>
      <w:r w:rsidR="00A07D84" w:rsidRPr="00CD320D">
        <w:rPr>
          <w:rFonts w:cs="Times New Roman"/>
          <w:color w:val="000000" w:themeColor="text1"/>
        </w:rPr>
        <w:t xml:space="preserve">, </w:t>
      </w:r>
      <w:r w:rsidRPr="00CD320D">
        <w:rPr>
          <w:rFonts w:cs="Times New Roman"/>
          <w:color w:val="000000" w:themeColor="text1"/>
        </w:rPr>
        <w:t>Gyorsmódszerek</w:t>
      </w:r>
    </w:p>
    <w:p w14:paraId="6493E959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96BE476" w14:textId="77777777" w:rsidR="00A23F09" w:rsidRPr="00CD320D" w:rsidRDefault="00706DA1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Minőségügyi dokumentumok vezetése</w:t>
      </w:r>
      <w:r w:rsidR="00A23F09" w:rsidRPr="00CD320D">
        <w:rPr>
          <w:rFonts w:cs="Times New Roman"/>
          <w:b/>
          <w:i/>
          <w:color w:val="000000" w:themeColor="text1"/>
        </w:rPr>
        <w:t xml:space="preserve"> </w:t>
      </w:r>
    </w:p>
    <w:p w14:paraId="5B283046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HACCP rendszerhez, minőségirányítási rendszerekhez kapcsolódó dokumentáció ismerete, kezelése</w:t>
      </w:r>
    </w:p>
    <w:p w14:paraId="2FD0CA1E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Nyilvántartások vezetése</w:t>
      </w:r>
    </w:p>
    <w:p w14:paraId="77E6AED2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Ellenőrző lapok létrehozása</w:t>
      </w:r>
    </w:p>
    <w:p w14:paraId="67CDAAE5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Jegyzőkönyvek készítése</w:t>
      </w:r>
    </w:p>
    <w:p w14:paraId="5821EFBA" w14:textId="77777777" w:rsidR="00706DA1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Gyártmánylap ismerete, elemei, készítése</w:t>
      </w:r>
    </w:p>
    <w:p w14:paraId="28F698ED" w14:textId="77777777" w:rsidR="00A23F09" w:rsidRPr="00CD320D" w:rsidRDefault="00706DA1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Új élelmiszer engedélyeztetésének folyamata</w:t>
      </w:r>
    </w:p>
    <w:p w14:paraId="17557439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458640E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0E035384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0A7AE0B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BCCB397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6712684B" w14:textId="440701CB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4837E72D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3AC92B3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2E849F57" w14:textId="77777777" w:rsidR="00A23F09" w:rsidRPr="00CD320D" w:rsidRDefault="00A23F09" w:rsidP="00A23F09">
      <w:pPr>
        <w:rPr>
          <w:rFonts w:cs="Times New Roman"/>
          <w:color w:val="000000" w:themeColor="text1"/>
        </w:rPr>
      </w:pPr>
    </w:p>
    <w:p w14:paraId="30E19CEE" w14:textId="77777777" w:rsidR="00A23F09" w:rsidRPr="00CD320D" w:rsidRDefault="00A23F09" w:rsidP="00A23F09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5A4E2582" w14:textId="77777777" w:rsidR="00A23F09" w:rsidRPr="00CD320D" w:rsidRDefault="00A77DB9" w:rsidP="00A23F09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10891</w:t>
      </w:r>
      <w:r w:rsidR="00A23F09" w:rsidRPr="00CD320D">
        <w:rPr>
          <w:rFonts w:cs="Times New Roman"/>
          <w:b/>
          <w:color w:val="000000" w:themeColor="text1"/>
          <w:sz w:val="36"/>
        </w:rPr>
        <w:t>-</w:t>
      </w:r>
      <w:r w:rsidRPr="00CD320D">
        <w:rPr>
          <w:rFonts w:cs="Times New Roman"/>
          <w:b/>
          <w:color w:val="000000" w:themeColor="text1"/>
          <w:sz w:val="36"/>
        </w:rPr>
        <w:t>16</w:t>
      </w:r>
      <w:r w:rsidR="00A23F09" w:rsidRPr="00CD320D">
        <w:rPr>
          <w:rFonts w:cs="Times New Roman"/>
          <w:b/>
          <w:color w:val="000000" w:themeColor="text1"/>
          <w:sz w:val="36"/>
        </w:rPr>
        <w:t xml:space="preserve"> azonosító számú</w:t>
      </w:r>
    </w:p>
    <w:p w14:paraId="0301DE45" w14:textId="4BC6FBDC" w:rsidR="00A23F09" w:rsidRPr="00CD320D" w:rsidRDefault="00A77DB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Mikrobiológia, higiénia és minőségbiztosítás</w:t>
      </w:r>
    </w:p>
    <w:p w14:paraId="79B8C212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3FFA37E9" w14:textId="77777777" w:rsidR="00A23F09" w:rsidRPr="00CD320D" w:rsidRDefault="00A23F09" w:rsidP="00A23F09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7D3FAA80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0E7CEDEF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69C09FFF" w14:textId="56550CBA" w:rsidR="00E7621B" w:rsidRPr="00CD320D" w:rsidRDefault="008D21D0" w:rsidP="00E7621B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A 10891-16</w:t>
      </w:r>
      <w:r w:rsidR="00E7621B" w:rsidRPr="00CD320D">
        <w:rPr>
          <w:rFonts w:cs="Times New Roman"/>
          <w:color w:val="000000" w:themeColor="text1"/>
        </w:rPr>
        <w:t xml:space="preserve"> azonosító számú </w:t>
      </w:r>
      <w:r>
        <w:rPr>
          <w:rFonts w:cs="Times New Roman"/>
          <w:color w:val="000000" w:themeColor="text1"/>
        </w:rPr>
        <w:t>Mikrobiológia, higiénia és minőségbiztosítás</w:t>
      </w:r>
      <w:r w:rsidR="00E7621B">
        <w:rPr>
          <w:rFonts w:cs="Times New Roman"/>
          <w:color w:val="000000" w:themeColor="text1"/>
        </w:rPr>
        <w:t xml:space="preserve"> </w:t>
      </w:r>
      <w:r w:rsidR="00E7621B" w:rsidRPr="00CD320D">
        <w:rPr>
          <w:rFonts w:cs="Times New Roman"/>
          <w:color w:val="000000" w:themeColor="text1"/>
        </w:rPr>
        <w:t xml:space="preserve">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49"/>
        <w:gridCol w:w="758"/>
        <w:gridCol w:w="758"/>
        <w:gridCol w:w="759"/>
      </w:tblGrid>
      <w:tr w:rsidR="00091F4B" w:rsidRPr="00CB65C3" w14:paraId="5DE989EC" w14:textId="77777777" w:rsidTr="00195F0F">
        <w:trPr>
          <w:cantSplit/>
          <w:trHeight w:val="2291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6DFFE" w14:textId="77777777" w:rsidR="00091F4B" w:rsidRPr="00CB65C3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18BCB64" w14:textId="0A4152F2" w:rsidR="00091F4B" w:rsidRPr="00CB65C3" w:rsidRDefault="00CB65C3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CB65C3">
              <w:rPr>
                <w:rFonts w:cs="Times New Roman"/>
                <w:color w:val="000000" w:themeColor="text1"/>
              </w:rPr>
              <w:t>Mikrobiológia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B06BD68" w14:textId="0717CDE8" w:rsidR="00091F4B" w:rsidRPr="00CB65C3" w:rsidRDefault="00CB65C3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CB65C3">
              <w:rPr>
                <w:rFonts w:cs="Times New Roman"/>
                <w:color w:val="000000"/>
                <w:szCs w:val="24"/>
              </w:rPr>
              <w:t>Biztonságos munkavégzés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C9CFED8" w14:textId="335B0228" w:rsidR="00091F4B" w:rsidRPr="00CB65C3" w:rsidRDefault="00CB65C3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CB65C3">
              <w:rPr>
                <w:rFonts w:cs="Times New Roman"/>
                <w:color w:val="000000" w:themeColor="text1"/>
              </w:rPr>
              <w:t>Minőségbiztosítás és higiénia</w:t>
            </w:r>
          </w:p>
        </w:tc>
      </w:tr>
      <w:tr w:rsidR="00091F4B" w:rsidRPr="00AD55B2" w14:paraId="132624D8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5CFA79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1E8B3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8CE5A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13CCC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8D21D0" w:rsidRPr="00AD55B2" w14:paraId="45218FD4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037EE" w14:textId="77777777" w:rsidR="008D21D0" w:rsidRPr="00944C68" w:rsidRDefault="008D21D0" w:rsidP="00195F0F">
            <w:pPr>
              <w:spacing w:after="0"/>
            </w:pPr>
            <w:r w:rsidRPr="00944C68">
              <w:t>Betartja az új élelmiszerekhez szükséges engedélyezési eljárásokat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E678C" w14:textId="77777777" w:rsidR="008D21D0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747A4" w14:textId="77777777" w:rsidR="008D21D0" w:rsidRPr="00AD55B2" w:rsidRDefault="008D21D0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439FE" w14:textId="77777777" w:rsidR="008D21D0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8D21D0" w:rsidRPr="00AD55B2" w14:paraId="5F8E3DF0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78797" w14:textId="77777777" w:rsidR="008D21D0" w:rsidRPr="00944C68" w:rsidRDefault="008D21D0" w:rsidP="00195F0F">
            <w:pPr>
              <w:spacing w:after="0"/>
            </w:pPr>
            <w:r w:rsidRPr="00944C68">
              <w:t>Alkalmazza az élelmiszer-higiéniás és élelmiszer-biztonsági előírásokat (törvény, rendelet, minőségügyi kézikönyv)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981F2" w14:textId="77777777" w:rsidR="008D21D0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B15CD" w14:textId="77777777" w:rsidR="008D21D0" w:rsidRPr="00AD55B2" w:rsidRDefault="008D21D0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04118" w14:textId="77777777" w:rsidR="008D21D0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8D21D0" w:rsidRPr="00AD55B2" w14:paraId="0291AA00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EB02B7" w14:textId="2BB9166B" w:rsidR="008D21D0" w:rsidRPr="00944C68" w:rsidRDefault="008D21D0" w:rsidP="00195F0F">
            <w:pPr>
              <w:spacing w:after="0"/>
            </w:pPr>
            <w:r w:rsidRPr="00944C68">
              <w:t>Alkalmazza a Jó Higiéniai Gyakorlatot (GHP)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2136" w14:textId="77777777" w:rsidR="008D21D0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B02D7" w14:textId="77777777" w:rsidR="008D21D0" w:rsidRPr="00AD55B2" w:rsidRDefault="008D21D0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8ACFF" w14:textId="77777777" w:rsidR="008D21D0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48A566E4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33831D" w14:textId="77777777" w:rsidR="0091770F" w:rsidRPr="00944C68" w:rsidRDefault="0091770F" w:rsidP="00195F0F">
            <w:pPr>
              <w:spacing w:after="0"/>
            </w:pPr>
            <w:r w:rsidRPr="00944C68">
              <w:t>Használja a mikrobák elpusztításának módszereit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C375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C3AC5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7542F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2DCCDF2A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90E2D" w14:textId="77777777" w:rsidR="0091770F" w:rsidRPr="00944C68" w:rsidRDefault="0091770F" w:rsidP="00195F0F">
            <w:pPr>
              <w:spacing w:after="0"/>
            </w:pPr>
            <w:r w:rsidRPr="00944C68">
              <w:t>Mikrobák szaporodásának gátlását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1838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0A2B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E64C6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19970DBA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9A22EE" w14:textId="77777777" w:rsidR="0091770F" w:rsidRPr="00944C68" w:rsidRDefault="0091770F" w:rsidP="00195F0F">
            <w:pPr>
              <w:spacing w:after="0"/>
            </w:pPr>
            <w:r w:rsidRPr="00944C68">
              <w:t>Betartja a HACCP rendszer előírásait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AC1AD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4F30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CEE19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072DE6FE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F64779" w14:textId="77777777" w:rsidR="0091770F" w:rsidRPr="00944C68" w:rsidRDefault="0091770F" w:rsidP="00195F0F">
            <w:pPr>
              <w:spacing w:after="0"/>
            </w:pPr>
            <w:r w:rsidRPr="00944C68">
              <w:t>Betartja a személyi és környezeti higiéniára vonatkozó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0E1E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7E2F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AFB7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51CD94FE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3464A" w14:textId="77777777" w:rsidR="0091770F" w:rsidRPr="00944C68" w:rsidRDefault="0091770F" w:rsidP="00195F0F">
            <w:pPr>
              <w:spacing w:after="0"/>
            </w:pPr>
            <w:r w:rsidRPr="00944C68">
              <w:t>Takarítást, tisztítást, fertőtlenítést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C3836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5335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FE55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456E994C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D9A738" w14:textId="75B31E84" w:rsidR="0091770F" w:rsidRPr="00944C68" w:rsidRDefault="0091770F" w:rsidP="00195F0F">
            <w:pPr>
              <w:spacing w:after="0"/>
            </w:pPr>
            <w:r w:rsidRPr="00944C68">
              <w:t>Élelmiszerek gyártása során kritikus higiéniai pontokat ellenőriz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0EC1A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E9CB5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E7796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73DFD540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FBD05A" w14:textId="77777777" w:rsidR="0091770F" w:rsidRPr="00944C68" w:rsidRDefault="0091770F" w:rsidP="00195F0F">
            <w:pPr>
              <w:spacing w:after="0"/>
            </w:pPr>
            <w:r w:rsidRPr="00944C68">
              <w:t>ISO 22000, HACCP rendszerek alapelveit ismeri, betartja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4DB12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51B3A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26A2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7910EBAE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04EC16" w14:textId="21131FAE" w:rsidR="0091770F" w:rsidRPr="00944C68" w:rsidRDefault="0091770F" w:rsidP="00195F0F">
            <w:pPr>
              <w:spacing w:after="0"/>
            </w:pPr>
            <w:r w:rsidRPr="00944C68">
              <w:t>Élelmiszerbiztonsági rendszerek (IFS, BRC), nyomonkövetés alapelveit ismeri,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2014C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8C3CF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CB82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128C43C1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E71AB" w14:textId="77777777" w:rsidR="0091770F" w:rsidRPr="00944C68" w:rsidRDefault="0091770F" w:rsidP="00195F0F">
            <w:pPr>
              <w:spacing w:after="0"/>
            </w:pPr>
            <w:r w:rsidRPr="00944C68">
              <w:t>Jegyzőkönyveket, minőségbiztosítási dokumentációkat 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B5F8D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D6111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18F89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13900BA1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0FF372" w14:textId="769DDC23" w:rsidR="0091770F" w:rsidRPr="00944C68" w:rsidRDefault="0091770F" w:rsidP="00195F0F">
            <w:pPr>
              <w:spacing w:after="0"/>
            </w:pPr>
            <w:r w:rsidRPr="00944C68">
              <w:t>Mikrobiológiai alapismereteit használja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B15F6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64505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2DC0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09CD5E55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1AE879" w14:textId="77777777" w:rsidR="0091770F" w:rsidRPr="00944C68" w:rsidRDefault="0091770F" w:rsidP="00195F0F">
            <w:pPr>
              <w:spacing w:after="0"/>
              <w:jc w:val="left"/>
            </w:pPr>
            <w:r>
              <w:t>A hasznos és káros mikroorganizmusok jellemzőit, szaporodásuk és elpusztításuknak lehetőségeit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51A49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E426D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73C9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2BC85600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889C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A087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34BB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BA15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1770F" w:rsidRPr="00AD55B2" w14:paraId="1CA0973E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9812F8" w14:textId="77777777" w:rsidR="0091770F" w:rsidRPr="00A158AE" w:rsidRDefault="0091770F" w:rsidP="00195F0F">
            <w:pPr>
              <w:spacing w:after="0"/>
            </w:pPr>
            <w:r w:rsidRPr="00A158AE">
              <w:t>Higiéniához, minőségbiztosításhoz kapcsolódó rendeletek, jogszabályok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C8D2F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11CC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A4D9F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353A95A0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D6EE21" w14:textId="77777777" w:rsidR="0091770F" w:rsidRPr="00A158AE" w:rsidRDefault="0091770F" w:rsidP="00195F0F">
            <w:pPr>
              <w:spacing w:after="0"/>
            </w:pPr>
            <w:r w:rsidRPr="00A158AE">
              <w:t>Tisztító-, fertőtlenítőszerek jellemzői, hatásuk, alkalmazhatóságuk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A423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A930A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7D1DA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311247E6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8AF783" w14:textId="77777777" w:rsidR="0091770F" w:rsidRPr="00A158AE" w:rsidRDefault="0091770F" w:rsidP="00195F0F">
            <w:pPr>
              <w:spacing w:after="0"/>
            </w:pPr>
            <w:r w:rsidRPr="00A158AE">
              <w:t>Jó higiéniai gyakorlat elemei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63502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C4E1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CA35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00FFCF92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5D047F" w14:textId="73A692A7" w:rsidR="0091770F" w:rsidRPr="00A158AE" w:rsidRDefault="0091770F" w:rsidP="00195F0F">
            <w:pPr>
              <w:spacing w:after="0"/>
              <w:jc w:val="left"/>
            </w:pPr>
            <w:r w:rsidRPr="00A158AE">
              <w:t>Alapvető minőségbiztosítási dokumentumok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2409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5EE5A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5BD6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59193A3F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D1848D" w14:textId="222C3ED3" w:rsidR="0091770F" w:rsidRPr="00A158AE" w:rsidRDefault="0091770F" w:rsidP="00195F0F">
            <w:pPr>
              <w:spacing w:after="0"/>
              <w:jc w:val="left"/>
            </w:pPr>
            <w:r w:rsidRPr="00A158AE">
              <w:t>Mikrobiológiai ismeretek: élelmiszeriparban leggyakrabban</w:t>
            </w:r>
            <w:r w:rsidR="00195F0F">
              <w:t xml:space="preserve"> </w:t>
            </w:r>
            <w:r w:rsidRPr="00A158AE">
              <w:t>előforduló káros és hasznos mikroorganizmusok, életfeltételei,</w:t>
            </w:r>
            <w:r w:rsidR="00195F0F">
              <w:t xml:space="preserve"> </w:t>
            </w:r>
            <w:r w:rsidRPr="00A158AE">
              <w:t>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D6CCD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7C659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52086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06A663F5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DC7321" w14:textId="1672F594" w:rsidR="0091770F" w:rsidRPr="00A158AE" w:rsidRDefault="0091770F" w:rsidP="00195F0F">
            <w:pPr>
              <w:spacing w:after="0"/>
            </w:pPr>
            <w:r w:rsidRPr="00A158AE">
              <w:t>Élelmiszerek útján terjedő megbetegedések, ételmérgezések jelentősége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9969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25A3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C07DD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6762208C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56A19" w14:textId="77777777" w:rsidR="0091770F" w:rsidRPr="004508B9" w:rsidRDefault="0091770F" w:rsidP="00195F0F">
            <w:pPr>
              <w:spacing w:after="0"/>
            </w:pPr>
            <w:r w:rsidRPr="004508B9">
              <w:lastRenderedPageBreak/>
              <w:t>A mikroorganizmusok szerepe a természetben (hasznos, káros)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40E7C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76E0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94252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16975CB6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90CFA6" w14:textId="3CD74FFF" w:rsidR="0091770F" w:rsidRPr="004508B9" w:rsidRDefault="0091770F" w:rsidP="00195F0F">
            <w:pPr>
              <w:spacing w:after="0"/>
            </w:pPr>
            <w:r w:rsidRPr="004508B9">
              <w:t>Vírusok, baktériumok, élesztők, penészek, élelmiszer-ipari</w:t>
            </w:r>
            <w:r w:rsidR="00195F0F">
              <w:t xml:space="preserve"> </w:t>
            </w:r>
            <w:r w:rsidRPr="004508B9">
              <w:t>szempontból fontos mikroorganizmusok fogalma, alaktana,</w:t>
            </w:r>
            <w:r w:rsidR="00195F0F">
              <w:t xml:space="preserve"> </w:t>
            </w:r>
            <w:r w:rsidRPr="004508B9">
              <w:t>felépítése, anyagcseréje, telepképzése, előfordulási valószínűsége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7B159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F8B05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924CC1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2F528872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CC685D" w14:textId="77777777" w:rsidR="0091770F" w:rsidRPr="004508B9" w:rsidRDefault="0091770F" w:rsidP="00195F0F">
            <w:pPr>
              <w:spacing w:after="0"/>
            </w:pPr>
            <w:r w:rsidRPr="004508B9">
              <w:t>Az élelmiszeripari és egészségügyi szempontból fontos mikroorganizmusok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CA51C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6D72C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98F12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68389B42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526907" w14:textId="346435DB" w:rsidR="0091770F" w:rsidRPr="004508B9" w:rsidRDefault="0091770F" w:rsidP="00195F0F">
            <w:pPr>
              <w:spacing w:after="0"/>
            </w:pPr>
            <w:r w:rsidRPr="004508B9">
              <w:t>Az élelmiszer romlása, a leggyakrabban előforduló</w:t>
            </w:r>
            <w:r w:rsidR="00195F0F">
              <w:t xml:space="preserve"> </w:t>
            </w:r>
            <w:r w:rsidRPr="004508B9">
              <w:t>élelmiszermérgezések, élelmiszer-fertőzések tünetei és az ezzel</w:t>
            </w:r>
            <w:r w:rsidR="00195F0F">
              <w:t xml:space="preserve"> </w:t>
            </w:r>
            <w:r w:rsidRPr="004508B9">
              <w:t>kapcsolatos higiénés követelmények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941F9D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8D9D5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DA854C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43CCFA79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A92D55" w14:textId="77777777" w:rsidR="0091770F" w:rsidRPr="004508B9" w:rsidRDefault="0091770F" w:rsidP="00195F0F">
            <w:pPr>
              <w:spacing w:after="0"/>
            </w:pPr>
            <w:r w:rsidRPr="004508B9">
              <w:t>Az élelmiszertermelés alapvető egészségügyi követelményei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D0779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46E86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0BBAF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43A15521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B1BBE4" w14:textId="0B134B55" w:rsidR="0091770F" w:rsidRPr="004508B9" w:rsidRDefault="0091770F" w:rsidP="00195F0F">
            <w:pPr>
              <w:spacing w:after="0"/>
            </w:pPr>
            <w:r w:rsidRPr="004508B9">
              <w:t>Az életfeltételek és a mikroorganizmusok szaporodása, anyagcseréje közötti összefüggés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1DBB1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5E22D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C020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07174E93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BB419" w14:textId="77777777" w:rsidR="0091770F" w:rsidRPr="004508B9" w:rsidRDefault="0091770F" w:rsidP="00195F0F">
            <w:pPr>
              <w:spacing w:after="0"/>
            </w:pPr>
            <w:r w:rsidRPr="004508B9">
              <w:t>Az endospóraképzés és a vegetatív sejtté alakulás feltételei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8E625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1E2B9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39F69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3BD039A3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6B4C57" w14:textId="257A163E" w:rsidR="0091770F" w:rsidRPr="004508B9" w:rsidRDefault="0091770F" w:rsidP="00195F0F">
            <w:pPr>
              <w:spacing w:after="0"/>
            </w:pPr>
            <w:r w:rsidRPr="004508B9">
              <w:t>A mikroorganizmusok anyagcseréjének jelentősége az</w:t>
            </w:r>
            <w:r w:rsidR="00195F0F">
              <w:t xml:space="preserve"> </w:t>
            </w:r>
            <w:r w:rsidRPr="004508B9">
              <w:t>élelmiszeriparban és egyéb területeken (gyógyszer, mezőgazdaság,</w:t>
            </w:r>
            <w:r w:rsidR="00195F0F">
              <w:t xml:space="preserve"> </w:t>
            </w:r>
            <w:r w:rsidRPr="004508B9">
              <w:t>az ember anyagcseréjében)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5C6824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14124F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C0F237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059AB027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3FFEE7" w14:textId="77777777" w:rsidR="0091770F" w:rsidRPr="004508B9" w:rsidRDefault="0091770F" w:rsidP="00195F0F">
            <w:pPr>
              <w:spacing w:after="0"/>
            </w:pPr>
            <w:r>
              <w:t>Az élelmiszeripar szempontjából károsnak ítélt mikroorganizmusok elleni védekezés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2B1D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D81B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5FF9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675FE8F2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64847D" w14:textId="77777777" w:rsidR="0091770F" w:rsidRPr="0091770F" w:rsidRDefault="0091770F" w:rsidP="00195F0F">
            <w:pPr>
              <w:tabs>
                <w:tab w:val="left" w:pos="1701"/>
                <w:tab w:val="right" w:pos="9072"/>
              </w:tabs>
              <w:spacing w:after="0"/>
              <w:rPr>
                <w:rFonts w:cs="Times New Roman"/>
                <w:color w:val="000000" w:themeColor="text1"/>
              </w:rPr>
            </w:pPr>
            <w:r w:rsidRPr="0091770F">
              <w:rPr>
                <w:rFonts w:cs="Times New Roman"/>
                <w:color w:val="000000" w:themeColor="text1"/>
              </w:rPr>
              <w:t>Élelmiszeripari munkavédelmi 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B6B5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418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885C1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1770F" w:rsidRPr="00AD55B2" w14:paraId="0ABFEC58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786FB7" w14:textId="77777777" w:rsidR="0091770F" w:rsidRPr="0091770F" w:rsidRDefault="0091770F" w:rsidP="00195F0F">
            <w:pPr>
              <w:tabs>
                <w:tab w:val="left" w:pos="1701"/>
                <w:tab w:val="right" w:pos="9072"/>
              </w:tabs>
              <w:spacing w:after="0"/>
              <w:rPr>
                <w:rFonts w:cs="Times New Roman"/>
                <w:color w:val="000000" w:themeColor="text1"/>
              </w:rPr>
            </w:pPr>
            <w:r w:rsidRPr="0091770F">
              <w:rPr>
                <w:rFonts w:cs="Times New Roman"/>
                <w:color w:val="000000" w:themeColor="text1"/>
              </w:rPr>
              <w:t>Természet és környezetvédelem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2BD95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FF1D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EAB5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091F4B" w:rsidRPr="00AD55B2" w14:paraId="6995948D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AA73C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EB3A2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E085F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3F90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1770F" w:rsidRPr="00AD55B2" w14:paraId="20649F16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70CDC0" w14:textId="57B4048A" w:rsidR="0091770F" w:rsidRPr="001D2AC1" w:rsidRDefault="0091770F" w:rsidP="00195F0F">
            <w:pPr>
              <w:spacing w:after="0"/>
            </w:pPr>
            <w:r w:rsidRPr="001D2AC1"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2012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27302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2DEA9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57D1D399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37D07B" w14:textId="77777777" w:rsidR="0091770F" w:rsidRPr="001D2AC1" w:rsidRDefault="0091770F" w:rsidP="00195F0F">
            <w:pPr>
              <w:spacing w:after="0"/>
            </w:pPr>
            <w:r w:rsidRPr="001D2AC1">
              <w:t>Szakmai nyelvű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5DD7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E15D1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7C8D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6973EE18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F849A" w14:textId="77777777" w:rsidR="0091770F" w:rsidRPr="001D2AC1" w:rsidRDefault="0091770F" w:rsidP="00195F0F">
            <w:pPr>
              <w:spacing w:after="0"/>
            </w:pPr>
            <w:r w:rsidRPr="001D2AC1">
              <w:t>Szakmai olvasott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ED0A1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66B50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F7FB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3D02126A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81F24D" w14:textId="301F0EEE" w:rsidR="0091770F" w:rsidRPr="001D2AC1" w:rsidRDefault="0091770F" w:rsidP="00195F0F">
            <w:pPr>
              <w:spacing w:after="0"/>
            </w:pPr>
            <w:r w:rsidRPr="001D2AC1"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936CF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87DF0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438C2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0ACA95D2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893F3C" w14:textId="328C9069" w:rsidR="0091770F" w:rsidRPr="001D2AC1" w:rsidRDefault="0091770F" w:rsidP="00195F0F">
            <w:pPr>
              <w:spacing w:after="0"/>
            </w:pPr>
            <w:r w:rsidRPr="001D2AC1"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B902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5FA3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E5DA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200EB592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E2408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341F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61A9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6CA6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1770F" w:rsidRPr="00AD55B2" w14:paraId="3D37D2AB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585CB5" w14:textId="77777777" w:rsidR="0091770F" w:rsidRPr="000924EF" w:rsidRDefault="0091770F" w:rsidP="00195F0F">
            <w:pPr>
              <w:spacing w:after="0"/>
            </w:pPr>
            <w:r w:rsidRPr="000924EF"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96E36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5DB2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5DA62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41DF54FC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9C7B5" w14:textId="558CDEB7" w:rsidR="0091770F" w:rsidRPr="000924EF" w:rsidRDefault="0091770F" w:rsidP="00195F0F">
            <w:pPr>
              <w:spacing w:after="0"/>
            </w:pPr>
            <w:r w:rsidRPr="000924EF"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F3F9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6B58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FE98B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0D8D0391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C1912" w14:textId="77777777" w:rsidR="0091770F" w:rsidRPr="000924EF" w:rsidRDefault="0091770F" w:rsidP="00195F0F">
            <w:pPr>
              <w:spacing w:after="0"/>
            </w:pPr>
            <w: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A92F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5F0B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17406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0D5D9508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E8F0A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269C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07D36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67D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1770F" w:rsidRPr="00AD55B2" w14:paraId="2B664952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AFE2A" w14:textId="77777777" w:rsidR="0091770F" w:rsidRPr="00B4565E" w:rsidRDefault="0091770F" w:rsidP="00195F0F">
            <w:pPr>
              <w:spacing w:after="0"/>
            </w:pPr>
            <w:r w:rsidRPr="00B4565E"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57C2E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9D244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4679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339DE10E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179D3E" w14:textId="1848F2C4" w:rsidR="0091770F" w:rsidRPr="00B4565E" w:rsidRDefault="0091770F" w:rsidP="00195F0F">
            <w:pPr>
              <w:spacing w:after="0"/>
            </w:pPr>
            <w:r w:rsidRPr="00B4565E"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80DD1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6F0E7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4AFED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61F4DB06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F9447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8387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C054D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43868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91770F" w:rsidRPr="00AD55B2" w14:paraId="1C1937F9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836EF1" w14:textId="41960C57" w:rsidR="0091770F" w:rsidRPr="00153B3B" w:rsidRDefault="0091770F" w:rsidP="00195F0F">
            <w:pPr>
              <w:spacing w:after="0"/>
            </w:pPr>
            <w:r w:rsidRPr="00153B3B">
              <w:t>Higiéniás szemlélet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CD66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B7E39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6251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91770F" w:rsidRPr="00AD55B2" w14:paraId="4280FC03" w14:textId="77777777" w:rsidTr="00195F0F">
        <w:trPr>
          <w:trHeight w:val="20"/>
          <w:jc w:val="center"/>
        </w:trPr>
        <w:tc>
          <w:tcPr>
            <w:tcW w:w="5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851EDB" w14:textId="77777777" w:rsidR="0091770F" w:rsidRPr="00153B3B" w:rsidRDefault="0091770F" w:rsidP="00195F0F">
            <w:pPr>
              <w:spacing w:after="0"/>
            </w:pPr>
            <w:r w:rsidRPr="00153B3B"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D7168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45EF3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B64A5" w14:textId="77777777" w:rsidR="0091770F" w:rsidRPr="00AD55B2" w:rsidRDefault="0091770F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6950D268" w14:textId="77777777" w:rsidR="00E7621B" w:rsidRPr="00CD320D" w:rsidRDefault="00E7621B" w:rsidP="00E7621B">
      <w:pPr>
        <w:rPr>
          <w:rFonts w:cs="Times New Roman"/>
          <w:color w:val="000000" w:themeColor="text1"/>
        </w:rPr>
      </w:pPr>
    </w:p>
    <w:p w14:paraId="5CA4DF62" w14:textId="77777777" w:rsidR="00A23F09" w:rsidRPr="00CD320D" w:rsidRDefault="00A23F09" w:rsidP="00A23F09">
      <w:pPr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3C1A9941" w14:textId="77777777" w:rsidR="00A23F09" w:rsidRPr="00CD320D" w:rsidRDefault="00A77DB9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Mikrobiológia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72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Pr="00CD320D">
        <w:rPr>
          <w:rFonts w:cs="Times New Roman"/>
          <w:b/>
          <w:color w:val="000000" w:themeColor="text1"/>
        </w:rPr>
        <w:t>72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6376269B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46B3F9E6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186D47C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2C924A0D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32FA6A0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5617F531" w14:textId="77777777" w:rsidR="00A23F09" w:rsidRPr="00CD320D" w:rsidRDefault="00A77DB9" w:rsidP="00A77DB9">
      <w:pPr>
        <w:tabs>
          <w:tab w:val="left" w:pos="1843"/>
        </w:tabs>
        <w:rPr>
          <w:rFonts w:cs="Times New Roman"/>
          <w:color w:val="000000" w:themeColor="text1"/>
          <w:sz w:val="20"/>
          <w:szCs w:val="20"/>
        </w:rPr>
      </w:pPr>
      <w:r w:rsidRPr="00CD320D">
        <w:rPr>
          <w:rFonts w:cs="Times New Roman"/>
          <w:bCs/>
          <w:color w:val="000000" w:themeColor="text1"/>
          <w:kern w:val="1"/>
          <w:szCs w:val="24"/>
        </w:rPr>
        <w:t>A tantárgy tanításának célja, hogy a tanulók megismerjék a szabad szemmel nem látható, mikroszkopikus méretű, általában egysejtű olykor kis halmazokban csoportosult élőlényeket, mikroorganizmusokat a mikrobák tulajdonságait a mikroba-ember, mikroba környezet kapcsolatot. Ismereteket szerezzenek, azon mikroorganizmusokról, melyek szerepet játszanak az élelmiszerek előállításánál, tartósításánál, romlásánál. Foglalkozik a hasznos mikroorganizmusok szaporításával, valamint a károsak elpusztításának megismertetésével</w:t>
      </w:r>
      <w:r w:rsidRPr="00CD320D">
        <w:rPr>
          <w:rFonts w:cs="Times New Roman"/>
          <w:color w:val="000000" w:themeColor="text1"/>
          <w:sz w:val="20"/>
          <w:szCs w:val="20"/>
        </w:rPr>
        <w:t>.</w:t>
      </w:r>
    </w:p>
    <w:p w14:paraId="70264FAD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8CB841B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0297B4C9" w14:textId="77777777" w:rsidR="00A23F09" w:rsidRPr="00CD320D" w:rsidRDefault="00A77DB9" w:rsidP="00A77DB9">
      <w:pPr>
        <w:spacing w:after="0"/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Kémia, élelmiszer-kémia, fizika, biológia, matematika, szakmai technológia, anyagismeret</w:t>
      </w:r>
    </w:p>
    <w:p w14:paraId="10FF469C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C447C02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5A561F15" w14:textId="77777777" w:rsidR="00A23F09" w:rsidRPr="00CD320D" w:rsidRDefault="00A77DB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A mikroorganizmusok jellemzése</w:t>
      </w:r>
      <w:r w:rsidR="00A23F09" w:rsidRPr="00CD320D">
        <w:rPr>
          <w:rFonts w:cs="Times New Roman"/>
          <w:b/>
          <w:i/>
          <w:color w:val="000000" w:themeColor="text1"/>
        </w:rPr>
        <w:t xml:space="preserve"> </w:t>
      </w:r>
    </w:p>
    <w:p w14:paraId="34F357F9" w14:textId="77777777" w:rsidR="00A77DB9" w:rsidRPr="00091F4B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 mikrobiológia története</w:t>
      </w:r>
    </w:p>
    <w:p w14:paraId="7682C225" w14:textId="77777777" w:rsidR="00A77DB9" w:rsidRPr="00091F4B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 mikroorganizmusok elterjedése</w:t>
      </w:r>
    </w:p>
    <w:p w14:paraId="115F0BB7" w14:textId="77777777" w:rsidR="00A77DB9" w:rsidRPr="00091F4B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Baktériumok jellemzői</w:t>
      </w:r>
    </w:p>
    <w:p w14:paraId="06513224" w14:textId="77777777" w:rsidR="00A77DB9" w:rsidRPr="00091F4B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Gombák jellemzői</w:t>
      </w:r>
    </w:p>
    <w:p w14:paraId="73FD4D91" w14:textId="77777777" w:rsidR="00A23F0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Vírusok jellemzői</w:t>
      </w:r>
    </w:p>
    <w:p w14:paraId="5795A03F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231725F" w14:textId="77777777" w:rsidR="00A23F09" w:rsidRPr="00CD320D" w:rsidRDefault="00A77DB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Mikroorganizmusok életfeltételei</w:t>
      </w:r>
    </w:p>
    <w:p w14:paraId="5DFD660D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Víz szerepe</w:t>
      </w:r>
    </w:p>
    <w:p w14:paraId="5D40DBC2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Tápanyagok szerepe</w:t>
      </w:r>
    </w:p>
    <w:p w14:paraId="1C3B95EB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Oxigén szerepe</w:t>
      </w:r>
    </w:p>
    <w:p w14:paraId="34F31630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Kémhatás jelentősége</w:t>
      </w:r>
    </w:p>
    <w:p w14:paraId="6CA703A8" w14:textId="77777777" w:rsidR="00A23F0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hőmérséklet szerepe</w:t>
      </w:r>
    </w:p>
    <w:p w14:paraId="5E44242A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72C3AE4" w14:textId="77777777" w:rsidR="00A23F09" w:rsidRPr="00CD320D" w:rsidRDefault="00A77DB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Mikroorganizmusok életfolyamatai</w:t>
      </w:r>
    </w:p>
    <w:p w14:paraId="76DC42A6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Anyagcsere folyamatai</w:t>
      </w:r>
    </w:p>
    <w:p w14:paraId="7AF5C406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Szénhidrátok lebontása</w:t>
      </w:r>
    </w:p>
    <w:p w14:paraId="416E25C5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Fehérjék lebontása</w:t>
      </w:r>
    </w:p>
    <w:p w14:paraId="39ABDFB1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Zsírok lebontása</w:t>
      </w:r>
    </w:p>
    <w:p w14:paraId="11B15D13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Raktározás, kiválasztás</w:t>
      </w:r>
    </w:p>
    <w:p w14:paraId="5C4C5839" w14:textId="77777777" w:rsidR="00A23F0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Mikroorganizmusok szaporodása</w:t>
      </w:r>
    </w:p>
    <w:p w14:paraId="77E176FE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F9EEAE2" w14:textId="77777777" w:rsidR="00A23F09" w:rsidRPr="00CD320D" w:rsidRDefault="00A77DB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Élelmiszerek romlása</w:t>
      </w:r>
    </w:p>
    <w:p w14:paraId="2EA59647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Élelmiszerek minőségét meghatározó mikroorganizmusok</w:t>
      </w:r>
    </w:p>
    <w:p w14:paraId="2182E1C9" w14:textId="77777777" w:rsidR="00A77DB9" w:rsidRPr="00091F4B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Romlások okai, fajtái</w:t>
      </w:r>
    </w:p>
    <w:p w14:paraId="351C9424" w14:textId="77777777" w:rsidR="00A23F0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Megelőzésük</w:t>
      </w:r>
    </w:p>
    <w:p w14:paraId="246C04CB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F009FCF" w14:textId="77777777" w:rsidR="00A23F09" w:rsidRPr="00CD320D" w:rsidRDefault="00A77DB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Élelmiszerek okozta megbetegedések</w:t>
      </w:r>
    </w:p>
    <w:p w14:paraId="35FFADA7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Élelmiszerfertőzések</w:t>
      </w:r>
    </w:p>
    <w:p w14:paraId="2CB5B743" w14:textId="77777777" w:rsidR="00A77DB9" w:rsidRPr="00091F4B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Élelmiszermérgezések</w:t>
      </w:r>
    </w:p>
    <w:p w14:paraId="524445C7" w14:textId="77777777" w:rsidR="00A23F09" w:rsidRPr="00091F4B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Indikátor mikroorganizmusok</w:t>
      </w:r>
    </w:p>
    <w:p w14:paraId="2035C53A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9DC050E" w14:textId="77777777" w:rsidR="00A23F09" w:rsidRPr="00CD320D" w:rsidRDefault="00A77DB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Mikroorganizmusok hasznosítása az élelmiszeriparban</w:t>
      </w:r>
    </w:p>
    <w:p w14:paraId="18BAD2C3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lastRenderedPageBreak/>
        <w:t>Boriparban</w:t>
      </w:r>
    </w:p>
    <w:p w14:paraId="5234532A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Sörgyártásban</w:t>
      </w:r>
    </w:p>
    <w:p w14:paraId="3C67414F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Élesztőgyártásban</w:t>
      </w:r>
    </w:p>
    <w:p w14:paraId="60413F60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Szeszgyártásban</w:t>
      </w:r>
    </w:p>
    <w:p w14:paraId="4229313F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Ecetgyártásban</w:t>
      </w:r>
    </w:p>
    <w:p w14:paraId="415322E4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Tejiparban</w:t>
      </w:r>
    </w:p>
    <w:p w14:paraId="2D6E58F9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Konzerviparban</w:t>
      </w:r>
    </w:p>
    <w:p w14:paraId="7D58219E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Húsiparban</w:t>
      </w:r>
    </w:p>
    <w:p w14:paraId="390EB072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Sütőiparban</w:t>
      </w:r>
    </w:p>
    <w:p w14:paraId="0393DD9C" w14:textId="77777777" w:rsidR="00A23F0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Édesiparban</w:t>
      </w:r>
    </w:p>
    <w:p w14:paraId="5AA95521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D33BA51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347F7B6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19AE37A6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B99A03D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5FA52232" w14:textId="383F7E38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5D1DB06E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70644C0" w14:textId="77777777" w:rsidR="00A23F09" w:rsidRPr="00CD320D" w:rsidRDefault="00A77DB9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Biztonságos munkavégzés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31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Pr="00CD320D">
        <w:rPr>
          <w:rFonts w:cs="Times New Roman"/>
          <w:b/>
          <w:color w:val="000000" w:themeColor="text1"/>
        </w:rPr>
        <w:t>31</w:t>
      </w:r>
      <w:r w:rsidR="00E7621B">
        <w:rPr>
          <w:rFonts w:cs="Times New Roman"/>
          <w:b/>
          <w:color w:val="000000" w:themeColor="text1"/>
        </w:rPr>
        <w:t xml:space="preserve"> 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26885CF5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5862E95C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659F5DC3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Pr="00CD320D">
        <w:rPr>
          <w:rFonts w:cs="Times New Roman"/>
          <w:color w:val="000000" w:themeColor="text1"/>
        </w:rPr>
        <w:t>főszakképesítéshez kapcsolódik.</w:t>
      </w:r>
    </w:p>
    <w:p w14:paraId="2DDCFEE6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122B771A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2884E71B" w14:textId="77777777" w:rsidR="00A23F09" w:rsidRPr="00CD320D" w:rsidRDefault="00A77DB9" w:rsidP="00A77DB9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bCs/>
          <w:color w:val="000000" w:themeColor="text1"/>
          <w:kern w:val="1"/>
          <w:szCs w:val="24"/>
        </w:rPr>
        <w:t>A tantárgy tanításának célja, hogy a tanulók megismerjék a az élelmiszeripar legfontosabb munkavédelmi szabályait, a közvetlen környezetük és a tágabb környezet aspektusából is. Felelősségteljes és környezettudatos szemléletet kapjanak, melyet későbbi munkájuk során és az életben is hasznosítani tudjanak.</w:t>
      </w:r>
    </w:p>
    <w:p w14:paraId="0DA2B54D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612112E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6E29F31D" w14:textId="77777777" w:rsidR="00A23F09" w:rsidRPr="00CD320D" w:rsidRDefault="00A77DB9" w:rsidP="00A77DB9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Élelmiszeripari műveletek és gépek, élelmiszeripari technológiák, kémia, fizika.</w:t>
      </w:r>
    </w:p>
    <w:p w14:paraId="5A60A4D5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8A05E9D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4B5A81B4" w14:textId="77777777" w:rsidR="00A23F09" w:rsidRPr="00CD320D" w:rsidRDefault="00A77DB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Élelmiszeripari munkavédelmi szabályok</w:t>
      </w:r>
    </w:p>
    <w:p w14:paraId="6A2EB9F8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Általános munkavédelmi követelmények az élelmiszeriparban</w:t>
      </w:r>
    </w:p>
    <w:p w14:paraId="1DA1484C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Mosó-, tisztító-, töltő- és csomagológépek biztonságtechnikája</w:t>
      </w:r>
    </w:p>
    <w:p w14:paraId="4F5F3FFC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Hűtő-, nyomástároló- és hőkezelőgépek biztonságtechnikája</w:t>
      </w:r>
    </w:p>
    <w:p w14:paraId="14267F1D" w14:textId="77777777" w:rsidR="00A23F0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Kémiai biztonság, veszélyes anyagok kezelése</w:t>
      </w:r>
    </w:p>
    <w:p w14:paraId="23E749D6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B086976" w14:textId="77777777" w:rsidR="00A23F09" w:rsidRPr="00CD320D" w:rsidRDefault="00A77DB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Természet és környezetvédelem</w:t>
      </w:r>
    </w:p>
    <w:p w14:paraId="0CC2C217" w14:textId="77777777" w:rsidR="00A77DB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Természetvédelem feladata, alapelvei</w:t>
      </w:r>
    </w:p>
    <w:p w14:paraId="269CA753" w14:textId="77777777" w:rsidR="00A23F09" w:rsidRPr="00CD320D" w:rsidRDefault="00A77DB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Környezetvédelem feladata, módszerei, eszközei</w:t>
      </w:r>
    </w:p>
    <w:p w14:paraId="62CBF31E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53AA92E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7679170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1E759F7F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1747BEB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0CC2A35E" w14:textId="24B152D1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2201FB15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10A155E" w14:textId="77777777" w:rsidR="00A23F09" w:rsidRPr="00CD320D" w:rsidRDefault="003F5C09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Minőségbiztosítás és higiénia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72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="00AE7C3D" w:rsidRPr="00CD320D">
        <w:rPr>
          <w:rFonts w:cs="Times New Roman"/>
          <w:b/>
          <w:color w:val="000000" w:themeColor="text1"/>
        </w:rPr>
        <w:t>-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3AE28E97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20850FB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BB8F005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="00AE7C3D" w:rsidRPr="00CD320D">
        <w:rPr>
          <w:rFonts w:cs="Times New Roman"/>
          <w:color w:val="000000" w:themeColor="text1"/>
        </w:rPr>
        <w:t>mellék-</w:t>
      </w:r>
      <w:r w:rsidRPr="00CD320D">
        <w:rPr>
          <w:rFonts w:cs="Times New Roman"/>
          <w:color w:val="000000" w:themeColor="text1"/>
        </w:rPr>
        <w:t>szakképesítéshez kapcsolódik.</w:t>
      </w:r>
    </w:p>
    <w:p w14:paraId="70DCB20D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DA78C70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7FC39E4B" w14:textId="77777777" w:rsidR="003F5C09" w:rsidRPr="00CD320D" w:rsidRDefault="003F5C09" w:rsidP="003F5C09">
      <w:pPr>
        <w:spacing w:after="0"/>
        <w:rPr>
          <w:rFonts w:cs="Times New Roman"/>
          <w:bCs/>
          <w:color w:val="000000" w:themeColor="text1"/>
          <w:kern w:val="1"/>
          <w:szCs w:val="24"/>
        </w:rPr>
      </w:pPr>
      <w:r w:rsidRPr="00091F4B">
        <w:rPr>
          <w:rFonts w:cs="Times New Roman"/>
          <w:color w:val="000000" w:themeColor="text1"/>
        </w:rPr>
        <w:t>A tantárgy tanításának célja, hogy a tanulók megismerjék az élelmiszer biztonságát érintő valamennyi veszélyt, a megelőzésük, kiküszöbölésük lehetőségeit, tisztában legyenek a</w:t>
      </w:r>
      <w:r w:rsidRPr="00CD320D">
        <w:rPr>
          <w:rFonts w:cs="Times New Roman"/>
          <w:bCs/>
          <w:color w:val="000000" w:themeColor="text1"/>
          <w:kern w:val="1"/>
          <w:szCs w:val="24"/>
        </w:rPr>
        <w:t xml:space="preserve"> minőségbiztosítási, minőségirányítási rendszerek felépítésével, dokumentációival, képesek legyenek nyilvántartások vezetésére, ellenőrzésére.</w:t>
      </w:r>
    </w:p>
    <w:p w14:paraId="0E9C9BE2" w14:textId="77777777" w:rsidR="00A23F09" w:rsidRPr="00CD320D" w:rsidRDefault="003F5C09" w:rsidP="003F5C09">
      <w:pPr>
        <w:tabs>
          <w:tab w:val="left" w:pos="330"/>
          <w:tab w:val="left" w:pos="1843"/>
        </w:tabs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A tantárgy elsajátításának célja, hogy felkészítsen az élelmiszeripar bármely ágazatában való helytállásra, igényes munkavégzésre. Megalapozza az élelmiszerágazatra vonatkozó higiéniai szemléletet. Megismertesse a tanulókat az élelmiszeripar környezetét befolyásoló tényezőkkel. Alakítsa ki a minőségi munkavégzés igényeit, neveljen az élelmiszeripari tevékenységekkel kapcsolatos tudatos, felelősségteljes magatartásra, tudatosítsa az élelmiszeripari termelés természeti feltételeit és a környezeti, táplálkozás-élettani hatásait.</w:t>
      </w:r>
    </w:p>
    <w:p w14:paraId="2914F1A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387C1F4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2A287426" w14:textId="77777777" w:rsidR="00A23F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Kémia, biológia, mikrobiológia, </w:t>
      </w:r>
      <w:r w:rsidRPr="00091F4B">
        <w:rPr>
          <w:rFonts w:cs="Times New Roman"/>
          <w:color w:val="000000" w:themeColor="text1"/>
        </w:rPr>
        <w:t>anyagismeret, élelmiszeripari technológia.</w:t>
      </w:r>
    </w:p>
    <w:p w14:paraId="6CFCACB8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47B03A8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6E4824C3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Élelmiszerek biztonságát meghatározó tényezők</w:t>
      </w:r>
    </w:p>
    <w:p w14:paraId="60B739C9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Mikrobiológiai, kémiai, fizikai és biológiai tényezők (veszélyek)</w:t>
      </w:r>
    </w:p>
    <w:p w14:paraId="7030B20D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Leggyakoribb kórokozó és toxintermelő mikroorganizmusok (Salmonella törzsek, E. coli, Clostridium törzsek, Staphylococcus aureus, Bacillus cereus stb.)</w:t>
      </w:r>
    </w:p>
    <w:p w14:paraId="172B9B5B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Mérgező gombák</w:t>
      </w:r>
    </w:p>
    <w:p w14:paraId="7EF3A4A2" w14:textId="77777777" w:rsidR="00A23F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A megbetegedések tünetei</w:t>
      </w:r>
    </w:p>
    <w:p w14:paraId="63FFCBFE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741B3E6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Élelmiszer feldolgozás biztonsága</w:t>
      </w:r>
    </w:p>
    <w:p w14:paraId="5E9F7C95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Növényi nyersanyagok feldolgozása (veszélyes pontok kiemelése, szabályozásuk, megelőzésük)</w:t>
      </w:r>
    </w:p>
    <w:p w14:paraId="277B4DE7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Állati eredetű nyersanyagok feldolgozása (veszélyes pontok kiemelése, szabályozásuk, megelőzésük</w:t>
      </w:r>
    </w:p>
    <w:p w14:paraId="40684E5D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Hulladékkezelés (veszélyes, szelektív, újrahasznosításuk, kezelésük)</w:t>
      </w:r>
    </w:p>
    <w:p w14:paraId="7C932F81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Csomagolás folyamata, veszélyek, megelőzésük</w:t>
      </w:r>
    </w:p>
    <w:p w14:paraId="35927361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Szállítás folyamata, veszélyek, megelőzésük</w:t>
      </w:r>
    </w:p>
    <w:p w14:paraId="4E613278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Tárolás, raktározás folyamata, veszélyek, megelőzésük</w:t>
      </w:r>
    </w:p>
    <w:p w14:paraId="01DA0475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Kereskedelem folyamata, veszélyek, megelőzésük</w:t>
      </w:r>
    </w:p>
    <w:p w14:paraId="23E9AE55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Vendéglátás folyamata, veszélyek, megelőzésük</w:t>
      </w:r>
    </w:p>
    <w:p w14:paraId="56D1C4B4" w14:textId="77777777" w:rsidR="00A23F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Házi előállítás folyamata, veszélyek, megelőzésük</w:t>
      </w:r>
    </w:p>
    <w:p w14:paraId="4874055B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25FE5757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Eljárások a mikrobaszaporodás megállítására</w:t>
      </w:r>
    </w:p>
    <w:p w14:paraId="296971EF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mikrobák szaporodási fázisainak élelmiszerbiztonsági jelentősége</w:t>
      </w:r>
    </w:p>
    <w:p w14:paraId="4D44A2AF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Hűtés folyamata, hatása</w:t>
      </w:r>
    </w:p>
    <w:p w14:paraId="5D21EAA4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Fagyasztás folyamata, hatása</w:t>
      </w:r>
    </w:p>
    <w:p w14:paraId="793371F6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Szárítás folyamata hatása</w:t>
      </w:r>
    </w:p>
    <w:p w14:paraId="45A7E925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Cukor-, sótartalom vízaktivitás szerepe, hatása</w:t>
      </w:r>
    </w:p>
    <w:p w14:paraId="55A8172B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Gáz fázis megváltoztatása</w:t>
      </w:r>
    </w:p>
    <w:p w14:paraId="2C8DA796" w14:textId="77777777" w:rsidR="00A23F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Korszerű tartósítási módszerek, eljárások</w:t>
      </w:r>
    </w:p>
    <w:p w14:paraId="5162EC99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B1B91E2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lastRenderedPageBreak/>
        <w:t>Eljárások a mikroorganizmusok elpusztítására</w:t>
      </w:r>
    </w:p>
    <w:p w14:paraId="4BB85EF2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Mikroorganizmusok hő okozta pusztítása (pasztőrözés, sterilezés)</w:t>
      </w:r>
    </w:p>
    <w:p w14:paraId="7B1F4D91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Besugárzás</w:t>
      </w:r>
    </w:p>
    <w:p w14:paraId="7AEFA3D7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Vegyi anyagok alkalmazása</w:t>
      </w:r>
    </w:p>
    <w:p w14:paraId="566D6C29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Szűrés (pl. steril szűrés)</w:t>
      </w:r>
    </w:p>
    <w:p w14:paraId="3EDB40E1" w14:textId="77777777" w:rsidR="00A23F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Kombinált módszerek</w:t>
      </w:r>
    </w:p>
    <w:p w14:paraId="7C54C55C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B246184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Minőségirányítási rendszerek</w:t>
      </w:r>
    </w:p>
    <w:p w14:paraId="1DBDF1FA" w14:textId="77777777" w:rsidR="00A23F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GMP, GHP, HACCP, ISO 22000, </w:t>
      </w:r>
      <w:r w:rsidRPr="00091F4B">
        <w:rPr>
          <w:rFonts w:cs="Times New Roman"/>
          <w:color w:val="000000" w:themeColor="text1"/>
        </w:rPr>
        <w:t>EFSIS, BRC</w:t>
      </w:r>
      <w:r w:rsidRPr="00CD320D">
        <w:rPr>
          <w:rFonts w:cs="Times New Roman"/>
          <w:color w:val="000000" w:themeColor="text1"/>
        </w:rPr>
        <w:t xml:space="preserve"> </w:t>
      </w:r>
      <w:r w:rsidRPr="00091F4B">
        <w:rPr>
          <w:rFonts w:cs="Times New Roman"/>
          <w:color w:val="000000" w:themeColor="text1"/>
        </w:rPr>
        <w:t>felépítése, tartalmának lényegi elemei, előnyei, alkalmazási területei</w:t>
      </w:r>
    </w:p>
    <w:p w14:paraId="1AF8C250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4433D45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Minőségbiztosítás dokumentumai</w:t>
      </w:r>
    </w:p>
    <w:p w14:paraId="32926179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Minőségirányítási kézikönyv (szabvány követelményei)</w:t>
      </w:r>
    </w:p>
    <w:p w14:paraId="34B23DE4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Minőségirányítási eljárások (folyamatleírások „</w:t>
      </w:r>
      <w:r w:rsidR="002914CE" w:rsidRPr="00091F4B">
        <w:rPr>
          <w:rFonts w:cs="Times New Roman"/>
          <w:color w:val="000000" w:themeColor="text1"/>
        </w:rPr>
        <w:t>ki-mit- mikor</w:t>
      </w:r>
      <w:r w:rsidRPr="00091F4B">
        <w:rPr>
          <w:rFonts w:cs="Times New Roman"/>
          <w:color w:val="000000" w:themeColor="text1"/>
        </w:rPr>
        <w:t>”)</w:t>
      </w:r>
    </w:p>
    <w:p w14:paraId="34FD32FD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Munkautasítások (részletes szakmai leírások „hogyan”)</w:t>
      </w:r>
    </w:p>
    <w:p w14:paraId="7099E19C" w14:textId="77777777" w:rsidR="00A23F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Feljegyzések, ellenőrző lapok (tevékenységek végrehajtásának igazolása)</w:t>
      </w:r>
    </w:p>
    <w:p w14:paraId="5A71055F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CE7F656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Személyi higiénia</w:t>
      </w:r>
    </w:p>
    <w:p w14:paraId="29E21F81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Védőruha, munkaruha</w:t>
      </w:r>
    </w:p>
    <w:p w14:paraId="62DF5EAB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Dolgozói magatartás</w:t>
      </w:r>
    </w:p>
    <w:p w14:paraId="2E3FB8EA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Oktatás jelentősége, témái</w:t>
      </w:r>
    </w:p>
    <w:p w14:paraId="5DA5A6F9" w14:textId="77777777" w:rsidR="00A23F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Egészségügyi alkalmasság</w:t>
      </w:r>
    </w:p>
    <w:p w14:paraId="3703809D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1C69DEEE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Üzemi higiénia</w:t>
      </w:r>
    </w:p>
    <w:p w14:paraId="249A0669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Épületek, helyiségek kialakítása</w:t>
      </w:r>
    </w:p>
    <w:p w14:paraId="43F4BB97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Felületek, padozat</w:t>
      </w:r>
    </w:p>
    <w:p w14:paraId="1ECD7AB5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Nyílászárók</w:t>
      </w:r>
    </w:p>
    <w:p w14:paraId="4BE925FB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Világítás</w:t>
      </w:r>
    </w:p>
    <w:p w14:paraId="4A62D8D0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Szellőztetés</w:t>
      </w:r>
    </w:p>
    <w:p w14:paraId="4D247A1B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Hulladéktárolás, hulladékok fajtái</w:t>
      </w:r>
    </w:p>
    <w:p w14:paraId="0B6D2FC9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Szociális helyiségek</w:t>
      </w:r>
    </w:p>
    <w:p w14:paraId="76CEDA8D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Szennyvízelvezetés</w:t>
      </w:r>
    </w:p>
    <w:p w14:paraId="78A35DB0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Berendezésekre, munkafelületekre vonatkozó követelmények</w:t>
      </w:r>
    </w:p>
    <w:p w14:paraId="2E4E1C8E" w14:textId="77777777" w:rsidR="00A23F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Hűtőlánc jelentősége</w:t>
      </w:r>
    </w:p>
    <w:p w14:paraId="05AA318E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D3BD060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Tisztítás, fertőtlenítés</w:t>
      </w:r>
    </w:p>
    <w:p w14:paraId="2AB5F121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Takarítás, fertőtlenítés jelentősége</w:t>
      </w:r>
    </w:p>
    <w:p w14:paraId="20F05B61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Takarítás, tisztítás, fertőtlenítés folyamatai</w:t>
      </w:r>
    </w:p>
    <w:p w14:paraId="3FEE4A4A" w14:textId="77777777" w:rsidR="003F5C09" w:rsidRPr="00091F4B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Tisztító-, fertőtlenítőszerekkel szemben támasztott elvárások</w:t>
      </w:r>
    </w:p>
    <w:p w14:paraId="33A4DF9C" w14:textId="77777777" w:rsidR="00A23F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091F4B">
        <w:rPr>
          <w:rFonts w:cs="Times New Roman"/>
          <w:color w:val="000000" w:themeColor="text1"/>
        </w:rPr>
        <w:t>Felületi feszültség, nedvesítés, diszpergálás, emulgeálás</w:t>
      </w:r>
    </w:p>
    <w:p w14:paraId="57233EA2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7E26BA51" w14:textId="77777777" w:rsidR="00A23F09" w:rsidRPr="00CD320D" w:rsidRDefault="003F5C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Általános jogi szabályozás</w:t>
      </w:r>
    </w:p>
    <w:p w14:paraId="2EC6C417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Élelmiszer-feldolgozáshoz és forgalmazáshoz kapcsolódó hazai és Uniós jogszabályok, rendeletek</w:t>
      </w:r>
    </w:p>
    <w:p w14:paraId="1A5D7A34" w14:textId="77777777" w:rsidR="003F5C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Jelöléshez kapcsolódó jogszabályok</w:t>
      </w:r>
    </w:p>
    <w:p w14:paraId="0F25DA2F" w14:textId="77777777" w:rsidR="00A23F09" w:rsidRPr="00CD320D" w:rsidRDefault="003F5C09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Minőségbiztosításhoz, minőségirányításhoz kapcsolódó jogszabályok, rendeletek</w:t>
      </w:r>
    </w:p>
    <w:p w14:paraId="3A3006E1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5F84BC5B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023AC801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41772C8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29B20C6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lastRenderedPageBreak/>
        <w:t>A tantárgy értékelésének módja</w:t>
      </w:r>
    </w:p>
    <w:p w14:paraId="04452CAB" w14:textId="6DB1C503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6CCF3C56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654AB37D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7DD4B32C" w14:textId="77777777" w:rsidR="00A23F09" w:rsidRPr="00CD320D" w:rsidRDefault="00A23F09" w:rsidP="00A23F09">
      <w:pPr>
        <w:rPr>
          <w:rFonts w:cs="Times New Roman"/>
          <w:color w:val="000000" w:themeColor="text1"/>
        </w:rPr>
      </w:pPr>
    </w:p>
    <w:p w14:paraId="63EAAD59" w14:textId="77777777" w:rsidR="00A23F09" w:rsidRPr="00CD320D" w:rsidRDefault="00A23F09" w:rsidP="00A23F09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3D090DAB" w14:textId="77777777" w:rsidR="00A23F09" w:rsidRPr="00CD320D" w:rsidRDefault="00E02CF8" w:rsidP="00A23F09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11941</w:t>
      </w:r>
      <w:r w:rsidR="00A23F09" w:rsidRPr="00CD320D">
        <w:rPr>
          <w:rFonts w:cs="Times New Roman"/>
          <w:b/>
          <w:color w:val="000000" w:themeColor="text1"/>
          <w:sz w:val="36"/>
        </w:rPr>
        <w:t>-</w:t>
      </w:r>
      <w:r w:rsidRPr="00CD320D">
        <w:rPr>
          <w:rFonts w:cs="Times New Roman"/>
          <w:b/>
          <w:color w:val="000000" w:themeColor="text1"/>
          <w:sz w:val="36"/>
        </w:rPr>
        <w:t>16</w:t>
      </w:r>
      <w:r w:rsidR="00A23F09" w:rsidRPr="00CD320D">
        <w:rPr>
          <w:rFonts w:cs="Times New Roman"/>
          <w:b/>
          <w:color w:val="000000" w:themeColor="text1"/>
          <w:sz w:val="36"/>
        </w:rPr>
        <w:t xml:space="preserve"> azonosító számú</w:t>
      </w:r>
    </w:p>
    <w:p w14:paraId="1F5E26E6" w14:textId="0372DAA5" w:rsidR="00A23F09" w:rsidRPr="00CD320D" w:rsidRDefault="00E02CF8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Mikrobiológia</w:t>
      </w:r>
    </w:p>
    <w:p w14:paraId="7A070DDB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7BAB959F" w14:textId="77777777" w:rsidR="00A23F09" w:rsidRPr="00CD320D" w:rsidRDefault="00A23F09" w:rsidP="00A23F09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0097F9C3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61557133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25E496AF" w14:textId="0DD1AE5C" w:rsidR="00E7621B" w:rsidRPr="00CD320D" w:rsidRDefault="00D13AD9" w:rsidP="00E7621B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A 11941-16</w:t>
      </w:r>
      <w:r w:rsidR="00E7621B" w:rsidRPr="00CD320D">
        <w:rPr>
          <w:rFonts w:cs="Times New Roman"/>
          <w:color w:val="000000" w:themeColor="text1"/>
        </w:rPr>
        <w:t xml:space="preserve"> azonosító számú </w:t>
      </w:r>
      <w:r>
        <w:rPr>
          <w:rFonts w:cs="Times New Roman"/>
          <w:color w:val="000000" w:themeColor="text1"/>
        </w:rPr>
        <w:t>Mikrobiológia</w:t>
      </w:r>
      <w:r w:rsidR="00E7621B">
        <w:rPr>
          <w:rFonts w:cs="Times New Roman"/>
          <w:color w:val="000000" w:themeColor="text1"/>
        </w:rPr>
        <w:t xml:space="preserve"> </w:t>
      </w:r>
      <w:r w:rsidR="00E7621B" w:rsidRPr="00CD320D">
        <w:rPr>
          <w:rFonts w:cs="Times New Roman"/>
          <w:color w:val="000000" w:themeColor="text1"/>
        </w:rPr>
        <w:t xml:space="preserve">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66"/>
        <w:gridCol w:w="758"/>
      </w:tblGrid>
      <w:tr w:rsidR="00E7621B" w:rsidRPr="00CB65C3" w14:paraId="4117FC53" w14:textId="77777777" w:rsidTr="00195F0F">
        <w:trPr>
          <w:cantSplit/>
          <w:trHeight w:val="1733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57EC1" w14:textId="77777777" w:rsidR="00E7621B" w:rsidRPr="00CB65C3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F8CA162" w14:textId="0E2EA6AD" w:rsidR="00E7621B" w:rsidRPr="00CB65C3" w:rsidRDefault="00CB65C3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CB65C3">
              <w:rPr>
                <w:rFonts w:cs="Times New Roman"/>
                <w:color w:val="000000" w:themeColor="text1"/>
              </w:rPr>
              <w:t>Mikrobiológia</w:t>
            </w:r>
          </w:p>
        </w:tc>
      </w:tr>
      <w:tr w:rsidR="00E7621B" w:rsidRPr="00AD55B2" w14:paraId="3E92586F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7E02E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0315C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13AD9" w:rsidRPr="00AD55B2" w14:paraId="092B246F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577524" w14:textId="77777777" w:rsidR="00D13AD9" w:rsidRPr="00D47E1B" w:rsidRDefault="00D13AD9" w:rsidP="00195F0F">
            <w:pPr>
              <w:spacing w:after="0"/>
            </w:pPr>
            <w:r w:rsidRPr="00D47E1B">
              <w:t>Használja a mikrobák elpusztításának módszereit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59F40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165EBDAD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21630E" w14:textId="77777777" w:rsidR="00D13AD9" w:rsidRPr="00D47E1B" w:rsidRDefault="00D13AD9" w:rsidP="00195F0F">
            <w:pPr>
              <w:spacing w:after="0"/>
            </w:pPr>
            <w:r w:rsidRPr="00D47E1B">
              <w:t>Mikrobák szaporodásának gátlását végzi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1FAC9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135FEE37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F425B" w14:textId="77777777" w:rsidR="00D13AD9" w:rsidRPr="00D47E1B" w:rsidRDefault="00D13AD9" w:rsidP="00195F0F">
            <w:pPr>
              <w:spacing w:after="0"/>
            </w:pPr>
            <w:r w:rsidRPr="00D47E1B">
              <w:t>Betartja a személyi és környezeti higiéniára vonatkozó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172DA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75EF7C8B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425F5D" w14:textId="77777777" w:rsidR="00D13AD9" w:rsidRPr="00D47E1B" w:rsidRDefault="00D13AD9" w:rsidP="00195F0F">
            <w:pPr>
              <w:spacing w:after="0"/>
            </w:pPr>
            <w:r w:rsidRPr="00D47E1B">
              <w:t>Takarítást, tisztítást, fertőtlenítést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15325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14316E81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9D2FC" w14:textId="77777777" w:rsidR="00D13AD9" w:rsidRPr="00D47E1B" w:rsidRDefault="00D13AD9" w:rsidP="00195F0F">
            <w:pPr>
              <w:spacing w:after="0"/>
            </w:pPr>
            <w:r>
              <w:t>J</w:t>
            </w:r>
            <w:r w:rsidRPr="00D47E1B">
              <w:t>egyzőkönyveket, minőségbiztosítási dokumentációkat 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FFC5D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1FE0EB0C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901DC" w14:textId="77777777" w:rsidR="00D13AD9" w:rsidRPr="00D47E1B" w:rsidRDefault="00D13AD9" w:rsidP="00195F0F">
            <w:pPr>
              <w:spacing w:after="0"/>
            </w:pPr>
            <w:r w:rsidRPr="00D47E1B">
              <w:t>Mikrobiológiai alapismereteit használja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93B33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553F9826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A5E4D5" w14:textId="77777777" w:rsidR="00D13AD9" w:rsidRPr="00D47E1B" w:rsidRDefault="00D13AD9" w:rsidP="00195F0F">
            <w:pPr>
              <w:spacing w:after="0"/>
            </w:pPr>
            <w:r w:rsidRPr="00D47E1B">
              <w:t>A hasznos és káros mikroorganizmusok jellemzőit, szaporodásuk és elpusztításuknak lehetőségeit alkalmazza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87F12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5DB11DD9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BCD602" w14:textId="77777777" w:rsidR="00D13AD9" w:rsidRDefault="00D13AD9" w:rsidP="00195F0F">
            <w:pPr>
              <w:spacing w:after="0"/>
            </w:pPr>
            <w:r w:rsidRPr="00D47E1B">
              <w:t>Mikrobiológiai alapvizsgálatokat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AAE64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7621B" w:rsidRPr="00AD55B2" w14:paraId="00356A56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D300D8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457B4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13AD9" w:rsidRPr="00AD55B2" w14:paraId="32EA2980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773E99" w14:textId="5B1CF585" w:rsidR="00D13AD9" w:rsidRPr="00451F95" w:rsidRDefault="00D13AD9" w:rsidP="00195F0F">
            <w:pPr>
              <w:spacing w:after="0" w:line="276" w:lineRule="auto"/>
            </w:pPr>
            <w:r w:rsidRPr="00451F95">
              <w:t>Mikrobiológiai ismeretek: élelmiszeriparban leggyakrabban</w:t>
            </w:r>
            <w:r w:rsidR="00195F0F">
              <w:t xml:space="preserve"> </w:t>
            </w:r>
            <w:r w:rsidRPr="00451F95">
              <w:t>előforduló káros és hasznos mikroorganizmusok, életfeltételei,</w:t>
            </w:r>
            <w:r w:rsidR="00195F0F">
              <w:t xml:space="preserve"> </w:t>
            </w:r>
            <w:r w:rsidRPr="00451F95">
              <w:t>jellemzői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A931D9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145BC46C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48D418" w14:textId="08E7199B" w:rsidR="00D13AD9" w:rsidRPr="00451F95" w:rsidRDefault="00D13AD9" w:rsidP="00195F0F">
            <w:pPr>
              <w:spacing w:after="0"/>
            </w:pPr>
            <w:r w:rsidRPr="00451F95">
              <w:t>Élelmiszerek útján terjedő megbetegedések, ételmérgezések</w:t>
            </w:r>
            <w:r w:rsidR="00195F0F">
              <w:t xml:space="preserve"> </w:t>
            </w:r>
            <w:r w:rsidRPr="00451F95">
              <w:t>jelentősége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FD6014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08661388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8B1F1B" w14:textId="77777777" w:rsidR="00D13AD9" w:rsidRPr="00451F95" w:rsidRDefault="00D13AD9" w:rsidP="00195F0F">
            <w:pPr>
              <w:spacing w:after="0"/>
            </w:pPr>
            <w:r w:rsidRPr="00451F95">
              <w:t>A mikroorganizmusok szerepe a természetben (hasznos, káros)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5074E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707E3177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234C9C" w14:textId="0C3CCDFE" w:rsidR="00D13AD9" w:rsidRPr="00451F95" w:rsidRDefault="00D13AD9" w:rsidP="00195F0F">
            <w:pPr>
              <w:spacing w:after="0"/>
            </w:pPr>
            <w:r w:rsidRPr="00451F95">
              <w:t>Vírusok, baktériumok, élesztők, penészek, élelmiszer-ipari</w:t>
            </w:r>
            <w:r>
              <w:t xml:space="preserve"> </w:t>
            </w:r>
            <w:r w:rsidRPr="00451F95">
              <w:t>szempontból fontos mikroorganizmusok fogalma, alaktana,</w:t>
            </w:r>
            <w:r w:rsidR="00195F0F">
              <w:t xml:space="preserve"> </w:t>
            </w:r>
            <w:r w:rsidRPr="00451F95">
              <w:t>felépítése, anyagcseréje, telepképzése, előfordulási valószínűsége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3EE906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699E50EF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3C9B77" w14:textId="77777777" w:rsidR="00D13AD9" w:rsidRPr="00451F95" w:rsidRDefault="00D13AD9" w:rsidP="00195F0F">
            <w:pPr>
              <w:spacing w:after="0"/>
            </w:pPr>
            <w:r w:rsidRPr="00451F95">
              <w:t>Az élelmiszer-ipari és egészségügyi szempontból fontos mikroorganizmusok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4FA2D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3BA6CC89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B9F769" w14:textId="786A2A6E" w:rsidR="00D13AD9" w:rsidRPr="00DB150E" w:rsidRDefault="00D13AD9" w:rsidP="00195F0F">
            <w:pPr>
              <w:spacing w:after="0"/>
            </w:pPr>
            <w:r w:rsidRPr="00DB150E">
              <w:t>Az élelmiszer-romlás, a leggyakrabban előforduló élelmiszermérgezések,</w:t>
            </w:r>
            <w:r w:rsidR="00195F0F">
              <w:t xml:space="preserve"> </w:t>
            </w:r>
            <w:r w:rsidRPr="00DB150E">
              <w:t>élelmiszer-fertőzések tünetei és az ezzel kapcsolatos higiénés követelmények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553A35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5F111042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016FFA" w14:textId="77777777" w:rsidR="00D13AD9" w:rsidRPr="00DB150E" w:rsidRDefault="00D13AD9" w:rsidP="00195F0F">
            <w:pPr>
              <w:spacing w:after="0"/>
            </w:pPr>
            <w:r w:rsidRPr="00DB150E">
              <w:t>Az életfeltételek és a mikroorganizmusok szaporodása, anyagcseréje közötti összefüggés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172E2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4F503D74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A98ABF" w14:textId="77777777" w:rsidR="00D13AD9" w:rsidRPr="00DB150E" w:rsidRDefault="00D13AD9" w:rsidP="00195F0F">
            <w:pPr>
              <w:spacing w:after="0"/>
            </w:pPr>
            <w:r w:rsidRPr="00DB150E">
              <w:t>Az endospóraképzés és a vegetatív sejtté alakulás feltételei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81E5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4EDDEB66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ADAF32" w14:textId="17AF318F" w:rsidR="00D13AD9" w:rsidRPr="00C51860" w:rsidRDefault="00D13AD9" w:rsidP="00195F0F">
            <w:pPr>
              <w:spacing w:after="0"/>
            </w:pPr>
            <w:r w:rsidRPr="00C51860">
              <w:t>A mikroorganizmusok anyagcseréjének jelentősége az</w:t>
            </w:r>
            <w:r>
              <w:t xml:space="preserve"> </w:t>
            </w:r>
            <w:r w:rsidRPr="00C51860">
              <w:t>élelmiszeriparban és egyéb területeken (gyógyszer, mezőgazdaság,</w:t>
            </w:r>
            <w:r w:rsidR="00195F0F">
              <w:t xml:space="preserve"> </w:t>
            </w:r>
            <w:r w:rsidRPr="00C51860">
              <w:t>az ember anyagcseréjében)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270455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6BF03C6F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9C7C93" w14:textId="77777777" w:rsidR="00D13AD9" w:rsidRDefault="00D13AD9" w:rsidP="00195F0F">
            <w:pPr>
              <w:spacing w:after="0"/>
            </w:pPr>
            <w:r w:rsidRPr="00C51860">
              <w:t>Az élelmiszeripar szempontjából károsnak ítélt mikroorganizmusok</w:t>
            </w:r>
            <w:r>
              <w:t xml:space="preserve"> elleni védekezés módjai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3E90C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7621B" w:rsidRPr="00AD55B2" w14:paraId="01F0B39A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4B6EAC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1C288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13AD9" w:rsidRPr="00AD55B2" w14:paraId="7BD8305C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26C668" w14:textId="77777777" w:rsidR="00D13AD9" w:rsidRPr="000A4EB8" w:rsidRDefault="00D13AD9" w:rsidP="00195F0F">
            <w:pPr>
              <w:spacing w:after="0"/>
            </w:pPr>
            <w:r w:rsidRPr="000A4EB8"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644C0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5DA84814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43A54" w14:textId="77777777" w:rsidR="00D13AD9" w:rsidRPr="000A4EB8" w:rsidRDefault="00D13AD9" w:rsidP="00195F0F">
            <w:pPr>
              <w:spacing w:after="0"/>
            </w:pPr>
            <w:r w:rsidRPr="000A4EB8">
              <w:t>Szakmai nyelvű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E73AC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694A73AA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E202C1" w14:textId="77777777" w:rsidR="00D13AD9" w:rsidRPr="000A4EB8" w:rsidRDefault="00D13AD9" w:rsidP="00195F0F">
            <w:pPr>
              <w:spacing w:after="0"/>
            </w:pPr>
            <w:r w:rsidRPr="000A4EB8">
              <w:lastRenderedPageBreak/>
              <w:t>Szakmai olvasott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077A3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7A8A8EF0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43D96" w14:textId="77777777" w:rsidR="00D13AD9" w:rsidRPr="000A4EB8" w:rsidRDefault="00D13AD9" w:rsidP="00195F0F">
            <w:pPr>
              <w:spacing w:after="0"/>
            </w:pPr>
            <w:r w:rsidRPr="000A4EB8"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B94DC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677DDDD3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9A9748" w14:textId="77777777" w:rsidR="00D13AD9" w:rsidRDefault="00D13AD9" w:rsidP="00195F0F">
            <w:pPr>
              <w:spacing w:after="0"/>
            </w:pPr>
            <w:r w:rsidRPr="000A4EB8"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A7601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7621B" w:rsidRPr="00AD55B2" w14:paraId="3599A19A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B3E335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05640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13AD9" w:rsidRPr="00AD55B2" w14:paraId="05443A8E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D96E4E" w14:textId="77777777" w:rsidR="00D13AD9" w:rsidRPr="008E49CF" w:rsidRDefault="00D13AD9" w:rsidP="00195F0F">
            <w:pPr>
              <w:spacing w:after="0"/>
            </w:pPr>
            <w:r w:rsidRPr="008E49CF"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98C9C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0673B5B1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87130F" w14:textId="77777777" w:rsidR="00D13AD9" w:rsidRPr="008E49CF" w:rsidRDefault="00D13AD9" w:rsidP="00195F0F">
            <w:pPr>
              <w:spacing w:after="0"/>
            </w:pPr>
            <w: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2E623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59CFB555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E0D23" w14:textId="77777777" w:rsidR="00D13AD9" w:rsidRPr="008E49CF" w:rsidRDefault="00D13AD9" w:rsidP="00195F0F">
            <w:pPr>
              <w:spacing w:after="0"/>
            </w:pPr>
            <w:r w:rsidRPr="008E49CF">
              <w:t xml:space="preserve">Döntésképesség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AB647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7621B" w:rsidRPr="00AD55B2" w14:paraId="12974B51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C5B2B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23992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13AD9" w:rsidRPr="00AD55B2" w14:paraId="7B84500B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311B85" w14:textId="77777777" w:rsidR="00D13AD9" w:rsidRPr="00875900" w:rsidRDefault="00D13AD9" w:rsidP="00195F0F">
            <w:pPr>
              <w:spacing w:after="0"/>
            </w:pPr>
            <w:r w:rsidRPr="00875900"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9A6E3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53DD59B7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FFA052" w14:textId="77777777" w:rsidR="00D13AD9" w:rsidRDefault="00D13AD9" w:rsidP="00195F0F">
            <w:pPr>
              <w:spacing w:after="0"/>
            </w:pPr>
            <w:r w:rsidRPr="00875900"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63A09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E7621B" w:rsidRPr="00AD55B2" w14:paraId="051870D8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7916D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2FB89" w14:textId="77777777" w:rsidR="00E7621B" w:rsidRPr="00AD55B2" w:rsidRDefault="00E7621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13AD9" w:rsidRPr="00AD55B2" w14:paraId="2AD118AD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ADB92E" w14:textId="77777777" w:rsidR="00D13AD9" w:rsidRDefault="00D13AD9" w:rsidP="00195F0F">
            <w:pPr>
              <w:spacing w:after="0"/>
            </w:pPr>
            <w:r w:rsidRPr="00B929F6">
              <w:t xml:space="preserve">Higiéniás szemlélet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5E1B8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D13AD9" w:rsidRPr="00AD55B2" w14:paraId="3765A5FE" w14:textId="77777777" w:rsidTr="00195F0F">
        <w:trPr>
          <w:trHeight w:val="20"/>
          <w:jc w:val="center"/>
        </w:trPr>
        <w:tc>
          <w:tcPr>
            <w:tcW w:w="5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AC6D9B" w14:textId="77777777" w:rsidR="00D13AD9" w:rsidRDefault="00D13AD9" w:rsidP="00195F0F">
            <w:pPr>
              <w:spacing w:after="0"/>
            </w:pPr>
            <w:r w:rsidRPr="00B929F6"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59519" w14:textId="77777777" w:rsidR="00D13AD9" w:rsidRPr="00AD55B2" w:rsidRDefault="00D13AD9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519DC6CE" w14:textId="77777777" w:rsidR="00E7621B" w:rsidRPr="00CD320D" w:rsidRDefault="00E7621B" w:rsidP="00E7621B">
      <w:pPr>
        <w:rPr>
          <w:rFonts w:cs="Times New Roman"/>
          <w:color w:val="000000" w:themeColor="text1"/>
        </w:rPr>
      </w:pPr>
    </w:p>
    <w:p w14:paraId="44A2E746" w14:textId="77777777" w:rsidR="00A23F09" w:rsidRPr="00CD320D" w:rsidRDefault="00E02CF8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Mikrobiológia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-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Pr="00CD320D">
        <w:rPr>
          <w:rFonts w:cs="Times New Roman"/>
          <w:b/>
          <w:color w:val="000000" w:themeColor="text1"/>
        </w:rPr>
        <w:t>-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388F4438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6B38DF60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7FDE4734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="00E02CF8" w:rsidRPr="00CD320D">
        <w:rPr>
          <w:rFonts w:cs="Times New Roman"/>
          <w:color w:val="000000" w:themeColor="text1"/>
        </w:rPr>
        <w:t>mellék</w:t>
      </w:r>
      <w:r w:rsidR="00AE7C3D"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>szakképesítéshez kapcsolódik.</w:t>
      </w:r>
    </w:p>
    <w:p w14:paraId="0D5E944C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06BEB93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47391036" w14:textId="77777777" w:rsidR="00A23F09" w:rsidRPr="00CD320D" w:rsidRDefault="00E02CF8" w:rsidP="00E02CF8">
      <w:pPr>
        <w:tabs>
          <w:tab w:val="left" w:pos="1843"/>
        </w:tabs>
        <w:rPr>
          <w:rFonts w:cs="Times New Roman"/>
          <w:color w:val="000000" w:themeColor="text1"/>
          <w:sz w:val="20"/>
          <w:szCs w:val="20"/>
        </w:rPr>
      </w:pPr>
      <w:r w:rsidRPr="00CD320D">
        <w:rPr>
          <w:rFonts w:cs="Times New Roman"/>
          <w:bCs/>
          <w:color w:val="000000" w:themeColor="text1"/>
          <w:kern w:val="1"/>
          <w:szCs w:val="24"/>
        </w:rPr>
        <w:t>A tantárgy tanításának célja, hogy a tanulók megismerjék a szabad szemmel nem látható, mikroszkopikus méretű, általában egysejtű olykor kis halmazokban csoportosult élőlényeket, mikroorganizmusokat a mikrobák tulajdonságait a mikroba-ember, mikroba környezet kapcsolatot. Ismereteket szerezzenek, azon mikroorganizmusokról, melyek szerepet játszanak az élelmiszerek előállításánál, tartósításánál, romlásánál. Foglalkozik a hasznos mikroorganizmusok szaporításával, valamint a károsak elpusztításának megismertetésével</w:t>
      </w:r>
      <w:r w:rsidRPr="00CD320D">
        <w:rPr>
          <w:rFonts w:cs="Times New Roman"/>
          <w:color w:val="000000" w:themeColor="text1"/>
          <w:sz w:val="20"/>
          <w:szCs w:val="20"/>
        </w:rPr>
        <w:t>.</w:t>
      </w:r>
    </w:p>
    <w:p w14:paraId="732FCF17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C28AB1B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0F38E721" w14:textId="77777777" w:rsidR="00A23F09" w:rsidRPr="00CD320D" w:rsidRDefault="00E02CF8" w:rsidP="00E02CF8">
      <w:pPr>
        <w:spacing w:after="0"/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Kémia, élelmiszer-kémia, fizika, biológia, matematika, szakmai technológia, anyagismeret</w:t>
      </w:r>
    </w:p>
    <w:p w14:paraId="150798EF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F82C849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374A92F4" w14:textId="77777777" w:rsidR="00A23F09" w:rsidRPr="00CD320D" w:rsidRDefault="00A23F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Témakör 1</w:t>
      </w:r>
    </w:p>
    <w:p w14:paraId="42F46CD6" w14:textId="77777777" w:rsidR="00E02CF8" w:rsidRPr="00CD320D" w:rsidRDefault="00E02CF8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mikrobiológia tantárgy valamennyi témakörének szakmai tartalma megegyezik a 10891-16 Mikrobiológia, higiénia és minőségbiztosítás modulhoz tartozó mikrobiológia tantárgy témaköreinek szakmai tartalmával.</w:t>
      </w:r>
    </w:p>
    <w:p w14:paraId="3600318C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40799F9A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14ECA553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58F147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6D11766B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51F8C880" w14:textId="476ACA7E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5030CA6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7AD21E45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69E02E22" w14:textId="77777777" w:rsidR="00A23F09" w:rsidRPr="00CD320D" w:rsidRDefault="00A23F09" w:rsidP="00A23F09">
      <w:pPr>
        <w:rPr>
          <w:rFonts w:cs="Times New Roman"/>
          <w:color w:val="000000" w:themeColor="text1"/>
        </w:rPr>
      </w:pPr>
    </w:p>
    <w:p w14:paraId="5856ABF0" w14:textId="77777777" w:rsidR="00A23F09" w:rsidRPr="00CD320D" w:rsidRDefault="00A23F09" w:rsidP="00A23F09">
      <w:pPr>
        <w:spacing w:before="28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A</w:t>
      </w:r>
    </w:p>
    <w:p w14:paraId="100EEB02" w14:textId="77777777" w:rsidR="00A23F09" w:rsidRPr="00CD320D" w:rsidRDefault="000E0ECC" w:rsidP="00A23F09">
      <w:pPr>
        <w:spacing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10904</w:t>
      </w:r>
      <w:r w:rsidR="00A23F09" w:rsidRPr="00CD320D">
        <w:rPr>
          <w:rFonts w:cs="Times New Roman"/>
          <w:b/>
          <w:color w:val="000000" w:themeColor="text1"/>
          <w:sz w:val="36"/>
        </w:rPr>
        <w:t>-</w:t>
      </w:r>
      <w:r w:rsidRPr="00CD320D">
        <w:rPr>
          <w:rFonts w:cs="Times New Roman"/>
          <w:b/>
          <w:color w:val="000000" w:themeColor="text1"/>
          <w:sz w:val="36"/>
        </w:rPr>
        <w:t>16</w:t>
      </w:r>
      <w:r w:rsidR="00A23F09" w:rsidRPr="00CD320D">
        <w:rPr>
          <w:rFonts w:cs="Times New Roman"/>
          <w:b/>
          <w:color w:val="000000" w:themeColor="text1"/>
          <w:sz w:val="36"/>
        </w:rPr>
        <w:t xml:space="preserve"> azonosító számú</w:t>
      </w:r>
    </w:p>
    <w:p w14:paraId="275A76E2" w14:textId="370CEF66" w:rsidR="00A23F09" w:rsidRPr="00CD320D" w:rsidRDefault="000E0ECC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Higiénia és minőségbiztosítás</w:t>
      </w:r>
    </w:p>
    <w:p w14:paraId="548F76B2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megnevezésű</w:t>
      </w:r>
    </w:p>
    <w:p w14:paraId="1EC96627" w14:textId="77777777" w:rsidR="00A23F09" w:rsidRPr="00CD320D" w:rsidRDefault="00A23F09" w:rsidP="00A23F09">
      <w:pPr>
        <w:spacing w:before="480" w:after="480"/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szakmai követelménymodul</w:t>
      </w:r>
    </w:p>
    <w:p w14:paraId="2F60B7B1" w14:textId="77777777" w:rsidR="00A23F09" w:rsidRPr="00CD320D" w:rsidRDefault="00A23F09" w:rsidP="00A23F09">
      <w:pPr>
        <w:jc w:val="center"/>
        <w:rPr>
          <w:rFonts w:cs="Times New Roman"/>
          <w:b/>
          <w:color w:val="000000" w:themeColor="text1"/>
          <w:sz w:val="36"/>
        </w:rPr>
      </w:pPr>
      <w:r w:rsidRPr="00CD320D">
        <w:rPr>
          <w:rFonts w:cs="Times New Roman"/>
          <w:b/>
          <w:color w:val="000000" w:themeColor="text1"/>
          <w:sz w:val="36"/>
        </w:rPr>
        <w:t>tantárgyai, témakörei</w:t>
      </w:r>
    </w:p>
    <w:p w14:paraId="2C73CCC1" w14:textId="77777777" w:rsidR="00A23F09" w:rsidRPr="00CD320D" w:rsidRDefault="00A23F09" w:rsidP="00A23F09">
      <w:pPr>
        <w:spacing w:after="200" w:line="276" w:lineRule="auto"/>
        <w:jc w:val="left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br w:type="page"/>
      </w:r>
    </w:p>
    <w:p w14:paraId="7182DE94" w14:textId="5B73518B" w:rsidR="00E7621B" w:rsidRPr="00CD320D" w:rsidRDefault="00B205D6" w:rsidP="00E7621B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A 10904-16</w:t>
      </w:r>
      <w:r w:rsidR="00E7621B" w:rsidRPr="00CD320D">
        <w:rPr>
          <w:rFonts w:cs="Times New Roman"/>
          <w:color w:val="000000" w:themeColor="text1"/>
        </w:rPr>
        <w:t xml:space="preserve"> azonosító számú </w:t>
      </w:r>
      <w:r>
        <w:rPr>
          <w:rFonts w:cs="Times New Roman"/>
          <w:color w:val="000000" w:themeColor="text1"/>
        </w:rPr>
        <w:t>Higiénia és minőségbiztosítás</w:t>
      </w:r>
      <w:r w:rsidR="00E7621B">
        <w:rPr>
          <w:rFonts w:cs="Times New Roman"/>
          <w:color w:val="000000" w:themeColor="text1"/>
        </w:rPr>
        <w:t xml:space="preserve"> </w:t>
      </w:r>
      <w:r w:rsidR="00E7621B" w:rsidRPr="00CD320D">
        <w:rPr>
          <w:rFonts w:cs="Times New Roman"/>
          <w:color w:val="000000" w:themeColor="text1"/>
        </w:rPr>
        <w:t xml:space="preserve">megnevezésű szakmai követelménymodulhoz tartozó tantárgyak és témakörök oktatása során </w:t>
      </w:r>
      <w:r w:rsidR="00C3207F">
        <w:rPr>
          <w:rFonts w:cs="Times New Roman"/>
          <w:color w:val="000000" w:themeColor="text1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2"/>
        <w:gridCol w:w="758"/>
        <w:gridCol w:w="758"/>
      </w:tblGrid>
      <w:tr w:rsidR="00091F4B" w:rsidRPr="00CB65C3" w14:paraId="51988130" w14:textId="77777777" w:rsidTr="00195F0F">
        <w:trPr>
          <w:cantSplit/>
          <w:trHeight w:val="3141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1C522" w14:textId="77777777" w:rsidR="00091F4B" w:rsidRPr="00CB65C3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D147C73" w14:textId="5598C107" w:rsidR="00091F4B" w:rsidRPr="00CB65C3" w:rsidRDefault="00CB65C3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CB65C3">
              <w:rPr>
                <w:rFonts w:cs="Times New Roman"/>
                <w:color w:val="000000" w:themeColor="text1"/>
              </w:rPr>
              <w:t>Higiénia és minőségbiztosítás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5F70C1C" w14:textId="45F52DA5" w:rsidR="00091F4B" w:rsidRPr="00CB65C3" w:rsidRDefault="00CB65C3" w:rsidP="00195F0F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color w:val="000000"/>
                <w:szCs w:val="24"/>
              </w:rPr>
            </w:pPr>
            <w:r w:rsidRPr="00CB65C3">
              <w:rPr>
                <w:rFonts w:cs="Times New Roman"/>
                <w:color w:val="000000" w:themeColor="text1"/>
              </w:rPr>
              <w:t>Higiénia</w:t>
            </w:r>
            <w:r>
              <w:rPr>
                <w:rFonts w:cs="Times New Roman"/>
                <w:color w:val="000000" w:themeColor="text1"/>
              </w:rPr>
              <w:t>i</w:t>
            </w:r>
            <w:r w:rsidRPr="00CB65C3">
              <w:rPr>
                <w:rFonts w:cs="Times New Roman"/>
                <w:color w:val="000000" w:themeColor="text1"/>
              </w:rPr>
              <w:t xml:space="preserve"> és minőségbiztosítás</w:t>
            </w:r>
            <w:r>
              <w:rPr>
                <w:rFonts w:cs="Times New Roman"/>
                <w:color w:val="000000" w:themeColor="text1"/>
              </w:rPr>
              <w:t>i gyakorlat</w:t>
            </w:r>
          </w:p>
        </w:tc>
      </w:tr>
      <w:tr w:rsidR="00091F4B" w:rsidRPr="00AD55B2" w14:paraId="0C951A22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0E14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697E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BDFCA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B205D6" w:rsidRPr="00AD55B2" w14:paraId="569F5261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184458" w14:textId="77777777" w:rsidR="00B205D6" w:rsidRPr="003918DF" w:rsidRDefault="00B205D6" w:rsidP="00195F0F">
            <w:pPr>
              <w:spacing w:after="0"/>
            </w:pPr>
            <w:r w:rsidRPr="003918DF">
              <w:t>Betartja az új élelmiszerekhez szükséges engedélyezési eljárásokat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2D46F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C98D1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3255701C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2845E1" w14:textId="77777777" w:rsidR="00B205D6" w:rsidRPr="003918DF" w:rsidRDefault="00B205D6" w:rsidP="00195F0F">
            <w:pPr>
              <w:spacing w:after="0"/>
            </w:pPr>
            <w:r w:rsidRPr="003918DF">
              <w:t>Betartja a higiéniához kapcsolódó rendeleteket, jogszabályokat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D9F21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E9F62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3EB5F1CC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A9F3E" w14:textId="77777777" w:rsidR="00B205D6" w:rsidRPr="003918DF" w:rsidRDefault="00B205D6" w:rsidP="00195F0F">
            <w:pPr>
              <w:spacing w:after="0"/>
            </w:pPr>
            <w:r w:rsidRPr="003918DF">
              <w:t>Alkalmazza az élelmiszer higiéniai és élelmiszer biztonsági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BC26D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E8C37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6843242E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09F473" w14:textId="77777777" w:rsidR="00B205D6" w:rsidRPr="003918DF" w:rsidRDefault="00B205D6" w:rsidP="00195F0F">
            <w:pPr>
              <w:spacing w:after="0"/>
            </w:pPr>
            <w:r w:rsidRPr="003918DF">
              <w:t>Alkalmazza a Jó Higiéniai Gyakorlatot (GHP)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3DBB5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993B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046DCEB3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CFD7F1" w14:textId="77777777" w:rsidR="00B205D6" w:rsidRPr="003918DF" w:rsidRDefault="00B205D6" w:rsidP="00195F0F">
            <w:pPr>
              <w:spacing w:after="0"/>
            </w:pPr>
            <w:r w:rsidRPr="003918DF">
              <w:t>Betartja a HACCP rendszer előírásait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C3396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3BEDC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6FAB1E3F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9F552A" w14:textId="77777777" w:rsidR="00B205D6" w:rsidRPr="003918DF" w:rsidRDefault="00B205D6" w:rsidP="00195F0F">
            <w:pPr>
              <w:spacing w:after="0"/>
            </w:pPr>
            <w:r w:rsidRPr="003918DF">
              <w:t>Betartja a személyi és környezeti higiéniára vonatkozó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2DF36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9E1E0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6F54CA69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448DB" w14:textId="77777777" w:rsidR="00B205D6" w:rsidRPr="003918DF" w:rsidRDefault="00B205D6" w:rsidP="00195F0F">
            <w:pPr>
              <w:spacing w:after="0"/>
            </w:pPr>
            <w:r w:rsidRPr="003918DF">
              <w:t>Takarítást, tisztítást, fertőtlenítést végez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BB7AD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23194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661AA7FD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E62192" w14:textId="77777777" w:rsidR="00B205D6" w:rsidRPr="003918DF" w:rsidRDefault="00B205D6" w:rsidP="00195F0F">
            <w:pPr>
              <w:spacing w:after="0"/>
            </w:pPr>
            <w:r w:rsidRPr="003918DF">
              <w:t>A teljes élelmiszer-előállítás folyamán betartja és alkalmazza a személyi és feldolgozásra vonatkozó műszaki higiéniai szabályokat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2A897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A9ECC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46BB5C72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B7160" w14:textId="77777777" w:rsidR="00B205D6" w:rsidRPr="003918DF" w:rsidRDefault="00B205D6" w:rsidP="00195F0F">
            <w:pPr>
              <w:spacing w:after="0"/>
            </w:pPr>
            <w:r w:rsidRPr="003918DF">
              <w:t>Betartja az ISO 22000 alapelveit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928E4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2BBCD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4D6770BC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D66B5E" w14:textId="77777777" w:rsidR="00B205D6" w:rsidRPr="003918DF" w:rsidRDefault="00B205D6" w:rsidP="00195F0F">
            <w:pPr>
              <w:spacing w:after="0"/>
            </w:pPr>
            <w:r w:rsidRPr="003918DF">
              <w:t>Alkalmazza az élelmiszerbiztonsági rendszerek (IFS, BRC) nyomonkövetési</w:t>
            </w:r>
            <w:r>
              <w:t xml:space="preserve"> alapelveit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ADF1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AEA9E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00BFCAD7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CC520" w14:textId="77777777" w:rsidR="00B205D6" w:rsidRDefault="00B205D6" w:rsidP="00195F0F">
            <w:pPr>
              <w:spacing w:after="0"/>
            </w:pPr>
            <w:r w:rsidRPr="003918DF">
              <w:t>Jegyzőkönyveket, minőségbiztosítási dokumentációkat vezet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31485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71F7C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7436D01C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D55812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08CB3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26C0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B205D6" w:rsidRPr="00AD55B2" w14:paraId="6F93F36B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DAA945" w14:textId="77777777" w:rsidR="00B205D6" w:rsidRPr="00F05DE2" w:rsidRDefault="00B205D6" w:rsidP="00195F0F">
            <w:pPr>
              <w:spacing w:after="0"/>
            </w:pPr>
            <w:r w:rsidRPr="00F05DE2">
              <w:t>Higiéniához, minőségbiztosításhoz kapcsolódó jogszabályok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CB9DF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378F3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1A9FC33F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E3481" w14:textId="77777777" w:rsidR="00B205D6" w:rsidRPr="00F05DE2" w:rsidRDefault="00B205D6" w:rsidP="00195F0F">
            <w:pPr>
              <w:spacing w:after="0"/>
            </w:pPr>
            <w:r w:rsidRPr="00F05DE2">
              <w:t>Tisztító-, fertőtlenítőszerek jellemzői, hatásuk, alkalmazhatóságuk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EA3D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71AE6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2E41A84A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20B9E" w14:textId="77777777" w:rsidR="00B205D6" w:rsidRPr="00F05DE2" w:rsidRDefault="00B205D6" w:rsidP="00195F0F">
            <w:pPr>
              <w:spacing w:after="0"/>
            </w:pPr>
            <w:r w:rsidRPr="00F05DE2">
              <w:t>Jó higiéniai gyakorlat elemei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4B465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9543D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40C3F6A9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E1E9BD" w14:textId="77777777" w:rsidR="00B205D6" w:rsidRPr="00F05DE2" w:rsidRDefault="00B205D6" w:rsidP="00195F0F">
            <w:pPr>
              <w:spacing w:after="0"/>
            </w:pPr>
            <w:r w:rsidRPr="00F05DE2">
              <w:t>Minőségirányítási rendszerek elemei, jellemzői (ISO 22000, HACCP, IFS, BRC)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0BCBF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5B100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72EC8F64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DA8AF0" w14:textId="77777777" w:rsidR="00B205D6" w:rsidRPr="00F05DE2" w:rsidRDefault="00B205D6" w:rsidP="00195F0F">
            <w:pPr>
              <w:spacing w:after="0"/>
            </w:pPr>
            <w:r w:rsidRPr="00F05DE2">
              <w:t>Nyomonkövetés jelentősége, lépései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0E5FD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3FBB8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79088CB4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45EF74" w14:textId="77777777" w:rsidR="00B205D6" w:rsidRPr="00F05DE2" w:rsidRDefault="00B205D6" w:rsidP="00195F0F">
            <w:pPr>
              <w:spacing w:after="0"/>
              <w:jc w:val="left"/>
            </w:pPr>
            <w:r>
              <w:t xml:space="preserve">Alapvető </w:t>
            </w:r>
            <w:r w:rsidRPr="00F05DE2">
              <w:t>minőségbiztosítási dokumentumok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0265C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C5C94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3A5E4BBF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0AC7A8" w14:textId="77777777" w:rsidR="00B205D6" w:rsidRDefault="00B205D6" w:rsidP="00195F0F">
            <w:pPr>
              <w:spacing w:after="0"/>
            </w:pPr>
            <w:r w:rsidRPr="00F05DE2">
              <w:t>Az élelmiszertermelés alapvető egészségügyi követelményei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A5205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9696D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006EB756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8CAD5C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38D8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80A45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B205D6" w:rsidRPr="00AD55B2" w14:paraId="1D2D7A6D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7C0F8C" w14:textId="77777777" w:rsidR="00B205D6" w:rsidRPr="00705BA6" w:rsidRDefault="00B205D6" w:rsidP="00195F0F">
            <w:pPr>
              <w:spacing w:after="0"/>
            </w:pPr>
            <w:r w:rsidRPr="00705BA6"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D3544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15B03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00CF8530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BE767F" w14:textId="77777777" w:rsidR="00B205D6" w:rsidRPr="00705BA6" w:rsidRDefault="00B205D6" w:rsidP="00195F0F">
            <w:pPr>
              <w:spacing w:after="0"/>
            </w:pPr>
            <w:r w:rsidRPr="00705BA6">
              <w:t>Szakmai nyelvű íráskészség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4CA3E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F79C7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124AF916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353743" w14:textId="77777777" w:rsidR="00B205D6" w:rsidRPr="00705BA6" w:rsidRDefault="00B205D6" w:rsidP="00195F0F">
            <w:pPr>
              <w:spacing w:after="0"/>
            </w:pPr>
            <w:r w:rsidRPr="00705BA6">
              <w:t>Szakmai olvasott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5E15A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32123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374D5969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426B66" w14:textId="77777777" w:rsidR="00B205D6" w:rsidRPr="00705BA6" w:rsidRDefault="00B205D6" w:rsidP="00195F0F">
            <w:pPr>
              <w:spacing w:after="0"/>
            </w:pPr>
            <w:r w:rsidRPr="00705BA6"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F20EA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E8A52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4FEC078E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6BE105" w14:textId="77777777" w:rsidR="00B205D6" w:rsidRDefault="00B205D6" w:rsidP="00195F0F">
            <w:pPr>
              <w:spacing w:after="0"/>
            </w:pPr>
            <w:r w:rsidRPr="00705BA6">
              <w:lastRenderedPageBreak/>
              <w:t>Információforrások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4486C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B1547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3C29614E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A65B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CCDBF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DE650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B205D6" w:rsidRPr="00AD55B2" w14:paraId="5FF03E93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86C9CD" w14:textId="77777777" w:rsidR="00B205D6" w:rsidRPr="008D1160" w:rsidRDefault="00B205D6" w:rsidP="00195F0F">
            <w:pPr>
              <w:spacing w:after="0"/>
            </w:pPr>
            <w:r w:rsidRPr="008D1160"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767E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6A261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2D1A0B68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9D775A" w14:textId="77777777" w:rsidR="00B205D6" w:rsidRPr="008D1160" w:rsidRDefault="00B205D6" w:rsidP="00195F0F">
            <w:pPr>
              <w:spacing w:after="0"/>
            </w:pPr>
            <w:r w:rsidRPr="008D1160">
              <w:t>Döntésképesség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88B65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8510B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0A2C522A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346AB9" w14:textId="77777777" w:rsidR="00B205D6" w:rsidRPr="008D1160" w:rsidRDefault="00B205D6" w:rsidP="00195F0F">
            <w:pPr>
              <w:spacing w:after="0"/>
            </w:pPr>
            <w:r>
              <w:t>Precizitás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F222A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E4866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0AB13173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8D85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F8B12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6FDBD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B205D6" w:rsidRPr="00AD55B2" w14:paraId="32E728D6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2D0EF" w14:textId="77777777" w:rsidR="00B205D6" w:rsidRPr="00873AC8" w:rsidRDefault="00B205D6" w:rsidP="00195F0F">
            <w:pPr>
              <w:spacing w:after="0"/>
            </w:pPr>
            <w:r w:rsidRPr="00873AC8"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63798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F82BB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0A681C85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16589B" w14:textId="77777777" w:rsidR="00B205D6" w:rsidRDefault="00B205D6" w:rsidP="00195F0F">
            <w:pPr>
              <w:spacing w:after="0"/>
            </w:pPr>
            <w:r w:rsidRPr="00873AC8"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21B5C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06538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091F4B" w:rsidRPr="00AD55B2" w14:paraId="7FE7774F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1AC18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AD55B2">
              <w:rPr>
                <w:rFonts w:cs="Times New Roman"/>
                <w:color w:val="000000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E4BA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82A31" w14:textId="77777777" w:rsidR="00091F4B" w:rsidRPr="00AD55B2" w:rsidRDefault="00091F4B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B205D6" w:rsidRPr="00AD55B2" w14:paraId="0563366F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D905E9" w14:textId="77777777" w:rsidR="00B205D6" w:rsidRPr="00E84069" w:rsidRDefault="00B205D6" w:rsidP="00195F0F">
            <w:pPr>
              <w:spacing w:after="0"/>
            </w:pPr>
            <w:r w:rsidRPr="00E84069">
              <w:t xml:space="preserve">Higiéniás szemlélet 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4B15C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4D7AF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  <w:tr w:rsidR="00B205D6" w:rsidRPr="00AD55B2" w14:paraId="2573DDB9" w14:textId="77777777" w:rsidTr="00195F0F">
        <w:trPr>
          <w:trHeight w:val="255"/>
          <w:jc w:val="center"/>
        </w:trPr>
        <w:tc>
          <w:tcPr>
            <w:tcW w:w="6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2BFC57" w14:textId="77777777" w:rsidR="00B205D6" w:rsidRDefault="00B205D6" w:rsidP="00195F0F">
            <w:pPr>
              <w:spacing w:after="0"/>
            </w:pPr>
            <w:r w:rsidRPr="00E84069">
              <w:t>Logikus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C8268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3795F" w14:textId="77777777" w:rsidR="00B205D6" w:rsidRPr="00AD55B2" w:rsidRDefault="00B205D6" w:rsidP="00195F0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</w:t>
            </w:r>
          </w:p>
        </w:tc>
      </w:tr>
    </w:tbl>
    <w:p w14:paraId="690DBC20" w14:textId="77777777" w:rsidR="00E7621B" w:rsidRPr="00CD320D" w:rsidRDefault="00E7621B" w:rsidP="00E7621B">
      <w:pPr>
        <w:rPr>
          <w:rFonts w:cs="Times New Roman"/>
          <w:color w:val="000000" w:themeColor="text1"/>
        </w:rPr>
      </w:pPr>
    </w:p>
    <w:p w14:paraId="74F2F8DF" w14:textId="77777777" w:rsidR="00A23F09" w:rsidRPr="00CD320D" w:rsidRDefault="000E0ECC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Higiénia és minőségbiztosítás</w:t>
      </w:r>
      <w:r w:rsidR="00A23F09" w:rsidRPr="00CD320D">
        <w:rPr>
          <w:rFonts w:cs="Times New Roman"/>
          <w:b/>
          <w:color w:val="000000" w:themeColor="text1"/>
        </w:rPr>
        <w:t xml:space="preserve"> 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Pr="00CD320D">
        <w:rPr>
          <w:rFonts w:cs="Times New Roman"/>
          <w:b/>
          <w:color w:val="000000" w:themeColor="text1"/>
        </w:rPr>
        <w:t>-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Pr="00CD320D">
        <w:rPr>
          <w:rFonts w:cs="Times New Roman"/>
          <w:b/>
          <w:color w:val="000000" w:themeColor="text1"/>
        </w:rPr>
        <w:t>-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28427175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18076575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6ECBE5B6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="000E0ECC" w:rsidRPr="00CD320D">
        <w:rPr>
          <w:rFonts w:cs="Times New Roman"/>
          <w:color w:val="000000" w:themeColor="text1"/>
        </w:rPr>
        <w:t>mellék</w:t>
      </w:r>
      <w:r w:rsidR="00AE7C3D"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>szakképesítéshez kapcsolódik.</w:t>
      </w:r>
    </w:p>
    <w:p w14:paraId="1F385767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F7DCDA1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284670B5" w14:textId="77777777" w:rsidR="000E0ECC" w:rsidRPr="00CD320D" w:rsidRDefault="000E0ECC" w:rsidP="000E0ECC">
      <w:pPr>
        <w:spacing w:after="0"/>
        <w:rPr>
          <w:rFonts w:cs="Times New Roman"/>
          <w:bCs/>
          <w:color w:val="000000" w:themeColor="text1"/>
          <w:kern w:val="1"/>
          <w:szCs w:val="24"/>
        </w:rPr>
      </w:pPr>
      <w:r w:rsidRPr="00CD320D">
        <w:rPr>
          <w:rFonts w:cs="Times New Roman"/>
          <w:bCs/>
          <w:color w:val="000000" w:themeColor="text1"/>
          <w:kern w:val="1"/>
          <w:szCs w:val="24"/>
        </w:rPr>
        <w:t>A tantárgy tanításának célja, hogy a tanulók megismerjék az élelmiszer biztonságát érintő valamennyi veszélyt, a megelőzésük, kiküszöbölésük lehetőségeit, tisztában legyenek a minőségbiztosítási, minőségirányítási rendszerek felépítésével, dokumentációival, képesek legyenek nyilvántartások vezetésére, ellenőrzésére.</w:t>
      </w:r>
    </w:p>
    <w:p w14:paraId="315E93B7" w14:textId="77777777" w:rsidR="00A23F09" w:rsidRPr="00CD320D" w:rsidRDefault="000E0ECC" w:rsidP="000E0ECC">
      <w:pPr>
        <w:tabs>
          <w:tab w:val="left" w:pos="330"/>
          <w:tab w:val="left" w:pos="1843"/>
        </w:tabs>
        <w:rPr>
          <w:rFonts w:cs="Times New Roman"/>
          <w:color w:val="000000" w:themeColor="text1"/>
          <w:szCs w:val="24"/>
        </w:rPr>
      </w:pPr>
      <w:r w:rsidRPr="00CD320D">
        <w:rPr>
          <w:rFonts w:cs="Times New Roman"/>
          <w:color w:val="000000" w:themeColor="text1"/>
          <w:szCs w:val="24"/>
        </w:rPr>
        <w:t>A tantárgy elsajátításának célja, hogy felkészítsen az élelmiszeripar bármely ágazatában való helytállásra, igényes munkavégzésre. Megalapozza az élelmiszerágazatra vonatkozó higiéniai szemléletet. Megismertesse a tanulókat az élelmiszeripar környezetét befolyásoló tényezőkkel. Alakítsa ki a minőségi munkavégzés igényeit, neveljen az élelmiszeripari tevékenységekkel kapcsolatos tudatos, felelősségteljes magatartásra, tudatosítsa az élelmiszeripari termelés természeti feltételeit és a környezeti, táplálkozás-élettani hatásait.</w:t>
      </w:r>
    </w:p>
    <w:p w14:paraId="1455A3A8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4742525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66C1D05C" w14:textId="77777777" w:rsidR="00A23F09" w:rsidRPr="00CD320D" w:rsidRDefault="000E0ECC" w:rsidP="000E0ECC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Kémia, biológia, mikrobiológia, </w:t>
      </w:r>
      <w:r w:rsidRPr="00CD320D">
        <w:rPr>
          <w:rFonts w:cs="Times New Roman"/>
          <w:bCs/>
          <w:iCs/>
          <w:color w:val="000000" w:themeColor="text1"/>
          <w:szCs w:val="24"/>
        </w:rPr>
        <w:t>anyagismer</w:t>
      </w:r>
      <w:r w:rsidR="00EA2D83" w:rsidRPr="00CD320D">
        <w:rPr>
          <w:rFonts w:cs="Times New Roman"/>
          <w:bCs/>
          <w:iCs/>
          <w:color w:val="000000" w:themeColor="text1"/>
          <w:szCs w:val="24"/>
        </w:rPr>
        <w:t>et, élelmiszeripari technológia</w:t>
      </w:r>
    </w:p>
    <w:p w14:paraId="3463440C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5F36460B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4029EAFD" w14:textId="77777777" w:rsidR="00A23F09" w:rsidRPr="00CD320D" w:rsidRDefault="00A23F09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Témakör 1</w:t>
      </w:r>
    </w:p>
    <w:p w14:paraId="2328C155" w14:textId="77777777" w:rsidR="000E0ECC" w:rsidRPr="00CD320D" w:rsidRDefault="000E0ECC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</w:t>
      </w:r>
      <w:r w:rsidRPr="00091F4B">
        <w:rPr>
          <w:rFonts w:cs="Times New Roman"/>
          <w:color w:val="000000" w:themeColor="text1"/>
        </w:rPr>
        <w:t>higiénia és minőségbiztosítás</w:t>
      </w:r>
      <w:r w:rsidRPr="00CD320D">
        <w:rPr>
          <w:rFonts w:cs="Times New Roman"/>
          <w:color w:val="000000" w:themeColor="text1"/>
        </w:rPr>
        <w:t xml:space="preserve"> tantárgy valamennyi témakörének szakmai tartalma megegyezik a 10891-16 Mikrobiológia, higiénia és minőségbiztosítás modulhoz tartozó minőségbiztosítás és higiénia tantárgy témaköreinek szakmai tartalmával.</w:t>
      </w:r>
    </w:p>
    <w:p w14:paraId="6D8D900D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6ADC2913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1B209C8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D221D7E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30D24FEE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0F51192F" w14:textId="4DB52732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353FCAA2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6B4D8948" w14:textId="77777777" w:rsidR="00A23F09" w:rsidRPr="00CD320D" w:rsidRDefault="000E0ECC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 xml:space="preserve">Higiéniai és minőségbiztosítási gyakorlat </w:t>
      </w:r>
      <w:r w:rsidR="00A23F09" w:rsidRPr="00CD320D">
        <w:rPr>
          <w:rFonts w:cs="Times New Roman"/>
          <w:b/>
          <w:color w:val="000000" w:themeColor="text1"/>
        </w:rPr>
        <w:t>tantárgy</w:t>
      </w:r>
      <w:r w:rsidR="00A23F09" w:rsidRPr="00CD320D">
        <w:rPr>
          <w:rFonts w:cs="Times New Roman"/>
          <w:b/>
          <w:color w:val="000000" w:themeColor="text1"/>
        </w:rPr>
        <w:tab/>
      </w:r>
      <w:r w:rsidR="00EA2D83" w:rsidRPr="00CD320D">
        <w:rPr>
          <w:rFonts w:cs="Times New Roman"/>
          <w:b/>
          <w:color w:val="000000" w:themeColor="text1"/>
        </w:rPr>
        <w:t>-</w:t>
      </w:r>
      <w:r w:rsidR="00A23F09" w:rsidRPr="00CD320D">
        <w:rPr>
          <w:rFonts w:cs="Times New Roman"/>
          <w:b/>
          <w:color w:val="000000" w:themeColor="text1"/>
        </w:rPr>
        <w:t xml:space="preserve"> óra/</w:t>
      </w:r>
      <w:r w:rsidR="002B42D7" w:rsidRPr="00CD320D">
        <w:rPr>
          <w:rFonts w:cs="Times New Roman"/>
          <w:b/>
          <w:color w:val="000000" w:themeColor="text1"/>
        </w:rPr>
        <w:t>-</w:t>
      </w:r>
      <w:r w:rsidR="00A23F09" w:rsidRPr="00CD320D">
        <w:rPr>
          <w:rFonts w:cs="Times New Roman"/>
          <w:b/>
          <w:color w:val="000000" w:themeColor="text1"/>
        </w:rPr>
        <w:t>óra*</w:t>
      </w:r>
    </w:p>
    <w:p w14:paraId="18988698" w14:textId="77777777" w:rsidR="00A23F09" w:rsidRPr="00CD320D" w:rsidRDefault="00A23F09" w:rsidP="00A23F09">
      <w:pPr>
        <w:spacing w:after="0"/>
        <w:jc w:val="right"/>
        <w:rPr>
          <w:rFonts w:cs="Times New Roman"/>
          <w:color w:val="000000" w:themeColor="text1"/>
          <w:sz w:val="20"/>
        </w:rPr>
      </w:pPr>
      <w:r w:rsidRPr="00CD320D">
        <w:rPr>
          <w:rFonts w:cs="Times New Roman"/>
          <w:color w:val="000000" w:themeColor="text1"/>
          <w:sz w:val="20"/>
        </w:rPr>
        <w:t>* 9-13. évfolyamon megszervezett képzés/13. és 14. évfolyamon megszervezett képzés</w:t>
      </w:r>
    </w:p>
    <w:p w14:paraId="2E703D60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2EF62A5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>A tantárgy a</w:t>
      </w:r>
      <w:r w:rsidR="00E7621B">
        <w:rPr>
          <w:rFonts w:cs="Times New Roman"/>
          <w:color w:val="000000" w:themeColor="text1"/>
        </w:rPr>
        <w:t xml:space="preserve"> </w:t>
      </w:r>
      <w:r w:rsidR="000E0ECC" w:rsidRPr="00CD320D">
        <w:rPr>
          <w:rFonts w:cs="Times New Roman"/>
          <w:color w:val="000000" w:themeColor="text1"/>
        </w:rPr>
        <w:t>mellék</w:t>
      </w:r>
      <w:r w:rsidR="00AE7C3D" w:rsidRPr="00CD320D">
        <w:rPr>
          <w:rFonts w:cs="Times New Roman"/>
          <w:color w:val="000000" w:themeColor="text1"/>
        </w:rPr>
        <w:t>-</w:t>
      </w:r>
      <w:r w:rsidRPr="00CD320D">
        <w:rPr>
          <w:rFonts w:cs="Times New Roman"/>
          <w:color w:val="000000" w:themeColor="text1"/>
        </w:rPr>
        <w:t>szakképesítéshez kapcsolódik.</w:t>
      </w:r>
    </w:p>
    <w:p w14:paraId="54A81474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4F258F0A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tanításának célja</w:t>
      </w:r>
    </w:p>
    <w:p w14:paraId="6EED57DC" w14:textId="77777777" w:rsidR="000E0ECC" w:rsidRPr="00CD320D" w:rsidRDefault="000E0ECC" w:rsidP="000E0ECC">
      <w:pPr>
        <w:pStyle w:val="Listaszerbekezds2"/>
        <w:spacing w:after="0"/>
        <w:ind w:left="0"/>
        <w:rPr>
          <w:b/>
          <w:color w:val="000000" w:themeColor="text1"/>
        </w:rPr>
      </w:pPr>
      <w:r w:rsidRPr="00CD320D">
        <w:rPr>
          <w:color w:val="000000" w:themeColor="text1"/>
          <w:szCs w:val="24"/>
        </w:rPr>
        <w:t>A higiénia tantárgy tanításának célja, hogy felkészítésen az élelmiszeripar bármely ágazatában való helytállásra, igényes munkavégzésre. Megalapozza az élelmiszerágazatra vonatkozó higiéniai szemléletet. Megismertesse a tanulókat az élelmiszeripar környezetét befolyásoló tényezőkkel. Alakítsa ki a minőségi munkavégzés igényeit, neveljen az élelmiszeripari tevékenységekkel kapcsolatos tudatos, felelősségteljes magatartásra, tudatosítsa az élelmiszeripari termelés természeti feltételeit és a környezeti, táplálkozás-élettani hatásait</w:t>
      </w:r>
    </w:p>
    <w:p w14:paraId="22507BF9" w14:textId="77777777" w:rsidR="00A23F09" w:rsidRPr="00CD320D" w:rsidRDefault="000E0ECC" w:rsidP="000E0ECC">
      <w:pPr>
        <w:spacing w:after="0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  <w:sz w:val="20"/>
          <w:szCs w:val="20"/>
        </w:rPr>
        <w:t>.</w:t>
      </w:r>
      <w:r w:rsidRPr="00CD320D">
        <w:rPr>
          <w:rFonts w:cs="Times New Roman"/>
          <w:bCs/>
          <w:color w:val="000000" w:themeColor="text1"/>
          <w:kern w:val="1"/>
          <w:szCs w:val="24"/>
        </w:rPr>
        <w:t>A minőségbiztosítás tantárgy tanításának célja, hogy a tanulók megismerjék az élelmiszer biztonságát érintő valamennyi veszélyt, a megelőzésük, kiküszöbölésük lehetőségeit, tisztában legyenek a minőségbiztosítási, minőségirányítási rendszerek felépítésével, dokumentációival, képesek legyenek nyilvántartások vezetésére, ellenőrzésére.</w:t>
      </w:r>
    </w:p>
    <w:p w14:paraId="04B0CC6A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D9EA087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Kapcsolódó közismereti, szakmai tartalmak</w:t>
      </w:r>
    </w:p>
    <w:p w14:paraId="1981205B" w14:textId="77777777" w:rsidR="00A23F09" w:rsidRPr="00CD320D" w:rsidRDefault="00EA2D83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Kémia, biológia, mikrobiológia, </w:t>
      </w:r>
      <w:r w:rsidRPr="00CD320D">
        <w:rPr>
          <w:rFonts w:cs="Times New Roman"/>
          <w:bCs/>
          <w:iCs/>
          <w:color w:val="000000" w:themeColor="text1"/>
          <w:szCs w:val="24"/>
        </w:rPr>
        <w:t>anyagismeret, élelmiszeripari technológia</w:t>
      </w:r>
      <w:r w:rsidR="002B42D7" w:rsidRPr="00CD320D">
        <w:rPr>
          <w:rFonts w:cs="Times New Roman"/>
          <w:color w:val="000000" w:themeColor="text1"/>
        </w:rPr>
        <w:br/>
      </w:r>
    </w:p>
    <w:p w14:paraId="09C2F736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Témakörök</w:t>
      </w:r>
    </w:p>
    <w:p w14:paraId="17929648" w14:textId="77777777" w:rsidR="00A23F09" w:rsidRPr="00CD320D" w:rsidRDefault="00EA2D83" w:rsidP="00DA7C0D">
      <w:pPr>
        <w:pStyle w:val="Listaszerbekezds"/>
        <w:numPr>
          <w:ilvl w:val="2"/>
          <w:numId w:val="11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  <w:color w:val="000000" w:themeColor="text1"/>
        </w:rPr>
      </w:pPr>
      <w:r w:rsidRPr="00CD320D">
        <w:rPr>
          <w:rFonts w:cs="Times New Roman"/>
          <w:b/>
          <w:i/>
          <w:color w:val="000000" w:themeColor="text1"/>
        </w:rPr>
        <w:t>Témakör 1</w:t>
      </w:r>
    </w:p>
    <w:p w14:paraId="6D9BFC74" w14:textId="77777777" w:rsidR="00EA2D83" w:rsidRPr="00CD320D" w:rsidRDefault="00EA2D83" w:rsidP="00091F4B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</w:t>
      </w:r>
      <w:r w:rsidRPr="00091F4B">
        <w:rPr>
          <w:rFonts w:cs="Times New Roman"/>
          <w:color w:val="000000" w:themeColor="text1"/>
        </w:rPr>
        <w:t>higiéniai és minőségbiztosítási gyakorlat</w:t>
      </w:r>
      <w:r w:rsidRPr="00CD320D">
        <w:rPr>
          <w:rFonts w:cs="Times New Roman"/>
          <w:color w:val="000000" w:themeColor="text1"/>
        </w:rPr>
        <w:t xml:space="preserve"> tantárgy valamennyi témakörének szakmai tartalma megegyezik a 10903-12 Élelmiszeripari alapmérések modulhoz tartozó minőségbiztosítási és higiéniai gyakorlat tantárgy témaköreinek szakmai tartalmával.</w:t>
      </w:r>
    </w:p>
    <w:p w14:paraId="1430E61B" w14:textId="77777777" w:rsidR="00A23F09" w:rsidRPr="00CD320D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  <w:color w:val="000000" w:themeColor="text1"/>
        </w:rPr>
      </w:pPr>
    </w:p>
    <w:p w14:paraId="32F845F1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képzés javasolt helyszíne (ajánlás)</w:t>
      </w:r>
    </w:p>
    <w:p w14:paraId="79A007DD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0B5A96E9" w14:textId="77777777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2D5C123B" w14:textId="77777777" w:rsidR="00A23F09" w:rsidRPr="00CD320D" w:rsidRDefault="00A23F09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  <w:color w:val="000000" w:themeColor="text1"/>
        </w:rPr>
      </w:pPr>
      <w:r w:rsidRPr="00CD320D">
        <w:rPr>
          <w:rFonts w:cs="Times New Roman"/>
          <w:b/>
          <w:color w:val="000000" w:themeColor="text1"/>
        </w:rPr>
        <w:t>A tantárgy értékelésének módja</w:t>
      </w:r>
    </w:p>
    <w:p w14:paraId="40343401" w14:textId="5056B13C" w:rsidR="00A23F09" w:rsidRPr="00CD320D" w:rsidRDefault="00A23F09" w:rsidP="00A23F09">
      <w:pPr>
        <w:spacing w:after="0"/>
        <w:ind w:left="426"/>
        <w:rPr>
          <w:rFonts w:cs="Times New Roman"/>
          <w:color w:val="000000" w:themeColor="text1"/>
        </w:rPr>
      </w:pPr>
      <w:r w:rsidRPr="00CD320D">
        <w:rPr>
          <w:rFonts w:cs="Times New Roman"/>
          <w:color w:val="000000" w:themeColor="text1"/>
        </w:rPr>
        <w:t xml:space="preserve">A nemzeti köznevelésről szóló 2011. évi </w:t>
      </w:r>
      <w:r w:rsidR="00C3207F">
        <w:rPr>
          <w:rFonts w:cs="Times New Roman"/>
          <w:color w:val="000000" w:themeColor="text1"/>
        </w:rPr>
        <w:t xml:space="preserve">CXC. törvény </w:t>
      </w:r>
      <w:r w:rsidRPr="00CD320D">
        <w:rPr>
          <w:rFonts w:cs="Times New Roman"/>
          <w:color w:val="000000" w:themeColor="text1"/>
        </w:rPr>
        <w:t xml:space="preserve">54. § </w:t>
      </w:r>
      <w:r w:rsidR="007758AF">
        <w:rPr>
          <w:rFonts w:cs="Times New Roman"/>
          <w:color w:val="000000" w:themeColor="text1"/>
        </w:rPr>
        <w:t>(2) bekezdés a)</w:t>
      </w:r>
      <w:r w:rsidRPr="00CD320D">
        <w:rPr>
          <w:rFonts w:cs="Times New Roman"/>
          <w:color w:val="000000" w:themeColor="text1"/>
        </w:rPr>
        <w:t xml:space="preserve"> pontja szerinti értékeléssel.</w:t>
      </w:r>
    </w:p>
    <w:p w14:paraId="2DBBEAA6" w14:textId="77777777" w:rsidR="00A23F09" w:rsidRDefault="00A23F09" w:rsidP="00A23F09">
      <w:pPr>
        <w:spacing w:after="0"/>
        <w:ind w:left="426"/>
        <w:rPr>
          <w:rFonts w:cs="Times New Roman"/>
          <w:color w:val="000000" w:themeColor="text1"/>
        </w:rPr>
      </w:pPr>
    </w:p>
    <w:p w14:paraId="1D25A571" w14:textId="77777777" w:rsidR="00E7621B" w:rsidRDefault="00E7621B" w:rsidP="00E7621B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4848B04C" w14:textId="77777777" w:rsidR="00E7621B" w:rsidRPr="00D52C63" w:rsidRDefault="00E7621B" w:rsidP="00E7621B">
      <w:pPr>
        <w:rPr>
          <w:rFonts w:cs="Times New Roman"/>
        </w:rPr>
      </w:pPr>
    </w:p>
    <w:p w14:paraId="27A0420E" w14:textId="77777777" w:rsidR="00E7621B" w:rsidRPr="00D52C63" w:rsidRDefault="00E7621B" w:rsidP="00E7621B">
      <w:pPr>
        <w:spacing w:before="2880"/>
        <w:jc w:val="center"/>
        <w:rPr>
          <w:rFonts w:cs="Times New Roman"/>
          <w:b/>
          <w:sz w:val="36"/>
        </w:rPr>
      </w:pPr>
    </w:p>
    <w:p w14:paraId="4A12E2E2" w14:textId="77777777" w:rsidR="00E7621B" w:rsidRPr="00D52C63" w:rsidRDefault="00E7621B" w:rsidP="00E7621B">
      <w:pPr>
        <w:jc w:val="center"/>
        <w:rPr>
          <w:rFonts w:cs="Times New Roman"/>
          <w:b/>
          <w:sz w:val="36"/>
        </w:rPr>
      </w:pPr>
      <w:r w:rsidRPr="007C2AB6">
        <w:rPr>
          <w:rFonts w:cs="Times New Roman"/>
          <w:b/>
          <w:sz w:val="36"/>
        </w:rPr>
        <w:t>Ágazati szakmai kompetenciák erősítése</w:t>
      </w:r>
    </w:p>
    <w:p w14:paraId="5196E319" w14:textId="77777777" w:rsidR="00E7621B" w:rsidRPr="00D52C63" w:rsidRDefault="00E7621B" w:rsidP="00E7621B">
      <w:pPr>
        <w:spacing w:after="200" w:line="276" w:lineRule="auto"/>
        <w:jc w:val="left"/>
        <w:rPr>
          <w:rFonts w:cs="Times New Roman"/>
        </w:rPr>
      </w:pPr>
      <w:r w:rsidRPr="00D52C63">
        <w:rPr>
          <w:rFonts w:cs="Times New Roman"/>
        </w:rPr>
        <w:br w:type="page"/>
      </w:r>
    </w:p>
    <w:p w14:paraId="24931E9C" w14:textId="77777777" w:rsidR="00E7621B" w:rsidRPr="00644690" w:rsidRDefault="00E7621B" w:rsidP="00DA7C0D">
      <w:pPr>
        <w:pStyle w:val="Listaszerbekezds"/>
        <w:numPr>
          <w:ilvl w:val="0"/>
          <w:numId w:val="11"/>
        </w:numPr>
        <w:tabs>
          <w:tab w:val="right" w:pos="9072"/>
        </w:tabs>
        <w:spacing w:after="0"/>
        <w:rPr>
          <w:rFonts w:cs="Times New Roman"/>
          <w:b/>
        </w:rPr>
      </w:pPr>
      <w:r w:rsidRPr="007C2AB6">
        <w:rPr>
          <w:b/>
        </w:rPr>
        <w:lastRenderedPageBreak/>
        <w:t>Ágazati szakmai kompetenciák erősítése</w:t>
      </w:r>
      <w:r w:rsidRPr="00644690">
        <w:rPr>
          <w:b/>
        </w:rPr>
        <w:tab/>
      </w:r>
      <w:r>
        <w:rPr>
          <w:b/>
        </w:rPr>
        <w:t>211 ó</w:t>
      </w:r>
      <w:r w:rsidRPr="00644690">
        <w:rPr>
          <w:b/>
        </w:rPr>
        <w:t>ra</w:t>
      </w:r>
    </w:p>
    <w:p w14:paraId="3B0A090F" w14:textId="77777777" w:rsidR="00E7621B" w:rsidRDefault="00E7621B" w:rsidP="00E7621B">
      <w:pPr>
        <w:spacing w:after="0"/>
        <w:ind w:left="426"/>
      </w:pPr>
    </w:p>
    <w:p w14:paraId="0B0A5BBF" w14:textId="77777777" w:rsidR="00E7621B" w:rsidRDefault="00E7621B" w:rsidP="00E7621B">
      <w:pPr>
        <w:spacing w:after="0"/>
        <w:ind w:left="426"/>
      </w:pPr>
      <w:r w:rsidRPr="00CE70A5">
        <w:t>A</w:t>
      </w:r>
      <w:r>
        <w:t>z ágazati szakmai kompetenciák erősítése a mellék-szakképesítésre meghatározott időkeretben történik.</w:t>
      </w:r>
    </w:p>
    <w:p w14:paraId="276E52F4" w14:textId="77777777" w:rsidR="00E7621B" w:rsidRDefault="00E7621B" w:rsidP="00E7621B">
      <w:pPr>
        <w:spacing w:after="0"/>
        <w:ind w:left="426"/>
      </w:pPr>
    </w:p>
    <w:p w14:paraId="4E7126B1" w14:textId="77777777" w:rsidR="00E7621B" w:rsidRDefault="00E7621B" w:rsidP="00DA7C0D">
      <w:pPr>
        <w:pStyle w:val="Listaszerbekezds"/>
        <w:numPr>
          <w:ilvl w:val="1"/>
          <w:numId w:val="11"/>
        </w:numPr>
        <w:spacing w:after="0"/>
        <w:rPr>
          <w:b/>
        </w:rPr>
      </w:pPr>
      <w:r>
        <w:rPr>
          <w:b/>
        </w:rPr>
        <w:t>T</w:t>
      </w:r>
      <w:r w:rsidRPr="00644690">
        <w:rPr>
          <w:b/>
        </w:rPr>
        <w:t>anításának célja</w:t>
      </w:r>
    </w:p>
    <w:p w14:paraId="65E63C26" w14:textId="77777777" w:rsidR="00E7621B" w:rsidRDefault="00E7621B" w:rsidP="00E7621B">
      <w:pPr>
        <w:spacing w:after="0"/>
        <w:ind w:left="426"/>
      </w:pPr>
      <w:r w:rsidRPr="009D305E">
        <w:t>E témakörben a szakképesítéshez kapcsolódó – a képző intézmény helyi sajátosságait figyelembe vevő – ágazati szakmai kompetenciák erősítését kell tanórai keretben végrehajtani.</w:t>
      </w:r>
    </w:p>
    <w:p w14:paraId="4C9E7491" w14:textId="77777777" w:rsidR="00E7621B" w:rsidRPr="002B5BF7" w:rsidRDefault="00E7621B" w:rsidP="00E7621B">
      <w:pPr>
        <w:spacing w:after="0"/>
        <w:ind w:left="426"/>
      </w:pPr>
    </w:p>
    <w:p w14:paraId="75EAB4B1" w14:textId="77777777" w:rsidR="00E7621B" w:rsidRPr="00644690" w:rsidRDefault="00E7621B" w:rsidP="00DA7C0D">
      <w:pPr>
        <w:pStyle w:val="Listaszerbekezds"/>
        <w:numPr>
          <w:ilvl w:val="1"/>
          <w:numId w:val="11"/>
        </w:numPr>
        <w:spacing w:after="0"/>
        <w:rPr>
          <w:rFonts w:cs="Times New Roman"/>
          <w:b/>
        </w:rPr>
      </w:pPr>
      <w:r>
        <w:rPr>
          <w:b/>
        </w:rPr>
        <w:t>É</w:t>
      </w:r>
      <w:r w:rsidRPr="00644690">
        <w:rPr>
          <w:b/>
        </w:rPr>
        <w:t>rtékelésének módja</w:t>
      </w:r>
    </w:p>
    <w:p w14:paraId="4822D838" w14:textId="52AB3F2C" w:rsidR="00E7621B" w:rsidRDefault="00E7621B" w:rsidP="00E7621B">
      <w:pPr>
        <w:spacing w:after="0"/>
        <w:ind w:left="426"/>
      </w:pPr>
      <w:r w:rsidRPr="003A56AA">
        <w:t xml:space="preserve">A nemzeti köznevelésről szóló 2011. évi </w:t>
      </w:r>
      <w:r w:rsidR="00C3207F">
        <w:t xml:space="preserve">CXC. törvény </w:t>
      </w:r>
      <w:r w:rsidRPr="003A56AA">
        <w:t xml:space="preserve">54. § </w:t>
      </w:r>
      <w:r w:rsidR="007758AF">
        <w:t>(2) bekezdés a)</w:t>
      </w:r>
      <w:r w:rsidRPr="003A56AA">
        <w:t xml:space="preserve"> pontja szerinti értékeléssel.</w:t>
      </w:r>
    </w:p>
    <w:p w14:paraId="7BCDC82A" w14:textId="77777777" w:rsidR="00E7621B" w:rsidRDefault="00E7621B" w:rsidP="00E7621B">
      <w:pPr>
        <w:spacing w:after="0"/>
        <w:ind w:left="426"/>
      </w:pPr>
    </w:p>
    <w:sectPr w:rsidR="00E7621B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98769" w14:textId="77777777" w:rsidR="00D67224" w:rsidRDefault="00D67224" w:rsidP="00B945BE">
      <w:pPr>
        <w:spacing w:after="0"/>
      </w:pPr>
      <w:r>
        <w:separator/>
      </w:r>
    </w:p>
  </w:endnote>
  <w:endnote w:type="continuationSeparator" w:id="0">
    <w:p w14:paraId="7D6518A7" w14:textId="77777777" w:rsidR="00D67224" w:rsidRDefault="00D67224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65D3A" w14:textId="77777777" w:rsidR="00D67224" w:rsidRDefault="00D67224" w:rsidP="00B945BE">
      <w:pPr>
        <w:spacing w:after="0"/>
      </w:pPr>
      <w:r>
        <w:separator/>
      </w:r>
    </w:p>
  </w:footnote>
  <w:footnote w:type="continuationSeparator" w:id="0">
    <w:p w14:paraId="6743F4CA" w14:textId="77777777" w:rsidR="00D67224" w:rsidRDefault="00D67224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631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 w15:restartNumberingAfterBreak="0">
    <w:nsid w:val="518777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F023BD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E5"/>
    <w:rsid w:val="0001241B"/>
    <w:rsid w:val="00033C9C"/>
    <w:rsid w:val="0007263D"/>
    <w:rsid w:val="00074671"/>
    <w:rsid w:val="000772D7"/>
    <w:rsid w:val="00083D88"/>
    <w:rsid w:val="00091F4B"/>
    <w:rsid w:val="0009508E"/>
    <w:rsid w:val="000A21B7"/>
    <w:rsid w:val="000A2E27"/>
    <w:rsid w:val="000B44B8"/>
    <w:rsid w:val="000B5E9D"/>
    <w:rsid w:val="000C2A52"/>
    <w:rsid w:val="000D0D0C"/>
    <w:rsid w:val="000E0ECC"/>
    <w:rsid w:val="000E1DAA"/>
    <w:rsid w:val="000F059F"/>
    <w:rsid w:val="000F44A2"/>
    <w:rsid w:val="000F502D"/>
    <w:rsid w:val="000F7D2C"/>
    <w:rsid w:val="0012134D"/>
    <w:rsid w:val="001229A9"/>
    <w:rsid w:val="00143097"/>
    <w:rsid w:val="001545E5"/>
    <w:rsid w:val="0015463B"/>
    <w:rsid w:val="00160E0E"/>
    <w:rsid w:val="00161E71"/>
    <w:rsid w:val="0017186D"/>
    <w:rsid w:val="0017513F"/>
    <w:rsid w:val="001924F4"/>
    <w:rsid w:val="00195ABD"/>
    <w:rsid w:val="00195D75"/>
    <w:rsid w:val="00195F0F"/>
    <w:rsid w:val="001A7777"/>
    <w:rsid w:val="001B61A0"/>
    <w:rsid w:val="001D2BEC"/>
    <w:rsid w:val="001E7B1E"/>
    <w:rsid w:val="001F08AF"/>
    <w:rsid w:val="001F35EB"/>
    <w:rsid w:val="001F6CF2"/>
    <w:rsid w:val="00216033"/>
    <w:rsid w:val="00244218"/>
    <w:rsid w:val="00250FD5"/>
    <w:rsid w:val="0025489A"/>
    <w:rsid w:val="002625A0"/>
    <w:rsid w:val="00266A2C"/>
    <w:rsid w:val="0026720A"/>
    <w:rsid w:val="00280BA0"/>
    <w:rsid w:val="00281B00"/>
    <w:rsid w:val="00291386"/>
    <w:rsid w:val="002914CE"/>
    <w:rsid w:val="002954A5"/>
    <w:rsid w:val="002A2C3A"/>
    <w:rsid w:val="002A3838"/>
    <w:rsid w:val="002B02B9"/>
    <w:rsid w:val="002B1C15"/>
    <w:rsid w:val="002B42D7"/>
    <w:rsid w:val="002C6866"/>
    <w:rsid w:val="002D029F"/>
    <w:rsid w:val="00306A5D"/>
    <w:rsid w:val="00320239"/>
    <w:rsid w:val="003262AC"/>
    <w:rsid w:val="003325F4"/>
    <w:rsid w:val="00333DD3"/>
    <w:rsid w:val="003347AE"/>
    <w:rsid w:val="003468AB"/>
    <w:rsid w:val="0035152B"/>
    <w:rsid w:val="00360BCD"/>
    <w:rsid w:val="0036534B"/>
    <w:rsid w:val="00381B6C"/>
    <w:rsid w:val="00387CD2"/>
    <w:rsid w:val="00390446"/>
    <w:rsid w:val="00390F08"/>
    <w:rsid w:val="00391719"/>
    <w:rsid w:val="003A0EC9"/>
    <w:rsid w:val="003A2BA7"/>
    <w:rsid w:val="003A7273"/>
    <w:rsid w:val="003B10A4"/>
    <w:rsid w:val="003B1333"/>
    <w:rsid w:val="003B2C85"/>
    <w:rsid w:val="003B3763"/>
    <w:rsid w:val="003D10E0"/>
    <w:rsid w:val="003E48CF"/>
    <w:rsid w:val="003F5C09"/>
    <w:rsid w:val="004011EB"/>
    <w:rsid w:val="00403796"/>
    <w:rsid w:val="0041674C"/>
    <w:rsid w:val="00420CA2"/>
    <w:rsid w:val="004239CF"/>
    <w:rsid w:val="00426376"/>
    <w:rsid w:val="00427407"/>
    <w:rsid w:val="00430699"/>
    <w:rsid w:val="00437470"/>
    <w:rsid w:val="004401B2"/>
    <w:rsid w:val="0045474F"/>
    <w:rsid w:val="00472A2C"/>
    <w:rsid w:val="00477E3A"/>
    <w:rsid w:val="0049127E"/>
    <w:rsid w:val="004A7F8A"/>
    <w:rsid w:val="004E0AC3"/>
    <w:rsid w:val="004E32A8"/>
    <w:rsid w:val="004F48EC"/>
    <w:rsid w:val="004F6765"/>
    <w:rsid w:val="005135E5"/>
    <w:rsid w:val="00516DBF"/>
    <w:rsid w:val="00524B52"/>
    <w:rsid w:val="00526B49"/>
    <w:rsid w:val="005308CF"/>
    <w:rsid w:val="005320E4"/>
    <w:rsid w:val="00542024"/>
    <w:rsid w:val="00543CE0"/>
    <w:rsid w:val="00555044"/>
    <w:rsid w:val="00565574"/>
    <w:rsid w:val="005819D4"/>
    <w:rsid w:val="0059404C"/>
    <w:rsid w:val="005A3F3E"/>
    <w:rsid w:val="005C10A1"/>
    <w:rsid w:val="005D2DE8"/>
    <w:rsid w:val="005F22E2"/>
    <w:rsid w:val="00602463"/>
    <w:rsid w:val="006070DC"/>
    <w:rsid w:val="006073B2"/>
    <w:rsid w:val="00613216"/>
    <w:rsid w:val="00617E05"/>
    <w:rsid w:val="00622423"/>
    <w:rsid w:val="00634AC3"/>
    <w:rsid w:val="00636069"/>
    <w:rsid w:val="00645B4F"/>
    <w:rsid w:val="0065053C"/>
    <w:rsid w:val="00655F42"/>
    <w:rsid w:val="00657AC1"/>
    <w:rsid w:val="00661B13"/>
    <w:rsid w:val="006772F4"/>
    <w:rsid w:val="006817F9"/>
    <w:rsid w:val="006831AC"/>
    <w:rsid w:val="00690CD5"/>
    <w:rsid w:val="00695541"/>
    <w:rsid w:val="00696ED9"/>
    <w:rsid w:val="006A001F"/>
    <w:rsid w:val="006B25A4"/>
    <w:rsid w:val="006B6253"/>
    <w:rsid w:val="006C0CEA"/>
    <w:rsid w:val="006F5812"/>
    <w:rsid w:val="00704A02"/>
    <w:rsid w:val="00706DA1"/>
    <w:rsid w:val="00707AD9"/>
    <w:rsid w:val="007205F8"/>
    <w:rsid w:val="007308AA"/>
    <w:rsid w:val="007370AD"/>
    <w:rsid w:val="00741EC3"/>
    <w:rsid w:val="00750D43"/>
    <w:rsid w:val="00752ECD"/>
    <w:rsid w:val="00757C6F"/>
    <w:rsid w:val="00760471"/>
    <w:rsid w:val="00770AA2"/>
    <w:rsid w:val="007758AF"/>
    <w:rsid w:val="007761DE"/>
    <w:rsid w:val="00783D0C"/>
    <w:rsid w:val="007A1585"/>
    <w:rsid w:val="007A6A5C"/>
    <w:rsid w:val="007C6FC4"/>
    <w:rsid w:val="007E482A"/>
    <w:rsid w:val="007F48F6"/>
    <w:rsid w:val="007F60FA"/>
    <w:rsid w:val="00807FA9"/>
    <w:rsid w:val="00811551"/>
    <w:rsid w:val="00820131"/>
    <w:rsid w:val="00821E80"/>
    <w:rsid w:val="008271DB"/>
    <w:rsid w:val="0083064C"/>
    <w:rsid w:val="00844B91"/>
    <w:rsid w:val="008457DA"/>
    <w:rsid w:val="00847F6D"/>
    <w:rsid w:val="008553B5"/>
    <w:rsid w:val="00876453"/>
    <w:rsid w:val="008A17AB"/>
    <w:rsid w:val="008A216B"/>
    <w:rsid w:val="008B01A2"/>
    <w:rsid w:val="008B6582"/>
    <w:rsid w:val="008D21D0"/>
    <w:rsid w:val="008E706E"/>
    <w:rsid w:val="008F1A3A"/>
    <w:rsid w:val="00906D7F"/>
    <w:rsid w:val="009112E2"/>
    <w:rsid w:val="0091770F"/>
    <w:rsid w:val="009245C2"/>
    <w:rsid w:val="00930332"/>
    <w:rsid w:val="00935F76"/>
    <w:rsid w:val="00941509"/>
    <w:rsid w:val="00953953"/>
    <w:rsid w:val="0096446F"/>
    <w:rsid w:val="00972853"/>
    <w:rsid w:val="009944BB"/>
    <w:rsid w:val="009A12CF"/>
    <w:rsid w:val="009A150C"/>
    <w:rsid w:val="009A5A43"/>
    <w:rsid w:val="009A6D48"/>
    <w:rsid w:val="009B6E6E"/>
    <w:rsid w:val="009C28EA"/>
    <w:rsid w:val="009F0374"/>
    <w:rsid w:val="00A00CE7"/>
    <w:rsid w:val="00A05350"/>
    <w:rsid w:val="00A07D84"/>
    <w:rsid w:val="00A17996"/>
    <w:rsid w:val="00A23F09"/>
    <w:rsid w:val="00A24DEC"/>
    <w:rsid w:val="00A339AE"/>
    <w:rsid w:val="00A406FB"/>
    <w:rsid w:val="00A50696"/>
    <w:rsid w:val="00A5101E"/>
    <w:rsid w:val="00A5418C"/>
    <w:rsid w:val="00A6225F"/>
    <w:rsid w:val="00A700A4"/>
    <w:rsid w:val="00A70608"/>
    <w:rsid w:val="00A71D7B"/>
    <w:rsid w:val="00A77DB9"/>
    <w:rsid w:val="00A80941"/>
    <w:rsid w:val="00A85EE3"/>
    <w:rsid w:val="00A9676C"/>
    <w:rsid w:val="00AB077D"/>
    <w:rsid w:val="00AB789B"/>
    <w:rsid w:val="00AD367D"/>
    <w:rsid w:val="00AD55B2"/>
    <w:rsid w:val="00AD7F25"/>
    <w:rsid w:val="00AE7C3D"/>
    <w:rsid w:val="00B00C68"/>
    <w:rsid w:val="00B12DB2"/>
    <w:rsid w:val="00B205D6"/>
    <w:rsid w:val="00B23BD5"/>
    <w:rsid w:val="00B23E68"/>
    <w:rsid w:val="00B267A1"/>
    <w:rsid w:val="00B3087D"/>
    <w:rsid w:val="00B577A4"/>
    <w:rsid w:val="00B66325"/>
    <w:rsid w:val="00B67AAF"/>
    <w:rsid w:val="00B75532"/>
    <w:rsid w:val="00B862AB"/>
    <w:rsid w:val="00B945BE"/>
    <w:rsid w:val="00BA3826"/>
    <w:rsid w:val="00BA3D88"/>
    <w:rsid w:val="00BB7BC2"/>
    <w:rsid w:val="00BD0108"/>
    <w:rsid w:val="00BD3805"/>
    <w:rsid w:val="00BF4EAA"/>
    <w:rsid w:val="00BF5130"/>
    <w:rsid w:val="00C0314C"/>
    <w:rsid w:val="00C103B2"/>
    <w:rsid w:val="00C124C0"/>
    <w:rsid w:val="00C24A94"/>
    <w:rsid w:val="00C3207F"/>
    <w:rsid w:val="00C53E01"/>
    <w:rsid w:val="00C61BBA"/>
    <w:rsid w:val="00C64856"/>
    <w:rsid w:val="00C70BAB"/>
    <w:rsid w:val="00C72AA0"/>
    <w:rsid w:val="00C75C1C"/>
    <w:rsid w:val="00C81BEE"/>
    <w:rsid w:val="00C86B7B"/>
    <w:rsid w:val="00CA55C7"/>
    <w:rsid w:val="00CB019D"/>
    <w:rsid w:val="00CB35F2"/>
    <w:rsid w:val="00CB484D"/>
    <w:rsid w:val="00CB65C3"/>
    <w:rsid w:val="00CC2277"/>
    <w:rsid w:val="00CC73F3"/>
    <w:rsid w:val="00CD320D"/>
    <w:rsid w:val="00CD37F8"/>
    <w:rsid w:val="00CF79D1"/>
    <w:rsid w:val="00D13AD9"/>
    <w:rsid w:val="00D1431E"/>
    <w:rsid w:val="00D22413"/>
    <w:rsid w:val="00D24AE2"/>
    <w:rsid w:val="00D258E6"/>
    <w:rsid w:val="00D47F69"/>
    <w:rsid w:val="00D52C63"/>
    <w:rsid w:val="00D60CE5"/>
    <w:rsid w:val="00D67224"/>
    <w:rsid w:val="00D93B4D"/>
    <w:rsid w:val="00DA3990"/>
    <w:rsid w:val="00DA7C0D"/>
    <w:rsid w:val="00DB1BD3"/>
    <w:rsid w:val="00DB4F25"/>
    <w:rsid w:val="00DB731D"/>
    <w:rsid w:val="00DB74FB"/>
    <w:rsid w:val="00DC046A"/>
    <w:rsid w:val="00DD07B5"/>
    <w:rsid w:val="00DD24AA"/>
    <w:rsid w:val="00DD65F6"/>
    <w:rsid w:val="00DE092D"/>
    <w:rsid w:val="00E02CF8"/>
    <w:rsid w:val="00E1046E"/>
    <w:rsid w:val="00E10814"/>
    <w:rsid w:val="00E111A8"/>
    <w:rsid w:val="00E11AD7"/>
    <w:rsid w:val="00E156A6"/>
    <w:rsid w:val="00E31446"/>
    <w:rsid w:val="00E33930"/>
    <w:rsid w:val="00E42D4A"/>
    <w:rsid w:val="00E431FD"/>
    <w:rsid w:val="00E50FE4"/>
    <w:rsid w:val="00E65625"/>
    <w:rsid w:val="00E66584"/>
    <w:rsid w:val="00E7621B"/>
    <w:rsid w:val="00E949F5"/>
    <w:rsid w:val="00E96240"/>
    <w:rsid w:val="00EA05C2"/>
    <w:rsid w:val="00EA2D83"/>
    <w:rsid w:val="00EA466A"/>
    <w:rsid w:val="00EA79A2"/>
    <w:rsid w:val="00EC28C8"/>
    <w:rsid w:val="00EE359D"/>
    <w:rsid w:val="00EF4922"/>
    <w:rsid w:val="00F0277F"/>
    <w:rsid w:val="00F03A24"/>
    <w:rsid w:val="00F12E03"/>
    <w:rsid w:val="00F2150D"/>
    <w:rsid w:val="00F24097"/>
    <w:rsid w:val="00F368DC"/>
    <w:rsid w:val="00F37407"/>
    <w:rsid w:val="00F41AF1"/>
    <w:rsid w:val="00F47062"/>
    <w:rsid w:val="00F5535E"/>
    <w:rsid w:val="00F7528B"/>
    <w:rsid w:val="00FA21A3"/>
    <w:rsid w:val="00FB033E"/>
    <w:rsid w:val="00FB06FB"/>
    <w:rsid w:val="00FB23C4"/>
    <w:rsid w:val="00FB273F"/>
    <w:rsid w:val="00FB4F72"/>
    <w:rsid w:val="00FB5939"/>
    <w:rsid w:val="00FB6DBC"/>
    <w:rsid w:val="00FD2804"/>
    <w:rsid w:val="00FD6849"/>
    <w:rsid w:val="00FE4DBE"/>
    <w:rsid w:val="00FF2593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6E7F6"/>
  <w15:docId w15:val="{4D68B39E-EAE9-480E-A776-97079761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Listaszerbekezds1">
    <w:name w:val="Listaszerű bekezdés1"/>
    <w:basedOn w:val="Norml"/>
    <w:rsid w:val="002A2C3A"/>
    <w:pPr>
      <w:ind w:left="720"/>
      <w:contextualSpacing/>
    </w:pPr>
    <w:rPr>
      <w:rFonts w:eastAsia="Times New Roman" w:cs="Times New Roman"/>
    </w:rPr>
  </w:style>
  <w:style w:type="paragraph" w:customStyle="1" w:styleId="Nincstrkz2">
    <w:name w:val="Nincs térköz2"/>
    <w:rsid w:val="002954A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aszerbekezds4">
    <w:name w:val="Listaszerű bekezdés4"/>
    <w:basedOn w:val="Norml"/>
    <w:rsid w:val="0036534B"/>
    <w:pPr>
      <w:spacing w:after="200" w:line="276" w:lineRule="auto"/>
      <w:ind w:left="708"/>
      <w:jc w:val="left"/>
    </w:pPr>
    <w:rPr>
      <w:rFonts w:ascii="Calibri" w:eastAsia="Calibri" w:hAnsi="Calibri" w:cs="Times New Roman"/>
      <w:sz w:val="22"/>
    </w:rPr>
  </w:style>
  <w:style w:type="paragraph" w:customStyle="1" w:styleId="Listaszerbekezds2">
    <w:name w:val="Listaszerű bekezdés2"/>
    <w:basedOn w:val="Norml"/>
    <w:rsid w:val="00706DA1"/>
    <w:pPr>
      <w:ind w:left="720"/>
      <w:contextualSpacing/>
    </w:pPr>
    <w:rPr>
      <w:rFonts w:eastAsia="Times New Roman" w:cs="Times New Roman"/>
    </w:rPr>
  </w:style>
  <w:style w:type="paragraph" w:customStyle="1" w:styleId="msolistparagraphcxsplast">
    <w:name w:val="msolistparagraphcxsplast"/>
    <w:basedOn w:val="Norml"/>
    <w:rsid w:val="001F35EB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ta\Desktop\Bajz&#225;k%20Zita\NSZFI\54_541_14-31_541_14_&#201;lelmiszeripari_technikus_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7B5C90FF56B4943996E6D9183F91A07" ma:contentTypeVersion="0" ma:contentTypeDescription="Új dokumentum létrehozása." ma:contentTypeScope="" ma:versionID="08a7d2623066e57b7e1cc9b16952db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F8E71-ACCE-4784-AB80-5AEA371E10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F291F-69FF-4285-901D-A2D60AABBF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870B6E-7329-46C4-8FDE-A3C924A8D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710BC-1F62-4454-87CB-E753726A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54_541_14-31_541_14_Élelmiszeripari_technikus_01</Template>
  <TotalTime>0</TotalTime>
  <Pages>1</Pages>
  <Words>13184</Words>
  <Characters>90976</Characters>
  <Application>Microsoft Office Word</Application>
  <DocSecurity>0</DocSecurity>
  <Lines>758</Lines>
  <Paragraphs>207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103953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Száldobágyi Zsigmond Csongor</dc:creator>
  <dc:description>GINOP-6.2.4-VEKOP-16-2017-0001 – A 21. századi szakképzés és felnőttképzés minőségének valamint tartalmának fejlesztése</dc:description>
  <cp:lastModifiedBy>Csiharné Jerola Zsuzsa</cp:lastModifiedBy>
  <cp:revision>3</cp:revision>
  <dcterms:created xsi:type="dcterms:W3CDTF">2018-07-18T05:40:00Z</dcterms:created>
  <dcterms:modified xsi:type="dcterms:W3CDTF">2018-07-18T05:40:00Z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0x01010077B5C90FF56B4943996E6D9183F91A07</vt:lpwstr>
  </property>
</Properties>
</file>