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F8FAA" w14:textId="3304F2F3" w:rsidR="001E7B1E" w:rsidRPr="00AA1512" w:rsidRDefault="00AA1512" w:rsidP="004F48EC">
      <w:pPr>
        <w:jc w:val="center"/>
        <w:rPr>
          <w:rFonts w:cs="Times New Roman"/>
        </w:rPr>
      </w:pPr>
      <w:bookmarkStart w:id="0" w:name="_GoBack"/>
      <w:bookmarkEnd w:id="0"/>
      <w:r w:rsidRPr="00AA1512">
        <w:rPr>
          <w:rFonts w:cs="Times New Roman"/>
        </w:rPr>
        <w:t>2.102.</w:t>
      </w:r>
    </w:p>
    <w:p w14:paraId="0D09260A" w14:textId="77777777" w:rsidR="00AA1512" w:rsidRPr="00AA1512" w:rsidRDefault="00AA1512" w:rsidP="004F48EC">
      <w:pPr>
        <w:jc w:val="center"/>
        <w:rPr>
          <w:rFonts w:cs="Times New Roman"/>
        </w:rPr>
      </w:pPr>
    </w:p>
    <w:p w14:paraId="1D47251B" w14:textId="77777777" w:rsidR="001A7777" w:rsidRPr="00AA1512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AA1512">
        <w:rPr>
          <w:rFonts w:cs="Times New Roman"/>
          <w:b/>
          <w:caps/>
          <w:spacing w:val="60"/>
          <w:szCs w:val="24"/>
        </w:rPr>
        <w:t>Szakképzési kerettanterv</w:t>
      </w:r>
    </w:p>
    <w:p w14:paraId="4D674710" w14:textId="77777777" w:rsidR="001A7777" w:rsidRPr="00AA1512" w:rsidRDefault="00BA3D88" w:rsidP="001A7777">
      <w:pPr>
        <w:jc w:val="center"/>
        <w:rPr>
          <w:rFonts w:cs="Times New Roman"/>
          <w:b/>
          <w:szCs w:val="24"/>
        </w:rPr>
      </w:pPr>
      <w:r w:rsidRPr="00AA1512">
        <w:rPr>
          <w:rFonts w:cs="Times New Roman"/>
          <w:b/>
          <w:szCs w:val="24"/>
        </w:rPr>
        <w:t>a</w:t>
      </w:r>
    </w:p>
    <w:p w14:paraId="0E1E0AE1" w14:textId="77777777" w:rsidR="0065053C" w:rsidRPr="00AA1512" w:rsidRDefault="002B43D5" w:rsidP="001A7777">
      <w:pPr>
        <w:jc w:val="center"/>
        <w:rPr>
          <w:rFonts w:cs="Times New Roman"/>
          <w:b/>
          <w:caps/>
          <w:szCs w:val="24"/>
        </w:rPr>
      </w:pPr>
      <w:r w:rsidRPr="00AA1512">
        <w:rPr>
          <w:rFonts w:cs="Times New Roman"/>
          <w:b/>
          <w:caps/>
          <w:szCs w:val="24"/>
        </w:rPr>
        <w:t>XXIII.</w:t>
      </w:r>
      <w:r w:rsidR="0065053C" w:rsidRPr="00AA1512">
        <w:rPr>
          <w:rFonts w:cs="Times New Roman"/>
          <w:b/>
          <w:caps/>
          <w:szCs w:val="24"/>
        </w:rPr>
        <w:t xml:space="preserve">. </w:t>
      </w:r>
      <w:r w:rsidRPr="00AA1512">
        <w:rPr>
          <w:rFonts w:cs="Times New Roman"/>
          <w:b/>
          <w:caps/>
          <w:szCs w:val="24"/>
        </w:rPr>
        <w:t>Környezetvédelem</w:t>
      </w:r>
    </w:p>
    <w:p w14:paraId="319419F4" w14:textId="77777777" w:rsidR="0065053C" w:rsidRPr="00AA1512" w:rsidRDefault="0065053C" w:rsidP="001A7777">
      <w:pPr>
        <w:jc w:val="center"/>
        <w:rPr>
          <w:rFonts w:cs="Times New Roman"/>
          <w:b/>
          <w:szCs w:val="24"/>
        </w:rPr>
      </w:pPr>
      <w:r w:rsidRPr="00AA1512">
        <w:rPr>
          <w:rFonts w:cs="Times New Roman"/>
          <w:b/>
          <w:szCs w:val="24"/>
        </w:rPr>
        <w:t>ágazathoz tartozó</w:t>
      </w:r>
    </w:p>
    <w:p w14:paraId="19B472AB" w14:textId="77777777" w:rsidR="001A7777" w:rsidRPr="00AA1512" w:rsidRDefault="002B43D5" w:rsidP="001A7777">
      <w:pPr>
        <w:jc w:val="center"/>
        <w:rPr>
          <w:rFonts w:cs="Times New Roman"/>
          <w:b/>
          <w:szCs w:val="24"/>
        </w:rPr>
      </w:pPr>
      <w:r w:rsidRPr="00AA1512">
        <w:rPr>
          <w:rFonts w:cs="Times New Roman"/>
          <w:b/>
          <w:szCs w:val="24"/>
        </w:rPr>
        <w:t>54 850 01</w:t>
      </w:r>
    </w:p>
    <w:p w14:paraId="3A9FD979" w14:textId="77777777" w:rsidR="001A7777" w:rsidRPr="00AA1512" w:rsidRDefault="002B43D5" w:rsidP="001A7777">
      <w:pPr>
        <w:jc w:val="center"/>
        <w:rPr>
          <w:rFonts w:cs="Times New Roman"/>
          <w:b/>
          <w:caps/>
          <w:szCs w:val="24"/>
        </w:rPr>
      </w:pPr>
      <w:r w:rsidRPr="00AA1512">
        <w:rPr>
          <w:rFonts w:cs="Times New Roman"/>
          <w:b/>
          <w:caps/>
          <w:szCs w:val="24"/>
        </w:rPr>
        <w:t>Környezetvédelmi technikus</w:t>
      </w:r>
    </w:p>
    <w:p w14:paraId="2166B826" w14:textId="77777777" w:rsidR="004F48EC" w:rsidRPr="00AA1512" w:rsidRDefault="001A7777" w:rsidP="004F48EC">
      <w:pPr>
        <w:jc w:val="center"/>
        <w:rPr>
          <w:rFonts w:cs="Times New Roman"/>
          <w:b/>
          <w:caps/>
          <w:szCs w:val="24"/>
        </w:rPr>
      </w:pPr>
      <w:r w:rsidRPr="00AA1512">
        <w:rPr>
          <w:rFonts w:cs="Times New Roman"/>
          <w:b/>
          <w:caps/>
          <w:szCs w:val="24"/>
        </w:rPr>
        <w:t>szakképesítéshez</w:t>
      </w:r>
    </w:p>
    <w:p w14:paraId="7CB33E53" w14:textId="524BCFA4" w:rsidR="00770AA2" w:rsidRPr="00AA1512" w:rsidRDefault="004F48EC" w:rsidP="004F48EC">
      <w:pPr>
        <w:jc w:val="center"/>
        <w:rPr>
          <w:rFonts w:cs="Times New Roman"/>
          <w:b/>
          <w:caps/>
          <w:szCs w:val="24"/>
        </w:rPr>
      </w:pPr>
      <w:r w:rsidRPr="00AA1512">
        <w:rPr>
          <w:rFonts w:cs="Times New Roman"/>
          <w:b/>
          <w:szCs w:val="24"/>
        </w:rPr>
        <w:t xml:space="preserve">(a </w:t>
      </w:r>
      <w:r w:rsidR="002B43D5" w:rsidRPr="00AA1512">
        <w:rPr>
          <w:rFonts w:cs="Times New Roman"/>
          <w:b/>
          <w:szCs w:val="24"/>
        </w:rPr>
        <w:t>31 851 02</w:t>
      </w:r>
      <w:r w:rsidRPr="00AA1512">
        <w:rPr>
          <w:rFonts w:cs="Times New Roman"/>
          <w:b/>
          <w:caps/>
          <w:szCs w:val="24"/>
        </w:rPr>
        <w:t xml:space="preserve"> </w:t>
      </w:r>
      <w:r w:rsidR="002B43D5" w:rsidRPr="00AA1512">
        <w:rPr>
          <w:rFonts w:cs="Times New Roman"/>
          <w:b/>
          <w:caps/>
          <w:szCs w:val="24"/>
        </w:rPr>
        <w:t>hulladékfelvásárló- és gazdálkodó</w:t>
      </w:r>
    </w:p>
    <w:p w14:paraId="036B0306" w14:textId="77777777" w:rsidR="004F48EC" w:rsidRPr="00AA1512" w:rsidRDefault="004F48EC" w:rsidP="004F48EC">
      <w:pPr>
        <w:jc w:val="center"/>
        <w:rPr>
          <w:rFonts w:cs="Times New Roman"/>
          <w:b/>
          <w:caps/>
          <w:szCs w:val="24"/>
        </w:rPr>
      </w:pPr>
      <w:r w:rsidRPr="00AA1512">
        <w:rPr>
          <w:rFonts w:cs="Times New Roman"/>
          <w:b/>
          <w:szCs w:val="24"/>
        </w:rPr>
        <w:t>mellék</w:t>
      </w:r>
      <w:r w:rsidR="00770AA2" w:rsidRPr="00AA1512">
        <w:rPr>
          <w:rFonts w:cs="Times New Roman"/>
          <w:b/>
          <w:szCs w:val="24"/>
        </w:rPr>
        <w:t>-</w:t>
      </w:r>
      <w:r w:rsidRPr="00AA1512">
        <w:rPr>
          <w:rFonts w:cs="Times New Roman"/>
          <w:b/>
          <w:szCs w:val="24"/>
        </w:rPr>
        <w:t>szakképesítéssel)</w:t>
      </w:r>
    </w:p>
    <w:p w14:paraId="3B5F9CE0" w14:textId="77777777" w:rsidR="000B5E9D" w:rsidRPr="00AA1512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5E1210D8" w14:textId="77777777" w:rsidR="001A7777" w:rsidRPr="00AA1512" w:rsidRDefault="001A7777" w:rsidP="000B5E9D">
      <w:pPr>
        <w:spacing w:after="0"/>
        <w:rPr>
          <w:rFonts w:cs="Times New Roman"/>
        </w:rPr>
      </w:pPr>
    </w:p>
    <w:p w14:paraId="761D15A4" w14:textId="77777777" w:rsidR="00F24097" w:rsidRPr="00AA1512" w:rsidRDefault="00F24097" w:rsidP="00F24097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I. A szakképzés jogi háttere</w:t>
      </w:r>
    </w:p>
    <w:p w14:paraId="54D4395A" w14:textId="77777777" w:rsidR="00F24097" w:rsidRPr="00AA1512" w:rsidRDefault="00F24097" w:rsidP="00F24097">
      <w:pPr>
        <w:spacing w:after="0"/>
        <w:rPr>
          <w:rFonts w:cs="Times New Roman"/>
        </w:rPr>
      </w:pPr>
      <w:r w:rsidRPr="00AA1512">
        <w:rPr>
          <w:rFonts w:cs="Times New Roman"/>
        </w:rPr>
        <w:t>A szakképzési kerettanterv</w:t>
      </w:r>
    </w:p>
    <w:p w14:paraId="6CA90670" w14:textId="77777777" w:rsidR="00F24097" w:rsidRPr="00AA1512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AA1512">
        <w:rPr>
          <w:rFonts w:cs="Times New Roman"/>
        </w:rPr>
        <w:t>a nemzeti köznevelésről szóló 2011. évi CXC. törvény,</w:t>
      </w:r>
    </w:p>
    <w:p w14:paraId="2B68E13D" w14:textId="77777777" w:rsidR="00F24097" w:rsidRPr="00AA1512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AA1512">
        <w:rPr>
          <w:rFonts w:cs="Times New Roman"/>
        </w:rPr>
        <w:t>a szakképzésről szóló 2011. évi CLXXXVII. törvény,</w:t>
      </w:r>
    </w:p>
    <w:p w14:paraId="7195A006" w14:textId="77777777" w:rsidR="00F24097" w:rsidRPr="00AA1512" w:rsidRDefault="00F24097" w:rsidP="00F24097">
      <w:pPr>
        <w:spacing w:after="0"/>
        <w:rPr>
          <w:rFonts w:cs="Times New Roman"/>
        </w:rPr>
      </w:pPr>
    </w:p>
    <w:p w14:paraId="1428EF3B" w14:textId="77777777" w:rsidR="00F24097" w:rsidRPr="00AA1512" w:rsidRDefault="00F24097" w:rsidP="00F24097">
      <w:pPr>
        <w:spacing w:after="0"/>
        <w:rPr>
          <w:rFonts w:cs="Times New Roman"/>
        </w:rPr>
      </w:pPr>
      <w:r w:rsidRPr="00AA1512">
        <w:rPr>
          <w:rFonts w:cs="Times New Roman"/>
        </w:rPr>
        <w:t>valamint</w:t>
      </w:r>
    </w:p>
    <w:p w14:paraId="016E7764" w14:textId="3F63195C" w:rsidR="00F24097" w:rsidRPr="00AA1512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AA1512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AA1512">
        <w:rPr>
          <w:rFonts w:cs="Times New Roman"/>
        </w:rPr>
        <w:t>Korm. rendelet</w:t>
      </w:r>
      <w:r w:rsidRPr="00AA1512">
        <w:rPr>
          <w:rFonts w:cs="Times New Roman"/>
        </w:rPr>
        <w:t>,</w:t>
      </w:r>
    </w:p>
    <w:p w14:paraId="05E6D959" w14:textId="7BF4E29F" w:rsidR="00F24097" w:rsidRPr="00AA1512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AA1512">
        <w:rPr>
          <w:rFonts w:cs="Times New Roman"/>
        </w:rPr>
        <w:t xml:space="preserve">az állam által elismert szakképesítések szakmai követelménymoduljairól szóló 217/2012. (VIII. 9.) </w:t>
      </w:r>
      <w:r w:rsidR="00AA1512">
        <w:rPr>
          <w:rFonts w:cs="Times New Roman"/>
        </w:rPr>
        <w:t>Korm. rendelet és</w:t>
      </w:r>
    </w:p>
    <w:p w14:paraId="042CF0A5" w14:textId="6EC90C0A" w:rsidR="00F24097" w:rsidRPr="00AA1512" w:rsidRDefault="00C31F2F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 xml:space="preserve">a földművelésügyi miniszter hatáskörébe tartozó szakképesítések szakmai és vizsgakövetelményeiről szóló </w:t>
      </w:r>
      <w:r w:rsidR="002A1BE9" w:rsidRPr="00AA1512">
        <w:rPr>
          <w:rFonts w:cs="Times New Roman"/>
        </w:rPr>
        <w:t>56</w:t>
      </w:r>
      <w:r w:rsidR="00F24097" w:rsidRPr="00AA1512">
        <w:rPr>
          <w:rFonts w:cs="Times New Roman"/>
        </w:rPr>
        <w:t>/201</w:t>
      </w:r>
      <w:r w:rsidR="002A1BE9" w:rsidRPr="00AA1512">
        <w:rPr>
          <w:rFonts w:cs="Times New Roman"/>
        </w:rPr>
        <w:t>6</w:t>
      </w:r>
      <w:r w:rsidR="00F24097" w:rsidRPr="00AA1512">
        <w:rPr>
          <w:rFonts w:cs="Times New Roman"/>
        </w:rPr>
        <w:t>. (</w:t>
      </w:r>
      <w:r w:rsidR="002A1BE9" w:rsidRPr="00AA1512">
        <w:rPr>
          <w:rFonts w:cs="Times New Roman"/>
        </w:rPr>
        <w:t>VIII</w:t>
      </w:r>
      <w:r w:rsidR="00F24097" w:rsidRPr="00AA1512">
        <w:rPr>
          <w:rFonts w:cs="Times New Roman"/>
        </w:rPr>
        <w:t xml:space="preserve">. </w:t>
      </w:r>
      <w:r w:rsidR="002A1BE9" w:rsidRPr="00AA1512">
        <w:rPr>
          <w:rFonts w:cs="Times New Roman"/>
        </w:rPr>
        <w:t>1</w:t>
      </w:r>
      <w:r w:rsidR="001F7F66" w:rsidRPr="00AA1512">
        <w:rPr>
          <w:rFonts w:cs="Times New Roman"/>
        </w:rPr>
        <w:t>9</w:t>
      </w:r>
      <w:r w:rsidR="00F24097" w:rsidRPr="00AA1512">
        <w:rPr>
          <w:rFonts w:cs="Times New Roman"/>
        </w:rPr>
        <w:t xml:space="preserve">.) </w:t>
      </w:r>
      <w:r w:rsidR="002A1BE9" w:rsidRPr="00AA1512">
        <w:rPr>
          <w:rFonts w:cs="Times New Roman"/>
        </w:rPr>
        <w:t>FM</w:t>
      </w:r>
      <w:r w:rsidR="00F24097" w:rsidRPr="00AA1512">
        <w:rPr>
          <w:rFonts w:cs="Times New Roman"/>
        </w:rPr>
        <w:t xml:space="preserve"> rendelet </w:t>
      </w:r>
    </w:p>
    <w:p w14:paraId="4B18A997" w14:textId="77777777" w:rsidR="00F24097" w:rsidRPr="00AA1512" w:rsidRDefault="00F24097" w:rsidP="00F24097">
      <w:pPr>
        <w:spacing w:after="0"/>
        <w:rPr>
          <w:rFonts w:cs="Times New Roman"/>
        </w:rPr>
      </w:pPr>
      <w:r w:rsidRPr="00AA1512">
        <w:rPr>
          <w:rFonts w:cs="Times New Roman"/>
        </w:rPr>
        <w:t>alapján készült.</w:t>
      </w:r>
    </w:p>
    <w:p w14:paraId="0C2ED08A" w14:textId="77777777" w:rsidR="001A7777" w:rsidRPr="00AA1512" w:rsidRDefault="001A7777" w:rsidP="000B5E9D">
      <w:pPr>
        <w:spacing w:after="0"/>
        <w:rPr>
          <w:rFonts w:cs="Times New Roman"/>
        </w:rPr>
      </w:pPr>
    </w:p>
    <w:p w14:paraId="7B02F580" w14:textId="77777777" w:rsidR="00E96240" w:rsidRPr="00AA1512" w:rsidRDefault="00E96240" w:rsidP="000B5E9D">
      <w:pPr>
        <w:spacing w:after="0"/>
        <w:rPr>
          <w:rFonts w:cs="Times New Roman"/>
        </w:rPr>
      </w:pPr>
    </w:p>
    <w:p w14:paraId="3B91389F" w14:textId="77777777" w:rsidR="00C64856" w:rsidRPr="00AA1512" w:rsidRDefault="00C64856" w:rsidP="00C64856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II. A szakképesítés alapadatai</w:t>
      </w:r>
    </w:p>
    <w:p w14:paraId="4D35EED2" w14:textId="77777777" w:rsidR="00C64856" w:rsidRPr="00AA1512" w:rsidRDefault="00C64856" w:rsidP="00C64856">
      <w:pPr>
        <w:spacing w:after="0"/>
        <w:rPr>
          <w:rFonts w:cs="Times New Roman"/>
        </w:rPr>
      </w:pPr>
    </w:p>
    <w:p w14:paraId="2917DDEF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A szakképesítés azonosító száma: </w:t>
      </w:r>
      <w:r w:rsidR="005A6A69" w:rsidRPr="00AA1512">
        <w:rPr>
          <w:rFonts w:cs="Times New Roman"/>
        </w:rPr>
        <w:t>54 850</w:t>
      </w:r>
      <w:r w:rsidRPr="00AA1512">
        <w:rPr>
          <w:rFonts w:cs="Times New Roman"/>
        </w:rPr>
        <w:t xml:space="preserve"> </w:t>
      </w:r>
      <w:r w:rsidR="005A6A69" w:rsidRPr="00AA1512">
        <w:rPr>
          <w:rFonts w:cs="Times New Roman"/>
        </w:rPr>
        <w:t>01</w:t>
      </w:r>
    </w:p>
    <w:p w14:paraId="13A9E608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Szakképesítés megnevezése: </w:t>
      </w:r>
      <w:r w:rsidR="005A6A69" w:rsidRPr="00AA1512">
        <w:rPr>
          <w:rFonts w:cs="Times New Roman"/>
        </w:rPr>
        <w:t>Környezetvédelmi technikus</w:t>
      </w:r>
    </w:p>
    <w:p w14:paraId="77EA69F7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A szakmacsoport száma és megnevezése: </w:t>
      </w:r>
      <w:r w:rsidR="005A6A69" w:rsidRPr="00AA1512">
        <w:rPr>
          <w:rFonts w:cs="Times New Roman"/>
        </w:rPr>
        <w:t>14</w:t>
      </w:r>
      <w:r w:rsidRPr="00AA1512">
        <w:rPr>
          <w:rFonts w:cs="Times New Roman"/>
        </w:rPr>
        <w:t xml:space="preserve">. </w:t>
      </w:r>
      <w:r w:rsidR="005A6A69" w:rsidRPr="00AA1512">
        <w:rPr>
          <w:rFonts w:cs="Times New Roman"/>
        </w:rPr>
        <w:t>környezetvédelem</w:t>
      </w:r>
    </w:p>
    <w:p w14:paraId="76F0173F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Ágazati besorolás száma és megnevezése: </w:t>
      </w:r>
      <w:r w:rsidR="005A6A69" w:rsidRPr="00AA1512">
        <w:rPr>
          <w:rFonts w:cs="Times New Roman"/>
        </w:rPr>
        <w:t>XXIII</w:t>
      </w:r>
      <w:r w:rsidRPr="00AA1512">
        <w:rPr>
          <w:rFonts w:cs="Times New Roman"/>
        </w:rPr>
        <w:t xml:space="preserve">. </w:t>
      </w:r>
      <w:r w:rsidR="005A6A69" w:rsidRPr="00AA1512">
        <w:rPr>
          <w:rFonts w:cs="Times New Roman"/>
        </w:rPr>
        <w:t>környezetvédelem</w:t>
      </w:r>
    </w:p>
    <w:p w14:paraId="73B8C917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Iskolai rendszerű szakképzésben a szakképzési évfolyamok száma: </w:t>
      </w:r>
      <w:r w:rsidR="005A6A69" w:rsidRPr="00AA1512">
        <w:rPr>
          <w:rFonts w:cs="Times New Roman"/>
        </w:rPr>
        <w:t>2</w:t>
      </w:r>
      <w:r w:rsidRPr="00AA1512">
        <w:rPr>
          <w:rFonts w:cs="Times New Roman"/>
        </w:rPr>
        <w:t xml:space="preserve"> év</w:t>
      </w:r>
    </w:p>
    <w:p w14:paraId="13076547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Elméleti képzési idő aránya: </w:t>
      </w:r>
      <w:r w:rsidR="005A6A69" w:rsidRPr="00AA1512">
        <w:rPr>
          <w:rFonts w:cs="Times New Roman"/>
        </w:rPr>
        <w:t>55</w:t>
      </w:r>
      <w:r w:rsidRPr="00AA1512">
        <w:rPr>
          <w:rFonts w:cs="Times New Roman"/>
        </w:rPr>
        <w:t>%</w:t>
      </w:r>
    </w:p>
    <w:p w14:paraId="1DC51A41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Gyakorlati képzési idő aránya: </w:t>
      </w:r>
      <w:r w:rsidR="005A6A69" w:rsidRPr="00AA1512">
        <w:rPr>
          <w:rFonts w:cs="Times New Roman"/>
        </w:rPr>
        <w:t>45</w:t>
      </w:r>
      <w:r w:rsidRPr="00AA1512">
        <w:rPr>
          <w:rFonts w:cs="Times New Roman"/>
        </w:rPr>
        <w:t>%</w:t>
      </w:r>
    </w:p>
    <w:p w14:paraId="2D8CF1B4" w14:textId="77777777" w:rsidR="00C64856" w:rsidRPr="00AA1512" w:rsidRDefault="00C64856" w:rsidP="00C64856">
      <w:pPr>
        <w:spacing w:after="0"/>
        <w:rPr>
          <w:rFonts w:cs="Times New Roman"/>
        </w:rPr>
      </w:pPr>
      <w:r w:rsidRPr="00AA1512">
        <w:rPr>
          <w:rFonts w:cs="Times New Roman"/>
        </w:rPr>
        <w:t>Az iskolai rendszerű képzésben az összefüggő szakmai gyakorlat időtartama:</w:t>
      </w:r>
    </w:p>
    <w:p w14:paraId="132141D0" w14:textId="77777777" w:rsidR="00C64856" w:rsidRPr="00AA1512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AA1512">
        <w:rPr>
          <w:rFonts w:cs="Times New Roman"/>
        </w:rPr>
        <w:t>5 évfolyamos képzés esetén</w:t>
      </w:r>
      <w:r w:rsidR="00381B6C" w:rsidRPr="00AA1512">
        <w:rPr>
          <w:rFonts w:cs="Times New Roman"/>
        </w:rPr>
        <w:t>:</w:t>
      </w:r>
      <w:r w:rsidRPr="00AA1512">
        <w:rPr>
          <w:rFonts w:cs="Times New Roman"/>
        </w:rPr>
        <w:t xml:space="preserve"> </w:t>
      </w:r>
      <w:r w:rsidR="00BD0108" w:rsidRPr="00AA1512">
        <w:rPr>
          <w:rFonts w:cs="Times New Roman"/>
        </w:rPr>
        <w:t xml:space="preserve">a 10. évfolyamot követően </w:t>
      </w:r>
      <w:r w:rsidR="00843784" w:rsidRPr="00AA1512">
        <w:rPr>
          <w:rFonts w:cs="Times New Roman"/>
        </w:rPr>
        <w:t>140</w:t>
      </w:r>
      <w:r w:rsidRPr="00AA1512">
        <w:rPr>
          <w:rFonts w:cs="Times New Roman"/>
        </w:rPr>
        <w:t xml:space="preserve"> óra, a 11. évfolyamot követően 140 óra; </w:t>
      </w:r>
    </w:p>
    <w:p w14:paraId="7DE67D9C" w14:textId="4169ADD4" w:rsidR="00C64856" w:rsidRPr="00AA1512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AA1512">
        <w:rPr>
          <w:rFonts w:cs="Times New Roman"/>
        </w:rPr>
        <w:t>2 évfolyamos képzés esetén</w:t>
      </w:r>
      <w:r w:rsidR="00381B6C" w:rsidRPr="00AA1512">
        <w:rPr>
          <w:rFonts w:cs="Times New Roman"/>
        </w:rPr>
        <w:t>:</w:t>
      </w:r>
      <w:r w:rsidRPr="00AA1512">
        <w:rPr>
          <w:rFonts w:cs="Times New Roman"/>
        </w:rPr>
        <w:t xml:space="preserve"> az első szakképzési évfolyamot követően </w:t>
      </w:r>
      <w:r w:rsidR="00BD0108" w:rsidRPr="00AA1512">
        <w:rPr>
          <w:rFonts w:cs="Times New Roman"/>
        </w:rPr>
        <w:t>160</w:t>
      </w:r>
      <w:r w:rsidRPr="00AA1512">
        <w:rPr>
          <w:rFonts w:cs="Times New Roman"/>
        </w:rPr>
        <w:t xml:space="preserve"> óra</w:t>
      </w:r>
      <w:r w:rsidR="00DA53F7">
        <w:rPr>
          <w:rFonts w:cs="Times New Roman"/>
        </w:rPr>
        <w:t>.</w:t>
      </w:r>
    </w:p>
    <w:p w14:paraId="0E6DBA98" w14:textId="77777777" w:rsidR="001A7777" w:rsidRPr="00AA1512" w:rsidRDefault="001A7777" w:rsidP="000B5E9D">
      <w:pPr>
        <w:spacing w:after="0"/>
        <w:rPr>
          <w:rFonts w:cs="Times New Roman"/>
        </w:rPr>
      </w:pPr>
    </w:p>
    <w:p w14:paraId="229C0282" w14:textId="77777777" w:rsidR="00E96240" w:rsidRPr="00AA1512" w:rsidRDefault="00E96240" w:rsidP="000B5E9D">
      <w:pPr>
        <w:spacing w:after="0"/>
        <w:rPr>
          <w:rFonts w:cs="Times New Roman"/>
        </w:rPr>
      </w:pPr>
    </w:p>
    <w:p w14:paraId="5618EBEC" w14:textId="77777777" w:rsidR="00E96240" w:rsidRPr="00AA1512" w:rsidRDefault="00E96240" w:rsidP="00E96240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III. A szakképzésbe történő belépés feltételei</w:t>
      </w:r>
    </w:p>
    <w:p w14:paraId="151FAD81" w14:textId="77777777" w:rsidR="00E96240" w:rsidRPr="00AA1512" w:rsidRDefault="00E96240" w:rsidP="00E96240">
      <w:pPr>
        <w:spacing w:after="0"/>
        <w:rPr>
          <w:rFonts w:cs="Times New Roman"/>
        </w:rPr>
      </w:pPr>
    </w:p>
    <w:p w14:paraId="7B4FEF7F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lastRenderedPageBreak/>
        <w:t>Iskolai előképzettség: érettségi végzettség</w:t>
      </w:r>
    </w:p>
    <w:p w14:paraId="44A3DFD6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Bemeneti kompetenciák: </w:t>
      </w:r>
      <w:r w:rsidR="000772D7" w:rsidRPr="00AA1512">
        <w:rPr>
          <w:rFonts w:cs="Times New Roman"/>
        </w:rPr>
        <w:t>—</w:t>
      </w:r>
    </w:p>
    <w:p w14:paraId="5DCEE297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Szakmai előképzettség: </w:t>
      </w:r>
      <w:r w:rsidR="000772D7" w:rsidRPr="00AA1512">
        <w:rPr>
          <w:rFonts w:cs="Times New Roman"/>
        </w:rPr>
        <w:t>—</w:t>
      </w:r>
    </w:p>
    <w:p w14:paraId="64D7B07E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Előírt gyakorlat: </w:t>
      </w:r>
      <w:r w:rsidR="000772D7" w:rsidRPr="00AA1512">
        <w:rPr>
          <w:rFonts w:cs="Times New Roman"/>
        </w:rPr>
        <w:t>—</w:t>
      </w:r>
    </w:p>
    <w:p w14:paraId="419AB25B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Egészségügyi alkalmassági követelmények: </w:t>
      </w:r>
      <w:r w:rsidR="0028590E" w:rsidRPr="00AA1512">
        <w:rPr>
          <w:rFonts w:cs="Times New Roman"/>
        </w:rPr>
        <w:t>szükségesek</w:t>
      </w:r>
    </w:p>
    <w:p w14:paraId="66B92C11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Pályaalkalmassági követelmények: </w:t>
      </w:r>
      <w:r w:rsidR="0028590E" w:rsidRPr="00AA1512">
        <w:rPr>
          <w:rFonts w:cs="Times New Roman"/>
        </w:rPr>
        <w:t>—</w:t>
      </w:r>
    </w:p>
    <w:p w14:paraId="68DC6E4D" w14:textId="77777777" w:rsidR="00E96240" w:rsidRPr="00AA1512" w:rsidRDefault="00E96240" w:rsidP="00E96240">
      <w:pPr>
        <w:spacing w:after="0"/>
        <w:rPr>
          <w:rFonts w:cs="Times New Roman"/>
        </w:rPr>
      </w:pPr>
    </w:p>
    <w:p w14:paraId="6B806FEA" w14:textId="77777777" w:rsidR="00E96240" w:rsidRPr="00AA1512" w:rsidRDefault="00E96240" w:rsidP="00E96240">
      <w:pPr>
        <w:spacing w:after="0"/>
        <w:rPr>
          <w:rFonts w:cs="Times New Roman"/>
        </w:rPr>
      </w:pPr>
    </w:p>
    <w:p w14:paraId="39524C15" w14:textId="77777777" w:rsidR="00E96240" w:rsidRPr="00AA1512" w:rsidRDefault="00E96240" w:rsidP="00E96240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IV. A szakképzés szervezésének feltételei</w:t>
      </w:r>
    </w:p>
    <w:p w14:paraId="253DA702" w14:textId="77777777" w:rsidR="00E96240" w:rsidRPr="00AA1512" w:rsidRDefault="00E96240" w:rsidP="00E96240">
      <w:pPr>
        <w:spacing w:after="0"/>
        <w:rPr>
          <w:rFonts w:cs="Times New Roman"/>
        </w:rPr>
      </w:pPr>
    </w:p>
    <w:p w14:paraId="493CC859" w14:textId="77777777" w:rsidR="00E96240" w:rsidRPr="00AA1512" w:rsidRDefault="00E96240" w:rsidP="00E96240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Személyi feltételek</w:t>
      </w:r>
    </w:p>
    <w:p w14:paraId="3BDEE941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71A7442B" w14:textId="77777777" w:rsidR="00E96240" w:rsidRPr="00AA1512" w:rsidRDefault="00E96240" w:rsidP="00E96240">
      <w:pPr>
        <w:spacing w:after="0"/>
        <w:rPr>
          <w:rFonts w:cs="Times New Roman"/>
        </w:rPr>
      </w:pPr>
      <w:r w:rsidRPr="00AA1512">
        <w:rPr>
          <w:rFonts w:cs="Times New Roman"/>
        </w:rPr>
        <w:t>Ezen túl az alábbi tantárgyak oktatására az alábbi végzettséggel rendelkező szakember alkalmazható:</w:t>
      </w:r>
    </w:p>
    <w:p w14:paraId="38EF127E" w14:textId="77777777" w:rsidR="001A7777" w:rsidRPr="00AA1512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CB35F2" w:rsidRPr="00AA1512" w14:paraId="74AC664C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46A542C4" w14:textId="77777777" w:rsidR="00CB35F2" w:rsidRPr="00AA1512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4CFF2E9F" w14:textId="77777777" w:rsidR="00CB35F2" w:rsidRPr="00AA1512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Szakképesítés/Szakképzettség</w:t>
            </w:r>
          </w:p>
        </w:tc>
      </w:tr>
      <w:tr w:rsidR="00CB35F2" w:rsidRPr="00AA1512" w14:paraId="120A84A7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4DD57F7" w14:textId="34CCF3CC" w:rsidR="00CB35F2" w:rsidRPr="00AA1512" w:rsidRDefault="0028590E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Földtudományi alapok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A845701" w14:textId="2BBEC5FF" w:rsidR="00CB35F2" w:rsidRPr="00AA1512" w:rsidRDefault="0028590E" w:rsidP="0028590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Környezetvédelem szakirányának megfelelő szakos tanár, vagy egyetemi szintű vagy mesterfokozatú földrajz szakos tanár</w:t>
            </w:r>
          </w:p>
        </w:tc>
      </w:tr>
      <w:tr w:rsidR="00CB35F2" w:rsidRPr="00AA1512" w14:paraId="74C49695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388FB27E" w14:textId="78F21693" w:rsidR="00CB35F2" w:rsidRPr="00AA1512" w:rsidRDefault="0028590E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Környezeti </w:t>
            </w:r>
            <w:r w:rsidR="002A1BE9"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kémia, k</w:t>
            </w: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örnyezetvédelmi gyakorlat, </w:t>
            </w:r>
            <w:r w:rsidR="002A1BE9"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</w:t>
            </w: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űszeres analitika gyakorlat, </w:t>
            </w:r>
            <w:r w:rsidR="002A1BE9"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</w:t>
            </w: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örnyezeti analitika gyakorlat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BBF4B9C" w14:textId="3C51167A" w:rsidR="00CB35F2" w:rsidRPr="00AA1512" w:rsidRDefault="0028590E" w:rsidP="0028590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Környezetvédelem szakirányának megfelelő szakos tanár, vagy egyetemi szintű vagy mesterfokozatú kémia szakos tanár</w:t>
            </w:r>
          </w:p>
        </w:tc>
      </w:tr>
      <w:tr w:rsidR="0028590E" w:rsidRPr="00AA1512" w14:paraId="55DDCB98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</w:tcPr>
          <w:p w14:paraId="34D1B629" w14:textId="40A6C62E" w:rsidR="0028590E" w:rsidRPr="00AA1512" w:rsidRDefault="0028590E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Műszaki ismeretek</w:t>
            </w:r>
            <w:r w:rsidR="002A1BE9"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, gépészeti </w:t>
            </w: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gyakorlat</w:t>
            </w:r>
          </w:p>
        </w:tc>
        <w:tc>
          <w:tcPr>
            <w:tcW w:w="4280" w:type="dxa"/>
            <w:shd w:val="clear" w:color="auto" w:fill="auto"/>
            <w:noWrap/>
            <w:vAlign w:val="center"/>
          </w:tcPr>
          <w:p w14:paraId="6C460940" w14:textId="77777777" w:rsidR="0028590E" w:rsidRPr="00AA1512" w:rsidRDefault="0028590E" w:rsidP="0028590E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Környezetvédelem szakirányának megfelelő szakos tanár, vagy egyetemi szintű vagy mesterfokozatú fizika szakos tanár, vagy gépész szakiránynak megfelelő szakos tanár</w:t>
            </w:r>
          </w:p>
        </w:tc>
      </w:tr>
    </w:tbl>
    <w:p w14:paraId="38D85D10" w14:textId="77777777" w:rsidR="00CB35F2" w:rsidRPr="00AA1512" w:rsidRDefault="00CB35F2" w:rsidP="000B5E9D">
      <w:pPr>
        <w:spacing w:after="0"/>
        <w:rPr>
          <w:rFonts w:cs="Times New Roman"/>
        </w:rPr>
      </w:pPr>
    </w:p>
    <w:p w14:paraId="5F76F64B" w14:textId="77777777" w:rsidR="00696ED9" w:rsidRPr="00AA1512" w:rsidRDefault="00696ED9" w:rsidP="00696ED9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Tárgyi feltételek</w:t>
      </w:r>
    </w:p>
    <w:p w14:paraId="71D38006" w14:textId="77777777" w:rsidR="00696ED9" w:rsidRPr="00AA1512" w:rsidRDefault="00696ED9" w:rsidP="00696ED9">
      <w:pPr>
        <w:spacing w:after="0"/>
        <w:rPr>
          <w:rFonts w:cs="Times New Roman"/>
        </w:rPr>
      </w:pPr>
      <w:r w:rsidRPr="00AA1512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59E34BC8" w14:textId="77777777" w:rsidR="00696ED9" w:rsidRPr="00AA1512" w:rsidRDefault="00696ED9" w:rsidP="00696ED9">
      <w:pPr>
        <w:spacing w:after="0"/>
        <w:rPr>
          <w:rFonts w:cs="Times New Roman"/>
        </w:rPr>
      </w:pPr>
    </w:p>
    <w:p w14:paraId="7FDF1D2E" w14:textId="512ED451" w:rsidR="0041674C" w:rsidRPr="00AA1512" w:rsidRDefault="00696ED9" w:rsidP="00696ED9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Ajánlás a szakmai képzés lebonyolításához szükséges további eszközökre és felszerelésekre: </w:t>
      </w:r>
      <w:r w:rsidR="00DA53F7">
        <w:rPr>
          <w:rFonts w:cs="Times New Roman"/>
        </w:rPr>
        <w:t>B</w:t>
      </w:r>
      <w:r w:rsidR="00F23237" w:rsidRPr="00AA1512">
        <w:rPr>
          <w:rFonts w:cs="Times New Roman"/>
        </w:rPr>
        <w:t>emutató jellegű gépelemek, hajtások, szivattyúk</w:t>
      </w:r>
      <w:r w:rsidR="00DA53F7">
        <w:rPr>
          <w:rFonts w:cs="Times New Roman"/>
        </w:rPr>
        <w:t>.</w:t>
      </w:r>
    </w:p>
    <w:p w14:paraId="278D93AF" w14:textId="77777777" w:rsidR="00FB273F" w:rsidRPr="00AA1512" w:rsidRDefault="00FB273F" w:rsidP="00FB273F">
      <w:pPr>
        <w:spacing w:after="0"/>
        <w:rPr>
          <w:rFonts w:cs="Times New Roman"/>
        </w:rPr>
      </w:pPr>
    </w:p>
    <w:p w14:paraId="7D676A73" w14:textId="77777777" w:rsidR="00FB273F" w:rsidRPr="00AA1512" w:rsidRDefault="00FB273F" w:rsidP="00FB273F">
      <w:p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V. A szakképesítés óraterve nappali rendszerű oktatásra</w:t>
      </w:r>
    </w:p>
    <w:p w14:paraId="036BC1BB" w14:textId="77777777" w:rsidR="00FB273F" w:rsidRPr="00AA1512" w:rsidRDefault="00FB273F" w:rsidP="00FB273F">
      <w:pPr>
        <w:spacing w:after="0"/>
        <w:rPr>
          <w:rFonts w:cs="Times New Roman"/>
        </w:rPr>
      </w:pPr>
    </w:p>
    <w:p w14:paraId="57F3D177" w14:textId="77777777" w:rsidR="00FB273F" w:rsidRPr="00AA1512" w:rsidRDefault="00FB273F" w:rsidP="00FB273F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A </w:t>
      </w:r>
      <w:r w:rsidR="00E50FE4" w:rsidRPr="00AA1512">
        <w:rPr>
          <w:rFonts w:cs="Times New Roman"/>
        </w:rPr>
        <w:t>szakgimnázium</w:t>
      </w:r>
      <w:r w:rsidRPr="00AA1512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AA1512">
        <w:rPr>
          <w:rFonts w:cs="Times New Roman"/>
        </w:rPr>
        <w:t>szakgimnázium</w:t>
      </w:r>
      <w:r w:rsidRPr="00AA1512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AA1512">
        <w:rPr>
          <w:rFonts w:cs="Times New Roman"/>
        </w:rPr>
        <w:t>szakgimnázium</w:t>
      </w:r>
      <w:r w:rsidRPr="00AA1512">
        <w:rPr>
          <w:rFonts w:cs="Times New Roman"/>
        </w:rPr>
        <w:t>i szakmai tantárgyainak tartalmával, összes óraszámával.</w:t>
      </w:r>
    </w:p>
    <w:p w14:paraId="3FB7945A" w14:textId="77777777" w:rsidR="00820131" w:rsidRPr="00AA1512" w:rsidRDefault="0082013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00C31D89" w14:textId="77777777" w:rsidR="00FB273F" w:rsidRPr="00AA1512" w:rsidRDefault="00FB273F" w:rsidP="00FB273F">
      <w:pPr>
        <w:spacing w:after="0"/>
        <w:rPr>
          <w:rFonts w:cs="Times New Roman"/>
        </w:rPr>
      </w:pPr>
    </w:p>
    <w:p w14:paraId="5850C644" w14:textId="77777777" w:rsidR="008B01A2" w:rsidRPr="00AA1512" w:rsidRDefault="00E50FE4" w:rsidP="00FB273F">
      <w:pPr>
        <w:spacing w:after="0"/>
        <w:rPr>
          <w:rFonts w:cs="Times New Roman"/>
        </w:rPr>
      </w:pPr>
      <w:r w:rsidRPr="00AA1512">
        <w:rPr>
          <w:rFonts w:cs="Times New Roman"/>
        </w:rPr>
        <w:t>Szakgimnázium</w:t>
      </w:r>
      <w:r w:rsidR="00FB273F" w:rsidRPr="00AA1512">
        <w:rPr>
          <w:rFonts w:cs="Times New Roman"/>
        </w:rPr>
        <w:t>i képzés esetén a heti és éves szakmai óraszámok:</w:t>
      </w:r>
    </w:p>
    <w:p w14:paraId="2DD31312" w14:textId="77777777" w:rsidR="002C6866" w:rsidRPr="00AA1512" w:rsidRDefault="002C6866" w:rsidP="002C6866">
      <w:pPr>
        <w:spacing w:after="0"/>
        <w:rPr>
          <w:rFonts w:cs="Times New Roman"/>
          <w:szCs w:val="24"/>
        </w:rPr>
      </w:pPr>
    </w:p>
    <w:p w14:paraId="158F5BDB" w14:textId="77777777" w:rsidR="002C6866" w:rsidRPr="00AA1512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2C6866" w:rsidRPr="00AA1512" w14:paraId="05355E07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38A85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5DF5D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6E4D3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 xml:space="preserve">éves óraszám </w:t>
            </w:r>
          </w:p>
        </w:tc>
      </w:tr>
      <w:tr w:rsidR="002C6866" w:rsidRPr="00AA1512" w14:paraId="03AFA01E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4F141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84C18" w14:textId="77777777" w:rsidR="002C6866" w:rsidRPr="00AA1512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8</w:t>
            </w:r>
            <w:r w:rsidR="002C6866" w:rsidRPr="00AA1512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BE365" w14:textId="77777777" w:rsidR="002C6866" w:rsidRPr="00AA1512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288</w:t>
            </w:r>
            <w:r w:rsidR="002C6866" w:rsidRPr="00AA1512">
              <w:rPr>
                <w:rFonts w:cs="Times New Roman"/>
              </w:rPr>
              <w:t xml:space="preserve"> óra/év</w:t>
            </w:r>
          </w:p>
        </w:tc>
      </w:tr>
      <w:tr w:rsidR="002C6866" w:rsidRPr="00AA1512" w14:paraId="1D7A89C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E4D48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78757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FF9B0" w14:textId="77777777" w:rsidR="002C6866" w:rsidRPr="00AA1512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432 óra/év</w:t>
            </w:r>
          </w:p>
        </w:tc>
      </w:tr>
      <w:tr w:rsidR="002C6866" w:rsidRPr="00AA1512" w14:paraId="27CF836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3D9DB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5C23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05952" w14:textId="77777777" w:rsidR="002C6866" w:rsidRPr="00AA1512" w:rsidRDefault="008A2A9D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140</w:t>
            </w:r>
            <w:r w:rsidR="002C6866" w:rsidRPr="00AA1512">
              <w:rPr>
                <w:rFonts w:cs="Times New Roman"/>
              </w:rPr>
              <w:t xml:space="preserve"> óra</w:t>
            </w:r>
          </w:p>
        </w:tc>
      </w:tr>
      <w:tr w:rsidR="002C6866" w:rsidRPr="00AA1512" w14:paraId="0FAD72B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007A3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1EB88" w14:textId="77777777" w:rsidR="002C6866" w:rsidRPr="00AA1512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11</w:t>
            </w:r>
            <w:r w:rsidR="002C6866" w:rsidRPr="00AA1512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588C9" w14:textId="77777777" w:rsidR="002C6866" w:rsidRPr="00AA1512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396</w:t>
            </w:r>
            <w:r w:rsidR="002C6866" w:rsidRPr="00AA1512">
              <w:rPr>
                <w:rFonts w:cs="Times New Roman"/>
              </w:rPr>
              <w:t xml:space="preserve"> óra/év</w:t>
            </w:r>
          </w:p>
        </w:tc>
      </w:tr>
      <w:tr w:rsidR="002C6866" w:rsidRPr="00AA1512" w14:paraId="052D7056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5CAE5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5775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8FA0C" w14:textId="77777777" w:rsidR="002C6866" w:rsidRPr="00AA1512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140 óra</w:t>
            </w:r>
          </w:p>
        </w:tc>
      </w:tr>
      <w:tr w:rsidR="002C6866" w:rsidRPr="00AA1512" w14:paraId="55B79F97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B3BC7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12565" w14:textId="77777777" w:rsidR="002C6866" w:rsidRPr="00AA1512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12</w:t>
            </w:r>
            <w:r w:rsidR="002C6866" w:rsidRPr="00AA1512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4874F" w14:textId="77777777" w:rsidR="002C6866" w:rsidRPr="00AA1512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372</w:t>
            </w:r>
            <w:r w:rsidR="002C6866" w:rsidRPr="00AA1512">
              <w:rPr>
                <w:rFonts w:cs="Times New Roman"/>
              </w:rPr>
              <w:t xml:space="preserve"> óra/év</w:t>
            </w:r>
          </w:p>
        </w:tc>
      </w:tr>
      <w:tr w:rsidR="002C6866" w:rsidRPr="00AA1512" w14:paraId="05AF2F3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23F0C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96502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4D9AA" w14:textId="77777777" w:rsidR="002C6866" w:rsidRPr="00AA1512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961 óra/év</w:t>
            </w:r>
          </w:p>
        </w:tc>
      </w:tr>
      <w:tr w:rsidR="002C6866" w:rsidRPr="00AA1512" w14:paraId="0EA7206F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23BE0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FC861" w14:textId="77777777" w:rsidR="002C6866" w:rsidRPr="00AA1512" w:rsidRDefault="00F23237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258</w:t>
            </w:r>
            <w:r w:rsidR="002C6866" w:rsidRPr="00AA1512">
              <w:rPr>
                <w:rFonts w:cs="Times New Roman"/>
              </w:rPr>
              <w:t>9 óra</w:t>
            </w:r>
          </w:p>
        </w:tc>
      </w:tr>
    </w:tbl>
    <w:p w14:paraId="3C940B15" w14:textId="77777777" w:rsidR="002C6866" w:rsidRPr="00AA1512" w:rsidRDefault="002C6866" w:rsidP="002C6866">
      <w:pPr>
        <w:spacing w:after="0"/>
        <w:rPr>
          <w:rFonts w:cs="Times New Roman"/>
          <w:szCs w:val="24"/>
        </w:rPr>
      </w:pPr>
    </w:p>
    <w:p w14:paraId="1679E66B" w14:textId="77777777" w:rsidR="002C6866" w:rsidRPr="00AA1512" w:rsidRDefault="002C6866" w:rsidP="002C6866">
      <w:pPr>
        <w:spacing w:after="0"/>
        <w:rPr>
          <w:rFonts w:cs="Times New Roman"/>
        </w:rPr>
      </w:pPr>
      <w:r w:rsidRPr="00AA1512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5D895CC7" w14:textId="77777777" w:rsidR="002C6866" w:rsidRPr="00AA1512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2C6866" w:rsidRPr="00AA1512" w14:paraId="6885A500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92A30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462DB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1494C" w14:textId="77777777" w:rsidR="002C6866" w:rsidRPr="00AA1512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 xml:space="preserve">éves óraszám </w:t>
            </w:r>
          </w:p>
        </w:tc>
      </w:tr>
      <w:tr w:rsidR="002C6866" w:rsidRPr="00AA1512" w14:paraId="69B9B391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7DA46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D9123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5C028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1116 óra/év</w:t>
            </w:r>
          </w:p>
        </w:tc>
      </w:tr>
      <w:tr w:rsidR="002C6866" w:rsidRPr="00AA1512" w14:paraId="2D31F09C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AB764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3884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6FAD7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160 óra</w:t>
            </w:r>
          </w:p>
        </w:tc>
      </w:tr>
      <w:tr w:rsidR="002C6866" w:rsidRPr="00AA1512" w14:paraId="2039B25F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856BA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41767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2B1BF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961 óra/év</w:t>
            </w:r>
          </w:p>
        </w:tc>
      </w:tr>
      <w:tr w:rsidR="002C6866" w:rsidRPr="00AA1512" w14:paraId="49FA6500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CB303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C6564" w14:textId="77777777" w:rsidR="002C6866" w:rsidRPr="00AA1512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AA1512">
              <w:rPr>
                <w:rFonts w:cs="Times New Roman"/>
              </w:rPr>
              <w:t>2237 óra</w:t>
            </w:r>
          </w:p>
        </w:tc>
      </w:tr>
    </w:tbl>
    <w:p w14:paraId="26018944" w14:textId="77777777" w:rsidR="002C6866" w:rsidRPr="00AA1512" w:rsidRDefault="002C6866" w:rsidP="002C6866">
      <w:pPr>
        <w:spacing w:after="0"/>
        <w:rPr>
          <w:rFonts w:cs="Times New Roman"/>
          <w:szCs w:val="24"/>
        </w:rPr>
      </w:pPr>
    </w:p>
    <w:p w14:paraId="23FBCE7F" w14:textId="77777777" w:rsidR="00876453" w:rsidRPr="00AA1512" w:rsidRDefault="001F08AF" w:rsidP="000B5E9D">
      <w:pPr>
        <w:spacing w:after="0"/>
        <w:rPr>
          <w:rFonts w:cs="Times New Roman"/>
        </w:rPr>
      </w:pPr>
      <w:r w:rsidRPr="00AA1512">
        <w:rPr>
          <w:rFonts w:cs="Times New Roman"/>
        </w:rPr>
        <w:t xml:space="preserve">(A kizárólag 13-14. évfolyamon megszervezett képzésben, illetve a </w:t>
      </w:r>
      <w:r w:rsidR="00E50FE4" w:rsidRPr="00AA1512">
        <w:rPr>
          <w:rFonts w:cs="Times New Roman"/>
        </w:rPr>
        <w:t>szakgimnázium</w:t>
      </w:r>
      <w:r w:rsidRPr="00AA1512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0E2D9AFB" w14:textId="77777777" w:rsidR="00CB484D" w:rsidRPr="00AA1512" w:rsidRDefault="00CB484D" w:rsidP="000B5E9D">
      <w:pPr>
        <w:spacing w:after="0"/>
        <w:rPr>
          <w:rFonts w:cs="Times New Roman"/>
        </w:rPr>
        <w:sectPr w:rsidR="00CB484D" w:rsidRPr="00AA15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9F558C" w14:textId="77777777" w:rsidR="00CB484D" w:rsidRPr="00AA1512" w:rsidRDefault="00CB484D" w:rsidP="00CB484D">
      <w:pPr>
        <w:spacing w:after="0"/>
        <w:jc w:val="center"/>
        <w:rPr>
          <w:rFonts w:cs="Times New Roman"/>
        </w:rPr>
      </w:pPr>
      <w:r w:rsidRPr="00AA1512">
        <w:rPr>
          <w:rFonts w:cs="Times New Roman"/>
        </w:rPr>
        <w:lastRenderedPageBreak/>
        <w:t>1. számú táblázat</w:t>
      </w:r>
    </w:p>
    <w:p w14:paraId="29A17E7A" w14:textId="77777777" w:rsidR="008B01A2" w:rsidRPr="00AA1512" w:rsidRDefault="00CB484D" w:rsidP="00CB484D">
      <w:pPr>
        <w:spacing w:after="0"/>
        <w:jc w:val="center"/>
        <w:rPr>
          <w:rFonts w:cs="Times New Roman"/>
          <w:b/>
        </w:rPr>
      </w:pPr>
      <w:r w:rsidRPr="00AA1512">
        <w:rPr>
          <w:rFonts w:cs="Times New Roman"/>
          <w:b/>
        </w:rPr>
        <w:t>A szakmai követelménymodulokhoz rendelt tantárgyak heti óraszáma évfolyamonként</w:t>
      </w:r>
    </w:p>
    <w:p w14:paraId="337DE503" w14:textId="77777777" w:rsidR="00420CA2" w:rsidRPr="00AA1512" w:rsidRDefault="00420CA2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2180"/>
        <w:gridCol w:w="1800"/>
        <w:gridCol w:w="553"/>
        <w:gridCol w:w="447"/>
        <w:gridCol w:w="500"/>
        <w:gridCol w:w="404"/>
        <w:gridCol w:w="596"/>
        <w:gridCol w:w="470"/>
        <w:gridCol w:w="470"/>
        <w:gridCol w:w="560"/>
        <w:gridCol w:w="553"/>
        <w:gridCol w:w="447"/>
        <w:gridCol w:w="500"/>
        <w:gridCol w:w="500"/>
        <w:gridCol w:w="500"/>
        <w:gridCol w:w="404"/>
        <w:gridCol w:w="596"/>
        <w:gridCol w:w="500"/>
        <w:gridCol w:w="500"/>
      </w:tblGrid>
      <w:tr w:rsidR="00AA1512" w:rsidRPr="00AA1512" w14:paraId="42987F29" w14:textId="77777777" w:rsidTr="00AA1512">
        <w:trPr>
          <w:cantSplit/>
          <w:trHeight w:val="585"/>
          <w:jc w:val="center"/>
        </w:trPr>
        <w:tc>
          <w:tcPr>
            <w:tcW w:w="4780" w:type="dxa"/>
            <w:gridSpan w:val="2"/>
            <w:vMerge w:val="restart"/>
            <w:shd w:val="clear" w:color="auto" w:fill="auto"/>
            <w:vAlign w:val="center"/>
            <w:hideMark/>
          </w:tcPr>
          <w:p w14:paraId="2A42A3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5997A5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9AC30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DD3D9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534AF0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CF8DD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24610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4FF35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DAEB6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AA1512" w:rsidRPr="00AA1512" w14:paraId="639A4F08" w14:textId="77777777" w:rsidTr="00AA1512">
        <w:trPr>
          <w:cantSplit/>
          <w:trHeight w:val="585"/>
          <w:jc w:val="center"/>
        </w:trPr>
        <w:tc>
          <w:tcPr>
            <w:tcW w:w="4780" w:type="dxa"/>
            <w:gridSpan w:val="2"/>
            <w:vMerge/>
            <w:vAlign w:val="center"/>
            <w:hideMark/>
          </w:tcPr>
          <w:p w14:paraId="6F53176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61B54CD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14:paraId="0350C0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BF888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164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CC045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748F6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6528BA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6695E9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0377A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14:paraId="0B55D6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70E01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F45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18142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CA0A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708D8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96E58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D11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D926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AA1512" w:rsidRPr="00AA1512" w14:paraId="132FC4AE" w14:textId="77777777" w:rsidTr="00AA1512">
        <w:trPr>
          <w:cantSplit/>
          <w:trHeight w:val="6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31D6D91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A52685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6679EB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14:paraId="6E5B16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37890D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213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93A85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96" w:type="dxa"/>
            <w:vMerge w:val="restart"/>
            <w:shd w:val="clear" w:color="000000" w:fill="F2F2F2"/>
            <w:noWrap/>
            <w:vAlign w:val="center"/>
            <w:hideMark/>
          </w:tcPr>
          <w:p w14:paraId="353292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703D3B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781D2C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vMerge w:val="restart"/>
            <w:shd w:val="clear" w:color="000000" w:fill="F2F2F2"/>
            <w:noWrap/>
            <w:vAlign w:val="center"/>
            <w:hideMark/>
          </w:tcPr>
          <w:p w14:paraId="125404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53" w:type="dxa"/>
            <w:shd w:val="clear" w:color="auto" w:fill="auto"/>
            <w:noWrap/>
            <w:vAlign w:val="center"/>
            <w:hideMark/>
          </w:tcPr>
          <w:p w14:paraId="3C3344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5CFCA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ABD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6759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11,5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F131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90912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96" w:type="dxa"/>
            <w:vMerge w:val="restart"/>
            <w:shd w:val="clear" w:color="000000" w:fill="F2F2F2"/>
            <w:noWrap/>
            <w:vAlign w:val="center"/>
            <w:hideMark/>
          </w:tcPr>
          <w:p w14:paraId="4C074C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C7C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39E5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11,5</w:t>
            </w:r>
          </w:p>
        </w:tc>
      </w:tr>
      <w:tr w:rsidR="00AA1512" w:rsidRPr="00AA1512" w14:paraId="125352F5" w14:textId="77777777" w:rsidTr="00AA1512">
        <w:trPr>
          <w:cantSplit/>
          <w:trHeight w:val="600"/>
          <w:jc w:val="center"/>
        </w:trPr>
        <w:tc>
          <w:tcPr>
            <w:tcW w:w="2600" w:type="dxa"/>
            <w:vMerge/>
            <w:vAlign w:val="center"/>
            <w:hideMark/>
          </w:tcPr>
          <w:p w14:paraId="2A98F71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94C09D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0521765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FC497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7,5</w:t>
            </w:r>
          </w:p>
        </w:tc>
        <w:tc>
          <w:tcPr>
            <w:tcW w:w="904" w:type="dxa"/>
            <w:gridSpan w:val="2"/>
            <w:shd w:val="clear" w:color="auto" w:fill="auto"/>
            <w:noWrap/>
            <w:vAlign w:val="center"/>
            <w:hideMark/>
          </w:tcPr>
          <w:p w14:paraId="63ED66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11,5</w:t>
            </w:r>
          </w:p>
        </w:tc>
        <w:tc>
          <w:tcPr>
            <w:tcW w:w="596" w:type="dxa"/>
            <w:vMerge/>
            <w:vAlign w:val="center"/>
            <w:hideMark/>
          </w:tcPr>
          <w:p w14:paraId="2588BE8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14:paraId="0A015B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60" w:type="dxa"/>
            <w:vMerge/>
            <w:vAlign w:val="center"/>
            <w:hideMark/>
          </w:tcPr>
          <w:p w14:paraId="712F0B6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4D627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6A3BD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04" w:type="dxa"/>
            <w:gridSpan w:val="2"/>
            <w:shd w:val="clear" w:color="auto" w:fill="auto"/>
            <w:noWrap/>
            <w:vAlign w:val="center"/>
            <w:hideMark/>
          </w:tcPr>
          <w:p w14:paraId="229CBF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96" w:type="dxa"/>
            <w:vMerge/>
            <w:vAlign w:val="center"/>
            <w:hideMark/>
          </w:tcPr>
          <w:p w14:paraId="72709FB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5ABFE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AA1512" w:rsidRPr="00AA1512" w14:paraId="3D790F5E" w14:textId="77777777" w:rsidTr="00AA1512">
        <w:trPr>
          <w:cantSplit/>
          <w:trHeight w:val="630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21A241E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8C6AD3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8EF9A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B156E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50353B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52BA7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6B773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6E659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1E0D3B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7CB3F5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EEACE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0FC75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60449C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34500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3C5D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BE113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4BBB4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00A58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7F685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734D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700DD53F" w14:textId="77777777" w:rsidTr="00AA1512">
        <w:trPr>
          <w:cantSplit/>
          <w:trHeight w:val="1005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684F513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5EC143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CD106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49F092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D3087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9D674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33C5E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DFC48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0271BF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60CD75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520EE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1B7A61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10794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AE52C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5BA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1FF9E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6765F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6418F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C28F5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3E8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47571579" w14:textId="77777777" w:rsidTr="00AA1512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DBAB22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12091-16 Hulladékkersekedelem és -gazdálkodás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E52053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Hulladékkereskedelem és -gazdálkodás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B9E26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3185102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hulladékfelvásárló- és gazdálkodó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4D3341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26701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4B0D9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F95BD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E9781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154493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02EC35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C6BA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74FBD1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B999B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EED0C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56B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5EFA3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55B9E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6D3BB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3D474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A29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0865923D" w14:textId="77777777" w:rsidTr="00AA1512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72DF8CA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5250B9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Hulladékgazdálkodási gyakorlatok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793A56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3185102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hulladékfelvásárló- és gazdálkodó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4E1A2F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5DAAEE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19DCC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DCB62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E7FA6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2235FC9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0C27B8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EF62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7CA313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71F62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A1BFE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6CD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2FA21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20DF14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915D3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570BD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C5E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0BBCE231" w14:textId="77777777" w:rsidTr="00AA1512">
        <w:trPr>
          <w:cantSplit/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3BA7D74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11937-16 Környezetevédelmi alapismeretek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0FB4DB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Földtudományi alapok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3E1F7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7EF1BF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B5800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A257B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2B0ECB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1AA2F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28E4A4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6675E7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43297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3EA971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9B215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00032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DB5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7577C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224041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628CE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68708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A57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05457EFA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683E2E4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481D6F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41FDF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5CE06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BD542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F75F8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BCB6E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66334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66CED5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27ED89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BCB2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82029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54EC02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D213B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573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39340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31EAF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B4E90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00C39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F6AC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3ED73E5D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5624FEA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44B4C7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Környezeti kémia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7C0BF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788174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94C97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A6069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FBB3D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D2772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4D6AAD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1092FC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1EB02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FBC2F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517376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5A0B3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123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F6E80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D4AFF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12D5A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40861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C3B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554291E8" w14:textId="77777777" w:rsidTr="00AA1512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6280513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FB7DC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B82E1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67065E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A561A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4525C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6BF9C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FE603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2624E2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70221F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11BD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B90BF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B20B2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07B47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69DA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BE71F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6C9DE5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06BBC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01B92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D011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69DA64A7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75E4418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0B2C67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Környezettechnika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57579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6BD90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17040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A6F30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6B0FD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EE798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65BF73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7CCC0D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B3352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AF756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3DAEA6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03FA0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FF90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E565B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221386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22904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A9BC2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CFB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4E4439EA" w14:textId="77777777" w:rsidTr="00AA1512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7A54508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FA2408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E9274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37AFD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06E1E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BA1C8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389082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AF33B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003A12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4EE24B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A8492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AFB22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F696E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AB40D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69B7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AC038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B4C6F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E5552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A51A1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BDA3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05E0F148" w14:textId="77777777" w:rsidTr="00AA1512">
        <w:trPr>
          <w:cantSplit/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2A6E9DA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11938-16 Környezetvédelmi technikus feladatok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0A3BD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technológiák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4A044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36DCC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65CB8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E11B8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38E42F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510AA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0B675B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17380F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CC4C0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32002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E0D43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DEC95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0CE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93985C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3ECDDB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A674D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80A43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6C2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18EDE088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219513A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F1EAB0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Környezet-egészségtan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69322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5B099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72F0FF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2778B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F3514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26ED0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404988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60139F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BCEAA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726889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F7162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BD319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852A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BB0A7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32791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01824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9364B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F4EB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2475942B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78CB7F1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1D6C23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számítások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6E46D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44D6F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39B4E7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C154D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85AD61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FD2E5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78B66B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093CFB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8626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4C75E1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615328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E519B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F81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2A39E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6A124D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B2DE0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A016C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BE4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47738F65" w14:textId="77777777" w:rsidTr="00AA1512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4DC20DA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892F6A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Környezeti analitika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90CE1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6E2634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4AA737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BFCA7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6B546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36F0F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76BED2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11A87D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7D4F8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105CE22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565CA2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ADE41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4B4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D1078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6BDCF5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6C44C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3A693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7264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AA1512" w:rsidRPr="00AA1512" w14:paraId="0C6627AB" w14:textId="77777777" w:rsidTr="00AA1512">
        <w:trPr>
          <w:cantSplit/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3750FA6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8A2D35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Műszeres analitika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99200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13596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0FE191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B8D7B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DC1C2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D5FBD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0CF251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4732DB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5090B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470B59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96299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6A068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2D5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77E4E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38644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0F782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264A3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F73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AA1512" w:rsidRPr="00AA1512" w14:paraId="191DE9AE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460C80F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8BD811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Gépészeti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90F24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64F843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33224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5ABE1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3DFCBA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37D64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1C8534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3D2F8C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43192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CD914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0EF8C4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8A83F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069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A0D8A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493FB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C1F5E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A6EB4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CC6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</w:tr>
      <w:tr w:rsidR="00AA1512" w:rsidRPr="00AA1512" w14:paraId="149D359E" w14:textId="77777777" w:rsidTr="00AA1512">
        <w:trPr>
          <w:cantSplit/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2B9A71A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10870-16 Környezetvédelmi ügyintéző feladatok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F08064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Ügyintézői feladatok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1E521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5E3BE6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3AFD56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3FBCF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E5298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1BC5C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023CCD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71B54F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3BD56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1ACF4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03201D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20EA4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CA69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E469B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5D398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199C0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28901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957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53D579B0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6E1EA98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95A12D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Jogi 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F9236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74559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A8D66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D9CB9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0883A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53F1B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3108D0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3A305D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C7A46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9F518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3ACA5F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0B96B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F53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23630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03DC48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4DE70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4970D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6F1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5B0DC9BE" w14:textId="77777777" w:rsidTr="00AA1512">
        <w:trPr>
          <w:cantSplit/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3FAA497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2D0ABE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Ügyintézői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A6073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013025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F2226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C2CEA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722288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1DF4F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5F01FC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6A398B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A163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1681B2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08A27F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CFE72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F07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67CF40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42ABA8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E7BB4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AD14B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286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AA1512" w:rsidRPr="00AA1512" w14:paraId="35C7173F" w14:textId="77777777" w:rsidTr="00795986">
        <w:trPr>
          <w:cantSplit/>
          <w:trHeight w:val="480"/>
          <w:jc w:val="center"/>
        </w:trPr>
        <w:tc>
          <w:tcPr>
            <w:tcW w:w="4780" w:type="dxa"/>
            <w:gridSpan w:val="2"/>
            <w:shd w:val="clear" w:color="auto" w:fill="auto"/>
            <w:vAlign w:val="center"/>
            <w:hideMark/>
          </w:tcPr>
          <w:p w14:paraId="41CA7A76" w14:textId="36E2710F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FC8CF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25C916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2E8270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D229A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138EA6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29FE3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FFFFF"/>
            <w:noWrap/>
            <w:vAlign w:val="center"/>
            <w:hideMark/>
          </w:tcPr>
          <w:p w14:paraId="2AEF1C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0" w:type="dxa"/>
            <w:shd w:val="clear" w:color="000000" w:fill="F2F2F2"/>
            <w:noWrap/>
            <w:vAlign w:val="center"/>
            <w:hideMark/>
          </w:tcPr>
          <w:p w14:paraId="3228F9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067C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3" w:type="dxa"/>
            <w:shd w:val="clear" w:color="000000" w:fill="FFFFFF"/>
            <w:noWrap/>
            <w:vAlign w:val="center"/>
            <w:hideMark/>
          </w:tcPr>
          <w:p w14:paraId="38EDFB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47" w:type="dxa"/>
            <w:shd w:val="clear" w:color="000000" w:fill="F2F2F2"/>
            <w:noWrap/>
            <w:vAlign w:val="center"/>
            <w:hideMark/>
          </w:tcPr>
          <w:p w14:paraId="1CCD4E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B3BD7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CB19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7AF1B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000000" w:fill="F2F2F2"/>
            <w:noWrap/>
            <w:vAlign w:val="center"/>
            <w:hideMark/>
          </w:tcPr>
          <w:p w14:paraId="53AE90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AF02D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B2001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DE8C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26042C27" w14:textId="77777777" w:rsidR="006F5812" w:rsidRPr="00AA1512" w:rsidRDefault="006F5812" w:rsidP="000B5E9D">
      <w:pPr>
        <w:spacing w:after="0"/>
        <w:rPr>
          <w:rFonts w:cs="Times New Roman"/>
        </w:rPr>
      </w:pPr>
    </w:p>
    <w:p w14:paraId="091E8E04" w14:textId="77777777" w:rsidR="00CB484D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</w:t>
      </w:r>
      <w:r w:rsidR="006F5812" w:rsidRPr="00AA1512">
        <w:rPr>
          <w:rFonts w:cs="Times New Roman"/>
        </w:rPr>
        <w:t xml:space="preserve"> kerettanterv szakmai tartalma –</w:t>
      </w:r>
      <w:r w:rsidRPr="00AA1512">
        <w:rPr>
          <w:rFonts w:cs="Times New Roman"/>
        </w:rPr>
        <w:t xml:space="preserve"> a szakképzésről szóló 2011. évi CLXXXVII. törvény 8.</w:t>
      </w:r>
      <w:r w:rsidR="006F5812" w:rsidRPr="00AA1512">
        <w:rPr>
          <w:rFonts w:cs="Times New Roman"/>
        </w:rPr>
        <w:t>§ (5) bekezdésének megfelelően –</w:t>
      </w:r>
      <w:r w:rsidRPr="00AA1512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743AEB9E" w14:textId="77777777" w:rsidR="00CB484D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Az időkeret fennmaradó részének (szabadsáv) szakmai tartalmáról a szakképző iskola szakmai programjában kell rendelkezni.</w:t>
      </w:r>
    </w:p>
    <w:p w14:paraId="136E0722" w14:textId="77777777" w:rsidR="00CB484D" w:rsidRPr="00AA1512" w:rsidRDefault="00CB484D" w:rsidP="00CB484D">
      <w:pPr>
        <w:spacing w:after="0"/>
        <w:rPr>
          <w:rFonts w:cs="Times New Roman"/>
        </w:rPr>
      </w:pPr>
    </w:p>
    <w:p w14:paraId="7F146B34" w14:textId="77777777" w:rsidR="00420CA2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4D61B183" w14:textId="77777777" w:rsidR="00CB484D" w:rsidRPr="00AA1512" w:rsidRDefault="00CB484D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37E3BFBD" w14:textId="77777777" w:rsidR="00CB484D" w:rsidRPr="00AA1512" w:rsidRDefault="00CB484D" w:rsidP="00CB484D">
      <w:pPr>
        <w:spacing w:after="0"/>
        <w:jc w:val="center"/>
        <w:rPr>
          <w:rFonts w:cs="Times New Roman"/>
        </w:rPr>
      </w:pPr>
      <w:r w:rsidRPr="00AA1512">
        <w:rPr>
          <w:rFonts w:cs="Times New Roman"/>
        </w:rPr>
        <w:lastRenderedPageBreak/>
        <w:t>2. számú táblázat</w:t>
      </w:r>
    </w:p>
    <w:p w14:paraId="373F84A3" w14:textId="77777777" w:rsidR="00420CA2" w:rsidRPr="00AA1512" w:rsidRDefault="00CB484D" w:rsidP="00CB484D">
      <w:pPr>
        <w:spacing w:after="0"/>
        <w:jc w:val="center"/>
        <w:rPr>
          <w:rFonts w:cs="Times New Roman"/>
          <w:b/>
        </w:rPr>
      </w:pPr>
      <w:r w:rsidRPr="00AA1512">
        <w:rPr>
          <w:rFonts w:cs="Times New Roman"/>
          <w:b/>
        </w:rPr>
        <w:t>A szakmai követelménymodulokhoz rendelt tantárgyak és témakörök óraszáma évfolyamonként</w:t>
      </w:r>
    </w:p>
    <w:p w14:paraId="1AD025ED" w14:textId="77777777" w:rsidR="00420CA2" w:rsidRPr="00AA1512" w:rsidRDefault="00420CA2" w:rsidP="000B5E9D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910"/>
        <w:gridCol w:w="635"/>
        <w:gridCol w:w="500"/>
        <w:gridCol w:w="500"/>
        <w:gridCol w:w="500"/>
        <w:gridCol w:w="500"/>
        <w:gridCol w:w="500"/>
        <w:gridCol w:w="500"/>
        <w:gridCol w:w="500"/>
        <w:gridCol w:w="500"/>
        <w:gridCol w:w="404"/>
        <w:gridCol w:w="596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AA1512" w:rsidRPr="00AA1512" w14:paraId="610720B3" w14:textId="77777777" w:rsidTr="00AA1512">
        <w:trPr>
          <w:trHeight w:val="1065"/>
          <w:jc w:val="center"/>
        </w:trPr>
        <w:tc>
          <w:tcPr>
            <w:tcW w:w="2545" w:type="dxa"/>
            <w:gridSpan w:val="2"/>
            <w:vMerge w:val="restart"/>
            <w:shd w:val="clear" w:color="auto" w:fill="auto"/>
            <w:vAlign w:val="center"/>
            <w:hideMark/>
          </w:tcPr>
          <w:p w14:paraId="44B899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  <w:hideMark/>
          </w:tcPr>
          <w:p w14:paraId="78E684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E6476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2F12E6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325C6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B3C7E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AD787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97D1F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03577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E48B8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6D3D6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7EB80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0A9B6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9D4BA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AA1512" w:rsidRPr="00AA1512" w14:paraId="5CE7004E" w14:textId="77777777" w:rsidTr="00AA1512">
        <w:trPr>
          <w:trHeight w:val="1065"/>
          <w:jc w:val="center"/>
        </w:trPr>
        <w:tc>
          <w:tcPr>
            <w:tcW w:w="2545" w:type="dxa"/>
            <w:gridSpan w:val="2"/>
            <w:vMerge/>
            <w:vAlign w:val="center"/>
            <w:hideMark/>
          </w:tcPr>
          <w:p w14:paraId="697E57C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14:paraId="2EFB5F7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931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1E9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D935F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80E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554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8E3C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F29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ED0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BA9CF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C7AC3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CAEDCC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57FB4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50D0D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691C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69DF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3B601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6670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E506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2ABE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D41E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FE9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3AAB68F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AA1512" w:rsidRPr="00AA1512" w14:paraId="1DA55053" w14:textId="77777777" w:rsidTr="00AA1512">
        <w:trPr>
          <w:trHeight w:val="24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2503A7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82E401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415DED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5A04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4F4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2CE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AD2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740122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9220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CD4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3866C2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941D9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E36DC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9B562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1462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E835B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05D9F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1009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BCBD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604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C671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356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10935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1969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550E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C9F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7822B9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54A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604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F3B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356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42B7BB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2003</w:t>
            </w:r>
          </w:p>
        </w:tc>
      </w:tr>
      <w:tr w:rsidR="00AA1512" w:rsidRPr="00AA1512" w14:paraId="7BB1BDAC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6A07554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65F1F1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35" w:type="dxa"/>
            <w:vMerge/>
            <w:vAlign w:val="center"/>
            <w:hideMark/>
          </w:tcPr>
          <w:p w14:paraId="7A38AC3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B32B0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270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2B4F8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414</w:t>
            </w:r>
          </w:p>
        </w:tc>
        <w:tc>
          <w:tcPr>
            <w:tcW w:w="500" w:type="dxa"/>
            <w:vMerge/>
            <w:vAlign w:val="center"/>
            <w:hideMark/>
          </w:tcPr>
          <w:p w14:paraId="43BD35F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CCD32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vMerge/>
            <w:vAlign w:val="center"/>
            <w:hideMark/>
          </w:tcPr>
          <w:p w14:paraId="77071D2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6F747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700" w:type="dxa"/>
            <w:vMerge/>
            <w:vAlign w:val="center"/>
            <w:hideMark/>
          </w:tcPr>
          <w:p w14:paraId="377DDE2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C1296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5F4CE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E173C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</w:t>
            </w:r>
          </w:p>
        </w:tc>
        <w:tc>
          <w:tcPr>
            <w:tcW w:w="700" w:type="dxa"/>
            <w:vMerge/>
            <w:vAlign w:val="center"/>
            <w:hideMark/>
          </w:tcPr>
          <w:p w14:paraId="7C890A5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05DA4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1043</w:t>
            </w:r>
          </w:p>
        </w:tc>
        <w:tc>
          <w:tcPr>
            <w:tcW w:w="500" w:type="dxa"/>
            <w:vMerge/>
            <w:vAlign w:val="center"/>
            <w:hideMark/>
          </w:tcPr>
          <w:p w14:paraId="137A1C7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EA257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</w:t>
            </w:r>
          </w:p>
        </w:tc>
        <w:tc>
          <w:tcPr>
            <w:tcW w:w="700" w:type="dxa"/>
            <w:vMerge/>
            <w:vAlign w:val="center"/>
            <w:hideMark/>
          </w:tcPr>
          <w:p w14:paraId="450C15E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AA1512" w:rsidRPr="00AA1512" w14:paraId="0BD5578B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CC65F8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14AA09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35" w:type="dxa"/>
            <w:vMerge/>
            <w:vAlign w:val="center"/>
            <w:hideMark/>
          </w:tcPr>
          <w:p w14:paraId="7700B59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714488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1201 óra (53,4%)</w:t>
            </w:r>
          </w:p>
        </w:tc>
        <w:tc>
          <w:tcPr>
            <w:tcW w:w="700" w:type="dxa"/>
            <w:vMerge/>
            <w:vAlign w:val="center"/>
            <w:hideMark/>
          </w:tcPr>
          <w:p w14:paraId="6D224FE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610E8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779D1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DD1AC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1FDA73B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1A9517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1215 óra (56,2%)</w:t>
            </w:r>
          </w:p>
        </w:tc>
        <w:tc>
          <w:tcPr>
            <w:tcW w:w="700" w:type="dxa"/>
            <w:vMerge/>
            <w:vAlign w:val="center"/>
            <w:hideMark/>
          </w:tcPr>
          <w:p w14:paraId="64A43D6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AA1512" w:rsidRPr="00AA1512" w14:paraId="6F4FB391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28C13E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2E4B62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35" w:type="dxa"/>
            <w:vMerge/>
            <w:vAlign w:val="center"/>
            <w:hideMark/>
          </w:tcPr>
          <w:p w14:paraId="3B2BB35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168C79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768 óra (46,6%)</w:t>
            </w:r>
          </w:p>
        </w:tc>
        <w:tc>
          <w:tcPr>
            <w:tcW w:w="700" w:type="dxa"/>
            <w:vMerge/>
            <w:vAlign w:val="center"/>
            <w:hideMark/>
          </w:tcPr>
          <w:p w14:paraId="2625F1D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BAA95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BFEE38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0C6B1D4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4F6DA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762EB4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788 óra (43,8%)</w:t>
            </w:r>
          </w:p>
        </w:tc>
        <w:tc>
          <w:tcPr>
            <w:tcW w:w="700" w:type="dxa"/>
            <w:vMerge/>
            <w:vAlign w:val="center"/>
            <w:hideMark/>
          </w:tcPr>
          <w:p w14:paraId="78D71BB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AA1512" w:rsidRPr="00AA1512" w14:paraId="6FDD275E" w14:textId="77777777" w:rsidTr="00AA1512">
        <w:trPr>
          <w:trHeight w:val="24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5FA8AB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4C44D4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59D5AC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3C3A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C0B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11D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EDB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29F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3AC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3B2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382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26538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032D6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5E1C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A8360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D1436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8B56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8D94F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98C5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092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8E6C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DE17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3A31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8F74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6EE8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47100F4B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23C246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84E5D5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6160849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CC4D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872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E82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D11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7E53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5AFC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A843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421E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4A68FE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4EB4A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8EBE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C217E8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00399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AE3E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9918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3F12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E51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DE9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85CB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DEAE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2BD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79FD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AA1512" w:rsidRPr="00AA1512" w14:paraId="40120504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E279D0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0C07EF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635" w:type="dxa"/>
            <w:vMerge/>
            <w:vAlign w:val="center"/>
            <w:hideMark/>
          </w:tcPr>
          <w:p w14:paraId="53D2DC7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6161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FBD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6312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D14B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930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E047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4E5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BCC6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014A7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3762E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DEF1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EE2707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0095D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8022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BB75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9EA6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6259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29B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2222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EE7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A56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B81B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AA1512" w:rsidRPr="00AA1512" w14:paraId="6160F98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0E573D7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3DE2EB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635" w:type="dxa"/>
            <w:vMerge/>
            <w:vAlign w:val="center"/>
            <w:hideMark/>
          </w:tcPr>
          <w:p w14:paraId="3DB1E6B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ECA6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0AE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D79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C55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1974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F0F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2E39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AC5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21C54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3DAE3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638F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7AF2B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BE7BB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9C49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B725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1D69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914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1D4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D05B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5364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49B0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10FA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AA1512" w:rsidRPr="00AA1512" w14:paraId="43DB926E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6052928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ACC2BF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635" w:type="dxa"/>
            <w:vMerge/>
            <w:vAlign w:val="center"/>
            <w:hideMark/>
          </w:tcPr>
          <w:p w14:paraId="65C09F2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A609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B39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99AC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640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307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DA9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BF7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660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BF653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3F246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88DE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D8EB1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5BFB22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2CE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5195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D244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9F15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666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D224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D044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DC28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034E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AA1512" w:rsidRPr="00AA1512" w14:paraId="7B0C46B3" w14:textId="77777777" w:rsidTr="00AA1512">
        <w:trPr>
          <w:trHeight w:val="24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598D5D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F4DB0E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02881F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1A2C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329A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8B4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1A7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3B1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C22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8B0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A527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EF4AC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B8E74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1B03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E5470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878DB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3BF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7AD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0D10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7E5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7C30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6A01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C070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E07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66E9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AA1512" w:rsidRPr="00AA1512" w14:paraId="27175312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1013BB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75B8FC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635" w:type="dxa"/>
            <w:vMerge/>
            <w:vAlign w:val="center"/>
            <w:hideMark/>
          </w:tcPr>
          <w:p w14:paraId="1EA697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01D4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475B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982D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5CE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833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75DC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100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8B7C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32A0C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F330F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D8E1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F3E64B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A9EA9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9A5C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E447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A0839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E4E3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E7B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0567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5D66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FA6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046E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AA1512" w:rsidRPr="00AA1512" w14:paraId="6CD00EE2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4DA9A0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154CDA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635" w:type="dxa"/>
            <w:vMerge/>
            <w:vAlign w:val="center"/>
            <w:hideMark/>
          </w:tcPr>
          <w:p w14:paraId="7D6131F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C79F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506D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7EAB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97C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223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2B3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ED10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1EC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C385F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9C6F2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5316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E9DECA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8D392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D78A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E12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37C5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B023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D5D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D263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4460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20E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3EE4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AA1512" w:rsidRPr="00AA1512" w14:paraId="503EE9A6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4D7E9E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A3497F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635" w:type="dxa"/>
            <w:vMerge/>
            <w:vAlign w:val="center"/>
            <w:hideMark/>
          </w:tcPr>
          <w:p w14:paraId="7EB7754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1C64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5934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32F5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158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4B5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4E2A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CD95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C45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22CA9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67B8B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B2A9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D1507D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DBD2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DAB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51ED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12A1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C4A1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3D6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0579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121D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1205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7A3B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AA1512" w:rsidRPr="00AA1512" w14:paraId="29263856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8966D6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DEF078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635" w:type="dxa"/>
            <w:vMerge/>
            <w:vAlign w:val="center"/>
            <w:hideMark/>
          </w:tcPr>
          <w:p w14:paraId="3601292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485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DFB7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7CDE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7000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4BD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B360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8184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75F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0C646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199A7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CE59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50F1E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5C9C7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EB0C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419B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EE33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287D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8DE3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218B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1EA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E98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67E7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</w:tbl>
    <w:p w14:paraId="1E772CF9" w14:textId="77777777" w:rsidR="00AA1512" w:rsidRDefault="00AA1512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910"/>
        <w:gridCol w:w="635"/>
        <w:gridCol w:w="500"/>
        <w:gridCol w:w="500"/>
        <w:gridCol w:w="500"/>
        <w:gridCol w:w="500"/>
        <w:gridCol w:w="500"/>
        <w:gridCol w:w="500"/>
        <w:gridCol w:w="500"/>
        <w:gridCol w:w="500"/>
        <w:gridCol w:w="404"/>
        <w:gridCol w:w="596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AA1512" w:rsidRPr="00AA1512" w14:paraId="2831B9DF" w14:textId="77777777" w:rsidTr="00AA1512">
        <w:trPr>
          <w:trHeight w:val="48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3A4BF8C2" w14:textId="771FEA94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12091-16 Hulladékkersekedelem és -gazdálkodás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F93093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Hulladékkereskedelem és -gazdálkodás</w:t>
            </w:r>
          </w:p>
        </w:tc>
        <w:tc>
          <w:tcPr>
            <w:tcW w:w="635" w:type="dxa"/>
            <w:vMerge w:val="restart"/>
            <w:shd w:val="clear" w:color="000000" w:fill="92D050"/>
            <w:textDirection w:val="btLr"/>
            <w:hideMark/>
          </w:tcPr>
          <w:p w14:paraId="16D440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3185102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hulladékfelvásárló- és gazdálkodó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2A0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EF6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8E1A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76C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0A0E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D24E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A96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DC3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ECB63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BC18E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7F0C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92CC5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59EDD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928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BB2A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66CB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9F87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AB8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F0E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E1A8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5D1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0022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63A9080D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6B4732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3B39D6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Kereskedelmi alapismeretek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3CA95AC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0C0A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79F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8B99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F40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554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D972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0B2D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E941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18A78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8424A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358D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B939B7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BFE53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C875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2FF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493E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4AA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4C9E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244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350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0B8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F0E5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5D85442D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6A6B6A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4BA465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Kereskedelmi egységek működtetése</w:t>
            </w:r>
          </w:p>
        </w:tc>
        <w:tc>
          <w:tcPr>
            <w:tcW w:w="635" w:type="dxa"/>
            <w:vMerge/>
            <w:vAlign w:val="center"/>
            <w:hideMark/>
          </w:tcPr>
          <w:p w14:paraId="192A36E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8808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AB36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A2F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4AE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C57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74F5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F45C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5C6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E0C81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0C261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1A7A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ECE99B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ECF61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AA02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D39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035B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3AD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B168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CDC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B330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6153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26A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2D525B08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5C954DA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6D21C8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Hulladékkereskedelmi 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259D146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237C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FA5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3F7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DD7C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BBF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2A22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D01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40E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BA2C0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DC7C7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4715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60EAA8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BB1D1E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CDFC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DCC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6985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2DD9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F2CE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079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833F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FFA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9DF1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52E42BC2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B7B0AA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A54DD8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Hulladékgazdálkodási alapismeretek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34C409C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790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FFE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7352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3CA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362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8AB5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672C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4B3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911A6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531E6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6938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6DB5F96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2DBCD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B21E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9CC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746E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CF9E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EE9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0D1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A394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78CD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80F9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01B0AF48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66F875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FA81AF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Települési és termelési hulladékok</w:t>
            </w:r>
          </w:p>
        </w:tc>
        <w:tc>
          <w:tcPr>
            <w:tcW w:w="635" w:type="dxa"/>
            <w:vMerge/>
            <w:vAlign w:val="center"/>
            <w:hideMark/>
          </w:tcPr>
          <w:p w14:paraId="7F1ED04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28A1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60C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470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914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A21D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4BFE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D60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CA4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1BE80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447B4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467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28A25CA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C8A5A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768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06E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2C76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C8F1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F788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4C60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1889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5542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E7C6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224158AC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2410F0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4EB8B3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Hulladékok gyűjtése</w:t>
            </w:r>
          </w:p>
        </w:tc>
        <w:tc>
          <w:tcPr>
            <w:tcW w:w="635" w:type="dxa"/>
            <w:vMerge/>
            <w:vAlign w:val="center"/>
            <w:hideMark/>
          </w:tcPr>
          <w:p w14:paraId="1B499D5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2702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362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0C04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CAA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7FF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E0D0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F14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46C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0362B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9246F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D5E3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14:paraId="797559F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0A5C6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87FA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CFE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B172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DD1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661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264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1D99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0C8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2FF7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63457E2F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3FF38DF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D9ACBA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Hulladékkezelés folyamatai</w:t>
            </w:r>
          </w:p>
        </w:tc>
        <w:tc>
          <w:tcPr>
            <w:tcW w:w="635" w:type="dxa"/>
            <w:vMerge/>
            <w:vAlign w:val="center"/>
            <w:hideMark/>
          </w:tcPr>
          <w:p w14:paraId="3684582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35D1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BD6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4D46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9C13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AE9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F0FB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EA83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D3F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D1B60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E4C98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8D6DE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BBDCA1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FF0E1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CE0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C5B0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04B6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B7B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A79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F850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3CEC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5BCF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2C4A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68A4E0AF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7C06CCB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BE80A5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Hulladékgazdálkodás dokumentációs feladatai</w:t>
            </w:r>
          </w:p>
        </w:tc>
        <w:tc>
          <w:tcPr>
            <w:tcW w:w="635" w:type="dxa"/>
            <w:vMerge/>
            <w:vAlign w:val="center"/>
            <w:hideMark/>
          </w:tcPr>
          <w:p w14:paraId="7FE20D5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78D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6BD3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8C36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936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440F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161C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A40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FE5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22599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7806E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0A82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vMerge/>
            <w:vAlign w:val="center"/>
            <w:hideMark/>
          </w:tcPr>
          <w:p w14:paraId="2F31AF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164FE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054A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8D6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3DA3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51B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999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658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6A1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583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195A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20301461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84C9B4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DEDB66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Hulladékgazdálkodási gyakorlatok</w:t>
            </w:r>
          </w:p>
        </w:tc>
        <w:tc>
          <w:tcPr>
            <w:tcW w:w="635" w:type="dxa"/>
            <w:vMerge w:val="restart"/>
            <w:shd w:val="clear" w:color="000000" w:fill="92D050"/>
            <w:textDirection w:val="btLr"/>
            <w:hideMark/>
          </w:tcPr>
          <w:p w14:paraId="337A7A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3185102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hulladékfelvásárló- és gazdálkodó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CAF8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DBE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73B0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449F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D20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B4A6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D63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779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B1C7C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EE562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01F0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28353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33420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F18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F79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73CF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DAEB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14B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0E7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DB3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2F2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CD0B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308A4FCC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F8A939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24D1D9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Hulladékfajták anyagismerete</w:t>
            </w:r>
          </w:p>
        </w:tc>
        <w:tc>
          <w:tcPr>
            <w:tcW w:w="635" w:type="dxa"/>
            <w:vMerge/>
            <w:vAlign w:val="center"/>
            <w:hideMark/>
          </w:tcPr>
          <w:p w14:paraId="5373F42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6A6A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1D9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BFFF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01F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FF3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FAD4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58E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FFAC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78334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F73F4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8492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vMerge/>
            <w:vAlign w:val="center"/>
            <w:hideMark/>
          </w:tcPr>
          <w:p w14:paraId="7EF813A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15D57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ABF9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700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0D2C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6174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B2CB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5F3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C9B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DA33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E7ED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39F80FC2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4524095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288473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 mintavétel</w:t>
            </w:r>
          </w:p>
        </w:tc>
        <w:tc>
          <w:tcPr>
            <w:tcW w:w="635" w:type="dxa"/>
            <w:vMerge/>
            <w:vAlign w:val="center"/>
            <w:hideMark/>
          </w:tcPr>
          <w:p w14:paraId="112020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7E73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30D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5CA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651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12A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D7BD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CB0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883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7C2AA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20463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5753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2A28D85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01381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259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5AB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7F99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DD4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86C3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C6C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B65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6F8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9E2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0081F7E3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7C81541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8834B8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Hulladékok fizikai jellemzőinek vizsgálata</w:t>
            </w:r>
          </w:p>
        </w:tc>
        <w:tc>
          <w:tcPr>
            <w:tcW w:w="635" w:type="dxa"/>
            <w:vMerge/>
            <w:vAlign w:val="center"/>
            <w:hideMark/>
          </w:tcPr>
          <w:p w14:paraId="2FF424E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3761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AE85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37B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D38F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47AB9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E68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327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F1F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4CA67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3F033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FC09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5017C59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04F34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F68D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2B1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86E8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9EE2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758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C4A9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5AD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FFA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A39B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6F282777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150F5ED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9B6FB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Hulladékok kémiai jellemzőinek vizsgálata</w:t>
            </w:r>
          </w:p>
        </w:tc>
        <w:tc>
          <w:tcPr>
            <w:tcW w:w="635" w:type="dxa"/>
            <w:vMerge/>
            <w:vAlign w:val="center"/>
            <w:hideMark/>
          </w:tcPr>
          <w:p w14:paraId="4BE9E9E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BF08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723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2F6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2D6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EE8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EC60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C3E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659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C44CF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6D93C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0587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vMerge/>
            <w:vAlign w:val="center"/>
            <w:hideMark/>
          </w:tcPr>
          <w:p w14:paraId="0A2978C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0B40C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C043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F788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3EE7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340A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7F7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9B0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2BD6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C55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D695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11DDDDB5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727EE60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94CA19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Hulladékok biológiai vizsgálata</w:t>
            </w:r>
          </w:p>
        </w:tc>
        <w:tc>
          <w:tcPr>
            <w:tcW w:w="635" w:type="dxa"/>
            <w:vMerge/>
            <w:vAlign w:val="center"/>
            <w:hideMark/>
          </w:tcPr>
          <w:p w14:paraId="5BE01D7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D6F8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AEA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408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E26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AB5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4726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BDE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D05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8B5CF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1F7CE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A7F5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48840A9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976A6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D984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26F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62BD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06C3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D43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DD5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FEF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809C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FF2F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3BA5C5D9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78F16F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7719E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Anyagmérleg és forgalmi diagram</w:t>
            </w:r>
          </w:p>
        </w:tc>
        <w:tc>
          <w:tcPr>
            <w:tcW w:w="635" w:type="dxa"/>
            <w:vMerge/>
            <w:vAlign w:val="center"/>
            <w:hideMark/>
          </w:tcPr>
          <w:p w14:paraId="7CCD51D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C9F2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B34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BDDF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6E2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974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8776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DE99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F4C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422F6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C5DEA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0A09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vMerge/>
            <w:vAlign w:val="center"/>
            <w:hideMark/>
          </w:tcPr>
          <w:p w14:paraId="4E14615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E7E6B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A70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9AB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C4E6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5B4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C40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5EC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EE57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9789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764E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33DDB32F" w14:textId="77777777" w:rsidTr="00AA1512">
        <w:trPr>
          <w:trHeight w:val="960"/>
          <w:jc w:val="center"/>
        </w:trPr>
        <w:tc>
          <w:tcPr>
            <w:tcW w:w="635" w:type="dxa"/>
            <w:vMerge/>
            <w:vAlign w:val="center"/>
            <w:hideMark/>
          </w:tcPr>
          <w:p w14:paraId="61A3D75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588352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Dokumentációkezelés a hulladékgazdálkodásban</w:t>
            </w:r>
          </w:p>
        </w:tc>
        <w:tc>
          <w:tcPr>
            <w:tcW w:w="635" w:type="dxa"/>
            <w:vMerge/>
            <w:vAlign w:val="center"/>
            <w:hideMark/>
          </w:tcPr>
          <w:p w14:paraId="356D487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81781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7C3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3836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953D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7262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9E3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D1E5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0DD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049FF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1CC3D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65D2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700" w:type="dxa"/>
            <w:vMerge/>
            <w:vAlign w:val="center"/>
            <w:hideMark/>
          </w:tcPr>
          <w:p w14:paraId="0446D0F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CAF84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4B6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B07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9022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9E4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3C98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6A9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C17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470B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9680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AA1512" w:rsidRPr="00AA1512" w14:paraId="0A60474F" w14:textId="77777777" w:rsidTr="00AA1512">
        <w:trPr>
          <w:trHeight w:val="48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5B2FE1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11937-16 Környezetevédelmi alapismeretek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6F6332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Földtudományi alapok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3E14B2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0B5B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CD7B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7EC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FDD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78C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9863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CA1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163B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90808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43A8A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DDBB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961F0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D62D1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0D60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4AE8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D43E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097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5E4E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9E4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BEEC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805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8214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AA1512" w:rsidRPr="00AA1512" w14:paraId="28965603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A9C4AF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8F5829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Föld, mint bolygó</w:t>
            </w:r>
          </w:p>
        </w:tc>
        <w:tc>
          <w:tcPr>
            <w:tcW w:w="635" w:type="dxa"/>
            <w:vMerge/>
            <w:vAlign w:val="center"/>
            <w:hideMark/>
          </w:tcPr>
          <w:p w14:paraId="0DA065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271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889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650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A6D4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382F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8819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76C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90F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8BAC6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0590D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6D32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4F30B3F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757A8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E963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AB7C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DCA8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D11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BBF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FEF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969E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4BE5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B7E3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AA1512" w:rsidRPr="00AA1512" w14:paraId="0F8D3DAA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A6E6E4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98A8F8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kőzetburok anyagai és folyamatai</w:t>
            </w:r>
          </w:p>
        </w:tc>
        <w:tc>
          <w:tcPr>
            <w:tcW w:w="635" w:type="dxa"/>
            <w:vMerge/>
            <w:vAlign w:val="center"/>
            <w:hideMark/>
          </w:tcPr>
          <w:p w14:paraId="03B1558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2A34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81E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585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2F3E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7CFC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80D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545D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B60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7F2DA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AB73E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F4B1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00" w:type="dxa"/>
            <w:vMerge/>
            <w:vAlign w:val="center"/>
            <w:hideMark/>
          </w:tcPr>
          <w:p w14:paraId="3052306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C182D3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8CA2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10A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3A63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126A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782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6DAE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762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F59C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9386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AA1512" w:rsidRPr="00AA1512" w14:paraId="285E85C1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3883538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128922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légkör anyagai és folyamatai</w:t>
            </w:r>
          </w:p>
        </w:tc>
        <w:tc>
          <w:tcPr>
            <w:tcW w:w="635" w:type="dxa"/>
            <w:vMerge/>
            <w:vAlign w:val="center"/>
            <w:hideMark/>
          </w:tcPr>
          <w:p w14:paraId="2C7AA9E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D583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190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D71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B0E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64DC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E9F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BF26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A5C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E1D4E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568E9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E04C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700" w:type="dxa"/>
            <w:vMerge/>
            <w:vAlign w:val="center"/>
            <w:hideMark/>
          </w:tcPr>
          <w:p w14:paraId="0BEF30F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35203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2173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69A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38BF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2A9A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C3D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05E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3B7A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E349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8ED3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AA1512" w:rsidRPr="00AA1512" w14:paraId="0698C98B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D3E138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17F264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vízburok anyagai és folyamatai</w:t>
            </w:r>
          </w:p>
        </w:tc>
        <w:tc>
          <w:tcPr>
            <w:tcW w:w="635" w:type="dxa"/>
            <w:vMerge/>
            <w:vAlign w:val="center"/>
            <w:hideMark/>
          </w:tcPr>
          <w:p w14:paraId="65EBAF7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7E5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A84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2A5F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92FEF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C48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7C9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0DAB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A52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190E4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E8885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7B6E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00" w:type="dxa"/>
            <w:vMerge/>
            <w:vAlign w:val="center"/>
            <w:hideMark/>
          </w:tcPr>
          <w:p w14:paraId="68440AC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5EE0C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1A2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47B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766F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5EB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18E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7D8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FAD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0DD0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F329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AA1512" w:rsidRPr="00AA1512" w14:paraId="11BDF1AE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E7881F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01E712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Hidrológiai alapok</w:t>
            </w:r>
          </w:p>
        </w:tc>
        <w:tc>
          <w:tcPr>
            <w:tcW w:w="635" w:type="dxa"/>
            <w:vMerge/>
            <w:vAlign w:val="center"/>
            <w:hideMark/>
          </w:tcPr>
          <w:p w14:paraId="0AE7437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1376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BBE9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02E8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5C5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449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0690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B98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15C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875AC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56F35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6568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B6570B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A16A3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742B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B0DD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31A9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081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9153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918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5D1E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551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1612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AA1512" w:rsidRPr="00AA1512" w14:paraId="2A6804F3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3EED6BF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553AEB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Magyarország természeti és társadalmi földrajza</w:t>
            </w:r>
          </w:p>
        </w:tc>
        <w:tc>
          <w:tcPr>
            <w:tcW w:w="635" w:type="dxa"/>
            <w:vMerge/>
            <w:vAlign w:val="center"/>
            <w:hideMark/>
          </w:tcPr>
          <w:p w14:paraId="666236A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D6DF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204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945C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266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1235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ABBC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6F7B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E754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894A6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9BD9A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DE78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6C3799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1C4A7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6131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915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8CC5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9FE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2D10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1ED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ADE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3E9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26D93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AA1512" w:rsidRPr="00AA1512" w14:paraId="53B163B6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3929C5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A83B8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ismeretek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0A4BCD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6E8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1EFD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3CA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3C1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932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8E78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ACD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AA41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6A3A8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F881F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228A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C1BAA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C5E50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911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3EA3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0D6E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4CE8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B56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A062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F829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639C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52A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</w:tr>
      <w:tr w:rsidR="00AA1512" w:rsidRPr="00AA1512" w14:paraId="63D65FB0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574B0DE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560B65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Szakmai számítások</w:t>
            </w:r>
          </w:p>
        </w:tc>
        <w:tc>
          <w:tcPr>
            <w:tcW w:w="635" w:type="dxa"/>
            <w:vMerge/>
            <w:vAlign w:val="center"/>
            <w:hideMark/>
          </w:tcPr>
          <w:p w14:paraId="1A3F677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712D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8D4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C82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983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45EE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74E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CD5C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2F2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AC728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55C3D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AB8A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65F02F8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A5C06C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C53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ACE3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A619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28F3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354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0C9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DA0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D3C6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82F3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7BCD0C40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3221C0A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3E9693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Általános rajztechnikai 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3C77326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D6AE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F3D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4174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A2F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A532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9813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032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40B1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CF0F5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30E24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AD3B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vMerge/>
            <w:vAlign w:val="center"/>
            <w:hideMark/>
          </w:tcPr>
          <w:p w14:paraId="30D43FF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A5AE7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238B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675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C508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ECD8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B6C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EAC1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0E1E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B77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EF48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AA1512" w:rsidRPr="00AA1512" w14:paraId="12D8B09B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045BEB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575280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Mechanika</w:t>
            </w:r>
          </w:p>
        </w:tc>
        <w:tc>
          <w:tcPr>
            <w:tcW w:w="635" w:type="dxa"/>
            <w:vMerge/>
            <w:vAlign w:val="center"/>
            <w:hideMark/>
          </w:tcPr>
          <w:p w14:paraId="0A8D4FB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8CC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FD64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6D0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CC4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9638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1570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F33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6BC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E43BC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79363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5DC2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700" w:type="dxa"/>
            <w:vMerge/>
            <w:vAlign w:val="center"/>
            <w:hideMark/>
          </w:tcPr>
          <w:p w14:paraId="54052CF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9C060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A041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ED81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E3D8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F73A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45F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9A6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B62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C09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6CB1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AA1512" w:rsidRPr="00AA1512" w14:paraId="6068B634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1DFBE14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2FF539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Hidrosztatika</w:t>
            </w:r>
          </w:p>
        </w:tc>
        <w:tc>
          <w:tcPr>
            <w:tcW w:w="635" w:type="dxa"/>
            <w:vMerge/>
            <w:vAlign w:val="center"/>
            <w:hideMark/>
          </w:tcPr>
          <w:p w14:paraId="7837858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0B52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7C93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F0C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21B2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775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22DF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CC5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124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BFA97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788C4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E04A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B94A3E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616A8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4096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C98F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751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F4B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B2A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2F9C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858C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6C2D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2D502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AA1512" w:rsidRPr="00AA1512" w14:paraId="6C0800D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C22DCB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07AC4B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Hidrodinamika</w:t>
            </w:r>
          </w:p>
        </w:tc>
        <w:tc>
          <w:tcPr>
            <w:tcW w:w="635" w:type="dxa"/>
            <w:vMerge/>
            <w:vAlign w:val="center"/>
            <w:hideMark/>
          </w:tcPr>
          <w:p w14:paraId="10DA08C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ED7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273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240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B772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1401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37F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D9A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E4F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12322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BEE3D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AC8F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003700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ED35E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38A5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216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66A0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23FF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93C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7040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6934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0BD1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83EC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AA1512" w:rsidRPr="00AA1512" w14:paraId="059B0EF8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0A16170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C7D001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Környezeti kémia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327948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B91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FAD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EAF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DC5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154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EBC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1C6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4F32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F45F4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9C16C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6965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26B43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80754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3B64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D76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D248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6FA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6DD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2B1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8067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89D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850E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AA1512" w:rsidRPr="00AA1512" w14:paraId="181A5F5B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899EFC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48F604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Anyagi rendszerek</w:t>
            </w:r>
          </w:p>
        </w:tc>
        <w:tc>
          <w:tcPr>
            <w:tcW w:w="635" w:type="dxa"/>
            <w:vMerge/>
            <w:vAlign w:val="center"/>
            <w:hideMark/>
          </w:tcPr>
          <w:p w14:paraId="7B6E7C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9B13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8FF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136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093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E813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4132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B79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8AC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C4BE1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606DC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5001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585D25B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7C851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BAD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CE3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B0F8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44D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AC8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3EA7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6F2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87D2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A161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AA1512" w:rsidRPr="00AA1512" w14:paraId="5165DF18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6C8F5A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6841DF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kötések és kémiai reakciók</w:t>
            </w:r>
          </w:p>
        </w:tc>
        <w:tc>
          <w:tcPr>
            <w:tcW w:w="635" w:type="dxa"/>
            <w:vMerge/>
            <w:vAlign w:val="center"/>
            <w:hideMark/>
          </w:tcPr>
          <w:p w14:paraId="357D9B7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C0FF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0F81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F7F6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210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19A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9CC9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F56A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10F0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4E0BD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CC463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1979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7D56830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EE975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30A3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079B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9DD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06E5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078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3FC9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74D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0022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2B40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773367F7" w14:textId="77777777" w:rsidTr="00AA1512">
        <w:trPr>
          <w:trHeight w:val="960"/>
          <w:jc w:val="center"/>
        </w:trPr>
        <w:tc>
          <w:tcPr>
            <w:tcW w:w="635" w:type="dxa"/>
            <w:vMerge/>
            <w:vAlign w:val="center"/>
            <w:hideMark/>
          </w:tcPr>
          <w:p w14:paraId="4C2C7B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18136C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Környezetvédelmi szempontból jelentős szervetlen anyagok tulajdonságai</w:t>
            </w:r>
          </w:p>
        </w:tc>
        <w:tc>
          <w:tcPr>
            <w:tcW w:w="635" w:type="dxa"/>
            <w:vMerge/>
            <w:vAlign w:val="center"/>
            <w:hideMark/>
          </w:tcPr>
          <w:p w14:paraId="351FDCD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680E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0CC1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7AB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2BE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449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7C93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657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CAB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07DA2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EC49A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71AD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700" w:type="dxa"/>
            <w:vMerge/>
            <w:vAlign w:val="center"/>
            <w:hideMark/>
          </w:tcPr>
          <w:p w14:paraId="3F0FCFC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CA3F91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97A6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D65B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7312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90E8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6F8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4F7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92CE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15A2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F619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</w:tr>
      <w:tr w:rsidR="00AA1512" w:rsidRPr="00AA1512" w14:paraId="3EC840A5" w14:textId="77777777" w:rsidTr="00AA1512">
        <w:trPr>
          <w:trHeight w:val="960"/>
          <w:jc w:val="center"/>
        </w:trPr>
        <w:tc>
          <w:tcPr>
            <w:tcW w:w="635" w:type="dxa"/>
            <w:vMerge/>
            <w:vAlign w:val="center"/>
            <w:hideMark/>
          </w:tcPr>
          <w:p w14:paraId="0A28660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ADE87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Környezetvédelmi szempontból fontos szerves anyagok és tulajdonságaik</w:t>
            </w:r>
          </w:p>
        </w:tc>
        <w:tc>
          <w:tcPr>
            <w:tcW w:w="635" w:type="dxa"/>
            <w:vMerge/>
            <w:vAlign w:val="center"/>
            <w:hideMark/>
          </w:tcPr>
          <w:p w14:paraId="560FE08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25D6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4EB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2B12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6DBB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3A6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A5E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35A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8F48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1CF1C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17758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7C0B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/>
            <w:vAlign w:val="center"/>
            <w:hideMark/>
          </w:tcPr>
          <w:p w14:paraId="03D22BD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E8477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9BB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1BE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B2A2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D9A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C580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A16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A59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7E4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D357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</w:tbl>
    <w:p w14:paraId="26DDA2D7" w14:textId="77777777" w:rsidR="00AA1512" w:rsidRDefault="00AA1512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910"/>
        <w:gridCol w:w="635"/>
        <w:gridCol w:w="500"/>
        <w:gridCol w:w="500"/>
        <w:gridCol w:w="500"/>
        <w:gridCol w:w="500"/>
        <w:gridCol w:w="500"/>
        <w:gridCol w:w="500"/>
        <w:gridCol w:w="500"/>
        <w:gridCol w:w="500"/>
        <w:gridCol w:w="404"/>
        <w:gridCol w:w="596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AA1512" w:rsidRPr="00AA1512" w14:paraId="5E384761" w14:textId="77777777" w:rsidTr="00AA1512">
        <w:trPr>
          <w:trHeight w:val="480"/>
          <w:jc w:val="center"/>
        </w:trPr>
        <w:tc>
          <w:tcPr>
            <w:tcW w:w="635" w:type="dxa"/>
            <w:vMerge w:val="restart"/>
            <w:vAlign w:val="center"/>
            <w:hideMark/>
          </w:tcPr>
          <w:p w14:paraId="2364CB77" w14:textId="5D051403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CDE5FA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alapismeretek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2A0993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5AD8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30A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60B6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F86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05F9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3197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C54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0C2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94090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CF98D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C8F5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47B70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E8836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977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8975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6555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E27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BF6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E3C0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6F77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552E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E3C6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215</w:t>
            </w:r>
          </w:p>
        </w:tc>
      </w:tr>
      <w:tr w:rsidR="00AA1512" w:rsidRPr="00AA1512" w14:paraId="6E86E0C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301749C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877171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Környezet- és természetvédelem</w:t>
            </w:r>
          </w:p>
        </w:tc>
        <w:tc>
          <w:tcPr>
            <w:tcW w:w="635" w:type="dxa"/>
            <w:vMerge/>
            <w:vAlign w:val="center"/>
            <w:hideMark/>
          </w:tcPr>
          <w:p w14:paraId="5BBD8A1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68AD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23F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D00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881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B70E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AA0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E86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B8B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C6FE7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C0588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4857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155F89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2E17B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17C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245E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390C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9B23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D9A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63E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8BAD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02C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29ED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AA1512" w:rsidRPr="00AA1512" w14:paraId="07047CE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47699B7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97D089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Globális problémák</w:t>
            </w:r>
          </w:p>
        </w:tc>
        <w:tc>
          <w:tcPr>
            <w:tcW w:w="635" w:type="dxa"/>
            <w:vMerge/>
            <w:vAlign w:val="center"/>
            <w:hideMark/>
          </w:tcPr>
          <w:p w14:paraId="0CBFF1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AF41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4E9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65EC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3132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615D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5B1C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685C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AB25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3C142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83036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B876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3BAD640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5E3153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1D3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8940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248B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F5FF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59C2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755F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DA02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B033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AA9A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AA1512" w:rsidRPr="00AA1512" w14:paraId="011634E1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5238C1F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6754FC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Ökológia alapjai</w:t>
            </w:r>
          </w:p>
        </w:tc>
        <w:tc>
          <w:tcPr>
            <w:tcW w:w="635" w:type="dxa"/>
            <w:vMerge/>
            <w:vAlign w:val="center"/>
            <w:hideMark/>
          </w:tcPr>
          <w:p w14:paraId="3D838B7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8966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532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D954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966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54EA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0AD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09A4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351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58709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892C3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5BFE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6145FD2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0E886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92D3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021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9155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6DA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A1F0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480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F4B8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C9F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854E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AA1512" w:rsidRPr="00AA1512" w14:paraId="73DC155F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BF745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82873D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természetvédelem alapjai</w:t>
            </w:r>
          </w:p>
        </w:tc>
        <w:tc>
          <w:tcPr>
            <w:tcW w:w="635" w:type="dxa"/>
            <w:vMerge/>
            <w:vAlign w:val="center"/>
            <w:hideMark/>
          </w:tcPr>
          <w:p w14:paraId="72F1620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4BE0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080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59DB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257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4CB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F52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932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066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44958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CC4EA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56DF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vMerge/>
            <w:vAlign w:val="center"/>
            <w:hideMark/>
          </w:tcPr>
          <w:p w14:paraId="64C0D1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340CD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DDF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6A9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0B17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045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D7DE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E3D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FDB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331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BE1F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AA1512" w:rsidRPr="00AA1512" w14:paraId="49CADED0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5D2CDF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D95E36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víz, mint környezeti elem</w:t>
            </w:r>
          </w:p>
        </w:tc>
        <w:tc>
          <w:tcPr>
            <w:tcW w:w="635" w:type="dxa"/>
            <w:vMerge/>
            <w:vAlign w:val="center"/>
            <w:hideMark/>
          </w:tcPr>
          <w:p w14:paraId="1A41BB6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BE9E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C257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AF2F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623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506D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7F64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B3C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0BC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69BA1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B7DB4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C2B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700" w:type="dxa"/>
            <w:vMerge/>
            <w:vAlign w:val="center"/>
            <w:hideMark/>
          </w:tcPr>
          <w:p w14:paraId="7C7A241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C6F8B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4082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E82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5238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432F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7CC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EAD5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FA6B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0DC6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95D2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AA1512" w:rsidRPr="00AA1512" w14:paraId="14AE31E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6D2BB4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D67C4A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levegő, mint környezeti elem</w:t>
            </w:r>
          </w:p>
        </w:tc>
        <w:tc>
          <w:tcPr>
            <w:tcW w:w="635" w:type="dxa"/>
            <w:vMerge/>
            <w:vAlign w:val="center"/>
            <w:hideMark/>
          </w:tcPr>
          <w:p w14:paraId="70F0DC9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4A77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B09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5AF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B96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9839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7A53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9EC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862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9AAFC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FB3AB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C5C4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700" w:type="dxa"/>
            <w:vMerge/>
            <w:vAlign w:val="center"/>
            <w:hideMark/>
          </w:tcPr>
          <w:p w14:paraId="500C8AE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39471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69E7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E42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853C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77F4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DB7F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2C1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2B1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A284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CA94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</w:tr>
      <w:tr w:rsidR="00AA1512" w:rsidRPr="00AA1512" w14:paraId="2601449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79BC7BB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EE3532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talaj, mint környezeti elem</w:t>
            </w:r>
          </w:p>
        </w:tc>
        <w:tc>
          <w:tcPr>
            <w:tcW w:w="635" w:type="dxa"/>
            <w:vMerge/>
            <w:vAlign w:val="center"/>
            <w:hideMark/>
          </w:tcPr>
          <w:p w14:paraId="01F8FAA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373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8BD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C45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FD0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3C9D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853D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8C0B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1F3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22447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4C6A7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2104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700" w:type="dxa"/>
            <w:vMerge/>
            <w:vAlign w:val="center"/>
            <w:hideMark/>
          </w:tcPr>
          <w:p w14:paraId="31C69F3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D6AD9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CD4A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F8F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5C57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B4F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6CE6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089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615B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174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1119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</w:tr>
      <w:tr w:rsidR="00AA1512" w:rsidRPr="00AA1512" w14:paraId="417351B2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9B07CF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2B6E71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Települési környezet védelme</w:t>
            </w:r>
          </w:p>
        </w:tc>
        <w:tc>
          <w:tcPr>
            <w:tcW w:w="635" w:type="dxa"/>
            <w:vMerge/>
            <w:vAlign w:val="center"/>
            <w:hideMark/>
          </w:tcPr>
          <w:p w14:paraId="5DCC7BF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BD14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B984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26F9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6C9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3B2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0019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F39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DC0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A2970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2D57E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54C8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700" w:type="dxa"/>
            <w:vMerge/>
            <w:vAlign w:val="center"/>
            <w:hideMark/>
          </w:tcPr>
          <w:p w14:paraId="56AC04A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3A95F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97F9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5600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70BE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494E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482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21C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B568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AFC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3077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53</w:t>
            </w:r>
          </w:p>
        </w:tc>
      </w:tr>
      <w:tr w:rsidR="00AA1512" w:rsidRPr="00AA1512" w14:paraId="062AC85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0011EF8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B1F146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Környezettechnika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025E0D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4A38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393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5EA4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C34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DFAC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EB3C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8717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E09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E0F51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CA96D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E1B0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F4128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1CC57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57F5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FD3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510D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91E7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C45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FF7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FEDA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5FB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A035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AA1512" w:rsidRPr="00AA1512" w14:paraId="1FD7340E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32553A2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AA5B88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Fizikai eljárások</w:t>
            </w:r>
          </w:p>
        </w:tc>
        <w:tc>
          <w:tcPr>
            <w:tcW w:w="635" w:type="dxa"/>
            <w:vMerge/>
            <w:vAlign w:val="center"/>
            <w:hideMark/>
          </w:tcPr>
          <w:p w14:paraId="12A3CC6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E59D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EE5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0E3F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1AE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8C4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4ACB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B60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E2B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7BD96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F43E8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2FA0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4D28776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78FC1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6CB4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5A8B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A120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6739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9DC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6F23E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C25B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672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A90F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01374781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1DF4BA2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096456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eljárások</w:t>
            </w:r>
          </w:p>
        </w:tc>
        <w:tc>
          <w:tcPr>
            <w:tcW w:w="635" w:type="dxa"/>
            <w:vMerge/>
            <w:vAlign w:val="center"/>
            <w:hideMark/>
          </w:tcPr>
          <w:p w14:paraId="2FF26FF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BD48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E13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E9E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D71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C807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DB31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0B55F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D97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AC6FC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EE491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A499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700" w:type="dxa"/>
            <w:vMerge/>
            <w:vAlign w:val="center"/>
            <w:hideMark/>
          </w:tcPr>
          <w:p w14:paraId="229D6F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BA9B9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EFE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472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BB57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0EDE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7CF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2A3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8AC3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50A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224E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</w:tr>
      <w:tr w:rsidR="00AA1512" w:rsidRPr="00AA1512" w14:paraId="476D7A0C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0BED89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487B93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Biológiai eljárások alapjai</w:t>
            </w:r>
          </w:p>
        </w:tc>
        <w:tc>
          <w:tcPr>
            <w:tcW w:w="635" w:type="dxa"/>
            <w:vMerge/>
            <w:vAlign w:val="center"/>
            <w:hideMark/>
          </w:tcPr>
          <w:p w14:paraId="15D9B6F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4E0E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706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DBB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C9E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B6A1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6BC3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3C70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0FB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38728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32F6D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7884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700" w:type="dxa"/>
            <w:vMerge/>
            <w:vAlign w:val="center"/>
            <w:hideMark/>
          </w:tcPr>
          <w:p w14:paraId="736D489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85EEF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2C6E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9B64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7BE2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B281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D2F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542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9749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2A8E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464F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2E4A8AF4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DEFF25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931584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gyakorlat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4514D0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8D7C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8D6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4BCD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829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096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CDE0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180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B62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D0605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AFC93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BA00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8A0F9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28B74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06D4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513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A056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3360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07BE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89F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870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A482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3CE5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</w:tr>
      <w:tr w:rsidR="00AA1512" w:rsidRPr="00AA1512" w14:paraId="0B1CB04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CC1734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47147D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Fizikai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28DCAD5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F28D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FA3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B026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A2B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E438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4ACA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34EE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BA3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08870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D4FD3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667E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39199E8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E3C13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928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0D49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CF60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B286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619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6879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0446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AA0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9487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6FB7F421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66A440E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65BC4D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499AAEB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2E6B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16A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C070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B10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A04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F8C5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179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C7D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EC114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030E6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06E3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vMerge/>
            <w:vAlign w:val="center"/>
            <w:hideMark/>
          </w:tcPr>
          <w:p w14:paraId="4654CDD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69E31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389F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4BBE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D070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8656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112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F3F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1C76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EF3B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D7CB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</w:tr>
      <w:tr w:rsidR="00AA1512" w:rsidRPr="00AA1512" w14:paraId="6B52F98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F1D816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9FB6B7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Biológiai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2D55D27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775E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5FA4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4196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CF5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D045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805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DFB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397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21A5D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8701A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ADFB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vMerge/>
            <w:vAlign w:val="center"/>
            <w:hideMark/>
          </w:tcPr>
          <w:p w14:paraId="409EDCC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8949D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E36F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303E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CFE5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99B7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29B2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3F1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5563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E53A2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F3CE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</w:tr>
      <w:tr w:rsidR="00AA1512" w:rsidRPr="00AA1512" w14:paraId="366B0815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93C825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161480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Hidrometeorológiai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1C1426A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1AC7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BD2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9410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4462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FE0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CB31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32A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1B3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D4ABE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78773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744B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5290073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71112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AC1F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C52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342F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0618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A77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F1C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FC86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B31D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7011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2F1063DC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321E69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69739D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Ökológiai vizsgálatok és megfigyelések</w:t>
            </w:r>
          </w:p>
        </w:tc>
        <w:tc>
          <w:tcPr>
            <w:tcW w:w="635" w:type="dxa"/>
            <w:vMerge/>
            <w:vAlign w:val="center"/>
            <w:hideMark/>
          </w:tcPr>
          <w:p w14:paraId="7291EB6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00BE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977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03C3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321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A17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07D1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604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9F6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024DF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1ADE6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6136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577D908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1D864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B4E4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9BB3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4F9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5823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66D7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A77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A737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346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C678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AA1512" w:rsidRPr="00AA1512" w14:paraId="29DB54C6" w14:textId="77777777" w:rsidTr="00AA1512">
        <w:trPr>
          <w:trHeight w:val="960"/>
          <w:jc w:val="center"/>
        </w:trPr>
        <w:tc>
          <w:tcPr>
            <w:tcW w:w="635" w:type="dxa"/>
            <w:vMerge/>
            <w:vAlign w:val="center"/>
            <w:hideMark/>
          </w:tcPr>
          <w:p w14:paraId="22D3AEB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DE15F8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Mechanikai, hidrosztatikai és hidrodinamikai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3A1A330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2478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CE6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6312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B9DD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4C1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232D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22E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0CBD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FD596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FED22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485F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4E96A20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3D3E1A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85AD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EFF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532C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0C0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7F1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35E6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49D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BD3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B0DB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AA1512" w:rsidRPr="00AA1512" w14:paraId="428FF708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5E50044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EC1C5A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Földméréstan</w:t>
            </w:r>
          </w:p>
        </w:tc>
        <w:tc>
          <w:tcPr>
            <w:tcW w:w="635" w:type="dxa"/>
            <w:vMerge/>
            <w:vAlign w:val="center"/>
            <w:hideMark/>
          </w:tcPr>
          <w:p w14:paraId="2AC9778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B75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DD21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E98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0241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8C8D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3F2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129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168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87839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73B94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CBDF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1F39932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CE077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006B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B7A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F54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E69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AFB0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87C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7BED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89E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073B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AA1512" w:rsidRPr="00AA1512" w14:paraId="4A5EBE49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804C9C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ABD589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Környezeti elemek vizsgálata</w:t>
            </w:r>
          </w:p>
        </w:tc>
        <w:tc>
          <w:tcPr>
            <w:tcW w:w="635" w:type="dxa"/>
            <w:vMerge/>
            <w:vAlign w:val="center"/>
            <w:hideMark/>
          </w:tcPr>
          <w:p w14:paraId="2CFB8F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CBCF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EFF1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1433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00FE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FBD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C8C8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3B5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4F32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041FC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E8505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3D6A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2F3E1EA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2A2BE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E425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870E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4739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D84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057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C63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C852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1633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BF564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4E3A2559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FB6C91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24D57A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Épített környezet vizsgálata</w:t>
            </w:r>
          </w:p>
        </w:tc>
        <w:tc>
          <w:tcPr>
            <w:tcW w:w="635" w:type="dxa"/>
            <w:vMerge/>
            <w:vAlign w:val="center"/>
            <w:hideMark/>
          </w:tcPr>
          <w:p w14:paraId="3C27F1B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70C9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7D3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67104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752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4E03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E0C5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1087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232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9C7F7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76F8A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2C9A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/>
            <w:vAlign w:val="center"/>
            <w:hideMark/>
          </w:tcPr>
          <w:p w14:paraId="031D402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3200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949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880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C65F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3F2A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B7D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BC8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C1D9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F41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00A8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AA1512" w:rsidRPr="00AA1512" w14:paraId="4ACFBD24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7B7B24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D3E492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Analitika</w:t>
            </w:r>
          </w:p>
        </w:tc>
        <w:tc>
          <w:tcPr>
            <w:tcW w:w="635" w:type="dxa"/>
            <w:vMerge/>
            <w:vAlign w:val="center"/>
            <w:hideMark/>
          </w:tcPr>
          <w:p w14:paraId="6989E37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92F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767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B411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0CA8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2FC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CEB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043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C6F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1D60F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C0C1C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B984F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vMerge/>
            <w:vAlign w:val="center"/>
            <w:hideMark/>
          </w:tcPr>
          <w:p w14:paraId="232FD7D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775B2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F07B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653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71B4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1F98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381F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1CEA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4A22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119F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5B50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AA1512" w:rsidRPr="00AA1512" w14:paraId="61BA4095" w14:textId="77777777" w:rsidTr="00AA1512">
        <w:trPr>
          <w:trHeight w:val="48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1E97EC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11938-16 Környezetvédelmi technikus feladatok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566AB8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Környezetvédelmi technológiák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0ECE70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208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FB8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57D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8828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824D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E825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1D1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DA6D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7AC90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226F4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7E48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6A8E3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83CFB2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BCA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3E1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90AB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17C4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E6A1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DA2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DE33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907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2B64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AA1512" w:rsidRPr="00AA1512" w14:paraId="7918BC0F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14C910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164D83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Közgazdasági alapfogalmak</w:t>
            </w:r>
          </w:p>
        </w:tc>
        <w:tc>
          <w:tcPr>
            <w:tcW w:w="635" w:type="dxa"/>
            <w:vMerge/>
            <w:vAlign w:val="center"/>
            <w:hideMark/>
          </w:tcPr>
          <w:p w14:paraId="04C8916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7FC0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296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6233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6A8D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CDA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146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515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D84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04E48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649D1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E4ED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6DDBA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90931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802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38E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DBC9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CC42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3AC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D87F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9A5B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B7823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0C8A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AA1512" w:rsidRPr="00AA1512" w14:paraId="4779DBF4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4F3732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A9561A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Víz- és szennyvíztisztítás</w:t>
            </w:r>
          </w:p>
        </w:tc>
        <w:tc>
          <w:tcPr>
            <w:tcW w:w="635" w:type="dxa"/>
            <w:vMerge/>
            <w:vAlign w:val="center"/>
            <w:hideMark/>
          </w:tcPr>
          <w:p w14:paraId="5FCF3BB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33FB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669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456C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4E9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D494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FF8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F7D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866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66D38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721A5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D89C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0F55CF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FC03A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550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92E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CA6E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F531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D71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7C47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4BE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7C2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4678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79B387CF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8F7F21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B0E22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Levegőtisztaság-védelem</w:t>
            </w:r>
          </w:p>
        </w:tc>
        <w:tc>
          <w:tcPr>
            <w:tcW w:w="635" w:type="dxa"/>
            <w:vMerge/>
            <w:vAlign w:val="center"/>
            <w:hideMark/>
          </w:tcPr>
          <w:p w14:paraId="78414A4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B2E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D42F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3540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84F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4774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1BC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434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CFF6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9398D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0019C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DCFE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11EB90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ACE57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EAAD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A95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17C2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8E5E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A1A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87E5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8051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D23E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B437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26825BC5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76E117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4A0664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Talajvédelem</w:t>
            </w:r>
          </w:p>
        </w:tc>
        <w:tc>
          <w:tcPr>
            <w:tcW w:w="635" w:type="dxa"/>
            <w:vMerge/>
            <w:vAlign w:val="center"/>
            <w:hideMark/>
          </w:tcPr>
          <w:p w14:paraId="2880BB9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944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BF83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1507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D1C7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1DF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2AFE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6A5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070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726B3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2B332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9CFB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479920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E41C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585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BDCA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FE23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AD74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AB6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725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D041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9CD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CFD0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34A676AD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207546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E3DEA5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Zaj- és sugárvédelem</w:t>
            </w:r>
          </w:p>
        </w:tc>
        <w:tc>
          <w:tcPr>
            <w:tcW w:w="635" w:type="dxa"/>
            <w:vMerge/>
            <w:vAlign w:val="center"/>
            <w:hideMark/>
          </w:tcPr>
          <w:p w14:paraId="48537C8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DDCD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3C6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B12A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C9B2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C532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3038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681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F8C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8B0D3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2B8DC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DC9E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BF3E6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CA5FD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C53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BE1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2532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0A63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331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32B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4FD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512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ABB7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AA1512" w:rsidRPr="00AA1512" w14:paraId="5038CCE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123A97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029BD5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Hulladékgazdálkodás</w:t>
            </w:r>
          </w:p>
        </w:tc>
        <w:tc>
          <w:tcPr>
            <w:tcW w:w="635" w:type="dxa"/>
            <w:vMerge/>
            <w:vAlign w:val="center"/>
            <w:hideMark/>
          </w:tcPr>
          <w:p w14:paraId="5C51443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B2BF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34C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3DED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E41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A2E7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E51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A2E5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7F0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013B92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FB39B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53528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F90C89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06C761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FB28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994F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E3B6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D265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9CF7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066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CB7A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5D8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ADCA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31CF0257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2E1A0E4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8A217B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Környezetgazdaságtan</w:t>
            </w:r>
          </w:p>
        </w:tc>
        <w:tc>
          <w:tcPr>
            <w:tcW w:w="635" w:type="dxa"/>
            <w:vMerge/>
            <w:vAlign w:val="center"/>
            <w:hideMark/>
          </w:tcPr>
          <w:p w14:paraId="3D74156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6E9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287E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8587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152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C273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D472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43E7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2457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249D1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4E4ED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6AFB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C4A293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1BB24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2B6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586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B781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011FF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52F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6C7F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539E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C8B6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AC8D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AA1512" w:rsidRPr="00AA1512" w14:paraId="2299B4B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D9993B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7C440E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Környezet-egészségtan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7EFA8F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3A4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958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C635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027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9800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246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D16C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4A5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17B39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F5CEC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F1C5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8207F4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1BE8E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511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705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1689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A3E3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B21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F23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5CC9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B7AD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85C9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AA1512" w:rsidRPr="00AA1512" w14:paraId="6290F9EE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7DB60AB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BC630E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Veszélyes környezetszennyező anyagok</w:t>
            </w:r>
          </w:p>
        </w:tc>
        <w:tc>
          <w:tcPr>
            <w:tcW w:w="635" w:type="dxa"/>
            <w:vMerge/>
            <w:vAlign w:val="center"/>
            <w:hideMark/>
          </w:tcPr>
          <w:p w14:paraId="0D4FC62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14F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FC69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6F2C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F81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0EAD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314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AE2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06D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C6151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C8049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90C7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D52EF3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1B017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845E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33E6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1DEA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C3C1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098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49B2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381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487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8A9C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AA1512" w:rsidRPr="00AA1512" w14:paraId="054257B1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6ED1188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6A77AB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Mérgező anyagok átalakulása a környezetben</w:t>
            </w:r>
          </w:p>
        </w:tc>
        <w:tc>
          <w:tcPr>
            <w:tcW w:w="635" w:type="dxa"/>
            <w:vMerge/>
            <w:vAlign w:val="center"/>
            <w:hideMark/>
          </w:tcPr>
          <w:p w14:paraId="421B9FD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EC6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30C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1C99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38C8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253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FC97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5486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B963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330AE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D95AF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7268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A18113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8592A2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2AC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D5E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A61B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7A7C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11D8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B709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F991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5EFC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101D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AA1512" w:rsidRPr="00AA1512" w14:paraId="7BBCD01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5D2AE6E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1E9565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biztonság</w:t>
            </w:r>
          </w:p>
        </w:tc>
        <w:tc>
          <w:tcPr>
            <w:tcW w:w="635" w:type="dxa"/>
            <w:vMerge/>
            <w:vAlign w:val="center"/>
            <w:hideMark/>
          </w:tcPr>
          <w:p w14:paraId="7FA1821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7D7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62C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6373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525A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6D77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399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FE8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235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AA59C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E7D8D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B06B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2953A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7A8DD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9FA9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6AD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7B27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75E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AF5A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3B9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88C55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6A8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77CB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69D50136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58879B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FB16C1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Környezet-egészségtan területei</w:t>
            </w:r>
          </w:p>
        </w:tc>
        <w:tc>
          <w:tcPr>
            <w:tcW w:w="635" w:type="dxa"/>
            <w:vMerge/>
            <w:vAlign w:val="center"/>
            <w:hideMark/>
          </w:tcPr>
          <w:p w14:paraId="448BB02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28C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BE3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1DBC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230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348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7EF7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F65E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E70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17D9A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A93E1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2D41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13BA72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87C7E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CA8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B5CAE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3593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633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B27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EB6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A47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725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AE9D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14E7BE0D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2B9C730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BF571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Élelmiszerbiztonság környezeti vonatkozásai</w:t>
            </w:r>
          </w:p>
        </w:tc>
        <w:tc>
          <w:tcPr>
            <w:tcW w:w="635" w:type="dxa"/>
            <w:vMerge/>
            <w:vAlign w:val="center"/>
            <w:hideMark/>
          </w:tcPr>
          <w:p w14:paraId="01FF626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E0E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3BFB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424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F85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CB56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D20F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D2A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3A2E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A23CF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AD413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0CBD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4C1E73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CF5B6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F364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1BE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9374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1AB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58EC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75F5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A9A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EB2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6FBE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0343DB4D" w14:textId="77777777" w:rsidTr="00AA1512">
        <w:trPr>
          <w:trHeight w:val="319"/>
          <w:jc w:val="center"/>
        </w:trPr>
        <w:tc>
          <w:tcPr>
            <w:tcW w:w="635" w:type="dxa"/>
            <w:vMerge/>
            <w:vAlign w:val="center"/>
            <w:hideMark/>
          </w:tcPr>
          <w:p w14:paraId="1972A35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DF1C17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számítások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1E9798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E78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823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81FD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DB7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255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5D2C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B71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C02D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2ADCC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08CC3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32A2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9CDA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4758C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A0B2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E63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319C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4B2B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1FF1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4B4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0DED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5EDA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F4BE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AA1512" w:rsidRPr="00AA1512" w14:paraId="394FAE58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5D40D48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B269B7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számítások</w:t>
            </w:r>
          </w:p>
        </w:tc>
        <w:tc>
          <w:tcPr>
            <w:tcW w:w="635" w:type="dxa"/>
            <w:vMerge/>
            <w:vAlign w:val="center"/>
            <w:hideMark/>
          </w:tcPr>
          <w:p w14:paraId="3327BD5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860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955D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5017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6C6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A7FC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A40C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70CD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E97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34A57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60A45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1787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A9166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CD0D1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7CE5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6A3E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EE12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A33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9C95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2825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4037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A091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01E8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AA1512" w:rsidRPr="00AA1512" w14:paraId="13465265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0E03F0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5DFFB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Környezetvédelmi számítások</w:t>
            </w:r>
          </w:p>
        </w:tc>
        <w:tc>
          <w:tcPr>
            <w:tcW w:w="635" w:type="dxa"/>
            <w:vMerge/>
            <w:vAlign w:val="center"/>
            <w:hideMark/>
          </w:tcPr>
          <w:p w14:paraId="2CB3567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0A10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F25E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CCD8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F01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734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3E76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65D6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1AC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67032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5942CA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6394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14D2CB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B922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3CCE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7FFE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E1EA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6AF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F78E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C230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7991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425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DD71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AA1512" w:rsidRPr="00AA1512" w14:paraId="6DE5EB34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BD3A44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1527C2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Környezeti analitika gyakorlat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6472CD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72F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F9A4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1930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CE5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A9C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7590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B50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9C4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BDDB5A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38F0A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A054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EC8C8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7B0DA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ACA0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340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E20A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A705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7BCB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484B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8092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826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5F4B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AA1512" w:rsidRPr="00AA1512" w14:paraId="76E939F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87D2A2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4C78C4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Munka-, tűz- és balesetvédelem</w:t>
            </w:r>
          </w:p>
        </w:tc>
        <w:tc>
          <w:tcPr>
            <w:tcW w:w="635" w:type="dxa"/>
            <w:vMerge/>
            <w:vAlign w:val="center"/>
            <w:hideMark/>
          </w:tcPr>
          <w:p w14:paraId="565CBB9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61E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42B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BD0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C64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1B6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FB63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DEE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61AF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29DC22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92D92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5383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2EE4DB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27901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E8C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24F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C3BE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5FFA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251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CECE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D068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EB3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5034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AA1512" w:rsidRPr="00AA1512" w14:paraId="2A79F2F2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6C610E2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269813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Mintavétel</w:t>
            </w:r>
          </w:p>
        </w:tc>
        <w:tc>
          <w:tcPr>
            <w:tcW w:w="635" w:type="dxa"/>
            <w:vMerge/>
            <w:vAlign w:val="center"/>
            <w:hideMark/>
          </w:tcPr>
          <w:p w14:paraId="048F86C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272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4D92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045E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17E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FF1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3BD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EF2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3C6C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98D8B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63135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CF6C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88D06E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54F9CE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41EA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317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3D45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913F0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2BD3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4C559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7C60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724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6C6C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AA1512" w:rsidRPr="00AA1512" w14:paraId="1FD92ACA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236A034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50D407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Vízanalitikai 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586F83E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2486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413B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A1C1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9025D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8D6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1C3F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3A4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87C9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36174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CAE92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3C1E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D616F7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FD14F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1B57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F4B8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6814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E369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22B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2F34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ACAE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319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12D7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</w:tr>
      <w:tr w:rsidR="00AA1512" w:rsidRPr="00AA1512" w14:paraId="7754506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694B4E1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9009A5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772E7D8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1C6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6616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6F0D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65D9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ECEE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63F25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4FA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B31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A1A19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63E79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D78F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B283C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075563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7919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572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E859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38E2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632B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E35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9810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6E6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B62FC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AA1512" w:rsidRPr="00AA1512" w14:paraId="01BA91AC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789DF24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E63C2A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Levegővizsgálatok</w:t>
            </w:r>
          </w:p>
        </w:tc>
        <w:tc>
          <w:tcPr>
            <w:tcW w:w="635" w:type="dxa"/>
            <w:vMerge/>
            <w:vAlign w:val="center"/>
            <w:hideMark/>
          </w:tcPr>
          <w:p w14:paraId="342EE06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291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C5D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0EE5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C355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835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6703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1AF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E615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AD731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C8468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A4025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4FB70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07248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1210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FE08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A491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C19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CFA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50C9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3142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D21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6368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7144DC91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D732D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6A771A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Helyszíni tanulmányok</w:t>
            </w:r>
          </w:p>
        </w:tc>
        <w:tc>
          <w:tcPr>
            <w:tcW w:w="635" w:type="dxa"/>
            <w:vMerge/>
            <w:vAlign w:val="center"/>
            <w:hideMark/>
          </w:tcPr>
          <w:p w14:paraId="10C03F7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5018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866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0596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7931B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511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2E05A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B34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43916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F2CF1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A4275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9B6AE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F6229D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3EB0C5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4568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C7034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D613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B0A1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3D4F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659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4DB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1C9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4E48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AA1512" w:rsidRPr="00AA1512" w14:paraId="1EBB0313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79CE9A9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60D6CB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Műszeres analitika gyakorlat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4C0FBA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6F2E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57D4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91FA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3925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5388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A9C6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9BD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45D12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87642B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BEAA6D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0EAA8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1B171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6322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2B06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741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75A3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0B3AD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DCB3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E3EE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3F65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05F8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CDAE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AA1512" w:rsidRPr="00AA1512" w14:paraId="6501EDB5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771A3C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DA3F14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Elektroanalitikai módszerek</w:t>
            </w:r>
          </w:p>
        </w:tc>
        <w:tc>
          <w:tcPr>
            <w:tcW w:w="635" w:type="dxa"/>
            <w:vMerge/>
            <w:vAlign w:val="center"/>
            <w:hideMark/>
          </w:tcPr>
          <w:p w14:paraId="056B827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9C5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9AEC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78C0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778D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BE3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E5D9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2B1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ED1D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79769F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06C8B1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3FD9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7FBC5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69CC0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C5AB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C76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4900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A931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ED4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80D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2F01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AC0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5F2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</w:tr>
      <w:tr w:rsidR="00AA1512" w:rsidRPr="00AA1512" w14:paraId="3CF6FD8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16091D2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6B070A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Optikai módszerek</w:t>
            </w:r>
          </w:p>
        </w:tc>
        <w:tc>
          <w:tcPr>
            <w:tcW w:w="635" w:type="dxa"/>
            <w:vMerge/>
            <w:vAlign w:val="center"/>
            <w:hideMark/>
          </w:tcPr>
          <w:p w14:paraId="69DEB0C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3185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403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979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FCF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F88C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3ECD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7C8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F52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B01F46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50B092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6B44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534D36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9F7E2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830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3157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FADC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FA67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5FDAE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DC3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179D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5B30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E1A1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65</w:t>
            </w:r>
          </w:p>
        </w:tc>
      </w:tr>
      <w:tr w:rsidR="00AA1512" w:rsidRPr="00AA1512" w14:paraId="55979217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A6971D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A42509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Adatrögzítés és feldolgozás</w:t>
            </w:r>
          </w:p>
        </w:tc>
        <w:tc>
          <w:tcPr>
            <w:tcW w:w="635" w:type="dxa"/>
            <w:vMerge/>
            <w:vAlign w:val="center"/>
            <w:hideMark/>
          </w:tcPr>
          <w:p w14:paraId="0D1A0C1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4DBAE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7D16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98A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3F62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F63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98AE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EEBF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F33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C47AE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4FE98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2C71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1FE20D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3F988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CA34A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2C67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93E1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3FB0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2D5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C31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86CB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B3F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04DC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AA1512" w:rsidRPr="00AA1512" w14:paraId="0C079A3F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32CC729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8550AA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Gépészeti gyakorlat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2187B0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953D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5999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712A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6BC7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6F5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D1A6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2BB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35E7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200141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81086D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1276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8495E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1AF78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A1883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2D5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E473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745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2CC9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FDD3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05E2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483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CF0B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AA1512" w:rsidRPr="00AA1512" w14:paraId="6A698DDA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1AB51EC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169B0F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</w:t>
            </w:r>
          </w:p>
        </w:tc>
        <w:tc>
          <w:tcPr>
            <w:tcW w:w="635" w:type="dxa"/>
            <w:vMerge/>
            <w:vAlign w:val="center"/>
            <w:hideMark/>
          </w:tcPr>
          <w:p w14:paraId="3EB718A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96A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934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13A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2D8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D5D6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5D6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9ED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2AEA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683B9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66991D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E07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43D04E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F1D96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2E02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354AB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8078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9B59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B5564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B4E2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264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526D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6EBD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054311EE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6E73CBA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B59596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Gépészeti berendezések</w:t>
            </w:r>
          </w:p>
        </w:tc>
        <w:tc>
          <w:tcPr>
            <w:tcW w:w="635" w:type="dxa"/>
            <w:vMerge/>
            <w:vAlign w:val="center"/>
            <w:hideMark/>
          </w:tcPr>
          <w:p w14:paraId="5DC7AF0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92FE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4101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297A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1D3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59528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BF82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F295E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6D7B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4206E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B4E33C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2533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3B904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01A718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82D07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43F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82D4F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2F9CA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9AA0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AEC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3444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E64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72C6D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4ECDA6AB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7913998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FF671A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 és irányítástechnika</w:t>
            </w:r>
          </w:p>
        </w:tc>
        <w:tc>
          <w:tcPr>
            <w:tcW w:w="635" w:type="dxa"/>
            <w:vMerge/>
            <w:vAlign w:val="center"/>
            <w:hideMark/>
          </w:tcPr>
          <w:p w14:paraId="2C727C1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0E69C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CA3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1386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0A1F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6275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3DB3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08D9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9276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DCD1B2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09884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199B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7AE91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4D7E4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2895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AB74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A4EF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807A5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E219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A98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B52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0EA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47AD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AA1512" w:rsidRPr="00AA1512" w14:paraId="3821B769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427FE03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ECA502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Vízgépészeti berendezések</w:t>
            </w:r>
          </w:p>
        </w:tc>
        <w:tc>
          <w:tcPr>
            <w:tcW w:w="635" w:type="dxa"/>
            <w:vMerge/>
            <w:vAlign w:val="center"/>
            <w:hideMark/>
          </w:tcPr>
          <w:p w14:paraId="72712F9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3BD51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B1C1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2169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981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DC3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843CD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EA9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DB9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BD746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CC612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C39B7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C3127F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D7C80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0F04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AEE82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0CEC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DA87A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3DE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D49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ABC9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DD5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ABF6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</w:t>
            </w:r>
          </w:p>
        </w:tc>
      </w:tr>
      <w:tr w:rsidR="00AA1512" w:rsidRPr="00AA1512" w14:paraId="4FEAA611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0861C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33EFD21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Település fenntartás gépei</w:t>
            </w:r>
          </w:p>
        </w:tc>
        <w:tc>
          <w:tcPr>
            <w:tcW w:w="635" w:type="dxa"/>
            <w:vMerge/>
            <w:vAlign w:val="center"/>
            <w:hideMark/>
          </w:tcPr>
          <w:p w14:paraId="125B268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E2DA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D34F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91EA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60EC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1A6C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F833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219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283C4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59C68C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C6C41A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1EA53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2B40B4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020E79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1C5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C49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CE17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66EC0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97A1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4CE0D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5ADC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CF6A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32B2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AA1512" w:rsidRPr="00AA1512" w14:paraId="53346333" w14:textId="77777777" w:rsidTr="00AA1512">
        <w:trPr>
          <w:trHeight w:val="240"/>
          <w:jc w:val="center"/>
        </w:trPr>
        <w:tc>
          <w:tcPr>
            <w:tcW w:w="635" w:type="dxa"/>
            <w:vMerge w:val="restart"/>
            <w:shd w:val="clear" w:color="auto" w:fill="auto"/>
            <w:textDirection w:val="btLr"/>
            <w:vAlign w:val="center"/>
            <w:hideMark/>
          </w:tcPr>
          <w:p w14:paraId="77F1B0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10870-16 Környezetvédelmi ügyintéző feladatok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E1554D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Ügyintézői feladatok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6363A4F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BCD6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DB1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FAD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7590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3C72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9BA5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25BE9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0D234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40E7F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B4234F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F722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4E8E8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63AE97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B390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756E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7D86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FB6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2DE5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9F8A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84BD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B218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F2FF2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AA1512" w:rsidRPr="00AA1512" w14:paraId="2D67E8B8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1BCE6D0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593A572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Önkormányzati igazgatás</w:t>
            </w:r>
          </w:p>
        </w:tc>
        <w:tc>
          <w:tcPr>
            <w:tcW w:w="635" w:type="dxa"/>
            <w:vMerge/>
            <w:vAlign w:val="center"/>
            <w:hideMark/>
          </w:tcPr>
          <w:p w14:paraId="2E2F2FD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4A2FE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D90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CA2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F8D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4BD5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600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669E9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DEB1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83D90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CDBBA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7DBE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6FB26C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C0B9C1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6F617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9EC0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E11A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B3CCB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042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6056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9AFE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4BD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8A3D8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29D4E358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0657B1EA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D51140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Településüzemeltetés</w:t>
            </w:r>
          </w:p>
        </w:tc>
        <w:tc>
          <w:tcPr>
            <w:tcW w:w="635" w:type="dxa"/>
            <w:vMerge/>
            <w:vAlign w:val="center"/>
            <w:hideMark/>
          </w:tcPr>
          <w:p w14:paraId="5A7A4F5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1E38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219E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9137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D17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22E28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A21B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CA2A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7CD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FF5172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8871E3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9E3F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C055AC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794FE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FC0E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CC5CB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0EA0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33AA3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15759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4C0C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752B0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15D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68FD9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AA1512" w:rsidRPr="00AA1512" w14:paraId="334EF02C" w14:textId="77777777" w:rsidTr="00AA1512">
        <w:trPr>
          <w:trHeight w:val="720"/>
          <w:jc w:val="center"/>
        </w:trPr>
        <w:tc>
          <w:tcPr>
            <w:tcW w:w="635" w:type="dxa"/>
            <w:vMerge/>
            <w:vAlign w:val="center"/>
            <w:hideMark/>
          </w:tcPr>
          <w:p w14:paraId="6722730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2FA36EA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Adatszolgáltatási feladatok, dokumentumok</w:t>
            </w:r>
          </w:p>
        </w:tc>
        <w:tc>
          <w:tcPr>
            <w:tcW w:w="635" w:type="dxa"/>
            <w:vMerge/>
            <w:vAlign w:val="center"/>
            <w:hideMark/>
          </w:tcPr>
          <w:p w14:paraId="2BD9668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ED2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7F4C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721D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7AB00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055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E43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9C2A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EA3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9A76BF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6E5C9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7CC7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60A9C27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156E7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CA7F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3D6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48E4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11F1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AF44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29F8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2C1C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41AB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92D0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</w:tbl>
    <w:p w14:paraId="2919E99C" w14:textId="77777777" w:rsidR="00AA1512" w:rsidRDefault="00AA1512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910"/>
        <w:gridCol w:w="635"/>
        <w:gridCol w:w="500"/>
        <w:gridCol w:w="500"/>
        <w:gridCol w:w="500"/>
        <w:gridCol w:w="500"/>
        <w:gridCol w:w="500"/>
        <w:gridCol w:w="500"/>
        <w:gridCol w:w="500"/>
        <w:gridCol w:w="500"/>
        <w:gridCol w:w="404"/>
        <w:gridCol w:w="596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AA1512" w:rsidRPr="00AA1512" w14:paraId="0BBDC108" w14:textId="77777777" w:rsidTr="00AA1512">
        <w:trPr>
          <w:trHeight w:val="240"/>
          <w:jc w:val="center"/>
        </w:trPr>
        <w:tc>
          <w:tcPr>
            <w:tcW w:w="635" w:type="dxa"/>
            <w:vMerge w:val="restart"/>
            <w:vAlign w:val="center"/>
            <w:hideMark/>
          </w:tcPr>
          <w:p w14:paraId="766090BD" w14:textId="1FBCCD3A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19D8AC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Jogi ismeretek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43E3139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748E4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84347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DE2D1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5E1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1BF5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270B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420D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9C4C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237F14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7311B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FC836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4976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05DCBD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0D4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859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1125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A35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FCF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7E03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E1E7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7C64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1A65B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AA1512" w:rsidRPr="00AA1512" w14:paraId="2F241689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9A2FA5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C69C7E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jog fogalma, jogalkotás</w:t>
            </w:r>
          </w:p>
        </w:tc>
        <w:tc>
          <w:tcPr>
            <w:tcW w:w="635" w:type="dxa"/>
            <w:vMerge/>
            <w:vAlign w:val="center"/>
            <w:hideMark/>
          </w:tcPr>
          <w:p w14:paraId="1127820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B4F3F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00B40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086F0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992A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1F6C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3F78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B86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0A24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E7EC72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70A9F3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DF72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33AF8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E2BCE5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755C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06D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1650A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2087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692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908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A1F1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663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F51B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AA1512" w:rsidRPr="00AA1512" w14:paraId="5928D67C" w14:textId="77777777" w:rsidTr="00AA1512">
        <w:trPr>
          <w:trHeight w:val="240"/>
          <w:jc w:val="center"/>
        </w:trPr>
        <w:tc>
          <w:tcPr>
            <w:tcW w:w="635" w:type="dxa"/>
            <w:vMerge/>
            <w:vAlign w:val="center"/>
            <w:hideMark/>
          </w:tcPr>
          <w:p w14:paraId="168151E6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A2FAD0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Környezetjog</w:t>
            </w:r>
          </w:p>
        </w:tc>
        <w:tc>
          <w:tcPr>
            <w:tcW w:w="635" w:type="dxa"/>
            <w:vMerge/>
            <w:vAlign w:val="center"/>
            <w:hideMark/>
          </w:tcPr>
          <w:p w14:paraId="120D185F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6CA4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6EC4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D308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362A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1B3B0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B3C6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D10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1C7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38C5F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B469C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F052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4A1342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5BA76C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32A47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D297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8CED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8184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072C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CF3E7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9D1C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0963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A092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AA1512" w:rsidRPr="00AA1512" w14:paraId="2F3A8B36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0EB93DC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7382950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Környezetvédelmi szakigazgatás</w:t>
            </w:r>
          </w:p>
        </w:tc>
        <w:tc>
          <w:tcPr>
            <w:tcW w:w="635" w:type="dxa"/>
            <w:vMerge/>
            <w:vAlign w:val="center"/>
            <w:hideMark/>
          </w:tcPr>
          <w:p w14:paraId="739C738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07F1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452D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7BB8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BC7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CFE3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DDC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EF81B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4F815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E212A1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29578A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6EA5D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DC46E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97D432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44D5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6FD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3374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F967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2EE3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8A4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2C1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A4F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AE3BD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AA1512" w:rsidRPr="00AA1512" w14:paraId="7C901467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73FB63D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0E331FE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635" w:type="dxa"/>
            <w:vMerge/>
            <w:vAlign w:val="center"/>
            <w:hideMark/>
          </w:tcPr>
          <w:p w14:paraId="5A5BBC4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1F3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9AF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BBB57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2CA87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78CB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EEE8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1DFC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2DC6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ACDAEE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1FBBFE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26317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644EE1B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6F8B6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42CE9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C8C9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A947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15D1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0A311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09FD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5F13F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E8ECE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0929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AA1512" w:rsidRPr="00AA1512" w14:paraId="04225AEC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3E6BB5B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52728E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Ügyintézői gyakorlat</w:t>
            </w:r>
          </w:p>
        </w:tc>
        <w:tc>
          <w:tcPr>
            <w:tcW w:w="635" w:type="dxa"/>
            <w:vMerge w:val="restart"/>
            <w:shd w:val="clear" w:color="000000" w:fill="FFFFFF"/>
            <w:textDirection w:val="btLr"/>
            <w:hideMark/>
          </w:tcPr>
          <w:p w14:paraId="0A586C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8254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ACB0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DC2BF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F0A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7FA47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D4B2A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D7B46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316CB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623E45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9FCE62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16579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22BD5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6B0940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2ABB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85F9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2702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93591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DD25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B780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075F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3F69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77E89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AA1512" w:rsidRPr="00AA1512" w14:paraId="35119D56" w14:textId="77777777" w:rsidTr="00AA1512">
        <w:trPr>
          <w:trHeight w:val="480"/>
          <w:jc w:val="center"/>
        </w:trPr>
        <w:tc>
          <w:tcPr>
            <w:tcW w:w="635" w:type="dxa"/>
            <w:vMerge/>
            <w:vAlign w:val="center"/>
            <w:hideMark/>
          </w:tcPr>
          <w:p w14:paraId="3506CB74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60B7F21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Környezetvédelmi alapmérések</w:t>
            </w:r>
          </w:p>
        </w:tc>
        <w:tc>
          <w:tcPr>
            <w:tcW w:w="635" w:type="dxa"/>
            <w:vMerge/>
            <w:vAlign w:val="center"/>
            <w:hideMark/>
          </w:tcPr>
          <w:p w14:paraId="0BCE3040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DB1F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0F260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9F15B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1097E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F579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F05FA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23FB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A241C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0C2D014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6CB5661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1B07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017698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2F98C3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0427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7643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AE4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1AA28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D93EC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B15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8ECB2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13A36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708E5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</w:tr>
      <w:tr w:rsidR="00AA1512" w:rsidRPr="00AA1512" w14:paraId="21EEAA9F" w14:textId="77777777" w:rsidTr="00AA1512">
        <w:trPr>
          <w:trHeight w:val="960"/>
          <w:jc w:val="center"/>
        </w:trPr>
        <w:tc>
          <w:tcPr>
            <w:tcW w:w="635" w:type="dxa"/>
            <w:vMerge/>
            <w:vAlign w:val="center"/>
            <w:hideMark/>
          </w:tcPr>
          <w:p w14:paraId="7FCDBE49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309F2C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Nyilvántartási, dokumentációs és adatszolgáltatási feladatok</w:t>
            </w:r>
          </w:p>
        </w:tc>
        <w:tc>
          <w:tcPr>
            <w:tcW w:w="635" w:type="dxa"/>
            <w:vMerge/>
            <w:vAlign w:val="center"/>
            <w:hideMark/>
          </w:tcPr>
          <w:p w14:paraId="7FB28FE1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46ACA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ACE6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ACF45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5F12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0B58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604E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B87A1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30228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AAACB3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35432C8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10740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B3F74AD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6BE5BE" w14:textId="77777777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597C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C744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05A3A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64320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E03A1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2693D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2C28E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A9E7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0DB53C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</w:tr>
      <w:tr w:rsidR="00AA1512" w:rsidRPr="00AA1512" w14:paraId="5EFEFC3F" w14:textId="77777777" w:rsidTr="00AA1512">
        <w:trPr>
          <w:trHeight w:val="720"/>
          <w:jc w:val="center"/>
        </w:trPr>
        <w:tc>
          <w:tcPr>
            <w:tcW w:w="2545" w:type="dxa"/>
            <w:gridSpan w:val="2"/>
            <w:shd w:val="clear" w:color="auto" w:fill="auto"/>
            <w:vAlign w:val="center"/>
            <w:hideMark/>
          </w:tcPr>
          <w:p w14:paraId="137B019E" w14:textId="1278F38E" w:rsidR="00AA1512" w:rsidRPr="00AA1512" w:rsidRDefault="00AA1512" w:rsidP="00AA151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635" w:type="dxa"/>
            <w:shd w:val="clear" w:color="000000" w:fill="92D050"/>
            <w:textDirection w:val="btLr"/>
            <w:hideMark/>
          </w:tcPr>
          <w:p w14:paraId="70F9BF7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AA151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32695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FFB18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4A651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5873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F1163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EEB9C3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594FF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5EC18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433345B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96" w:type="dxa"/>
            <w:shd w:val="clear" w:color="000000" w:fill="F2F2F2"/>
            <w:noWrap/>
            <w:vAlign w:val="center"/>
            <w:hideMark/>
          </w:tcPr>
          <w:p w14:paraId="4B6C5881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8C37B7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1C421BB5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2F2DB96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2DBB26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714C69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8D4D6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F72E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73BB8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ABFCF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2D4A5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A5CF2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1CB2AA" w14:textId="77777777" w:rsidR="00AA1512" w:rsidRPr="00AA1512" w:rsidRDefault="00AA1512" w:rsidP="00AA1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AA151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181B54D7" w14:textId="77777777" w:rsidR="005C10A1" w:rsidRPr="00AA1512" w:rsidRDefault="005C10A1" w:rsidP="006F5812">
      <w:pPr>
        <w:spacing w:after="0"/>
        <w:rPr>
          <w:rFonts w:cs="Times New Roman"/>
        </w:rPr>
      </w:pPr>
    </w:p>
    <w:p w14:paraId="6B927BA4" w14:textId="0337D65C" w:rsidR="00AA1512" w:rsidRDefault="00AA1512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0272E50" w14:textId="77777777" w:rsidR="00972853" w:rsidRPr="00AA1512" w:rsidRDefault="00972853" w:rsidP="006F5812">
      <w:pPr>
        <w:spacing w:after="0"/>
        <w:rPr>
          <w:rFonts w:cs="Times New Roman"/>
        </w:rPr>
      </w:pPr>
    </w:p>
    <w:p w14:paraId="0BF60740" w14:textId="77777777" w:rsidR="00AA1512" w:rsidRPr="000B3EFB" w:rsidRDefault="00AA1512" w:rsidP="00AA1512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7880E0AA" w14:textId="77777777" w:rsidR="00AA1512" w:rsidRPr="00EC0A41" w:rsidRDefault="00AA1512" w:rsidP="00AA1512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6BA2C255" w14:textId="77777777" w:rsidR="005C10A1" w:rsidRPr="00AA1512" w:rsidRDefault="005C10A1" w:rsidP="006F5812">
      <w:pPr>
        <w:spacing w:after="0"/>
        <w:rPr>
          <w:rFonts w:cs="Times New Roman"/>
        </w:rPr>
      </w:pPr>
    </w:p>
    <w:p w14:paraId="5E06221A" w14:textId="77777777" w:rsidR="005C10A1" w:rsidRPr="00AA1512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AA1512" w:rsidRPr="00AA1512" w14:paraId="490F4C39" w14:textId="77777777" w:rsidTr="00AA1512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42C2E9A9" w14:textId="77777777" w:rsidR="00AA1512" w:rsidRPr="00AA1512" w:rsidRDefault="00AA1512" w:rsidP="00AA1512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t>3185102</w:t>
            </w: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hulladékfelvásárló- és gazdálkodó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A8AC75E" w14:textId="77777777" w:rsidR="00AA1512" w:rsidRPr="00AA1512" w:rsidRDefault="00AA1512" w:rsidP="00AA1512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t>340 óra</w:t>
            </w:r>
          </w:p>
        </w:tc>
      </w:tr>
      <w:tr w:rsidR="00AA1512" w:rsidRPr="00AA1512" w14:paraId="1AA61941" w14:textId="77777777" w:rsidTr="00AA1512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6AEBEFD6" w14:textId="77777777" w:rsidR="00AA1512" w:rsidRPr="00AA1512" w:rsidRDefault="00AA1512" w:rsidP="00AA1512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85CC95E" w14:textId="77777777" w:rsidR="00AA1512" w:rsidRPr="00AA1512" w:rsidRDefault="00AA1512" w:rsidP="00AA1512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AA1512">
              <w:rPr>
                <w:rFonts w:eastAsia="Times New Roman" w:cs="Times New Roman"/>
                <w:sz w:val="20"/>
                <w:szCs w:val="20"/>
                <w:lang w:eastAsia="hu-HU"/>
              </w:rPr>
              <w:t>113 óra</w:t>
            </w:r>
          </w:p>
        </w:tc>
      </w:tr>
    </w:tbl>
    <w:p w14:paraId="0C117ABB" w14:textId="77777777" w:rsidR="005C10A1" w:rsidRPr="00AA1512" w:rsidRDefault="005C10A1" w:rsidP="00DD65F6">
      <w:pPr>
        <w:spacing w:after="0"/>
        <w:jc w:val="left"/>
        <w:rPr>
          <w:rFonts w:cs="Times New Roman"/>
        </w:rPr>
      </w:pPr>
    </w:p>
    <w:p w14:paraId="159E0904" w14:textId="77777777" w:rsidR="00CB484D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Jelmagyarázat: e/elmélet; gy/gyakorlat; ögy/összefüggő szakmai gyakorlat</w:t>
      </w:r>
    </w:p>
    <w:p w14:paraId="6ACC90F4" w14:textId="77777777" w:rsidR="00CB484D" w:rsidRPr="00AA1512" w:rsidRDefault="00CB484D" w:rsidP="00CB484D">
      <w:pPr>
        <w:spacing w:after="0"/>
        <w:rPr>
          <w:rFonts w:cs="Times New Roman"/>
        </w:rPr>
      </w:pPr>
    </w:p>
    <w:p w14:paraId="44E1CAD0" w14:textId="77777777" w:rsidR="00CB484D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252E763D" w14:textId="77777777" w:rsidR="00CB484D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027AD27D" w14:textId="77777777" w:rsidR="001A7777" w:rsidRPr="00AA1512" w:rsidRDefault="00CB484D" w:rsidP="00CB484D">
      <w:pPr>
        <w:spacing w:after="0"/>
        <w:rPr>
          <w:rFonts w:cs="Times New Roman"/>
        </w:rPr>
      </w:pPr>
      <w:r w:rsidRPr="00AA1512">
        <w:rPr>
          <w:rFonts w:cs="Times New Roman"/>
        </w:rPr>
        <w:t>A tantárgyakra meghatározott időkeret kötelező érvényű, a témakörökre kialakított óraszám pedig ajánlás.</w:t>
      </w:r>
    </w:p>
    <w:p w14:paraId="3CE9AE19" w14:textId="77777777" w:rsidR="00752ECD" w:rsidRPr="00AA1512" w:rsidRDefault="00752ECD" w:rsidP="000A21B7">
      <w:pPr>
        <w:spacing w:after="0"/>
        <w:rPr>
          <w:rFonts w:cs="Times New Roman"/>
        </w:rPr>
        <w:sectPr w:rsidR="00752ECD" w:rsidRPr="00AA1512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BC8C0C2" w14:textId="77777777" w:rsidR="00C53E01" w:rsidRPr="00AA1512" w:rsidRDefault="00C53E01" w:rsidP="00C53E01">
      <w:pPr>
        <w:rPr>
          <w:rFonts w:cs="Times New Roman"/>
        </w:rPr>
      </w:pPr>
    </w:p>
    <w:p w14:paraId="0F97D4DB" w14:textId="77777777" w:rsidR="00C53E01" w:rsidRPr="00AA1512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4ECD8B22" w14:textId="77777777" w:rsidR="00C53E01" w:rsidRPr="00AA1512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11499-12 azonosító számú</w:t>
      </w:r>
    </w:p>
    <w:p w14:paraId="3E5F6C52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Foglalkoztatás II.</w:t>
      </w:r>
    </w:p>
    <w:p w14:paraId="6DCB5EE0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2E03B674" w14:textId="77777777" w:rsidR="00C53E01" w:rsidRPr="00AA1512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5F7B5C60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1A93BFB8" w14:textId="77777777" w:rsidR="00C53E01" w:rsidRPr="00AA1512" w:rsidRDefault="00C53E01" w:rsidP="00C53E0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312EBE73" w14:textId="700DA002" w:rsidR="00C53E01" w:rsidRPr="00AA1512" w:rsidRDefault="00C53E01" w:rsidP="00C53E01">
      <w:pPr>
        <w:rPr>
          <w:rFonts w:cs="Times New Roman"/>
        </w:rPr>
      </w:pPr>
      <w:r w:rsidRPr="00AA1512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C53E01" w:rsidRPr="00AA1512" w14:paraId="4904F362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1BFD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37AD6C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II.</w:t>
            </w:r>
          </w:p>
        </w:tc>
      </w:tr>
      <w:tr w:rsidR="00C53E01" w:rsidRPr="00AA1512" w14:paraId="5248A189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C6B3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AA1512" w14:paraId="5D1793F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DCC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DB73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A4B55B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EFC7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9F3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E46299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61A5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C7F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462AF47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52CE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979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F06BAC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4746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396C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259010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3645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D9B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EADEBDE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2B5A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AA1512" w14:paraId="19DCA51F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8B20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1E8B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9077EB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5BF2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29E8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5B9873E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7591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FBAA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D6ABD2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313D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B13A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99382A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A57D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6CEC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56D4E6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6614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F65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7263410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A79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4413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60DF73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79B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6F20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1493BA7B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E119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752B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A83393F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BB95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EDC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0ACB722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E37B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A500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0E52C171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6DCA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AA1512" w14:paraId="565CE5A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C479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272E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0C2AA8D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1E9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834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4AB25EFC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F69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2167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3518DC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B8F9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F09C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DE80B9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D87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76F9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0FF15FE3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9796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AA1512" w14:paraId="595DFD8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4DD3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60A3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8EB5E8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9D68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6570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A6B9ACD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C0B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AA1512" w14:paraId="2009D86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630A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7C28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4F63C90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F6E0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CFF6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1E253E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5E38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AA1512" w14:paraId="18EAEC8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6CCF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2682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8291F5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7300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81D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14:paraId="3CA351F3" w14:textId="77777777" w:rsidR="00C53E01" w:rsidRPr="00AA1512" w:rsidRDefault="00C53E01" w:rsidP="00C53E01">
      <w:pPr>
        <w:jc w:val="center"/>
        <w:rPr>
          <w:rFonts w:cs="Times New Roman"/>
        </w:rPr>
      </w:pPr>
    </w:p>
    <w:p w14:paraId="608BA3DA" w14:textId="77777777" w:rsidR="00C53E01" w:rsidRPr="00AA1512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819D475" w14:textId="77777777" w:rsidR="00C53E01" w:rsidRPr="00AA1512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Foglalkoztatás II. tantárgy</w:t>
      </w:r>
      <w:r w:rsidRPr="00AA1512">
        <w:rPr>
          <w:rFonts w:cs="Times New Roman"/>
          <w:b/>
        </w:rPr>
        <w:tab/>
      </w:r>
      <w:r w:rsidR="006831AC" w:rsidRPr="00AA1512">
        <w:rPr>
          <w:rFonts w:cs="Times New Roman"/>
          <w:b/>
        </w:rPr>
        <w:t>15</w:t>
      </w:r>
      <w:r w:rsidRPr="00AA1512">
        <w:rPr>
          <w:rFonts w:cs="Times New Roman"/>
          <w:b/>
        </w:rPr>
        <w:t xml:space="preserve"> óra/</w:t>
      </w:r>
      <w:r w:rsidR="006831AC" w:rsidRPr="00AA1512">
        <w:rPr>
          <w:rFonts w:cs="Times New Roman"/>
          <w:b/>
        </w:rPr>
        <w:t>15</w:t>
      </w:r>
      <w:r w:rsidRPr="00AA1512">
        <w:rPr>
          <w:rFonts w:cs="Times New Roman"/>
          <w:b/>
        </w:rPr>
        <w:t xml:space="preserve"> óra*</w:t>
      </w:r>
    </w:p>
    <w:p w14:paraId="41F88CC8" w14:textId="77777777" w:rsidR="00C53E01" w:rsidRPr="00AA1512" w:rsidRDefault="00C53E01" w:rsidP="00C53E01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773DAD4B" w14:textId="77777777" w:rsidR="00C53E01" w:rsidRPr="00AA1512" w:rsidRDefault="00C53E01" w:rsidP="004239CF">
      <w:pPr>
        <w:spacing w:after="0"/>
        <w:ind w:left="426"/>
        <w:rPr>
          <w:rFonts w:cs="Times New Roman"/>
        </w:rPr>
      </w:pPr>
    </w:p>
    <w:p w14:paraId="142E11E1" w14:textId="60E2E3FD" w:rsidR="004239CF" w:rsidRPr="00AA1512" w:rsidRDefault="004239CF" w:rsidP="004239CF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4670B37D" w14:textId="77777777" w:rsidR="004239CF" w:rsidRPr="00AA1512" w:rsidRDefault="004239CF" w:rsidP="004239CF">
      <w:pPr>
        <w:spacing w:after="0"/>
        <w:ind w:left="426"/>
        <w:rPr>
          <w:rFonts w:cs="Times New Roman"/>
        </w:rPr>
      </w:pPr>
    </w:p>
    <w:p w14:paraId="6CA29893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34C43B43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6722368E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2693CECA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0F70CFC3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—</w:t>
      </w:r>
    </w:p>
    <w:p w14:paraId="75DF1E0A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0B905A4D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3BE4E868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Munkajogi alapismeretek</w:t>
      </w:r>
    </w:p>
    <w:p w14:paraId="51BBBFC3" w14:textId="77777777" w:rsidR="00C31F2F" w:rsidRPr="00C31F2F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C31F2F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2AB87AED" w14:textId="77777777" w:rsidR="00C31F2F" w:rsidRPr="00C31F2F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C31F2F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0250A84C" w14:textId="77777777" w:rsidR="00C31F2F" w:rsidRPr="00C31F2F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C31F2F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6B55290C" w14:textId="77777777" w:rsidR="00C31F2F" w:rsidRPr="00C31F2F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C31F2F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4DC38543" w14:textId="3D14AF77" w:rsidR="00C53E01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C31F2F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5D9C4D9B" w14:textId="77777777" w:rsidR="00C31F2F" w:rsidRPr="00AA1512" w:rsidRDefault="00C31F2F" w:rsidP="00C31F2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0DC4BF5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Munkaviszony létesítése</w:t>
      </w:r>
    </w:p>
    <w:p w14:paraId="7E5AD010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7CED02C0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Munkavállaláshoz szükséges iratok, munkaviszony megszűnésekor a munkáltató által kiadandó dokumentumok.</w:t>
      </w:r>
    </w:p>
    <w:p w14:paraId="2B8F7337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3943DB60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43B5E8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Álláskeresés</w:t>
      </w:r>
    </w:p>
    <w:p w14:paraId="6FA682C9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61F43C73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71BFE31D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6978B97B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57709DE4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Állásinterjú: felkészülés, megjelenés, szereplés az állásinterjún, testbeszéd szerepe.</w:t>
      </w:r>
    </w:p>
    <w:p w14:paraId="1666177C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9FB9D9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Munkanélküliség</w:t>
      </w:r>
    </w:p>
    <w:p w14:paraId="3BA9B6D0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78D72280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705379A4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Foglalkoztatást helyettesítő támogatás. </w:t>
      </w:r>
    </w:p>
    <w:p w14:paraId="4D6E6D35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Közfoglalkoztatás: közfoglalkoztatás célja, közfoglalkozatás célcsoportja, közfoglalkozatás főbb szabályai</w:t>
      </w:r>
    </w:p>
    <w:p w14:paraId="0D327EB0" w14:textId="1F6F6069" w:rsidR="00C31F2F" w:rsidRPr="00837D9F" w:rsidRDefault="00C31F2F" w:rsidP="00C31F2F">
      <w:pPr>
        <w:spacing w:after="0"/>
        <w:ind w:left="851"/>
        <w:rPr>
          <w:rFonts w:eastAsia="Calibri" w:cs="Times New Roman"/>
          <w:color w:val="000000"/>
          <w:szCs w:val="24"/>
        </w:rPr>
      </w:pPr>
      <w:r w:rsidRPr="00837D9F">
        <w:rPr>
          <w:rFonts w:eastAsia="Calibri" w:cs="Times New Roman"/>
          <w:color w:val="000000"/>
          <w:szCs w:val="24"/>
        </w:rPr>
        <w:t>Munkaügyi szervezet: Nemzeti Foglalkoztatási Szolgálat (NFSZ) szervezetrendszerének felépítése (a foglalkoztatás</w:t>
      </w:r>
      <w:r w:rsidR="00196A08">
        <w:rPr>
          <w:rFonts w:eastAsia="Calibri" w:cs="Times New Roman"/>
          <w:color w:val="000000"/>
          <w:szCs w:val="24"/>
        </w:rPr>
        <w:t>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 </w:t>
      </w:r>
    </w:p>
    <w:p w14:paraId="2C9C4203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019D46C8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09B12A65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6CB41FF5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3AF958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527C8673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</w:t>
      </w:r>
    </w:p>
    <w:p w14:paraId="5C72EE54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402E0719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40D32A37" w14:textId="60C87A75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00075B8C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354FBBFD" w14:textId="77777777" w:rsidR="00C53E01" w:rsidRPr="00AA1512" w:rsidRDefault="00C53E01" w:rsidP="00C53E0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4EEBA03E" w14:textId="77777777" w:rsidR="00C53E01" w:rsidRPr="00AA1512" w:rsidRDefault="00C53E01" w:rsidP="00C53E01">
      <w:pPr>
        <w:rPr>
          <w:rFonts w:cs="Times New Roman"/>
        </w:rPr>
      </w:pPr>
    </w:p>
    <w:p w14:paraId="406F4F01" w14:textId="77777777" w:rsidR="00C53E01" w:rsidRPr="00AA1512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0936A319" w14:textId="77777777" w:rsidR="00C53E01" w:rsidRPr="00AA1512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11498-12 azonosító számú</w:t>
      </w:r>
    </w:p>
    <w:p w14:paraId="101B9F5F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 xml:space="preserve">Foglalkoztatás I. </w:t>
      </w:r>
    </w:p>
    <w:p w14:paraId="0EBDB636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(érettségire épülő képzések esetén)</w:t>
      </w:r>
    </w:p>
    <w:p w14:paraId="1F040006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7781A7D0" w14:textId="77777777" w:rsidR="00C53E01" w:rsidRPr="00AA1512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440FDB43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2F5B6731" w14:textId="77777777" w:rsidR="00C53E01" w:rsidRPr="00AA1512" w:rsidRDefault="00C53E01" w:rsidP="00C53E0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60929213" w14:textId="5205D972" w:rsidR="00C53E01" w:rsidRPr="00AA1512" w:rsidRDefault="00C53E01" w:rsidP="00C53E01">
      <w:pPr>
        <w:rPr>
          <w:rFonts w:cs="Times New Roman"/>
        </w:rPr>
      </w:pPr>
      <w:r w:rsidRPr="00AA1512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C53E01" w:rsidRPr="00AA1512" w14:paraId="3D8E3E37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C37B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2A4B0E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I.</w:t>
            </w:r>
          </w:p>
        </w:tc>
      </w:tr>
      <w:tr w:rsidR="00C53E01" w:rsidRPr="00AA1512" w14:paraId="2B448F0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8D90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AA1512" w14:paraId="44431613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BE7D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64B4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AA1512" w14:paraId="7D4FC453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A01B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1768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7F10D77C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924B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80C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39EB37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BC2A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482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BCE5D1E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50DF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5707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05C8B06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1CDE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49BD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8CC003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2F1C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3605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5485BBD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D968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30B0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FE174C5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C9CD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AA1512" w14:paraId="5A4F42B0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855A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BB17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AA1512" w14:paraId="6BFDC7DA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31E8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4E32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0AC05F73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E16C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D03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B879F6F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83B7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BB27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D005C6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3E1E" w14:textId="77777777" w:rsidR="00C53E01" w:rsidRPr="00AA1512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C1BE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4521FED2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496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AA1512" w14:paraId="79B65539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9E33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E82F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35AC305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592D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FBB9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75E124DF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765A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AA1512" w14:paraId="1C3EAFC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7878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7E5D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475BE498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E75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AA1512" w14:paraId="06DE8AF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70B7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D99F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1CDF2F5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1123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1D8B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2CAD3B19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1DC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AA1512" w14:paraId="345B60A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FA96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116D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652F152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FF1E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FAB1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AA1512" w14:paraId="369417D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F2CC" w14:textId="77777777" w:rsidR="00C53E01" w:rsidRPr="00AA1512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6B75" w14:textId="77777777" w:rsidR="00C53E01" w:rsidRPr="00AA1512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AA1512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14:paraId="6A632649" w14:textId="77777777" w:rsidR="00C53E01" w:rsidRPr="00AA1512" w:rsidRDefault="00C53E01" w:rsidP="00C53E01">
      <w:pPr>
        <w:rPr>
          <w:rFonts w:cs="Times New Roman"/>
        </w:rPr>
      </w:pPr>
    </w:p>
    <w:p w14:paraId="78C0AB89" w14:textId="77777777" w:rsidR="00C53E01" w:rsidRPr="00AA1512" w:rsidRDefault="00C53E01" w:rsidP="00C53E01">
      <w:pPr>
        <w:spacing w:after="0"/>
        <w:rPr>
          <w:rFonts w:cs="Times New Roman"/>
        </w:rPr>
      </w:pPr>
    </w:p>
    <w:p w14:paraId="1281B1FD" w14:textId="77777777" w:rsidR="00C53E01" w:rsidRPr="00AA1512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Foglalkoztatás I. tantárgy</w:t>
      </w:r>
      <w:r w:rsidRPr="00AA1512">
        <w:rPr>
          <w:rFonts w:cs="Times New Roman"/>
          <w:b/>
        </w:rPr>
        <w:tab/>
      </w:r>
      <w:r w:rsidR="006A001F" w:rsidRPr="00AA1512">
        <w:rPr>
          <w:rFonts w:cs="Times New Roman"/>
          <w:b/>
        </w:rPr>
        <w:t>62</w:t>
      </w:r>
      <w:r w:rsidRPr="00AA1512">
        <w:rPr>
          <w:rFonts w:cs="Times New Roman"/>
          <w:b/>
        </w:rPr>
        <w:t xml:space="preserve"> óra/</w:t>
      </w:r>
      <w:r w:rsidR="006A001F" w:rsidRPr="00AA1512">
        <w:rPr>
          <w:rFonts w:cs="Times New Roman"/>
          <w:b/>
        </w:rPr>
        <w:t>62</w:t>
      </w:r>
      <w:r w:rsidRPr="00AA1512">
        <w:rPr>
          <w:rFonts w:cs="Times New Roman"/>
          <w:b/>
        </w:rPr>
        <w:t xml:space="preserve"> óra*</w:t>
      </w:r>
    </w:p>
    <w:p w14:paraId="1495FD45" w14:textId="77777777" w:rsidR="00C53E01" w:rsidRPr="00AA1512" w:rsidRDefault="00C53E01" w:rsidP="00C53E01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5922090C" w14:textId="77777777" w:rsidR="004239CF" w:rsidRPr="00AA1512" w:rsidRDefault="004239CF" w:rsidP="004239CF">
      <w:pPr>
        <w:spacing w:after="0"/>
        <w:ind w:left="426"/>
        <w:rPr>
          <w:rFonts w:cs="Times New Roman"/>
        </w:rPr>
      </w:pPr>
    </w:p>
    <w:p w14:paraId="09C1E80E" w14:textId="7B51508D" w:rsidR="004239CF" w:rsidRPr="00AA1512" w:rsidRDefault="004239CF" w:rsidP="004239CF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6EF01AA1" w14:textId="77777777" w:rsidR="004239CF" w:rsidRPr="00AA1512" w:rsidRDefault="004239CF" w:rsidP="004239CF">
      <w:pPr>
        <w:spacing w:after="0"/>
        <w:ind w:left="426"/>
        <w:rPr>
          <w:rFonts w:cs="Times New Roman"/>
        </w:rPr>
      </w:pPr>
    </w:p>
    <w:p w14:paraId="0C3A7F83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3B3A8328" w14:textId="33A133F9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</w:t>
      </w:r>
      <w:r w:rsidR="00CA55C5">
        <w:rPr>
          <w:rFonts w:cs="Times New Roman"/>
        </w:rPr>
        <w:t xml:space="preserve"> tanításának célja, hogy a tanuló</w:t>
      </w:r>
      <w:r w:rsidRPr="00AA1512">
        <w:rPr>
          <w:rFonts w:cs="Times New Roman"/>
        </w:rPr>
        <w:t>k alkalmasak legyenek egy idegen nyelvű állásinterjún eredményesen és hatékonyan részt venni.</w:t>
      </w:r>
    </w:p>
    <w:p w14:paraId="4EC662B5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2BC5970B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Cél, hogy a rendelkezésre álló 64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564039F1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78FBAE2F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6A5646E5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Idegen nyelvek</w:t>
      </w:r>
    </w:p>
    <w:p w14:paraId="0AEAA8EB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675EFE29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42494CFA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Nyelvtani rendszerezés 1</w:t>
      </w:r>
    </w:p>
    <w:p w14:paraId="111AE3BF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4F9FD075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410CE994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699AC6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Nyelvtani rendszerezés 2</w:t>
      </w:r>
    </w:p>
    <w:p w14:paraId="196366C3" w14:textId="09743FE8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8 órás témakör során a </w:t>
      </w:r>
      <w:r w:rsidR="00CA55C5">
        <w:rPr>
          <w:rFonts w:cs="Times New Roman"/>
        </w:rPr>
        <w:t xml:space="preserve">tanuló </w:t>
      </w:r>
      <w:r w:rsidRPr="00AA1512">
        <w:rPr>
          <w:rFonts w:cs="Times New Roman"/>
        </w:rPr>
        <w:t xml:space="preserve">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</w:t>
      </w:r>
      <w:r w:rsidR="00CA55C5">
        <w:rPr>
          <w:rFonts w:cs="Times New Roman"/>
        </w:rPr>
        <w:t xml:space="preserve">tanuló </w:t>
      </w:r>
      <w:r w:rsidRPr="00AA1512">
        <w:rPr>
          <w:rFonts w:cs="Times New Roman"/>
        </w:rPr>
        <w:t xml:space="preserve">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AA1512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156A0F99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E5225F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Nyelvi készségfejlesztés</w:t>
      </w:r>
    </w:p>
    <w:p w14:paraId="11645C6C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523A60C4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</w:p>
    <w:p w14:paraId="249F2EA0" w14:textId="61A77D2B" w:rsidR="00C53E01" w:rsidRPr="00AA1512" w:rsidRDefault="00774B88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AA1512">
        <w:rPr>
          <w:rFonts w:cs="Times New Roman"/>
        </w:rPr>
        <w:t xml:space="preserve"> órás nyelvi készségfejlesztő blokk során a </w:t>
      </w:r>
      <w:r w:rsidR="00CA55C5">
        <w:rPr>
          <w:rFonts w:cs="Times New Roman"/>
        </w:rPr>
        <w:t xml:space="preserve">tanuló </w:t>
      </w:r>
      <w:r w:rsidR="00C53E01" w:rsidRPr="00AA1512">
        <w:rPr>
          <w:rFonts w:cs="Times New Roman"/>
        </w:rPr>
        <w:t xml:space="preserve">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</w:t>
      </w:r>
      <w:r w:rsidR="00CA55C5">
        <w:rPr>
          <w:rFonts w:cs="Times New Roman"/>
        </w:rPr>
        <w:t xml:space="preserve">tanuló </w:t>
      </w:r>
      <w:r w:rsidR="00C53E01" w:rsidRPr="00AA1512">
        <w:rPr>
          <w:rFonts w:cs="Times New Roman"/>
        </w:rPr>
        <w:t xml:space="preserve">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09CC676D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elsajátítandó témakörök:</w:t>
      </w:r>
    </w:p>
    <w:p w14:paraId="01A87607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>személyes bemutatkozás</w:t>
      </w:r>
    </w:p>
    <w:p w14:paraId="36C48B36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>a munka világa</w:t>
      </w:r>
    </w:p>
    <w:p w14:paraId="2D1D77F4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>napi tevékenységek, aktivitás</w:t>
      </w:r>
    </w:p>
    <w:p w14:paraId="5E8F88B5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>lakás, ház</w:t>
      </w:r>
    </w:p>
    <w:p w14:paraId="437C6304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 xml:space="preserve">utazás, </w:t>
      </w:r>
    </w:p>
    <w:p w14:paraId="15EF7370" w14:textId="77777777" w:rsidR="00C53E01" w:rsidRPr="00AA1512" w:rsidRDefault="00C53E01" w:rsidP="00DB4F2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-</w:t>
      </w:r>
      <w:r w:rsidRPr="00AA1512">
        <w:rPr>
          <w:rFonts w:cs="Times New Roman"/>
        </w:rPr>
        <w:tab/>
        <w:t xml:space="preserve">étkezés  </w:t>
      </w:r>
    </w:p>
    <w:p w14:paraId="1E2C4124" w14:textId="77777777" w:rsidR="00C53E01" w:rsidRPr="00AA1512" w:rsidRDefault="00C53E01" w:rsidP="00C53E0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22CBD76C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141FCF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Munkavállalói szókincs</w:t>
      </w:r>
    </w:p>
    <w:p w14:paraId="7C14E5F1" w14:textId="656040C9" w:rsidR="00C53E01" w:rsidRPr="00AA1512" w:rsidRDefault="00774B88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AA1512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AA1512">
        <w:rPr>
          <w:rFonts w:cs="Times New Roman"/>
        </w:rPr>
        <w:t xml:space="preserve"> órás 3 alapozó témakör elsajátítása után lehetséges. Cél, hogy a témakör végére a </w:t>
      </w:r>
      <w:r w:rsidR="00CA55C5">
        <w:rPr>
          <w:rFonts w:cs="Times New Roman"/>
        </w:rPr>
        <w:t xml:space="preserve">tanuló </w:t>
      </w:r>
      <w:r w:rsidR="00C53E01" w:rsidRPr="00AA1512">
        <w:rPr>
          <w:rFonts w:cs="Times New Roman"/>
        </w:rPr>
        <w:t>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48C65306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6BF7F3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78141F42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37001C17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600C42CD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lastRenderedPageBreak/>
        <w:t>A tantárgy értékelésének módja</w:t>
      </w:r>
    </w:p>
    <w:p w14:paraId="516BA698" w14:textId="0176541D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29E2E565" w14:textId="77777777" w:rsidR="00C53E01" w:rsidRPr="00AA1512" w:rsidRDefault="00C53E01" w:rsidP="00C53E01">
      <w:pPr>
        <w:spacing w:after="0"/>
        <w:rPr>
          <w:rFonts w:cs="Times New Roman"/>
        </w:rPr>
      </w:pPr>
    </w:p>
    <w:p w14:paraId="008714CF" w14:textId="77777777" w:rsidR="00C53E01" w:rsidRPr="00AA1512" w:rsidRDefault="00C53E01" w:rsidP="00C53E0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5935F6C1" w14:textId="77777777" w:rsidR="00C53E01" w:rsidRPr="00AA1512" w:rsidRDefault="00C53E01" w:rsidP="00C53E01">
      <w:pPr>
        <w:rPr>
          <w:rFonts w:cs="Times New Roman"/>
        </w:rPr>
      </w:pPr>
    </w:p>
    <w:p w14:paraId="064834BE" w14:textId="77777777" w:rsidR="00C53E01" w:rsidRPr="00AA1512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1B1C07CF" w14:textId="77777777" w:rsidR="00C53E01" w:rsidRPr="00AA1512" w:rsidRDefault="00DC5FB5" w:rsidP="00C53E01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12091-16</w:t>
      </w:r>
      <w:r w:rsidR="00C53E01" w:rsidRPr="00AA1512">
        <w:rPr>
          <w:rFonts w:cs="Times New Roman"/>
          <w:b/>
          <w:sz w:val="36"/>
        </w:rPr>
        <w:t xml:space="preserve"> azonosító számú</w:t>
      </w:r>
    </w:p>
    <w:p w14:paraId="1D645F2D" w14:textId="77777777" w:rsidR="00C53E01" w:rsidRPr="00AA1512" w:rsidRDefault="00DC5FB5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HULLADÉKKERESKEDELEM ÉS -GAZDÁLKODÁS</w:t>
      </w:r>
    </w:p>
    <w:p w14:paraId="2EA4060F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65893694" w14:textId="77777777" w:rsidR="00C53E01" w:rsidRPr="00AA1512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5BFFB065" w14:textId="77777777" w:rsidR="00C53E01" w:rsidRPr="00AA1512" w:rsidRDefault="00C53E01" w:rsidP="00C53E01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7B1EEA5B" w14:textId="77777777" w:rsidR="00C53E01" w:rsidRPr="00AA1512" w:rsidRDefault="00C53E01" w:rsidP="00C53E01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6C1192D4" w14:textId="07114E35" w:rsidR="00C53E01" w:rsidRPr="00AA1512" w:rsidRDefault="00C53E01" w:rsidP="00C53E01">
      <w:pPr>
        <w:rPr>
          <w:rFonts w:cs="Times New Roman"/>
        </w:rPr>
      </w:pPr>
      <w:r w:rsidRPr="00AA1512">
        <w:rPr>
          <w:rFonts w:cs="Times New Roman"/>
        </w:rPr>
        <w:lastRenderedPageBreak/>
        <w:t xml:space="preserve">A </w:t>
      </w:r>
      <w:r w:rsidR="00DC5FB5" w:rsidRPr="00AA1512">
        <w:rPr>
          <w:rFonts w:cs="Times New Roman"/>
        </w:rPr>
        <w:t>12091-16</w:t>
      </w:r>
      <w:r w:rsidRPr="00AA1512">
        <w:rPr>
          <w:rFonts w:cs="Times New Roman"/>
        </w:rPr>
        <w:t xml:space="preserve"> azonosító számú </w:t>
      </w:r>
      <w:r w:rsidR="00DC5FB5" w:rsidRPr="00AA1512">
        <w:rPr>
          <w:rFonts w:cs="Times New Roman"/>
        </w:rPr>
        <w:t>Hulladékkereskedelem és -gazdálkodás</w:t>
      </w:r>
      <w:r w:rsidRPr="00AA1512">
        <w:rPr>
          <w:rFonts w:cs="Times New Roman"/>
        </w:rPr>
        <w:t xml:space="preserve">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54"/>
        <w:gridCol w:w="967"/>
        <w:gridCol w:w="992"/>
      </w:tblGrid>
      <w:tr w:rsidR="002A1BE9" w:rsidRPr="00AA1512" w14:paraId="1920D497" w14:textId="77777777" w:rsidTr="00774B88">
        <w:trPr>
          <w:cantSplit/>
          <w:trHeight w:val="2007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AACE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B07E452" w14:textId="77777777" w:rsidR="002A1BE9" w:rsidRPr="00AA1512" w:rsidRDefault="002A1BE9" w:rsidP="00AD55B2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Hulladékkereskedelem és -gazdálkodás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CF05DD" w14:textId="77777777" w:rsidR="002A1BE9" w:rsidRPr="00AA1512" w:rsidRDefault="002A1BE9" w:rsidP="00AD55B2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Hulladékgazdálkodási gyakorlatok</w:t>
            </w:r>
          </w:p>
        </w:tc>
      </w:tr>
      <w:tr w:rsidR="002A1BE9" w:rsidRPr="00AA1512" w14:paraId="7F251947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86E8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604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E184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2F48028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7A45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Betartja, betartatja a számlázás, a pénzelszámolás, -kezelés szabályait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7841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2C62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379A3C9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950E3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Betartja, betartatja a kereskedelmi, munkajogi szabályokat és a fogyasztói érdekvédelem előírásait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324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5617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E0A7DA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29B6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Eleget tesz az adatszolgáltatási és nyilvántartási kötelezettségeinek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0D3F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0E69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18FC992A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2565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Felveszi a szükséges jegyzőkönyveket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8158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FFEB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4B1639B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CA77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Nyitja, zárja és üzemelteti az üzletet, telephelyet a biztonsági és vagyonvédelmi előírásoknak megfelelően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062F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120B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F29F69B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6D13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Betartja, betartatja a baleset-, munka-, tűzvédelmi, környezetvédelmi és minőségirányítási szabályokat, higiéniai előírásokat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5867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39E3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42DFABF7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E6627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Ajánlatot tesz és kér hulladék megvásárlására, adás-vételi szerződést köt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D288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7C78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E451799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4F59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Intézkedik a képződő hulladékok elkülönített gyűjtéséről és megfelelő kezeléséről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EAB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02DA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18A82189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A7029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munkája során figyelembe veszi a hulladékhierarchiát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AB1D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6842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473F3FF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1B510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Mintát vesz vagy vetet a beérkezett hulladékból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0FC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6232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6F4BD11E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850A4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Méri a hulladék fizikai, kémiai jellemzőit, részt vesz a hulladék minősítésében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7CD5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E298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32E86941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26B2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hulladékvizsgálat eredményétől függően dönt a hulladék átvételéről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494F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FE7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75FCC9D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AB68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Anyagmérleget készít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96A0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57A9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4D75F1F1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D85F3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Dönt a hulladékazonosító kód szerinti besorolásról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AF6C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A637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57DCAE54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CF891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BD9D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1628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63AC73C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18A09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Baleset-, munka-, tűz- és környezetvédelmi szabályok, egészségügyi előírások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56CB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77FB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C14E4CC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1F49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Az egyes hulladékfajtákra vonatkozó forgalmazási, környezetvédelmi követelmények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0AB7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E6B3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339F3A1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A0D3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pénzforgalom lebonyolításának módjai, szabályai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A168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E21B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5C61FC45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83BC4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pénzkezelésre vonatkozó szabályok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AAD5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78E7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57F0E196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17B90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számlázás, nyugtaadás, adás-vételi szerződéskötés szabályai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168A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9A4B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79FF248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B20E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munkaviszony jogi szabályozása, a jelentési kötelezettségek betartásának szabályai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AA0A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F2D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B0F2BC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2884B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kereskedelmi egység működési rendjéhez kapcsolódó szabályok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8332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39E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4C54B6E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0E5BB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lastRenderedPageBreak/>
              <w:t>Áruforgalmi nyilvántartások, készletnyilvántartó programok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2263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113E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2D09FC16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B6B9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Pénzforgalmi nyilvántartások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B554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33AF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299F81AA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8904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Munkaügyi nyilvántartások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43F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41F3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26B56725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3E1F1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kereskedelmi, üzleti levelezés alapvető szabályai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A8D8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DF9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343550F4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2AE4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kommunikációs eszközök, irodai eszközök használata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268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7730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0A833060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F601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számítógépek és perifériáik használata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BFE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BED1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48388FC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37C2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Hulladékkereskedelmi folyamatok, árképzés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F0DF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73A6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22BC1B5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0C9F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Fémkereskedelmi ismeretek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1E30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0320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5B6FF0BA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0FE6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Ipari, kereskedelmi és szolgáltatási technológiák jellemző hulladékai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C27D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1DB1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79C48F3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2FFE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F8C0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B6CA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4564EA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752E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Elemi számolási készség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2FA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3E07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504A4EAF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14435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Olvasott szakmai szöveg megértése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774C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80E5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6D4988D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962D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Számítógép elemi szintű használata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0E48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D2CB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419081C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2FBC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szöveg hallás utáni megértése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1647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745E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7E2219E7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ED21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nyelvű beszédkészség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E4AF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ECFA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75B397EC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8AEFF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E650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534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3394966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828C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3CD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BF8C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1C19C1DC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9F32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Felelősségtudat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14EC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7B93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63869A83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EDBF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Pontosság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900F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7286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3FE5B4E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2875B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Megbízhatóság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F79E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3CC6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1C10713B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9FD5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393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7A136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1C8EAFDF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D4AB6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Konfliktusmegoldó készség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FF5B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636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08AD2A88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DCEDC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Kapcsolatteremtő készség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5A763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35629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340BD94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54964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Határozottság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D850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62A2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6036FB99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9091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8F17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4B740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A1BE9" w:rsidRPr="00AA1512" w14:paraId="589673DB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F0542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Gyakorlatias feladatértelmezés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9854D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AA0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5E7E1772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7841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Ismeretek helyén való alkalmazása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2E635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64B27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2A1BE9" w:rsidRPr="00AA1512" w14:paraId="0AAD73A1" w14:textId="77777777" w:rsidTr="00774B88">
        <w:trPr>
          <w:trHeight w:val="255"/>
          <w:jc w:val="center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6490E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Körültekintés, elővigyázatosság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D735A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F38A8" w14:textId="77777777" w:rsidR="002A1BE9" w:rsidRPr="00AA1512" w:rsidRDefault="002A1B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3B399EDC" w14:textId="77777777" w:rsidR="00AD55B2" w:rsidRPr="00AA1512" w:rsidRDefault="00AD55B2" w:rsidP="00C53E01">
      <w:pPr>
        <w:rPr>
          <w:rFonts w:cs="Times New Roman"/>
        </w:rPr>
      </w:pPr>
    </w:p>
    <w:p w14:paraId="350E161F" w14:textId="08B37031" w:rsidR="00C53E01" w:rsidRPr="00AA1512" w:rsidRDefault="00987A82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Hulladékkereskedelem és -gazdálkodás</w:t>
      </w:r>
      <w:r w:rsidR="00C53E01" w:rsidRPr="00AA1512">
        <w:rPr>
          <w:rFonts w:cs="Times New Roman"/>
          <w:b/>
        </w:rPr>
        <w:t xml:space="preserve"> tantárgy</w:t>
      </w:r>
      <w:r w:rsidR="00C53E01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152</w:t>
      </w:r>
      <w:r w:rsidR="00C53E01" w:rsidRPr="00AA1512">
        <w:rPr>
          <w:rFonts w:cs="Times New Roman"/>
          <w:b/>
        </w:rPr>
        <w:t xml:space="preserve"> ó</w:t>
      </w:r>
      <w:r w:rsidR="00774B88">
        <w:rPr>
          <w:rFonts w:cs="Times New Roman"/>
          <w:b/>
        </w:rPr>
        <w:t>ra/0</w:t>
      </w:r>
      <w:r w:rsidR="00C53E01" w:rsidRPr="00AA1512">
        <w:rPr>
          <w:rFonts w:cs="Times New Roman"/>
          <w:b/>
        </w:rPr>
        <w:t xml:space="preserve"> óra*</w:t>
      </w:r>
    </w:p>
    <w:p w14:paraId="787384F7" w14:textId="77777777" w:rsidR="00C53E01" w:rsidRPr="00AA1512" w:rsidRDefault="00C53E01" w:rsidP="00C53E01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02C0F28B" w14:textId="77777777" w:rsidR="004239CF" w:rsidRPr="00AA1512" w:rsidRDefault="004239CF" w:rsidP="004239CF">
      <w:pPr>
        <w:spacing w:after="0"/>
        <w:ind w:left="426"/>
        <w:rPr>
          <w:rFonts w:cs="Times New Roman"/>
        </w:rPr>
      </w:pPr>
    </w:p>
    <w:p w14:paraId="3F2566E2" w14:textId="204EBB33" w:rsidR="004239CF" w:rsidRPr="00AA1512" w:rsidRDefault="004239CF" w:rsidP="004239CF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tantárgy a </w:t>
      </w:r>
      <w:r w:rsidR="00DC185D" w:rsidRPr="00AA1512">
        <w:rPr>
          <w:rFonts w:cs="Times New Roman"/>
        </w:rPr>
        <w:t>31 851 02 hulladékfelvásárló és -gazdálkodó</w:t>
      </w:r>
      <w:r w:rsidRPr="00AA1512">
        <w:rPr>
          <w:rFonts w:cs="Times New Roman"/>
        </w:rPr>
        <w:t xml:space="preserve"> </w:t>
      </w:r>
      <w:r w:rsidR="00774B88" w:rsidRPr="00774B88">
        <w:rPr>
          <w:rFonts w:cs="Times New Roman"/>
        </w:rPr>
        <w:t>mellék-</w:t>
      </w:r>
      <w:r w:rsidRPr="00AA1512">
        <w:rPr>
          <w:rFonts w:cs="Times New Roman"/>
        </w:rPr>
        <w:t>szakképesítéshez kapcsolódik.</w:t>
      </w:r>
    </w:p>
    <w:p w14:paraId="18E8C246" w14:textId="77777777" w:rsidR="004239CF" w:rsidRPr="00AA1512" w:rsidRDefault="004239CF" w:rsidP="004239CF">
      <w:pPr>
        <w:spacing w:after="0"/>
        <w:ind w:left="426"/>
        <w:rPr>
          <w:rFonts w:cs="Times New Roman"/>
        </w:rPr>
      </w:pPr>
    </w:p>
    <w:p w14:paraId="3471BD90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0A8217C1" w14:textId="77777777" w:rsidR="00C53E01" w:rsidRPr="00AA1512" w:rsidRDefault="00987A82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Célja, hogy a tanulók elsajátítsák a hulladékkereskedelmi tevékenységhez elengedhetetlen általános kereskedelmi ismereteket. Megismerjék a kereskedelmi munka tárgyi és személyi feltételeit, a pénzforgalom jellemzőit, a bizonylat- és iratkezelés szabályait. Ismerjék a tanulók a hulladékkereskedelmi folyamatokat, a hulladékok, mint áruk sajátosságait és piacát, az árképzés folyamatát, a hulladékkereskedelmi egység szabályszerű működtetését. A tantárgy tanításának további célja, hogy a tanulók megismerjék a hulladékgazdálkodással kapcsolatos alapelveket, alkalmazzák a hulladékkal kapcsolatos ismereteiket a hulladékhierarchia megértésében. Ismerjék a hulladékok csoportosítását, fajtáit, környezetre gyakorolt hatásait, legjellemzőbb tulajdonságait. Ismerjék hulladékgazdálkodás egyes szereplőinek kötelezettségeit. Ismerjék meg a hulladékgazdálkodásban alkalmazott kezelési technológiákat.</w:t>
      </w:r>
    </w:p>
    <w:p w14:paraId="3BD603CE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1C5CD49F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3055A8FC" w14:textId="77777777" w:rsidR="00C53E01" w:rsidRPr="00AA1512" w:rsidRDefault="00987A82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Pénzügyi és vállalkozói ismeretek</w:t>
      </w:r>
      <w:r w:rsidR="002A1BE9" w:rsidRPr="00AA1512">
        <w:rPr>
          <w:rFonts w:cs="Times New Roman"/>
        </w:rPr>
        <w:t xml:space="preserve"> tantárgy.</w:t>
      </w:r>
    </w:p>
    <w:p w14:paraId="6140A17D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07801F5E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593FFC4A" w14:textId="77777777" w:rsidR="00C53E01" w:rsidRPr="00AA1512" w:rsidRDefault="00987A82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 xml:space="preserve">Kereskedelmi alapismeretek </w:t>
      </w:r>
    </w:p>
    <w:p w14:paraId="06BE83FE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kereskedelem fogalma</w:t>
      </w:r>
    </w:p>
    <w:p w14:paraId="55DA6A55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Kereskedelem és környezetvédelem</w:t>
      </w:r>
    </w:p>
    <w:p w14:paraId="372E2E86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kereskedelem tagozódása:</w:t>
      </w:r>
    </w:p>
    <w:p w14:paraId="01BB96E3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Kiskereskedelem</w:t>
      </w:r>
    </w:p>
    <w:p w14:paraId="14982B87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Nagykereskedelem</w:t>
      </w:r>
    </w:p>
    <w:p w14:paraId="2CCAA234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Külkereskedelem</w:t>
      </w:r>
    </w:p>
    <w:p w14:paraId="74BD6C4B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kereskedelmi munka tárgyi feltétele</w:t>
      </w:r>
    </w:p>
    <w:p w14:paraId="21F07D6C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kereskedelmi munka személyi feltételei</w:t>
      </w:r>
    </w:p>
    <w:p w14:paraId="22085B99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Vállalkozási formák a kereskedelemben</w:t>
      </w:r>
    </w:p>
    <w:p w14:paraId="35AEBB5F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Pénzforgalom a kereskedelemben:</w:t>
      </w:r>
    </w:p>
    <w:p w14:paraId="0B570D99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Pénzforgalom fogalma és fajtái</w:t>
      </w:r>
    </w:p>
    <w:p w14:paraId="25B15125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Bankszámla nyitása, fajtái</w:t>
      </w:r>
    </w:p>
    <w:p w14:paraId="1E82B283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Készpénz nélküli fizetési módok</w:t>
      </w:r>
    </w:p>
    <w:p w14:paraId="17071CAA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Készpénzforgalom</w:t>
      </w:r>
    </w:p>
    <w:p w14:paraId="06E36DC5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Pénztár</w:t>
      </w:r>
    </w:p>
    <w:p w14:paraId="5DF6C108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Pénzforgalmi nyilvántartások</w:t>
      </w:r>
    </w:p>
    <w:p w14:paraId="5E583F06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Készletezés:</w:t>
      </w:r>
    </w:p>
    <w:p w14:paraId="7A76B154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készlet meghatározása</w:t>
      </w:r>
    </w:p>
    <w:p w14:paraId="367DCFCA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Leltározás célja, szerepe</w:t>
      </w:r>
    </w:p>
    <w:p w14:paraId="13993DFF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Bizonylatkezelés a kereskedelmi egységekben:</w:t>
      </w:r>
    </w:p>
    <w:p w14:paraId="78EC094B" w14:textId="77777777" w:rsidR="00987A82" w:rsidRPr="00AA1512" w:rsidRDefault="00987A82" w:rsidP="00987A82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Bizonylat fogalma, bizonylatok osztályozása, alaki és tartalmi kellékei</w:t>
      </w:r>
    </w:p>
    <w:p w14:paraId="122D8227" w14:textId="77777777" w:rsidR="00B5212A" w:rsidRPr="00AA1512" w:rsidRDefault="00987A82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Bizonylati fegyelem</w:t>
      </w:r>
    </w:p>
    <w:p w14:paraId="76E6C80A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Szigorú számadásra kötelezett nyomtatványok</w:t>
      </w:r>
    </w:p>
    <w:p w14:paraId="0E95187A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Iratkezelés szabályai:</w:t>
      </w:r>
    </w:p>
    <w:p w14:paraId="08D8C914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Iratkezelés szervezete</w:t>
      </w:r>
    </w:p>
    <w:p w14:paraId="7FA6C60D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Iratok iktatása, tárolása, megőrzése, selejtezése</w:t>
      </w:r>
    </w:p>
    <w:p w14:paraId="3C08CCFF" w14:textId="77777777" w:rsidR="00C53E01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Üzleti levelezés</w:t>
      </w:r>
    </w:p>
    <w:p w14:paraId="38AD183F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87F8E9" w14:textId="77777777" w:rsidR="00C53E01" w:rsidRPr="00AA1512" w:rsidRDefault="00B5212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Kereskedelmi egységek működtetése</w:t>
      </w:r>
    </w:p>
    <w:p w14:paraId="7264DC2E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Kereskedelmi egységek létesítésének és működtetésének szabályai:</w:t>
      </w:r>
    </w:p>
    <w:p w14:paraId="225FD33D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kereskedelmi egység nyitásához szükséges hatósági engedélyek, gyakorlati teendők (a kereskedelmi egység elnevezése, nyitva tartása, területfoglalás stb.)</w:t>
      </w:r>
    </w:p>
    <w:p w14:paraId="51378ED2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Munka-, tűz- és balesetvédelmi előírások a kereskedelmi egységekben</w:t>
      </w:r>
    </w:p>
    <w:p w14:paraId="5B6EE8F3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Kereskedelmi tevékenység környezetvédelmi előírásai</w:t>
      </w:r>
    </w:p>
    <w:p w14:paraId="48EBAA3D" w14:textId="77777777" w:rsidR="00C53E01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Áru- és vagyonvédelem a hulladékkereskedelemben</w:t>
      </w:r>
    </w:p>
    <w:p w14:paraId="13EEB896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2BFE7A" w14:textId="77777777" w:rsidR="00C53E01" w:rsidRPr="00AA1512" w:rsidRDefault="00B5212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Hulladékkereskedelmi ismeretek</w:t>
      </w:r>
    </w:p>
    <w:p w14:paraId="5ACE59B2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Hulladékkereskedelmi folyamatok,a hulladék útja a termelőtől a kezelőig</w:t>
      </w:r>
    </w:p>
    <w:p w14:paraId="3953F787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Hulladékok, mint áruk:</w:t>
      </w:r>
    </w:p>
    <w:p w14:paraId="654BC52A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Árképzés és befolyásoló tényezői</w:t>
      </w:r>
    </w:p>
    <w:p w14:paraId="26D7D545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Adózási ismeretek: áfa, fordított áfa</w:t>
      </w:r>
    </w:p>
    <w:p w14:paraId="411D78F4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Árfolyamok</w:t>
      </w:r>
    </w:p>
    <w:p w14:paraId="22B60E05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Szabványok, minőségi követelmények</w:t>
      </w:r>
    </w:p>
    <w:p w14:paraId="3D44A671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hulladékokra vonatkozó főbb szabályok</w:t>
      </w:r>
    </w:p>
    <w:p w14:paraId="0DB2019D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Fémhulladékok értékesítésére vonatkozó szabályok a termelőnél és kereskedőnél</w:t>
      </w:r>
    </w:p>
    <w:p w14:paraId="00F49F3C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besorolása vámtarifaszám szerint</w:t>
      </w:r>
    </w:p>
    <w:p w14:paraId="438D60F1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Piac, kereslet, kínálat fogalma, piacot befolyásoló tényezők</w:t>
      </w:r>
    </w:p>
    <w:p w14:paraId="21CCD479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Marketing szerepe, stratégiák és marketing eszközök</w:t>
      </w:r>
    </w:p>
    <w:p w14:paraId="49FFD982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Fogyasztói érdekvédelem, kötelező vásárlói tájékoztatók, árak feltüntetésének szabályai, szavatosság, jótállás, vásárlók könyve, vásárlói kifogások kezelése</w:t>
      </w:r>
    </w:p>
    <w:p w14:paraId="774828DD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Hatósági ellenőrzések szabályai, teendők</w:t>
      </w:r>
    </w:p>
    <w:p w14:paraId="2654A1EB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Hulladékkereskedelmi adminisztráció: </w:t>
      </w:r>
    </w:p>
    <w:p w14:paraId="17D48320" w14:textId="77777777" w:rsidR="00B5212A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Számlázás, pénzkezelés szabályai</w:t>
      </w:r>
    </w:p>
    <w:p w14:paraId="4EB7126E" w14:textId="77777777" w:rsidR="00C53E01" w:rsidRPr="00AA1512" w:rsidRDefault="00B5212A" w:rsidP="00B5212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Nyilvántartások és vezetésük</w:t>
      </w:r>
    </w:p>
    <w:p w14:paraId="604ADB74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D1D4A6" w14:textId="77777777" w:rsidR="00C53E01" w:rsidRPr="00AA1512" w:rsidRDefault="002759B5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Hulladékgazdálkodási alapismeretek</w:t>
      </w:r>
    </w:p>
    <w:p w14:paraId="36D7A02C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Környezetvédelem és fenntartható fejlődés összefüggései</w:t>
      </w:r>
    </w:p>
    <w:p w14:paraId="092896D9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Környezetvédelem jelentősége</w:t>
      </w:r>
    </w:p>
    <w:p w14:paraId="752FB4A8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 fogalma, csoportosítása, hulladékjegyzék és az azonosító számok</w:t>
      </w:r>
    </w:p>
    <w:p w14:paraId="42328937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hulladékgazdálkodás fogalma, célja, jelentősége</w:t>
      </w:r>
    </w:p>
    <w:p w14:paraId="27C6EA4F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hulladékgazdálkodás alapelvei:</w:t>
      </w:r>
    </w:p>
    <w:p w14:paraId="15179EAF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az újrahasználat és az újrahasználatra előkészítés elve, </w:t>
      </w:r>
    </w:p>
    <w:p w14:paraId="462F6C13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 gyártói felelősség elve, </w:t>
      </w:r>
    </w:p>
    <w:p w14:paraId="24520034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az önellátás elve, </w:t>
      </w:r>
    </w:p>
    <w:p w14:paraId="78DE828F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 közelség elve, </w:t>
      </w:r>
    </w:p>
    <w:p w14:paraId="0B43A695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 szennyező fizet elve, </w:t>
      </w:r>
    </w:p>
    <w:p w14:paraId="3D5A54B5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 xml:space="preserve">a biológiailag lebomló hulladék hasznosításának elve, </w:t>
      </w:r>
    </w:p>
    <w:p w14:paraId="4D706E88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 költséghatékony</w:t>
      </w:r>
    </w:p>
    <w:p w14:paraId="6D4D3BE2" w14:textId="77777777" w:rsidR="002759B5" w:rsidRPr="00AA1512" w:rsidRDefault="002759B5" w:rsidP="002759B5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hulladékgazdálkodási közszolgáltatás biztosításának elve</w:t>
      </w:r>
    </w:p>
    <w:p w14:paraId="46FF3D32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Hulladékhierarchia</w:t>
      </w:r>
    </w:p>
    <w:p w14:paraId="48DB76D0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hulladékok környezeti, egészségügyi, gazdasági és társadalmi káros hatásai</w:t>
      </w:r>
    </w:p>
    <w:p w14:paraId="2669E6A0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fizikai, kémiai és biológiai tulajdonságai</w:t>
      </w:r>
    </w:p>
    <w:p w14:paraId="47C15287" w14:textId="77777777" w:rsidR="00C53E01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Hulladékgazdálkodási rendszer felépítése, egyes szereplőinek feladatai, kötelezettségei: gyártó, forgalmazó, birtokos, hulladékgazdálkodó, önkormányzat, közszolgáltató, hatóság</w:t>
      </w:r>
    </w:p>
    <w:p w14:paraId="5E87ED0B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9D9D55" w14:textId="77777777" w:rsidR="00C53E01" w:rsidRPr="00AA1512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</w:t>
      </w:r>
      <w:r w:rsidR="002759B5" w:rsidRPr="00AA1512">
        <w:rPr>
          <w:rFonts w:cs="Times New Roman"/>
          <w:b/>
          <w:i/>
        </w:rPr>
        <w:t>elepülési és termelési hulladékgazdálkodás</w:t>
      </w:r>
    </w:p>
    <w:p w14:paraId="7CA993A7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Települési hulladékok fogalma, </w:t>
      </w:r>
    </w:p>
    <w:p w14:paraId="10925C57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Települési hulladékok keletkezése, összetétele, mennyisége</w:t>
      </w:r>
    </w:p>
    <w:p w14:paraId="59ED3405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Termelési hulladék fogalma</w:t>
      </w:r>
    </w:p>
    <w:p w14:paraId="7BF1896A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keletkezése, mennyisége, összetétele az iparban, a kereskedelemben és a szolgáltatásban</w:t>
      </w:r>
    </w:p>
    <w:p w14:paraId="7C31B365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Életciklus szemlélet </w:t>
      </w:r>
    </w:p>
    <w:p w14:paraId="19BC2EB1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hulladékok, veszélyességi jellemzők</w:t>
      </w:r>
    </w:p>
    <w:p w14:paraId="6357FFA9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Termék, melléktermék és hulladék kapcsolata</w:t>
      </w:r>
    </w:p>
    <w:p w14:paraId="41F7DB8C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Technológia fogalma, forgalmi diagramok módszere</w:t>
      </w:r>
    </w:p>
    <w:p w14:paraId="5CAE6BF0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Anyagáramok, a technológiába be- és kilépő anyagok (alapanyag, főtermék, melléktermék, hulladék)</w:t>
      </w:r>
    </w:p>
    <w:p w14:paraId="2A6FCD7A" w14:textId="77777777" w:rsidR="00C53E01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Anyagmérleg</w:t>
      </w:r>
    </w:p>
    <w:p w14:paraId="1E2A7B64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CC7C66" w14:textId="77777777" w:rsidR="00C53E01" w:rsidRPr="00AA1512" w:rsidRDefault="002759B5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Hulladékok gyűjtése</w:t>
      </w:r>
    </w:p>
    <w:p w14:paraId="65CD436C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Hulladékgyűjtés jelentősége (kevert, elkülönített), eszközei</w:t>
      </w:r>
    </w:p>
    <w:p w14:paraId="0EA0756E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Hulladékgyűjtés módjai és szervezése, logisztikai megoldások</w:t>
      </w:r>
    </w:p>
    <w:p w14:paraId="3CC5C5B8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Elkülönített hulladékgyűjtő-helyek kialakítása, gyűjthető hulladékok köre</w:t>
      </w:r>
    </w:p>
    <w:p w14:paraId="0A3EE5A2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Munkahelyi és üzemi gyűjtőhelyre vonatkozó szabályok</w:t>
      </w:r>
    </w:p>
    <w:p w14:paraId="29FC3DC3" w14:textId="77777777" w:rsidR="002759B5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Országhatárokon át történő szállítás főbb szabályai és dokumentumai</w:t>
      </w:r>
    </w:p>
    <w:p w14:paraId="4CDA275F" w14:textId="77777777" w:rsidR="00C53E01" w:rsidRPr="00AA1512" w:rsidRDefault="002759B5" w:rsidP="002759B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Hulladékszállítás kísérő dokumentumai</w:t>
      </w:r>
    </w:p>
    <w:p w14:paraId="682556EE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84C61E" w14:textId="77777777" w:rsidR="00C53E01" w:rsidRPr="00AA1512" w:rsidRDefault="00A146BC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Hulladékkezelés folyamatai</w:t>
      </w:r>
    </w:p>
    <w:p w14:paraId="2FB16F0D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előkezelésének célja, eszközei</w:t>
      </w:r>
    </w:p>
    <w:p w14:paraId="44FE0CD4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Fizikai hulladékkezelési (fázisszétbontás, komponens-szétválasztás, beágyazás) technológiák áttekintő ismeretei</w:t>
      </w:r>
    </w:p>
    <w:p w14:paraId="613F0950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hulladékkezelési eljárások áttekintő ismeretei</w:t>
      </w:r>
    </w:p>
    <w:p w14:paraId="4A553C45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Biológiai-, és termikus hulladékkezelési eljárások áttekintő ismeretei</w:t>
      </w:r>
    </w:p>
    <w:p w14:paraId="42F606B9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Hulladékhasznosítási lehetőségek</w:t>
      </w:r>
    </w:p>
    <w:p w14:paraId="736CB102" w14:textId="77777777" w:rsidR="00C53E01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Hulladékártalmatlanítás lerakással, lerakók fajtái, lerakható hulladékok köre</w:t>
      </w:r>
    </w:p>
    <w:p w14:paraId="2BCF96B5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D576B1" w14:textId="77777777" w:rsidR="00C53E01" w:rsidRPr="00AA1512" w:rsidRDefault="00A146BC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hulladékgazdálkodás dokumentációs feladatai</w:t>
      </w:r>
    </w:p>
    <w:p w14:paraId="79375570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Közigazgatási alapismeretek, hatósági eljárások szabályai</w:t>
      </w:r>
    </w:p>
    <w:p w14:paraId="5AD5B487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Nyilvántartások vezetése: nyilvántartás vezetésére kötelezettek köre</w:t>
      </w:r>
    </w:p>
    <w:p w14:paraId="537B8F36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Hulladéktermelő és –kereskedő nyilvántartási kötelezettsége, a nyilvántartás kötelező tartalmi elemei</w:t>
      </w:r>
    </w:p>
    <w:p w14:paraId="4631E13C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Nyilvántartás vezetésére kötelezettek köre: hulladéktermelő, közvetítő, kereskedő, hulladékkezelő, hulladékbirtokos, szállító</w:t>
      </w:r>
    </w:p>
    <w:p w14:paraId="029A93BE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Hulladékkereskedelem engedélyeztetése, nyilvántartásba vétele</w:t>
      </w:r>
    </w:p>
    <w:p w14:paraId="7F22846F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Hulladékszállítás kísérő dokumentumai, mérlegjegy, SZ- és GY- lap</w:t>
      </w:r>
    </w:p>
    <w:p w14:paraId="6A3FA12B" w14:textId="77777777" w:rsidR="00A146BC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Adatszolgáltatási kötelezettség: KÜJ és KTJ-szám, KAR és HIR rendszerbe való belépés, bejelentőlapok tartalmi elemei</w:t>
      </w:r>
    </w:p>
    <w:p w14:paraId="2616CF5B" w14:textId="77777777" w:rsidR="00C53E01" w:rsidRPr="00AA1512" w:rsidRDefault="00A146BC" w:rsidP="00A146B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Szakhatósági ellenőrzés szabályai</w:t>
      </w:r>
    </w:p>
    <w:p w14:paraId="541D9CA4" w14:textId="77777777" w:rsidR="00C53E01" w:rsidRPr="00AA1512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0F1D77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51EA288F" w14:textId="77777777" w:rsidR="00C53E01" w:rsidRPr="00AA1512" w:rsidRDefault="006F4944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Tanterem, számítógépes szaktanterem</w:t>
      </w:r>
    </w:p>
    <w:p w14:paraId="1F22D6FC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57EAFC09" w14:textId="77777777" w:rsidR="00C53E01" w:rsidRPr="00AA1512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6CD3C207" w14:textId="250F7EFB" w:rsidR="00C53E01" w:rsidRPr="00AA1512" w:rsidRDefault="00C53E01" w:rsidP="00C53E01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12C781CE" w14:textId="77777777" w:rsidR="00C53E01" w:rsidRPr="00AA1512" w:rsidRDefault="00C53E01" w:rsidP="00C53E01">
      <w:pPr>
        <w:spacing w:after="0"/>
        <w:ind w:left="426"/>
        <w:rPr>
          <w:rFonts w:cs="Times New Roman"/>
        </w:rPr>
      </w:pPr>
    </w:p>
    <w:p w14:paraId="3854EEED" w14:textId="27932330" w:rsidR="008553B5" w:rsidRPr="00AA1512" w:rsidRDefault="00B95A96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Hulladékgazdálkodási gyakorlatok</w:t>
      </w:r>
      <w:r w:rsidR="008553B5" w:rsidRPr="00AA1512">
        <w:rPr>
          <w:rFonts w:cs="Times New Roman"/>
          <w:b/>
        </w:rPr>
        <w:t xml:space="preserve"> tantárgy</w:t>
      </w:r>
      <w:r w:rsidR="008553B5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188</w:t>
      </w:r>
      <w:r w:rsidR="008553B5" w:rsidRPr="00AA1512">
        <w:rPr>
          <w:rFonts w:cs="Times New Roman"/>
          <w:b/>
        </w:rPr>
        <w:t xml:space="preserve"> ó</w:t>
      </w:r>
      <w:r w:rsidR="00774B88">
        <w:rPr>
          <w:rFonts w:cs="Times New Roman"/>
          <w:b/>
        </w:rPr>
        <w:t>ra/0</w:t>
      </w:r>
      <w:r w:rsidR="008553B5" w:rsidRPr="00AA1512">
        <w:rPr>
          <w:rFonts w:cs="Times New Roman"/>
          <w:b/>
        </w:rPr>
        <w:t xml:space="preserve"> óra*</w:t>
      </w:r>
    </w:p>
    <w:p w14:paraId="2D5ED1D7" w14:textId="77777777" w:rsidR="008553B5" w:rsidRPr="00AA1512" w:rsidRDefault="008553B5" w:rsidP="008553B5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29A4F37B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381D8F60" w14:textId="11962834" w:rsidR="008553B5" w:rsidRPr="00AA1512" w:rsidRDefault="008553B5" w:rsidP="008553B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tantárgy a </w:t>
      </w:r>
      <w:r w:rsidR="00B95A96" w:rsidRPr="00AA1512">
        <w:rPr>
          <w:rFonts w:cs="Times New Roman"/>
        </w:rPr>
        <w:t>31 851 02 hulladékfelvásárló és -gazdálkodó</w:t>
      </w:r>
      <w:r w:rsidRPr="00AA1512">
        <w:rPr>
          <w:rFonts w:cs="Times New Roman"/>
        </w:rPr>
        <w:t xml:space="preserve"> </w:t>
      </w:r>
      <w:r w:rsidR="00774B88" w:rsidRPr="00774B88">
        <w:rPr>
          <w:rFonts w:cs="Times New Roman"/>
        </w:rPr>
        <w:t>mellék-</w:t>
      </w:r>
      <w:r w:rsidRPr="00AA1512">
        <w:rPr>
          <w:rFonts w:cs="Times New Roman"/>
        </w:rPr>
        <w:t>szakképesítéshez kapcsolódik.</w:t>
      </w:r>
    </w:p>
    <w:p w14:paraId="6112199C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0E6D574F" w14:textId="77777777" w:rsidR="008553B5" w:rsidRPr="00AA1512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13BB18D1" w14:textId="77777777" w:rsidR="008553B5" w:rsidRPr="00AA1512" w:rsidRDefault="00B8595C" w:rsidP="008553B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h</w:t>
      </w:r>
      <w:r w:rsidR="00B95A96" w:rsidRPr="00AA1512">
        <w:rPr>
          <w:rFonts w:cs="Times New Roman"/>
        </w:rPr>
        <w:t>ulladékgazdálkodási gyakorlatok tantárgy tanításának célja a hulladékgazdálkodás elméleti ismereteinek gyakorlati alkalmazása, rendszerezése, integrálása. A tanulók ismerjék a hulladékok vizsgálatának eljárásait, a hulladékok minősítését, veszélyességi jellemzőinek meghatározását. A hulladékkezelési folyamatok ismeretében a tanulók tudják a hulladék mennyiségi és minőségi tulajdonságait meghatározni. Ismerjék a technológiák anyagmérlegét, anyagforgalmi diagramjait, a technológia és a hulladék kibocsátás közötti kapcsolatot, a nyilvántartás és adatszolgáltatás szabályait, tudjanak dokumentációkat kitölteni (számlák, bizonylatok, bejelentőlapok, kísérőjegyek, nyilvántartások).</w:t>
      </w:r>
    </w:p>
    <w:p w14:paraId="0BB3B65D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0867B640" w14:textId="77777777" w:rsidR="008553B5" w:rsidRPr="00AA1512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lastRenderedPageBreak/>
        <w:t>Kapcsolódó közismereti, szakmai tartalmak</w:t>
      </w:r>
    </w:p>
    <w:p w14:paraId="0DC76C07" w14:textId="77777777" w:rsidR="008553B5" w:rsidRPr="00AA1512" w:rsidRDefault="00B95A96" w:rsidP="008553B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Hulladékgazdálkodási ismeretek és környezetvédelmi gyakorlat tantárgyak</w:t>
      </w:r>
    </w:p>
    <w:p w14:paraId="3687F38D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18974C1B" w14:textId="77777777" w:rsidR="008553B5" w:rsidRPr="00AA1512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7F4F6027" w14:textId="77777777" w:rsidR="008553B5" w:rsidRPr="00AA1512" w:rsidRDefault="00B95A9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Hulladékfajták anyagismerete</w:t>
      </w:r>
    </w:p>
    <w:p w14:paraId="2328A8CA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Műanyaghulladékok felismerése és minőségi követelmények</w:t>
      </w:r>
    </w:p>
    <w:p w14:paraId="69E00128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Hőre lágyuló és keményedő műanyagfajták</w:t>
      </w:r>
    </w:p>
    <w:p w14:paraId="51994913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Műanyagok újrahasznosítása, feldolgozása</w:t>
      </w:r>
    </w:p>
    <w:p w14:paraId="00954D2D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Műanyagok felismerése átvételhez</w:t>
      </w:r>
    </w:p>
    <w:p w14:paraId="7ABE60B4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Fémhulladékok felismerése és minőségi követelmények:</w:t>
      </w:r>
    </w:p>
    <w:p w14:paraId="7490E3C8" w14:textId="77777777" w:rsidR="00B95A96" w:rsidRPr="00AA1512" w:rsidRDefault="00B95A96" w:rsidP="00B95A96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Fémhulladék fajtái, megjelenési formái</w:t>
      </w:r>
    </w:p>
    <w:p w14:paraId="757F67EA" w14:textId="77777777" w:rsidR="00B95A96" w:rsidRPr="00AA1512" w:rsidRDefault="00B95A96" w:rsidP="00B95A96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Alumínium azonosítása</w:t>
      </w:r>
    </w:p>
    <w:p w14:paraId="33C26A61" w14:textId="77777777" w:rsidR="00B95A96" w:rsidRPr="00AA1512" w:rsidRDefault="00B95A96" w:rsidP="00B95A96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Acél és acélötvözetek azonosítása</w:t>
      </w:r>
    </w:p>
    <w:p w14:paraId="4477D425" w14:textId="77777777" w:rsidR="00B95A96" w:rsidRPr="00AA1512" w:rsidRDefault="00B95A96" w:rsidP="00B95A96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Rézötvözetek azonosítása</w:t>
      </w:r>
    </w:p>
    <w:p w14:paraId="44125F2A" w14:textId="77777777" w:rsidR="00B95A96" w:rsidRPr="00AA1512" w:rsidRDefault="00B95A96" w:rsidP="00B95A96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Egyéb nemvasfémek azonosítása (magnézium, cink, ólom, ón, nikkel)</w:t>
      </w:r>
    </w:p>
    <w:p w14:paraId="0FD9B24A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Elektromos és elektronikai hulladékok berendezéseinek hulladékazonosítása</w:t>
      </w:r>
    </w:p>
    <w:p w14:paraId="2D99872B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Elem- és akkumulátorhulladékok azonosítása</w:t>
      </w:r>
    </w:p>
    <w:p w14:paraId="75E33EA1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Papírhulladékok felismerése és minőségi követelmények az MSZ EN 643:2014 szabvány szerint</w:t>
      </w:r>
    </w:p>
    <w:p w14:paraId="29E6A7AB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Üveghulladékok felismerése és minőségi követelmények</w:t>
      </w:r>
    </w:p>
    <w:p w14:paraId="10BB044B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Gumihulladékok felismerése és minőségi követelmények</w:t>
      </w:r>
    </w:p>
    <w:p w14:paraId="71A07B6C" w14:textId="77777777" w:rsidR="008553B5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Hulladékká vált gépjárművek kezelése</w:t>
      </w:r>
    </w:p>
    <w:p w14:paraId="34ABD7B2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7E8C13" w14:textId="77777777" w:rsidR="008553B5" w:rsidRPr="00AA1512" w:rsidRDefault="00B95A9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 mintavétel</w:t>
      </w:r>
    </w:p>
    <w:p w14:paraId="74D08885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 szabályai szilárd, folyékony és iszapszerű hulladékoknál</w:t>
      </w:r>
    </w:p>
    <w:p w14:paraId="7F124B6D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Hulladékminták típusai: nyersminta, pont- és átlagminta</w:t>
      </w:r>
    </w:p>
    <w:p w14:paraId="7BE49133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Mintavételi terv tartalma</w:t>
      </w:r>
    </w:p>
    <w:p w14:paraId="0AA3546E" w14:textId="77777777" w:rsidR="008553B5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Minták csomagolása, tárolása, szállítása, mintavételi jegyzőkönyv tartalma</w:t>
      </w:r>
    </w:p>
    <w:p w14:paraId="36EAC007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D58BA1" w14:textId="77777777" w:rsidR="008553B5" w:rsidRPr="00AA1512" w:rsidRDefault="00B95A9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Hulladékok fizikai jellemzőinek vizsgálata</w:t>
      </w:r>
    </w:p>
    <w:p w14:paraId="295A9D72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Mennyiség, vizuális értékelés</w:t>
      </w:r>
    </w:p>
    <w:p w14:paraId="1456DEDB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Térfogattömeg (testsűrűség, halmazsűrűség)</w:t>
      </w:r>
    </w:p>
    <w:p w14:paraId="63B03320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Mechanikai összetétel</w:t>
      </w:r>
    </w:p>
    <w:p w14:paraId="79A63BF9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Darabosság</w:t>
      </w:r>
    </w:p>
    <w:p w14:paraId="7957A821" w14:textId="77777777" w:rsidR="00B95A96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Elektromos vezetőképesség</w:t>
      </w:r>
    </w:p>
    <w:p w14:paraId="32D9F0C0" w14:textId="77777777" w:rsidR="008553B5" w:rsidRPr="00AA1512" w:rsidRDefault="00B95A96" w:rsidP="00B95A9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Nedvességtartalom</w:t>
      </w:r>
    </w:p>
    <w:p w14:paraId="6DF5CBD7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999EBFF" w14:textId="77777777" w:rsidR="008553B5" w:rsidRPr="00AA1512" w:rsidRDefault="00A50B63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Hulladékok kémiai jellemzőinek vizsgálata</w:t>
      </w:r>
    </w:p>
    <w:p w14:paraId="70FF56E6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Hulladékminta előkészítése</w:t>
      </w:r>
    </w:p>
    <w:p w14:paraId="0EB5976A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 kivonatok készítése és vizsgálata</w:t>
      </w:r>
    </w:p>
    <w:p w14:paraId="677E79AC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pH</w:t>
      </w:r>
    </w:p>
    <w:p w14:paraId="7A0EB637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Hamutartalom vizsgálata</w:t>
      </w:r>
    </w:p>
    <w:p w14:paraId="21714A0D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Fémionok vizsgálata</w:t>
      </w:r>
    </w:p>
    <w:p w14:paraId="1232A81F" w14:textId="77777777" w:rsidR="008553B5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Anionok vizsgálata</w:t>
      </w:r>
    </w:p>
    <w:p w14:paraId="3C68671B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485958" w14:textId="77777777" w:rsidR="008553B5" w:rsidRPr="00AA1512" w:rsidRDefault="00A50B63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Hulladékok biológiai vizsgálata</w:t>
      </w:r>
    </w:p>
    <w:p w14:paraId="4E9832F9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biológiai bonthatóságának vizsgálata</w:t>
      </w:r>
    </w:p>
    <w:p w14:paraId="3FE86887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Biológiailag lebomló hulladékok vizsgálata</w:t>
      </w:r>
    </w:p>
    <w:p w14:paraId="51FED65D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Csurgalékvíz ökotoxikológiai vizsgálata teszt élőlényekkel: csíranövény-, hal-, Daphnia-, és alga teszt</w:t>
      </w:r>
    </w:p>
    <w:p w14:paraId="38728707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Komposztlakó makro- és mikroszervezetek meghatározása</w:t>
      </w:r>
    </w:p>
    <w:p w14:paraId="1CB2D7D5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Komposzthalom biológiai aktivitásának mérése</w:t>
      </w:r>
    </w:p>
    <w:p w14:paraId="140EDA60" w14:textId="77777777" w:rsidR="008553B5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Toxikus anyagok hatása a komposztálási folyamatra</w:t>
      </w:r>
    </w:p>
    <w:p w14:paraId="18DC601B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5FAD5F" w14:textId="77777777" w:rsidR="008553B5" w:rsidRPr="00AA1512" w:rsidRDefault="00A50B63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Anyagmérleg és forgalmi diagram</w:t>
      </w:r>
    </w:p>
    <w:p w14:paraId="468AECE1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Anyagforgalmi diagram szerkezete és fajtái</w:t>
      </w:r>
    </w:p>
    <w:p w14:paraId="5AAE45A2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Anyagforgalmi diagram kidolgozásának lépései</w:t>
      </w:r>
    </w:p>
    <w:p w14:paraId="6AB24625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Anyagmérleg készítés feltételei</w:t>
      </w:r>
    </w:p>
    <w:p w14:paraId="5439E1AA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Példák anyagmérleg készítésére</w:t>
      </w:r>
    </w:p>
    <w:p w14:paraId="4B9329FF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Hulladékgazdálkodás mutatóinak számítása</w:t>
      </w:r>
    </w:p>
    <w:p w14:paraId="67BF0369" w14:textId="77777777" w:rsidR="008553B5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Főtermék-, melléktermék-, hulladék- és komplexitási mutató</w:t>
      </w:r>
    </w:p>
    <w:p w14:paraId="25F2C2F1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D2D4B53" w14:textId="77777777" w:rsidR="008553B5" w:rsidRPr="00AA1512" w:rsidRDefault="00A50B63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Dokumentáció kezelés a hulladékgazdálkodásban</w:t>
      </w:r>
    </w:p>
    <w:p w14:paraId="7DAF9CB2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Számlák, bizonylatok, mérlegjegy kiállítás</w:t>
      </w:r>
    </w:p>
    <w:p w14:paraId="551B4815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Szállítás kísérő dokumentumainak kitöltése</w:t>
      </w:r>
    </w:p>
    <w:p w14:paraId="12A92B5E" w14:textId="77777777" w:rsidR="00A50B63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Adatszolgáltatás: OKIR, ÁNYK, Ügyfélkapu, bejelentőlapok</w:t>
      </w:r>
    </w:p>
    <w:p w14:paraId="7EF1718A" w14:textId="77777777" w:rsidR="008553B5" w:rsidRPr="00AA1512" w:rsidRDefault="00A50B63" w:rsidP="00A50B6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Fémkereskedelmi adatszolgáltatás, nyilvántartás, dokumentáció</w:t>
      </w:r>
    </w:p>
    <w:p w14:paraId="0F9DA469" w14:textId="77777777" w:rsidR="008553B5" w:rsidRPr="00AA1512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DB90B90" w14:textId="77777777" w:rsidR="008553B5" w:rsidRPr="00AA1512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2EFD6EBA" w14:textId="77777777" w:rsidR="008553B5" w:rsidRPr="00AA1512" w:rsidRDefault="0064492A" w:rsidP="008553B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Szakmai laboratórium, szaktanterem, hulladékkezelő létesítmény</w:t>
      </w:r>
      <w:r w:rsidR="00F953A2" w:rsidRPr="00AA1512">
        <w:rPr>
          <w:rFonts w:cs="Times New Roman"/>
        </w:rPr>
        <w:t>.</w:t>
      </w:r>
      <w:r w:rsidRPr="00AA1512">
        <w:rPr>
          <w:rFonts w:cs="Times New Roman"/>
        </w:rPr>
        <w:t xml:space="preserve"> </w:t>
      </w:r>
    </w:p>
    <w:p w14:paraId="4B8DA020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02082326" w14:textId="77777777" w:rsidR="008553B5" w:rsidRPr="00AA1512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0D39244D" w14:textId="03F0DFCB" w:rsidR="008553B5" w:rsidRPr="00AA1512" w:rsidRDefault="008553B5" w:rsidP="008553B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43259FE" w14:textId="77777777" w:rsidR="008553B5" w:rsidRPr="00AA1512" w:rsidRDefault="008553B5" w:rsidP="008553B5">
      <w:pPr>
        <w:spacing w:after="0"/>
        <w:ind w:left="426"/>
        <w:rPr>
          <w:rFonts w:cs="Times New Roman"/>
        </w:rPr>
      </w:pPr>
    </w:p>
    <w:p w14:paraId="7AB342B2" w14:textId="77777777" w:rsidR="00FB6DBC" w:rsidRPr="00AA1512" w:rsidRDefault="00FB6DBC" w:rsidP="00FB6DBC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4A12AAFD" w14:textId="77777777" w:rsidR="00FB6DBC" w:rsidRPr="00AA1512" w:rsidRDefault="00FB6DBC" w:rsidP="00FB6DBC">
      <w:pPr>
        <w:rPr>
          <w:rFonts w:cs="Times New Roman"/>
        </w:rPr>
      </w:pPr>
    </w:p>
    <w:p w14:paraId="49367D5B" w14:textId="77777777" w:rsidR="00FB6DBC" w:rsidRPr="00AA1512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4A73F6E8" w14:textId="77777777" w:rsidR="00FB6DBC" w:rsidRPr="00AA1512" w:rsidRDefault="00786F0D" w:rsidP="00FB6DBC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bCs/>
          <w:sz w:val="36"/>
          <w:szCs w:val="36"/>
        </w:rPr>
        <w:t>11937-16</w:t>
      </w:r>
      <w:r w:rsidR="00FB6DBC" w:rsidRPr="00AA1512">
        <w:rPr>
          <w:rFonts w:cs="Times New Roman"/>
          <w:b/>
          <w:sz w:val="36"/>
        </w:rPr>
        <w:t xml:space="preserve"> azonosító számú</w:t>
      </w:r>
    </w:p>
    <w:p w14:paraId="5DD3FCDE" w14:textId="77777777" w:rsidR="00FB6DBC" w:rsidRPr="00AA1512" w:rsidRDefault="00786F0D" w:rsidP="00FB6DBC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Környezetvédelmi alapismeretek</w:t>
      </w:r>
    </w:p>
    <w:p w14:paraId="2898C1A4" w14:textId="77777777" w:rsidR="00FB6DBC" w:rsidRPr="00AA1512" w:rsidRDefault="00FB6DBC" w:rsidP="00FB6DBC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07498720" w14:textId="77777777" w:rsidR="00FB6DBC" w:rsidRPr="00AA1512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2AD1823C" w14:textId="77777777" w:rsidR="00FB6DBC" w:rsidRPr="00AA1512" w:rsidRDefault="00FB6DBC" w:rsidP="00FB6DBC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427E06B2" w14:textId="77777777" w:rsidR="00FB6DBC" w:rsidRPr="00AA1512" w:rsidRDefault="00FB6DBC" w:rsidP="00FB6DBC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77D3BEC4" w14:textId="09ECE9ED" w:rsidR="00FB6DBC" w:rsidRPr="00AA1512" w:rsidRDefault="00FB6DBC" w:rsidP="00FB6DBC">
      <w:pPr>
        <w:rPr>
          <w:rFonts w:cs="Times New Roman"/>
        </w:rPr>
      </w:pPr>
      <w:r w:rsidRPr="00AA1512">
        <w:rPr>
          <w:rFonts w:cs="Times New Roman"/>
        </w:rPr>
        <w:lastRenderedPageBreak/>
        <w:t xml:space="preserve">A </w:t>
      </w:r>
      <w:r w:rsidR="00786F0D" w:rsidRPr="00AA1512">
        <w:rPr>
          <w:rFonts w:cs="Times New Roman"/>
        </w:rPr>
        <w:t>11937-16</w:t>
      </w:r>
      <w:r w:rsidRPr="00AA1512">
        <w:rPr>
          <w:rFonts w:cs="Times New Roman"/>
        </w:rPr>
        <w:t xml:space="preserve"> azonosító számú </w:t>
      </w:r>
      <w:r w:rsidR="00786F0D" w:rsidRPr="00AA1512">
        <w:rPr>
          <w:rFonts w:cs="Times New Roman"/>
        </w:rPr>
        <w:t>Környezetvédelmi alapismeretek</w:t>
      </w:r>
      <w:r w:rsidRPr="00AA1512">
        <w:rPr>
          <w:rFonts w:cs="Times New Roman"/>
        </w:rPr>
        <w:t xml:space="preserve">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812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641"/>
        <w:gridCol w:w="642"/>
        <w:gridCol w:w="642"/>
        <w:gridCol w:w="641"/>
        <w:gridCol w:w="642"/>
        <w:gridCol w:w="642"/>
      </w:tblGrid>
      <w:tr w:rsidR="00E867DE" w:rsidRPr="00AA1512" w14:paraId="5C656A9E" w14:textId="77777777" w:rsidTr="00774B88">
        <w:trPr>
          <w:cantSplit/>
          <w:trHeight w:val="2291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4A58D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C3E2E4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Földtudományi alapok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88155C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Műszaki ismeretek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4C43E9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kémia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7A2AA8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Környezet-védelmi alapismeretek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675F92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Környezet-technika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6E438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Környezet-védelmi gyakorlat</w:t>
            </w:r>
          </w:p>
        </w:tc>
      </w:tr>
      <w:tr w:rsidR="00E867DE" w:rsidRPr="00AA1512" w14:paraId="07E313B2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8196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41EE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22F2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7BD9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1C3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C25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3807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1893328A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74053" w14:textId="77777777" w:rsidR="00E867DE" w:rsidRPr="00AA1512" w:rsidRDefault="00E867DE" w:rsidP="00C94F3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mérésekhez, vizsgálatokhoz</w:t>
            </w:r>
          </w:p>
          <w:p w14:paraId="52EB6D85" w14:textId="77777777" w:rsidR="00E867DE" w:rsidRPr="00AA1512" w:rsidRDefault="00E867DE" w:rsidP="00C94F3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 xml:space="preserve"> kapcsolódva alkalmazza az informatika alapelemeit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5581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13CD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8508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578D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9ECB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AA75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48BE635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6A1D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Szabadkézi rajzot, folyamatábrát készít, műszaki rajzot értelmez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C6AE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F2FE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CE1D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E9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63A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4585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26C1FB1F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6CB7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geodéziai mérésekben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9590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9E4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56C4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7AD9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A825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74EA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0BF843F7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978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Felismeri, jellemzi és rendszerbe foglalja az ember és a környezete kapcsolatát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1B40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4F04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2850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F79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94A5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561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5081D552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404B1" w14:textId="77777777" w:rsidR="00E867DE" w:rsidRPr="00AA1512" w:rsidRDefault="00E867DE" w:rsidP="00BC57A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Figyelemmel kíséri a világ környezeti</w:t>
            </w:r>
          </w:p>
          <w:p w14:paraId="0844C95B" w14:textId="77777777" w:rsidR="00E867DE" w:rsidRPr="00AA1512" w:rsidRDefault="00E867DE" w:rsidP="00BC57A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állapotának változásait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D4D5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E20E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0631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6D6F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127E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C96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59B7DAA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19C6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használja az ökológiai alapfogalmakat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91D2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0ABA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4EB0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90D1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EA6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5353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9F8F5F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CC1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Megfogalmazza a természetvédelem fontosságát, alapelveit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5284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F73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025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F281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0C0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28F1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148BFEC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0176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célszerűen alkalmazza a természetvédelem eszközrendszerét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EF07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BA61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E98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AAA9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E590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B933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68A5921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BAB32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leírja a környezeti elemek fizikai, kémiai és biológiai jellemzőit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786E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E49E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6909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5D0F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F557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EDB7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FDB000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E3130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környezeti elemek kapcsolatát, azok földrajzi hátterét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D47E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D809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B798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D56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1158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3AF5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2F4E6647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DC78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természetes vizek típusait, összetételét, tulajdonságait és a felhasználási lehetőségeit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CEAA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2C35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C9C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44C6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4E3C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38F5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63C74AA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B686A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Megfigyelései, vagy vizsgálati eredmények alapján felismeri a leggyakoribb vízszennyezési formákat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9E01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57C4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DD86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2F59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4F23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DA0B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5841006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5456D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légkör szerkezetét, összetételét, az egyes rétegek tulajdonságait, a légszennyezés forrásait, anyagait és azok környezetre gyakorolt hatásait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D2C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6A6C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930F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8DD5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0D38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002B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45B4665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79A3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talaj keletkezését, szerkezetét, összetételét, tulajdonságait és a főbb talajtípusokat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3CFE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B92E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8F4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4FF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80E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33DB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FBE827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7A41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Megfigyelései, vagy vizsgálati eredmények alapján felismeri a leggyakoribb talajdegradációs folyamatokat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E3FC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164B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1E63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9EA7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4448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4AC9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6B51375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ECB2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lastRenderedPageBreak/>
              <w:t>Felismeri a termelési technológiák környezetre gyakorolt általános hatásait és a közöttük lévő összefüggéseket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16B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8673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D533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D7C4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69FB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91D9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3BA7812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41C3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alkalmazza a környezeti kémia összefüggéseit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BDC5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19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F004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B3B5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0BA1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F1E3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585D2916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3304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hulladékgyűjtési és tárolási módszereket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EFB1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3742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CAF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74F6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E408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DEBD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263C248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E219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környezeti minták vételében, a laboratóriumi minták előkészítésében, tárolásában és tartósításában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C37B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30DE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8176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699C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5DBC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C55F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11010D68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512EE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terepi mérésekben vesz részt, alkalmazza az alapismereteket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1E73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F9D3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F335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0F58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932E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2E4D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3FAF782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BFC5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Vizsgálatai során alkalmazza a környezeti minták elemzésére szolgáló fizikai, kémiai és biológiai módszereket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C59D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05F6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F6D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1883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2989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4BC1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7D88F0C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1F8F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zajszennyezéshez kapcsolódó alapfogalmakat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F26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8F92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AC71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4EEF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F338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94AD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0CE4AC1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8AA20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Használja a radiológiai alapfogalmakat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6607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FE6D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7FC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089F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9F46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7F7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68D2194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B95E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Települési alapismereti alapján a település környezeti állapotára vonatkozó megfigyeléseket végez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174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140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312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316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6D7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9D3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2144919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2150C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környezetvédelem területén alkalmazható környezettechnikai megoldások alapjait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59A4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169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7CB6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2617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FD8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8021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37AC96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2C72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E962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58F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BC19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D963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995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0D15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3A5767F2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8C1D2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Alkalmazott informatikai ismeretek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71A4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765E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D993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C0A0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A51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ED7B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A8441C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B732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Geodéziai alapmérések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E4B0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148E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6750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30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0708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956D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43EB50C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B5AF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Az ember és a természeti környezet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C6A2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1202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B44A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3F6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BC9E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DA18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21D8686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7934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Világméretű környezeti problémák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8E2B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EE9A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EE6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4E8D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570D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8030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10F928D9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EB6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természeti környezet rendszerszerű értelmezése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48A2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5EB6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5202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EEEB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933C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3596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924C8A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0C64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Ökológiai alapfogalmak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45E0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7F52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4C55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65B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EEAB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FEC3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5AC8D72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17E2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természetvédelem célja, feladatai, eszközei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0E0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73BA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7B57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909C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984B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6384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63465E3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3B0B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Felszín alatti és felszíni vízformák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F2E6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3072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6E4D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5B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1788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9C2D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47F4F653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35564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Hidrológiai alapok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F76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FE05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D8DD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6779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6046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315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3FF77A84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A985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víz minősége és a víz tulajdonságai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2C7F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862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D792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ED30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2439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759A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3C1796C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3F6C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vízszennyezés formái és következményei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F7F3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161E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51EA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6AB2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2303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FCD6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4031320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0FAA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vízminősítés alapelvei, módszerei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CEF9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FAD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58BA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B510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108D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DAF0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422798E8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58379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légkör szerkezete és összetétele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676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E1E2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6C2E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463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1FF6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FC2F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1032DDEB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1DD0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légszennyezés folyamata és formái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8A90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99C2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874D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7FCF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FFF2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D0F5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25C4499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83B4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levegőminősítés alapelvei, módszerei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670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E6A6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5CAE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63B6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130A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3B7B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0D664A7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055E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talaj tulajdonságai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B90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B0C7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9877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FE64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3300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55EE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739B7C3E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27CF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talaj képződése és degradációja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ADC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77EE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CA5C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FD9A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D646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2D9D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378072D2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A5BB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talajminősítés alapelvei, módszerei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E86B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36D5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60E9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AF0A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008A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9709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2DABFA8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1BD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Vizsgálati mintavételek és laboratóriumi mérések alapjai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6CF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B4F7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448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D76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0D89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1FAB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612C4CA9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5C6E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Fizikai, kémiai, biológiai vizsgálati eljárások alapjai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8EC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B147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52C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AAC3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E2AA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0CA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C282368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5D6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lastRenderedPageBreak/>
              <w:t>A főbb termelési technológiák környezetre gyakorolt általános hatásai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FCE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4211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60EA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DD9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AE28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10B3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107DFC67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3323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kémia alapjai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AFF6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45FC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AC42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335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FFCB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55C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2C0EA27A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8C2F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Környezettechnikában alkalmazott fizikai, kémiai és biológiai módszerek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CB63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6CA5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E846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B18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160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35D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3E17C76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BDC7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Települési alapfogalmak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5994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5D65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BAAA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DCE1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8011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22F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6F118BC8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CF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Radiológiai alapfogalmak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67E6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CD0B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01AB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E5A6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E7BB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D80C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61229EB5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2C7AC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Zajszennyezéshez kapcsolódó alapfogalmak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F1F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FF61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07E9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51D1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A5BC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F48A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439F074D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2F6B8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Hulladékgyűjtés, tárolás alapjai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C275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D97D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A9C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D457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EA2F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F67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D6A0E5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7E72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C406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06D5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F70F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E26D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6231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DCAC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702506F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3E5D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Laboratóriumi alapeszközök használata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F7B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E378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4E10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A93C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3196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2201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7D975876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9F77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elemek megfigyelése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69AA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86C2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B2DA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32CB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6780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6F2A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4A4297E3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9B3B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alapszámítások elvégzése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0F95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AEB8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A813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C1FC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B03D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FD31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DB4D1E2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9BA9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nyelvű szöveg megértése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794D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A95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0FD7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7B0B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4B9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9EEA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0F52304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4AFC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507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0F55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9A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F34C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9238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45BC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78F58AF5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1AEE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Megbízhatóság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F17A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C202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B13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AA6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ADFB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9FE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A838445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0D20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Önállóság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A46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162E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D17E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ECA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2079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59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C6BE321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76373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Precizitás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00A6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BC5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BC9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12A7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6D02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BBA02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341AB9B5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51AF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8557D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7B7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27D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997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3790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77CC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37756090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531F5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Motiválhatóság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4E94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5F88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C099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810B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6EF4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7A30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05C98975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6504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Interperszonális rugalmasság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17C3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7496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9000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35BD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8447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85E6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31D82E83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AAF54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Kompromisszumkészség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1030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1A0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878F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4BAE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3D5DC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048D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72E1319A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D247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D10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B0329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4EFA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B60A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8490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6615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867DE" w:rsidRPr="00AA1512" w14:paraId="001CFC2F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8C97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Logikus gondolkodás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5E96B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8C2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4BB2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CE06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96DF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60F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5A8D928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3498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Áttekintő képesség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796B4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D727F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E5CB0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68AA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203C8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7E4B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867DE" w:rsidRPr="00AA1512" w14:paraId="4722CC1C" w14:textId="77777777" w:rsidTr="00E867D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BF7CE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Figyelem-összpontosítás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3F61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21FCA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A6105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8F873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02287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6B36" w14:textId="77777777" w:rsidR="00E867DE" w:rsidRPr="00AA1512" w:rsidRDefault="00E867DE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1CFD31AE" w14:textId="77777777" w:rsidR="00FB6DBC" w:rsidRPr="00AA1512" w:rsidRDefault="00FB6DBC" w:rsidP="00FB6DBC">
      <w:pPr>
        <w:rPr>
          <w:rFonts w:cs="Times New Roman"/>
        </w:rPr>
      </w:pPr>
    </w:p>
    <w:p w14:paraId="79DB8A1F" w14:textId="196D3DA0" w:rsidR="00FB6DBC" w:rsidRPr="00AA1512" w:rsidRDefault="005C4D7E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Földtudományi alapok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="00554894" w:rsidRPr="00AA1512">
        <w:rPr>
          <w:rFonts w:cs="Times New Roman"/>
          <w:b/>
        </w:rPr>
        <w:t>54</w:t>
      </w:r>
      <w:r w:rsidR="00FB6DBC" w:rsidRPr="00AA1512">
        <w:rPr>
          <w:rFonts w:cs="Times New Roman"/>
          <w:b/>
        </w:rPr>
        <w:t xml:space="preserve"> óra/</w:t>
      </w:r>
      <w:r w:rsidR="00554894" w:rsidRPr="00AA1512">
        <w:rPr>
          <w:rFonts w:cs="Times New Roman"/>
          <w:b/>
        </w:rPr>
        <w:t>54</w:t>
      </w:r>
      <w:r w:rsidR="00FB6DBC" w:rsidRPr="00AA1512">
        <w:rPr>
          <w:rFonts w:cs="Times New Roman"/>
          <w:b/>
        </w:rPr>
        <w:t xml:space="preserve"> óra*</w:t>
      </w:r>
    </w:p>
    <w:p w14:paraId="764EC5D0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4707B4D3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0DB0CAA9" w14:textId="6803B5A1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525B7E39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1B063FD4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59CB69CD" w14:textId="77777777" w:rsidR="00FB6DBC" w:rsidRPr="00AA1512" w:rsidRDefault="005C4D7E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földtudományi alapok, mint alapozó tantárgy oktatásának a célja a környezeti rendszerek földtudományi és hidrológiai összefüggéseinek a bemutatása. A tantárgy oktatásának további célja, hogy a földrajzi térben történő tájékozódáshoz segítséget nyújtson. A tanulók kapjanak képet a környezeti rendszerek felépítéséről, összefüggéseiről. A földrajz szemléletének megfelelően a tanulók ismerjék meg a környezeti rendszerekhez kapcsolódó társadalmi igényeket is, hogy az igények és lehetőségek kapcsolatának megvilágításán keresztül fejlődjön rendszerszemléletük.</w:t>
      </w:r>
    </w:p>
    <w:p w14:paraId="6BA6C9BE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89669EB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3D6A4BCA" w14:textId="77777777" w:rsidR="00FB6DBC" w:rsidRPr="00AA1512" w:rsidRDefault="005C4D7E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-</w:t>
      </w:r>
    </w:p>
    <w:p w14:paraId="31EA621F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07C2FBA8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5E3D1EF1" w14:textId="77777777" w:rsidR="00FB6DBC" w:rsidRPr="00AA1512" w:rsidRDefault="005C4D7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Föld, mint bolygó</w:t>
      </w:r>
      <w:r w:rsidR="00FB6DBC" w:rsidRPr="00AA1512">
        <w:rPr>
          <w:rFonts w:cs="Times New Roman"/>
          <w:b/>
          <w:i/>
        </w:rPr>
        <w:t xml:space="preserve"> </w:t>
      </w:r>
    </w:p>
    <w:p w14:paraId="69D8E541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Föld helye a Világegyetemben</w:t>
      </w:r>
    </w:p>
    <w:p w14:paraId="40DFE96C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Föld mozgásai és következményei</w:t>
      </w:r>
    </w:p>
    <w:p w14:paraId="690AA2E8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A Földrajzi környezet ábrázolása</w:t>
      </w:r>
    </w:p>
    <w:p w14:paraId="581893D8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Méretarány használata, térképi mérések</w:t>
      </w:r>
    </w:p>
    <w:p w14:paraId="41EC9F15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Műholdak szerepe a mindennapjainkban</w:t>
      </w:r>
    </w:p>
    <w:p w14:paraId="2D9FCBC3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58B73A" w14:textId="77777777" w:rsidR="00FB6DBC" w:rsidRPr="00AA1512" w:rsidRDefault="002C354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kőzetburok anyagai és folyamatai</w:t>
      </w:r>
    </w:p>
    <w:p w14:paraId="747A1F88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Föld gömbhéjas szerkezete és fizikai, geokémiai jellemzői</w:t>
      </w:r>
    </w:p>
    <w:p w14:paraId="0C18A117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kőzetlemezek és mozgásaik</w:t>
      </w:r>
    </w:p>
    <w:p w14:paraId="27E8AC6C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kőzetlemezek mozgásának következményei: vulkanizmus, földrengések</w:t>
      </w:r>
    </w:p>
    <w:p w14:paraId="242B8680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kőzetek csoportosítása</w:t>
      </w:r>
    </w:p>
    <w:p w14:paraId="34D3991E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Kőzetek, ércek és gazdasági jelentőségük</w:t>
      </w:r>
    </w:p>
    <w:p w14:paraId="34A5EBB7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Fosszilis energiahordozók képződése</w:t>
      </w:r>
    </w:p>
    <w:p w14:paraId="5C50A0D3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Fosszilis energiahordozók gazdasági jelentősége</w:t>
      </w:r>
    </w:p>
    <w:p w14:paraId="1C369439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Bányászathoz kapcsolódó környezeti problémák</w:t>
      </w:r>
    </w:p>
    <w:p w14:paraId="74E112D0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 képződése és funkciói</w:t>
      </w:r>
    </w:p>
    <w:p w14:paraId="799BBA08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3CCA80" w14:textId="3ED45CEA" w:rsidR="00FB6DBC" w:rsidRPr="00AA1512" w:rsidRDefault="002C354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 xml:space="preserve">A </w:t>
      </w:r>
      <w:r w:rsidR="00B3134F" w:rsidRPr="00AA1512">
        <w:rPr>
          <w:rFonts w:cs="Times New Roman"/>
          <w:b/>
          <w:i/>
        </w:rPr>
        <w:t>légkör</w:t>
      </w:r>
      <w:r w:rsidRPr="00AA1512">
        <w:rPr>
          <w:rFonts w:cs="Times New Roman"/>
          <w:b/>
          <w:i/>
        </w:rPr>
        <w:t xml:space="preserve"> anyagai és folyamatai</w:t>
      </w:r>
    </w:p>
    <w:p w14:paraId="45318B9B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légkört felépítő anyagok</w:t>
      </w:r>
    </w:p>
    <w:p w14:paraId="18C5A3DC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légkör szerkezete és az egyes rétegek jelentősége</w:t>
      </w:r>
    </w:p>
    <w:p w14:paraId="712BEDA2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 fölmelegedésének folyamata</w:t>
      </w:r>
    </w:p>
    <w:p w14:paraId="3D486154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nagy földi légkörzés kialakulása</w:t>
      </w:r>
    </w:p>
    <w:p w14:paraId="1CCAA890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Csapadékképződés folyamata</w:t>
      </w:r>
    </w:p>
    <w:p w14:paraId="25B15602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Ciklonok és anticiklonok</w:t>
      </w:r>
    </w:p>
    <w:p w14:paraId="1F3D5F53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Időjárási előrejelzések készítése, értelmezése</w:t>
      </w:r>
    </w:p>
    <w:p w14:paraId="107EA967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Időjárási elemek (hőmérséklet, napsugárzás időtartama, légnyomás, szél, párolgás és párologtatás, páratartalom, csapadék) mérése</w:t>
      </w:r>
    </w:p>
    <w:p w14:paraId="66359B60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968C3D" w14:textId="77777777" w:rsidR="00FB6DBC" w:rsidRPr="00AA1512" w:rsidRDefault="002C354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vízburok anyagai és folyamatai</w:t>
      </w:r>
    </w:p>
    <w:p w14:paraId="778EDC3E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 körforgása</w:t>
      </w:r>
    </w:p>
    <w:p w14:paraId="3EA43FCB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vízburok felosztása</w:t>
      </w:r>
    </w:p>
    <w:p w14:paraId="3E301F98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tengervíz jellemzői</w:t>
      </w:r>
    </w:p>
    <w:p w14:paraId="5738E3AF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tengervíz mozgásai</w:t>
      </w:r>
    </w:p>
    <w:p w14:paraId="3C8385C5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Felszín alatti vízformák és jellemzésük</w:t>
      </w:r>
    </w:p>
    <w:p w14:paraId="1CAF9E33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Felszín alatti vízadók jellegzetességei</w:t>
      </w:r>
    </w:p>
    <w:p w14:paraId="1854D6E2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karsztosodás, karsztos formakincs</w:t>
      </w:r>
    </w:p>
    <w:p w14:paraId="09C4531A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felszíni vizek jellemzése</w:t>
      </w:r>
    </w:p>
    <w:p w14:paraId="4BB4CC5C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Vízfolyások felszínformáló tevékenysége</w:t>
      </w:r>
    </w:p>
    <w:p w14:paraId="7210BCEF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Tavak és jellemzőik</w:t>
      </w:r>
    </w:p>
    <w:p w14:paraId="072D2306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Föld jég formájában tárolt vízkészlete</w:t>
      </w:r>
    </w:p>
    <w:p w14:paraId="69A55CF1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EB797F" w14:textId="77777777" w:rsidR="00FB6DBC" w:rsidRPr="00AA1512" w:rsidRDefault="002C354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Hidrológiai alapok</w:t>
      </w:r>
    </w:p>
    <w:p w14:paraId="6FA0BED9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csapadék, párolgás, beszivárgás, lefolyás kapcsolata</w:t>
      </w:r>
    </w:p>
    <w:p w14:paraId="04C67024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vízgyűjtő terület fogalma, jellemzői</w:t>
      </w:r>
    </w:p>
    <w:p w14:paraId="4BC8B85E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lefolyást befolyásoló tényezők: a vízgyűjtő terület alakja, nagysága, domborzata, talaja</w:t>
      </w:r>
    </w:p>
    <w:p w14:paraId="6E55DD31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Vízkészlet fogalma</w:t>
      </w:r>
    </w:p>
    <w:p w14:paraId="6F1381FB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vízkészlet és változásai egy vízgyűjtőn</w:t>
      </w:r>
    </w:p>
    <w:p w14:paraId="5A6E6AA6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csapadékos és aszályos év</w:t>
      </w:r>
    </w:p>
    <w:p w14:paraId="58FE54DE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0ABE70" w14:textId="77777777" w:rsidR="00FB6DBC" w:rsidRPr="00AA1512" w:rsidRDefault="002C354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Magyarország természeti és társadalmi földrajza</w:t>
      </w:r>
    </w:p>
    <w:p w14:paraId="273896D8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Kárpát-medence földrajzi adottságai</w:t>
      </w:r>
    </w:p>
    <w:p w14:paraId="40FFB33C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lastRenderedPageBreak/>
        <w:t>Hazánk földrajzi helyzete</w:t>
      </w:r>
    </w:p>
    <w:p w14:paraId="2C8BEBAD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Hazánk természeti erőforrásai</w:t>
      </w:r>
    </w:p>
    <w:p w14:paraId="0EDD0E63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Hazánk egyes nagytájainak természeti környezete és ásványkincsei</w:t>
      </w:r>
    </w:p>
    <w:p w14:paraId="517DAAD4" w14:textId="77777777" w:rsidR="002C354B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Gazdasági ágazatok jelentősége hazánkban</w:t>
      </w:r>
    </w:p>
    <w:p w14:paraId="5D0F7010" w14:textId="77777777" w:rsidR="00FB6DBC" w:rsidRPr="00AA1512" w:rsidRDefault="002C354B" w:rsidP="002C354B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Magyarország és az Európai Unió</w:t>
      </w:r>
    </w:p>
    <w:p w14:paraId="344B08FA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A43FA1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6129D10A" w14:textId="77777777" w:rsidR="00FB6DBC" w:rsidRPr="00AA1512" w:rsidRDefault="00345FFA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</w:t>
      </w:r>
    </w:p>
    <w:p w14:paraId="1C454666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13CAF1C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4016CC1E" w14:textId="2D835D3C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45A179FB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260CB29E" w14:textId="25165CC2" w:rsidR="00FB6DBC" w:rsidRPr="00AA1512" w:rsidRDefault="00C45E1C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Műszaki ismeretek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="00554894" w:rsidRPr="00AA1512">
        <w:rPr>
          <w:rFonts w:cs="Times New Roman"/>
          <w:b/>
        </w:rPr>
        <w:t>90</w:t>
      </w:r>
      <w:r w:rsidR="00FB6DBC" w:rsidRPr="00AA1512">
        <w:rPr>
          <w:rFonts w:cs="Times New Roman"/>
          <w:b/>
        </w:rPr>
        <w:t xml:space="preserve"> óra/</w:t>
      </w:r>
      <w:r w:rsidR="00554894" w:rsidRPr="00AA1512">
        <w:rPr>
          <w:rFonts w:cs="Times New Roman"/>
          <w:b/>
        </w:rPr>
        <w:t>90</w:t>
      </w:r>
      <w:r w:rsidR="00FB6DBC" w:rsidRPr="00AA1512">
        <w:rPr>
          <w:rFonts w:cs="Times New Roman"/>
          <w:b/>
        </w:rPr>
        <w:t xml:space="preserve"> óra*</w:t>
      </w:r>
    </w:p>
    <w:p w14:paraId="502D197C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6D378BD3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06FC1F6F" w14:textId="51A00CAE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114E8985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0CFE5C88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15307D23" w14:textId="77777777" w:rsidR="00FB6DBC" w:rsidRPr="00AA1512" w:rsidRDefault="00B8595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m</w:t>
      </w:r>
      <w:r w:rsidR="00A021D1" w:rsidRPr="00AA1512">
        <w:rPr>
          <w:rFonts w:cs="Times New Roman"/>
        </w:rPr>
        <w:t>űszaki ismeretek, mint alapozó tantárgy oktatásának célja a környezetvédelmi jelenségek és tevékenységek fizikai, műszaki hátterének bemutatása és alapvető rajztechnikai, szerkesztési ismeretek nyújtása. Az alapvető fizikai ismeretek elsajátítása megteremti a lehetőséget a környezeti rendszerekre jellemző mozgások, áramlások vizsgálatára, így nélkülözhetetlenek a környezetvédelemben használt eljárások, berendezések megértéséhez. Míg a műszaki rajz alapjainak az elsajátítása olyan térszemlélet kialakításában segít, amelynek birtokában a tanulók sikeresen megoldják az egyszerű rajzfeladatokat, valamint képessé válnak kész műszaki rajzok olvasására, képesek lesznek értelmezni a technológiai folyamatábrákat.</w:t>
      </w:r>
    </w:p>
    <w:p w14:paraId="003D763E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50EDE9C9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522EA5E0" w14:textId="77777777" w:rsidR="00FB6DBC" w:rsidRPr="00AA1512" w:rsidRDefault="00F953A2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 és m</w:t>
      </w:r>
      <w:r w:rsidR="00A021D1" w:rsidRPr="00AA1512">
        <w:rPr>
          <w:rFonts w:cs="Times New Roman"/>
        </w:rPr>
        <w:t>atematika tantárgy</w:t>
      </w:r>
      <w:r w:rsidRPr="00AA1512">
        <w:rPr>
          <w:rFonts w:cs="Times New Roman"/>
        </w:rPr>
        <w:t>.</w:t>
      </w:r>
    </w:p>
    <w:p w14:paraId="629E7324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3B41413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5E732199" w14:textId="77777777" w:rsidR="00FB6DBC" w:rsidRPr="00AA1512" w:rsidRDefault="00A021D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Szakmai számítások</w:t>
      </w:r>
    </w:p>
    <w:p w14:paraId="01DCDEC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SI alapmennyiségek és azok mérése</w:t>
      </w:r>
    </w:p>
    <w:p w14:paraId="115C0763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Prefixumok és átváltások</w:t>
      </w:r>
    </w:p>
    <w:p w14:paraId="12941B31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hosszúság, terület, térfogat, erő, nyomás, munka, teljesítmény mértékegységei</w:t>
      </w:r>
    </w:p>
    <w:p w14:paraId="56E3D016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Különböző síkidomok területe</w:t>
      </w:r>
    </w:p>
    <w:p w14:paraId="7CB2B90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Különböző testek térfogata, felszíne</w:t>
      </w:r>
    </w:p>
    <w:p w14:paraId="6F72187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Szabálytalan alakú síkidomok területe</w:t>
      </w:r>
    </w:p>
    <w:p w14:paraId="07225B7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Adatok grafikus ábrázolása (oszlopdiagram, pontdiagram, vonaldiagram)</w:t>
      </w:r>
    </w:p>
    <w:p w14:paraId="4C1C896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Lejtés meghatározása</w:t>
      </w:r>
    </w:p>
    <w:p w14:paraId="7DD0EB38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Egyszerű statisztikai számítások, átlagok</w:t>
      </w:r>
    </w:p>
    <w:p w14:paraId="52DCAE44" w14:textId="77777777" w:rsidR="00FB6DBC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Környezettechnikai, analitikai számítások alapjai</w:t>
      </w:r>
    </w:p>
    <w:p w14:paraId="77164855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E1D8B8" w14:textId="77777777" w:rsidR="00FB6DBC" w:rsidRPr="00AA1512" w:rsidRDefault="00A021D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Általános rajztechnikai ismeretek</w:t>
      </w:r>
    </w:p>
    <w:p w14:paraId="6F43DDC9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Műszaki rajz tartalma</w:t>
      </w:r>
    </w:p>
    <w:p w14:paraId="19A06B26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Szabványosítás</w:t>
      </w:r>
    </w:p>
    <w:p w14:paraId="3A3B3F7C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Rajzolás eszközei</w:t>
      </w:r>
    </w:p>
    <w:p w14:paraId="0DFF581C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Rajzlapok anyaga, mérete</w:t>
      </w:r>
    </w:p>
    <w:p w14:paraId="17E3D868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Vonalak vastagsága, fajtái</w:t>
      </w:r>
    </w:p>
    <w:p w14:paraId="1AF1C408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Méretezés, szövegek felírása</w:t>
      </w:r>
    </w:p>
    <w:p w14:paraId="47FA2DDD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Vetületi és axonometrikus ábrázolás</w:t>
      </w:r>
    </w:p>
    <w:p w14:paraId="63BE51A6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Monge-féle képsíkrendszer</w:t>
      </w:r>
    </w:p>
    <w:p w14:paraId="174F2965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Síkalapú mértani testek ábrázolása</w:t>
      </w:r>
    </w:p>
    <w:p w14:paraId="52F3C43C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Forgástestek ábrázolása</w:t>
      </w:r>
    </w:p>
    <w:p w14:paraId="6CBC02A4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Ábrázolás metszetekkel</w:t>
      </w:r>
    </w:p>
    <w:p w14:paraId="03BE4D69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Metszet fogalma</w:t>
      </w:r>
    </w:p>
    <w:p w14:paraId="36AC6420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Egyszerű metszetek, teljes-, rész- és félmetszet</w:t>
      </w:r>
    </w:p>
    <w:p w14:paraId="0E89F532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Jelképes ábrázolás</w:t>
      </w:r>
    </w:p>
    <w:p w14:paraId="5D904346" w14:textId="77777777" w:rsidR="00FB6DBC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Folyamatok ábrázolása</w:t>
      </w:r>
    </w:p>
    <w:p w14:paraId="0271B28B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DB375D" w14:textId="77777777" w:rsidR="00FB6DBC" w:rsidRPr="00AA1512" w:rsidRDefault="00A021D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Mechanika</w:t>
      </w:r>
    </w:p>
    <w:p w14:paraId="1AE7E5D3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Statikai alapfogalmak</w:t>
      </w:r>
    </w:p>
    <w:p w14:paraId="4D687D82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Erő</w:t>
      </w:r>
    </w:p>
    <w:p w14:paraId="3CA3C45C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Nyomaték</w:t>
      </w:r>
    </w:p>
    <w:p w14:paraId="71B0D8FB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Statika alaptételei</w:t>
      </w:r>
    </w:p>
    <w:p w14:paraId="2881140A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Síkbeli erőrendszer eredőjének meghatározása szerkesztéssel, számítással</w:t>
      </w:r>
    </w:p>
    <w:p w14:paraId="7AEA8B09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Szilárdságtani alapismeretek</w:t>
      </w:r>
    </w:p>
    <w:p w14:paraId="12E4DC72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Szilárdsági jellemzők</w:t>
      </w:r>
    </w:p>
    <w:p w14:paraId="70E9C4C6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Alakváltozások</w:t>
      </w:r>
    </w:p>
    <w:p w14:paraId="532EC515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Út, idő, sebesség kapcsolata</w:t>
      </w:r>
    </w:p>
    <w:p w14:paraId="444B98DC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sebesség és a gyorsulás fogalma közötti különbség</w:t>
      </w:r>
    </w:p>
    <w:p w14:paraId="23340EC8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Munkavégzés, a mechanikai munka fogalma, mértékegysége</w:t>
      </w:r>
    </w:p>
    <w:p w14:paraId="1F27E6D9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helyzeti energia, mozgási energia</w:t>
      </w:r>
    </w:p>
    <w:p w14:paraId="58CFE4A7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Energia-megmaradás</w:t>
      </w:r>
    </w:p>
    <w:p w14:paraId="3A83C1FF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munkavégzés és az energiaváltozás kapcsolata</w:t>
      </w:r>
    </w:p>
    <w:p w14:paraId="6BB6199E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teljesítmény fogalma, mértékegysége</w:t>
      </w:r>
    </w:p>
    <w:p w14:paraId="4401B543" w14:textId="77777777" w:rsidR="00FB6DBC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hőmennyiség és hőmérséklet fogalmának elkülönítése</w:t>
      </w:r>
    </w:p>
    <w:p w14:paraId="1093B6B7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DD54920" w14:textId="77777777" w:rsidR="00FB6DBC" w:rsidRPr="00AA1512" w:rsidRDefault="00A021D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Hidrosztatika</w:t>
      </w:r>
    </w:p>
    <w:p w14:paraId="4A62FE68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Folyadékok jellemzői</w:t>
      </w:r>
    </w:p>
    <w:p w14:paraId="52C6B4F2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Hidrosztatika alapegyenlete</w:t>
      </w:r>
    </w:p>
    <w:p w14:paraId="2C188799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Közlekedőedények</w:t>
      </w:r>
    </w:p>
    <w:p w14:paraId="4416D0B3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Felhajtóerő és az úszás</w:t>
      </w:r>
    </w:p>
    <w:p w14:paraId="3A512DE2" w14:textId="77777777" w:rsidR="00FB6DBC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Víznyomásábrák</w:t>
      </w:r>
    </w:p>
    <w:p w14:paraId="5759FC2F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2C830C" w14:textId="77777777" w:rsidR="00FB6DBC" w:rsidRPr="00AA1512" w:rsidRDefault="00A021D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Hidrodinamika</w:t>
      </w:r>
    </w:p>
    <w:p w14:paraId="70AC3361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folyadékmozgások osztályozása</w:t>
      </w:r>
    </w:p>
    <w:p w14:paraId="193C1025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Szabadfelszínű vízmozgás vizsgálata</w:t>
      </w:r>
    </w:p>
    <w:p w14:paraId="30441151" w14:textId="77777777" w:rsidR="00A021D1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Nyomás alatti vízmozgás</w:t>
      </w:r>
    </w:p>
    <w:p w14:paraId="3E591AE8" w14:textId="77777777" w:rsidR="00FB6DBC" w:rsidRPr="00AA1512" w:rsidRDefault="00A021D1" w:rsidP="00A021D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Bernoulli egyenlet és alkalmazása</w:t>
      </w:r>
    </w:p>
    <w:p w14:paraId="7B69FEE2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6424AE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18DFF55D" w14:textId="77777777" w:rsidR="00FB6DBC" w:rsidRPr="00AA1512" w:rsidRDefault="00A249E4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Fizikai kísérletek elvégzésére alkalmas tanterem.</w:t>
      </w:r>
    </w:p>
    <w:p w14:paraId="62D4B591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B07B4A2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01A99A6D" w14:textId="48F6D3F7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295E67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347D0153" w14:textId="77777777" w:rsidR="00FB6DBC" w:rsidRPr="00AA1512" w:rsidRDefault="00142CB9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Környezeti kémia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144</w:t>
      </w:r>
      <w:r w:rsidR="00FB6DBC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144</w:t>
      </w:r>
      <w:r w:rsidR="00FB6DBC" w:rsidRPr="00AA1512">
        <w:rPr>
          <w:rFonts w:cs="Times New Roman"/>
          <w:b/>
        </w:rPr>
        <w:t xml:space="preserve"> óra*</w:t>
      </w:r>
    </w:p>
    <w:p w14:paraId="3AA89F6D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71F8DD01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3436958" w14:textId="179B2487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7C2D4A14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07FDDDE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746F908C" w14:textId="77777777" w:rsidR="00FB6DBC" w:rsidRPr="00AA1512" w:rsidRDefault="00B8595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</w:t>
      </w:r>
      <w:r w:rsidR="00142CB9" w:rsidRPr="00AA1512">
        <w:rPr>
          <w:rFonts w:cs="Times New Roman"/>
        </w:rPr>
        <w:t>örnyezeti kémia, mint alapozó tantárgy oktatásának célja a tanulók számára a természeti környezetben lejátszódó kémiai folyamatok bemutatása. A tanulók értsék, hogy a természetben a kémiai folyamatok sajátosságai eltérőek és bonyolultabbak, mivel egy nyitott rendszerben több tényező befolyásolja azokat. Ismerjék a természeti környezetben lejátszódó reakciók típusait és mechanizmusait. Napjainkban az emberi tevékenységek nagy mennyiségű kémiai anyagokat juttatnak a környezetbe, melyek jelentős mértékű kémiai változásokat okoznak a bioszférában. Értsék ezeknek az anyagoknak az ökoszisztémákra gyakorolt hatásait, kémiai következményeit. A tantárgy feladata, hogy kellő segítséget nyújtson a tanulók számára a környezetvédelmi problémák megértéséhez, valamint azok lehetséges megoldásához.</w:t>
      </w:r>
    </w:p>
    <w:p w14:paraId="77093149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36B4A30C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4ADFE1FE" w14:textId="77777777" w:rsidR="00FB6DBC" w:rsidRPr="00AA1512" w:rsidRDefault="00142CB9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</w:t>
      </w:r>
      <w:r w:rsidR="007E033C" w:rsidRPr="00AA1512">
        <w:rPr>
          <w:rFonts w:cs="Times New Roman"/>
        </w:rPr>
        <w:t xml:space="preserve"> tantárgy.</w:t>
      </w:r>
    </w:p>
    <w:p w14:paraId="09EDB6ED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F8F59EA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39797293" w14:textId="77777777" w:rsidR="00FB6DBC" w:rsidRPr="00AA1512" w:rsidRDefault="00142CB9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Anyagi rendszerek</w:t>
      </w:r>
    </w:p>
    <w:p w14:paraId="032D41F4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Gázok és gázelegyek</w:t>
      </w:r>
    </w:p>
    <w:p w14:paraId="7A47EB3A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Folyadékok (oldatok, oldódás)</w:t>
      </w:r>
    </w:p>
    <w:p w14:paraId="34181C1D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Szilárd anyagok</w:t>
      </w:r>
    </w:p>
    <w:p w14:paraId="1BFB61AC" w14:textId="77777777" w:rsidR="00FB6DBC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Heterogén rendszerek</w:t>
      </w:r>
    </w:p>
    <w:p w14:paraId="15DED4DC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98B971" w14:textId="77777777" w:rsidR="00FB6DBC" w:rsidRPr="00AA1512" w:rsidRDefault="00142CB9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Kémiai kötések és kémiai reakciók</w:t>
      </w:r>
    </w:p>
    <w:p w14:paraId="1E0EDC66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Elsőrendű kötések</w:t>
      </w:r>
    </w:p>
    <w:p w14:paraId="3B29FF4F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Kötések és a molekulák polaritása</w:t>
      </w:r>
    </w:p>
    <w:p w14:paraId="553453C3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Másodrendű kötések</w:t>
      </w:r>
    </w:p>
    <w:p w14:paraId="537E466A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Ionok képződése, össze</w:t>
      </w:r>
      <w:r w:rsidR="007E033C" w:rsidRPr="00AA1512">
        <w:rPr>
          <w:rFonts w:cs="Times New Roman"/>
        </w:rPr>
        <w:t>te</w:t>
      </w:r>
      <w:r w:rsidRPr="00AA1512">
        <w:rPr>
          <w:rFonts w:cs="Times New Roman"/>
        </w:rPr>
        <w:t>tt ionok</w:t>
      </w:r>
    </w:p>
    <w:p w14:paraId="2E6043E6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reakciók és feltételeik</w:t>
      </w:r>
    </w:p>
    <w:p w14:paraId="3E199DE7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Reakciósebesség és a kémiai egyensúly</w:t>
      </w:r>
    </w:p>
    <w:p w14:paraId="77CB8E77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Sav-bázis reakciók</w:t>
      </w:r>
    </w:p>
    <w:p w14:paraId="57256C7B" w14:textId="77777777" w:rsidR="00142CB9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Közömbösítés</w:t>
      </w:r>
    </w:p>
    <w:p w14:paraId="51BF9142" w14:textId="77777777" w:rsidR="00FB6DBC" w:rsidRPr="00AA1512" w:rsidRDefault="00142CB9" w:rsidP="00142CB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Redoxireakciók</w:t>
      </w:r>
    </w:p>
    <w:p w14:paraId="3D34845E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C6D980" w14:textId="77777777" w:rsidR="00FB6DBC" w:rsidRPr="00AA1512" w:rsidRDefault="00041269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</w:t>
      </w:r>
      <w:r w:rsidRPr="00AA1512">
        <w:rPr>
          <w:rFonts w:cs="Times New Roman"/>
          <w:b/>
          <w:bCs/>
          <w:i/>
          <w:iCs/>
        </w:rPr>
        <w:t>örnyezetvédelmi szempontból fontos szervetlen anyagok tulajdonságai</w:t>
      </w:r>
    </w:p>
    <w:p w14:paraId="4192C4B0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Savak és lúgok</w:t>
      </w:r>
    </w:p>
    <w:p w14:paraId="36906ED4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Sók</w:t>
      </w:r>
    </w:p>
    <w:p w14:paraId="5DF87B27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Nitrogéntartalmú vegyületek</w:t>
      </w:r>
    </w:p>
    <w:p w14:paraId="20997397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Foszforvegyületek</w:t>
      </w:r>
    </w:p>
    <w:p w14:paraId="39F43B54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Szervetlen légszennyező anyagok</w:t>
      </w:r>
    </w:p>
    <w:p w14:paraId="6994C654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víz fizikai és kémiai tulajdonságai </w:t>
      </w:r>
    </w:p>
    <w:p w14:paraId="0B8962EE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 amfoter tulajdonsága</w:t>
      </w:r>
    </w:p>
    <w:p w14:paraId="30A4F2D8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 és a vizes oldatok kémiája, disszociáció, autoprotolízis, vízionszorzat, pH és a pOH fogalma</w:t>
      </w:r>
    </w:p>
    <w:p w14:paraId="43050CA7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Kölcsönhatások az atmoszférában </w:t>
      </w:r>
    </w:p>
    <w:p w14:paraId="33C347BF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Fotofizikai és fotokémiai folyamatok</w:t>
      </w:r>
    </w:p>
    <w:p w14:paraId="65A4457F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troposzférában lejátszódó fotodisszociációs folyamatok</w:t>
      </w:r>
    </w:p>
    <w:p w14:paraId="6A0B148B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folyamatok az atmoszférában</w:t>
      </w:r>
    </w:p>
    <w:p w14:paraId="461FF88E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oxigén és az oxigénvegyületek reakciói</w:t>
      </w:r>
    </w:p>
    <w:p w14:paraId="538F342E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Ózon képződése és bomlása a sztratoszférában</w:t>
      </w:r>
    </w:p>
    <w:p w14:paraId="37D1A553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nitrogén és a szénvegyületek reakciói</w:t>
      </w:r>
    </w:p>
    <w:p w14:paraId="00C0281D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Porok, aeroszolok</w:t>
      </w:r>
    </w:p>
    <w:p w14:paraId="66CF9489" w14:textId="77777777" w:rsidR="00FB6DBC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Egyszerű kémiai számítások</w:t>
      </w:r>
    </w:p>
    <w:p w14:paraId="448227DC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03FEAED" w14:textId="77777777" w:rsidR="00FB6DBC" w:rsidRPr="00AA1512" w:rsidRDefault="00041269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Környezetvédelmi szempontból fontos szerves anyagok és tulajdonságaik</w:t>
      </w:r>
    </w:p>
    <w:p w14:paraId="3F24754B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Nyílt szénláncú, telített és telítetlen szénvegyületek</w:t>
      </w:r>
    </w:p>
    <w:p w14:paraId="74B48700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Zárt szénláncú, telített és telítettlen szénvegyületek</w:t>
      </w:r>
    </w:p>
    <w:p w14:paraId="4CABF326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Aromás szénhidrogének</w:t>
      </w:r>
    </w:p>
    <w:p w14:paraId="7B9BE539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Zsírok, olajok, szénhidrátok</w:t>
      </w:r>
    </w:p>
    <w:p w14:paraId="26B5B58B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Aminosavak, fehérjék</w:t>
      </w:r>
    </w:p>
    <w:p w14:paraId="24025676" w14:textId="77777777" w:rsidR="00041269" w:rsidRPr="00AA1512" w:rsidRDefault="00041269" w:rsidP="0004126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Szerves szennyezők:</w:t>
      </w:r>
    </w:p>
    <w:p w14:paraId="08BBB2DB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Aromás policiklusos szénhidrogének (PAH)</w:t>
      </w:r>
    </w:p>
    <w:p w14:paraId="23C921B3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VOC</w:t>
      </w:r>
    </w:p>
    <w:p w14:paraId="761E94F5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Fenolok</w:t>
      </w:r>
    </w:p>
    <w:p w14:paraId="0E457F68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Klórozott szénhidrogének</w:t>
      </w:r>
    </w:p>
    <w:p w14:paraId="1B356AC3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Poliklórozott bifenilek (PCB)</w:t>
      </w:r>
    </w:p>
    <w:p w14:paraId="6B4D743C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Dioxinok, PCDD/PCDF vegyületek</w:t>
      </w:r>
    </w:p>
    <w:p w14:paraId="157100E2" w14:textId="77777777" w:rsidR="00041269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Szerves vegyületek vízoldhatósága</w:t>
      </w:r>
    </w:p>
    <w:p w14:paraId="2B3BA4E9" w14:textId="77777777" w:rsidR="00FB6DBC" w:rsidRPr="00AA1512" w:rsidRDefault="00041269" w:rsidP="00041269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PAH-ok, freonok, halonok</w:t>
      </w:r>
    </w:p>
    <w:p w14:paraId="2A324B13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76D5DE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77F787CD" w14:textId="77777777" w:rsidR="00FB6DBC" w:rsidRPr="00AA1512" w:rsidRDefault="00041269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Kémia szaktanterem</w:t>
      </w:r>
    </w:p>
    <w:p w14:paraId="6E21C1B9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68FC846F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3A71842B" w14:textId="567DA5BB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2FE84A6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53AE28E" w14:textId="69FFC958" w:rsidR="00FB6DBC" w:rsidRPr="00AA1512" w:rsidRDefault="00041269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Környezetvédelmi alapismeret</w:t>
      </w:r>
      <w:r w:rsidR="00B8595C" w:rsidRPr="00AA1512">
        <w:rPr>
          <w:rFonts w:cs="Times New Roman"/>
          <w:b/>
        </w:rPr>
        <w:t>ek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2</w:t>
      </w:r>
      <w:r w:rsidR="00554894" w:rsidRPr="00AA1512">
        <w:rPr>
          <w:rFonts w:cs="Times New Roman"/>
          <w:b/>
        </w:rPr>
        <w:t>08</w:t>
      </w:r>
      <w:r w:rsidR="00FB6DBC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2</w:t>
      </w:r>
      <w:r w:rsidR="00554894" w:rsidRPr="00AA1512">
        <w:rPr>
          <w:rFonts w:cs="Times New Roman"/>
          <w:b/>
        </w:rPr>
        <w:t>15</w:t>
      </w:r>
      <w:r w:rsidR="00FB6DBC" w:rsidRPr="00AA1512">
        <w:rPr>
          <w:rFonts w:cs="Times New Roman"/>
          <w:b/>
        </w:rPr>
        <w:t xml:space="preserve"> óra*</w:t>
      </w:r>
    </w:p>
    <w:p w14:paraId="6F126695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2FF64BDB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16C8CF6D" w14:textId="72821CCE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30CA4B49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5BB6FC52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15FAB699" w14:textId="77777777" w:rsidR="00FB6DBC" w:rsidRPr="00AA1512" w:rsidRDefault="00B8595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</w:t>
      </w:r>
      <w:r w:rsidR="00041269" w:rsidRPr="00AA1512">
        <w:rPr>
          <w:rFonts w:cs="Times New Roman"/>
        </w:rPr>
        <w:t>örnyezetvédelmi alapismeretek tantárgy tanításának célja a tanulók környezetvédelmi és természetvédelmi jelenségekhez kapcsolódó fogalmi ismeretek megalapozása és a jelenségek, összefüggések ismeretének elmélyítése. Adjon tájékozottságot Magyarország ökológiai, természeti és környezeti adottságairól. Formálja a tanulók gondolkodásmódját, természet- és környezettudatos magatartását. Világítson rá napjaink globális problémáira és azok mérséklésének lehetséges útjára. Nyújtson átfogó ismereteket a környezeti elemek állapotáról, azok sérülékenységéről. Segítse a tanulókat leendő szakterületük kiválasztásában. A tantárgy tanítása biztosítsa a szakmai vizsgákra való felkészülést, segítse a munkaerő-piaci igényeknek megfelelő korszerű ismeretek megszerzését.</w:t>
      </w:r>
    </w:p>
    <w:p w14:paraId="4E3BD922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6905C71D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1DB4949B" w14:textId="77777777" w:rsidR="00FB6DBC" w:rsidRPr="00AA1512" w:rsidRDefault="00041269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természettudomány, biológia, műszaki ismeretek, földtudományi alapok és környezeti kémia szakmai tantárgyak</w:t>
      </w:r>
      <w:r w:rsidR="007E033C" w:rsidRPr="00AA1512">
        <w:rPr>
          <w:rFonts w:cs="Times New Roman"/>
        </w:rPr>
        <w:t>.</w:t>
      </w:r>
    </w:p>
    <w:p w14:paraId="33B5B575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5CFF175A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412FCD55" w14:textId="77777777" w:rsidR="00FB6DBC" w:rsidRPr="00AA1512" w:rsidRDefault="00C64BD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Környezet- és természetvédelem</w:t>
      </w:r>
    </w:p>
    <w:p w14:paraId="61E51676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ember és környezete</w:t>
      </w:r>
    </w:p>
    <w:p w14:paraId="2C9B8BE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környezetvédelem fogalma, célja</w:t>
      </w:r>
    </w:p>
    <w:p w14:paraId="6651F680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környezetvédelem kialakulásának története</w:t>
      </w:r>
    </w:p>
    <w:p w14:paraId="716A7C7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környezetvédelem és a természetvédelem kapcsolata</w:t>
      </w:r>
    </w:p>
    <w:p w14:paraId="1D34E321" w14:textId="77777777" w:rsidR="00FB6DBC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környezetvédelem és a természetvédelem alapelvei</w:t>
      </w:r>
    </w:p>
    <w:p w14:paraId="10FA2802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7DD7EFC" w14:textId="77777777" w:rsidR="00FB6DBC" w:rsidRPr="00AA1512" w:rsidRDefault="00C64BD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Globális problémák</w:t>
      </w:r>
    </w:p>
    <w:p w14:paraId="375D7478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problémák előtérbe kerülése</w:t>
      </w:r>
    </w:p>
    <w:p w14:paraId="174A0127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Ózonritkulás és a Montreáli Egyezmény</w:t>
      </w:r>
    </w:p>
    <w:p w14:paraId="0D1AFBAE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Globális éghajlatváltozás és a Párizsi Egyezmény</w:t>
      </w:r>
    </w:p>
    <w:p w14:paraId="5F35F2C3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 sokszínűség és a riói Biológiai Sokféleség Egyezmény</w:t>
      </w:r>
    </w:p>
    <w:p w14:paraId="33AF17A7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További globális problémák</w:t>
      </w:r>
    </w:p>
    <w:p w14:paraId="5F2B4253" w14:textId="77777777" w:rsidR="00FB6DBC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Globális környezeti problémák és helyi feladatok</w:t>
      </w:r>
    </w:p>
    <w:p w14:paraId="199C5022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BAE3FF" w14:textId="77777777" w:rsidR="00FB6DBC" w:rsidRPr="00AA1512" w:rsidRDefault="00C64BD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Ökológia alapjai</w:t>
      </w:r>
    </w:p>
    <w:p w14:paraId="48C97797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ökológia fogalma</w:t>
      </w:r>
    </w:p>
    <w:p w14:paraId="73FDC068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 fogalma, a környezet elemei</w:t>
      </w:r>
    </w:p>
    <w:p w14:paraId="68CB4CD7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Biotikus és abiotikus környezeti elemek</w:t>
      </w:r>
    </w:p>
    <w:p w14:paraId="5A4FC612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Abiotikus környezeti tényezők</w:t>
      </w:r>
    </w:p>
    <w:p w14:paraId="416E84F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Biotikus környezeti tényezők</w:t>
      </w:r>
    </w:p>
    <w:p w14:paraId="47EEFAAD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Forrás- és feltétel jellegű környezeti tényezők</w:t>
      </w:r>
    </w:p>
    <w:p w14:paraId="3613929E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 organizáció szintjei, szupraindividuális szerveződési szintek</w:t>
      </w:r>
    </w:p>
    <w:p w14:paraId="27EC9416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populáció fogalma</w:t>
      </w:r>
    </w:p>
    <w:p w14:paraId="39F9DDEB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populációk sajátosságai: korszerkezet, morfológiai változatosság, térbeli eloszlás</w:t>
      </w:r>
    </w:p>
    <w:p w14:paraId="41C3569D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Populációk változása: populációdinamika, populációdemográfia</w:t>
      </w:r>
    </w:p>
    <w:p w14:paraId="7DDEA17E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Niche fogalma</w:t>
      </w:r>
    </w:p>
    <w:p w14:paraId="60E66485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Populációk közötti kölcsönhatások</w:t>
      </w:r>
    </w:p>
    <w:p w14:paraId="01AB2500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Táplálkozási szintek, tápláléklánc típusok</w:t>
      </w:r>
    </w:p>
    <w:p w14:paraId="1DB72CF2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Társulások fogalma</w:t>
      </w:r>
    </w:p>
    <w:p w14:paraId="1743FF62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Társulások térbeli eloszlása</w:t>
      </w:r>
    </w:p>
    <w:p w14:paraId="26A91750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Társulások időbeli változása</w:t>
      </w:r>
    </w:p>
    <w:p w14:paraId="3FF0213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biológiai sokféleség formái és védelme</w:t>
      </w:r>
    </w:p>
    <w:p w14:paraId="7A36396D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Anyag- és energiaáramlások, biogeokémiai körfolyamatok:</w:t>
      </w:r>
    </w:p>
    <w:p w14:paraId="0D4608A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 körforgása</w:t>
      </w:r>
    </w:p>
    <w:p w14:paraId="52C5D00B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Szén körfolyamata</w:t>
      </w:r>
    </w:p>
    <w:p w14:paraId="09CB21BF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Nitrogén körfolyamata</w:t>
      </w:r>
    </w:p>
    <w:p w14:paraId="50DA5781" w14:textId="77777777" w:rsidR="00C64BDE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Foszfor körforgása a talajban és a vízben</w:t>
      </w:r>
    </w:p>
    <w:p w14:paraId="635BD5C4" w14:textId="77777777" w:rsidR="00FB6DBC" w:rsidRPr="00AA1512" w:rsidRDefault="00C64BDE" w:rsidP="00C64BD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emberi tevékenység hatása a természetes körfolyamatok</w:t>
      </w:r>
    </w:p>
    <w:p w14:paraId="55249B3D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646798" w14:textId="77777777" w:rsidR="00FB6DBC" w:rsidRPr="00AA1512" w:rsidRDefault="008A712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természetvédelem alapjai</w:t>
      </w:r>
    </w:p>
    <w:p w14:paraId="3EE73CC3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természetvédelem fogalma, célja</w:t>
      </w:r>
    </w:p>
    <w:p w14:paraId="4812D922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Aktív, passzív természetvédelmi tevékenység</w:t>
      </w:r>
    </w:p>
    <w:p w14:paraId="1620D475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természetvédelem tárgykörei: földtani, víztani, állattani, növénytani, tájképi és kultúrtörténeti értékek</w:t>
      </w:r>
    </w:p>
    <w:p w14:paraId="04833D96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természeti értékek csoportosítása</w:t>
      </w:r>
    </w:p>
    <w:p w14:paraId="39DE55FF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Terület nélküli védett értékek</w:t>
      </w:r>
    </w:p>
    <w:p w14:paraId="2195DB73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Fajszintű természetvédelem: veszélyeztetettség</w:t>
      </w:r>
    </w:p>
    <w:p w14:paraId="0D108D04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Területtel rendelkező védett értékek</w:t>
      </w:r>
    </w:p>
    <w:p w14:paraId="4EFE9BCF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Ex lege védett értékek</w:t>
      </w:r>
    </w:p>
    <w:p w14:paraId="18AC275F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természeti területek hazai kategóriái és jellemzőik</w:t>
      </w:r>
    </w:p>
    <w:p w14:paraId="1F6F32D1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Nemzetközi védelmi kategóriák, Natura 2000-es területek</w:t>
      </w:r>
    </w:p>
    <w:p w14:paraId="07FD4476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Természetvédelmi kezelés</w:t>
      </w:r>
    </w:p>
    <w:p w14:paraId="1A380FC0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Védetté nyilvánítás folyamata</w:t>
      </w:r>
    </w:p>
    <w:p w14:paraId="73C10B05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Helyi és országos jelentőségű védett természeti értékek</w:t>
      </w:r>
    </w:p>
    <w:p w14:paraId="4FD0A997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Tájvédelem </w:t>
      </w:r>
    </w:p>
    <w:p w14:paraId="1306D98E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Hazánk élőhelyei és növényzeti térképe</w:t>
      </w:r>
    </w:p>
    <w:p w14:paraId="08D4CBF2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élőlényeink</w:t>
      </w:r>
    </w:p>
    <w:p w14:paraId="66A0AE98" w14:textId="77777777" w:rsidR="00FB6DBC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Inváziós fajok</w:t>
      </w:r>
    </w:p>
    <w:p w14:paraId="3D56F973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AC90C3" w14:textId="77777777" w:rsidR="00FB6DBC" w:rsidRPr="00AA1512" w:rsidRDefault="008A712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víz, mint környezeti elem</w:t>
      </w:r>
    </w:p>
    <w:p w14:paraId="133A5678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 fizikai, kémiai, biológiai és bakteriológiai jellemzői</w:t>
      </w:r>
    </w:p>
    <w:p w14:paraId="4013F3F7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Vízminőség fogalma</w:t>
      </w:r>
    </w:p>
    <w:p w14:paraId="58831150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Vízhasználatok minőségi igényei</w:t>
      </w:r>
    </w:p>
    <w:p w14:paraId="373C07F3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Vízszennyező anyagok, forrásai és hatásuk a vízi életközösségre</w:t>
      </w:r>
    </w:p>
    <w:p w14:paraId="1509BF9C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Leggyakoribb vízszennyezési jelenségek (eutrofizáció, olaj- és hőszennyezés)</w:t>
      </w:r>
    </w:p>
    <w:p w14:paraId="32087E58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 öntisztulása</w:t>
      </w:r>
      <w:r w:rsidR="00E81E13" w:rsidRPr="00AA1512">
        <w:rPr>
          <w:rFonts w:cs="Times New Roman"/>
        </w:rPr>
        <w:t>, hígulási számítások</w:t>
      </w:r>
    </w:p>
    <w:p w14:paraId="0AE3B211" w14:textId="77777777" w:rsidR="00FB6DBC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vízkészletek mennyiségi és minőségi jellemzőihez kapcsolódó globális problémák</w:t>
      </w:r>
    </w:p>
    <w:p w14:paraId="5C32DD36" w14:textId="77777777" w:rsidR="00C636F8" w:rsidRPr="00AA1512" w:rsidRDefault="00C636F8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Vizek fizikai és kémiai jellemzőihez kapcsolódó egyszerű számítások</w:t>
      </w:r>
    </w:p>
    <w:p w14:paraId="265D52CF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3EA225" w14:textId="77777777" w:rsidR="00FB6DBC" w:rsidRPr="00AA1512" w:rsidRDefault="008A712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levegő, mint környezeti elem</w:t>
      </w:r>
    </w:p>
    <w:p w14:paraId="2EDF4234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 fizikai állapothatározói</w:t>
      </w:r>
    </w:p>
    <w:p w14:paraId="45FB99C9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légszennyezés folyamata, jellemzése</w:t>
      </w:r>
    </w:p>
    <w:p w14:paraId="60478624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légszennyező anyagok forrásai és hatásuk a környezetre</w:t>
      </w:r>
    </w:p>
    <w:p w14:paraId="32F1EFEA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Leggyakoribb légszennyezéshez kapcsolódó jelenségek, folyamatok (savas ülepedés, szmog és fajtái, globális éghajlatváltozás)</w:t>
      </w:r>
    </w:p>
    <w:p w14:paraId="068DBFE0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Légszennyezés, mint a lokális probléma</w:t>
      </w:r>
    </w:p>
    <w:p w14:paraId="07069C04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Légszennyezés mérséklésének helyi eszközei</w:t>
      </w:r>
    </w:p>
    <w:p w14:paraId="239BFC4D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Légszennyezés, mint globális probléma</w:t>
      </w:r>
    </w:p>
    <w:p w14:paraId="322AEE50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Nemzetközi egyezmények a légszennyezés és hatásainak a mérséklésére</w:t>
      </w:r>
    </w:p>
    <w:p w14:paraId="340552D2" w14:textId="77777777" w:rsidR="00FB6DBC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 öntisztulása</w:t>
      </w:r>
    </w:p>
    <w:p w14:paraId="4B47215F" w14:textId="77777777" w:rsidR="008A7126" w:rsidRPr="00AA1512" w:rsidRDefault="008A7126" w:rsidP="008A712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légszennyezéshez kapcsolódó számítások fizikai normál és standard állapotban</w:t>
      </w:r>
    </w:p>
    <w:p w14:paraId="02D8269D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4DF422" w14:textId="77777777" w:rsidR="00FB6DBC" w:rsidRPr="00AA1512" w:rsidRDefault="008A712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talaj, mint környezeti elem</w:t>
      </w:r>
    </w:p>
    <w:p w14:paraId="7E9B7E70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talaj, mint környezeti elem</w:t>
      </w:r>
    </w:p>
    <w:p w14:paraId="2E4E8779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talajban lejátszódó anyag- és energia átalakítási folyamatok</w:t>
      </w:r>
    </w:p>
    <w:p w14:paraId="15AFFF4E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talajok genetikai osztályozása</w:t>
      </w:r>
    </w:p>
    <w:p w14:paraId="1BE21EB7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talajok fizikai, kémiai, biológiai tulajdonságai</w:t>
      </w:r>
    </w:p>
    <w:p w14:paraId="4CC121FB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Természeti erők, hatások okozta talajkárosodási folyamatok: erózió, defláció</w:t>
      </w:r>
    </w:p>
    <w:p w14:paraId="2841694F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Antropogén hatások okozta talajkárosodási folyamatok: mezőgazdasági művelés, beépítés és a bányászat hatása</w:t>
      </w:r>
    </w:p>
    <w:p w14:paraId="7071CE58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talajkárosodás elleni védelem lehetőségei, talajok mennyiségi és minőségi védelme</w:t>
      </w:r>
    </w:p>
    <w:p w14:paraId="5905ED38" w14:textId="77777777" w:rsidR="00FB6DBC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leggyakoribb talajszennyező anyagok forrásai és azok hatása</w:t>
      </w:r>
    </w:p>
    <w:p w14:paraId="536A62DF" w14:textId="77777777" w:rsidR="00E81E13" w:rsidRPr="00AA1512" w:rsidRDefault="00E81E13" w:rsidP="00E81E1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Talajtani számítások: Arany-féle kötöttség, nedvesség tartalom és higroszkóposság.</w:t>
      </w:r>
    </w:p>
    <w:p w14:paraId="335FE393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AA3AB9" w14:textId="77777777" w:rsidR="00FB6DBC" w:rsidRPr="00AA1512" w:rsidRDefault="00FB6DB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</w:t>
      </w:r>
      <w:r w:rsidR="003D12CC" w:rsidRPr="00AA1512">
        <w:rPr>
          <w:rFonts w:cs="Times New Roman"/>
          <w:b/>
          <w:i/>
        </w:rPr>
        <w:t>elepülési környezet védelme</w:t>
      </w:r>
    </w:p>
    <w:p w14:paraId="1D9B8727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 fogalma és típusai, funkcionális területi egységei</w:t>
      </w:r>
    </w:p>
    <w:p w14:paraId="729CA2A1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Urbanizáció szakaszai és jellemzői</w:t>
      </w:r>
    </w:p>
    <w:p w14:paraId="7E18006B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Infrastruktúra fogalma, jellemzői</w:t>
      </w:r>
    </w:p>
    <w:p w14:paraId="79D5101D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Infrastruktúra szektorai</w:t>
      </w:r>
    </w:p>
    <w:p w14:paraId="7DD8237D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Településeket ellátó közművek (energia-ellátó, vízgazdálkodási és távközlési közművek)</w:t>
      </w:r>
    </w:p>
    <w:p w14:paraId="67D67575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Hangtani alapfogalmak</w:t>
      </w:r>
    </w:p>
    <w:p w14:paraId="2964FDDF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 és rezgés élettani hatásai</w:t>
      </w:r>
    </w:p>
    <w:p w14:paraId="226C0ADD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Zajforrások és jellemzésük</w:t>
      </w:r>
    </w:p>
    <w:p w14:paraId="25E97244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 és rezgés hatása az épített környezetre</w:t>
      </w:r>
    </w:p>
    <w:p w14:paraId="07D1541A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Radioaktivitás alapfogalmai</w:t>
      </w:r>
    </w:p>
    <w:p w14:paraId="0494222C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Természetes és mesterséges sugárterhelés</w:t>
      </w:r>
    </w:p>
    <w:p w14:paraId="41EF925B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Radioaktív hulladékok csoportosítása, forrásai</w:t>
      </w:r>
    </w:p>
    <w:p w14:paraId="1ECE7285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Sugárzás élettani hatásai</w:t>
      </w:r>
    </w:p>
    <w:p w14:paraId="710C1A67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Fényszennyezés fogalma és forrásai</w:t>
      </w:r>
    </w:p>
    <w:p w14:paraId="785DC332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Fényszennyezés hatása az élővilágra</w:t>
      </w:r>
    </w:p>
    <w:p w14:paraId="40165704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környezetszennyező hatása, hulladékpiramis</w:t>
      </w:r>
    </w:p>
    <w:p w14:paraId="3415060D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Települési hulladékok kezelése és ártalmatlanítása</w:t>
      </w:r>
    </w:p>
    <w:p w14:paraId="2595F325" w14:textId="77777777" w:rsidR="003D12C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Épített értékek védelme, műemlékvédelem feladatai, sajátos eszközei</w:t>
      </w:r>
    </w:p>
    <w:p w14:paraId="049DA4CB" w14:textId="77777777" w:rsidR="00FB6DBC" w:rsidRPr="00AA1512" w:rsidRDefault="003D12CC" w:rsidP="003D12C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témakörökhöz kapcsolódó egyszerű számítási feladatok: phone érték meghatározása, hangsebességhez kapcsolódó számítások, hangteljesítményszint, hangintenzitásszint és hangnyomászint számítása, eredő zaj számítása</w:t>
      </w:r>
    </w:p>
    <w:p w14:paraId="2EC7A4C3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089C57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316284BB" w14:textId="77777777" w:rsidR="00FB6DBC" w:rsidRPr="00AA1512" w:rsidRDefault="003D12C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Széles pedagógiai és technikai eszköztár használatára (pl. ökológiai ábrák, víz körforgása, növénytani bemutató eszközök stb.) lehetőséget biztosító tanterem.</w:t>
      </w:r>
    </w:p>
    <w:p w14:paraId="2B8ACC95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74F19EB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30A2544B" w14:textId="5401C628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5E8887E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695AB23" w14:textId="29B739B6" w:rsidR="00FB6DBC" w:rsidRPr="00AA1512" w:rsidRDefault="00612D25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Környezettechnika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1</w:t>
      </w:r>
      <w:r w:rsidR="00554894" w:rsidRPr="00AA1512">
        <w:rPr>
          <w:rFonts w:cs="Times New Roman"/>
          <w:b/>
        </w:rPr>
        <w:t>01</w:t>
      </w:r>
      <w:r w:rsidR="00FB6DBC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1</w:t>
      </w:r>
      <w:r w:rsidR="00554894" w:rsidRPr="00AA1512">
        <w:rPr>
          <w:rFonts w:cs="Times New Roman"/>
          <w:b/>
        </w:rPr>
        <w:t>08</w:t>
      </w:r>
      <w:r w:rsidR="00FB6DBC" w:rsidRPr="00AA1512">
        <w:rPr>
          <w:rFonts w:cs="Times New Roman"/>
          <w:b/>
        </w:rPr>
        <w:t xml:space="preserve"> óra*</w:t>
      </w:r>
    </w:p>
    <w:p w14:paraId="76D33F1E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21296733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C68C866" w14:textId="7F6F7249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6ADCC5B9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329A2DCA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5FDB614B" w14:textId="77777777" w:rsidR="00612D25" w:rsidRPr="00AA1512" w:rsidRDefault="00B8595C" w:rsidP="00612D2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környezettechnika</w:t>
      </w:r>
      <w:r w:rsidR="00612D25" w:rsidRPr="00AA1512">
        <w:rPr>
          <w:rFonts w:cs="Times New Roman"/>
        </w:rPr>
        <w:t xml:space="preserve"> tantárgy oktatásának célja olyan elméleti ismeretek átadása, amelyek birtokában a tanulók képessé válnak a környezettechnika fizikai-, kémiai- és biológiai eljárásainak megértésére, azok optimális paramétereinek megadására.</w:t>
      </w:r>
    </w:p>
    <w:p w14:paraId="7E305BF3" w14:textId="77777777" w:rsidR="00612D25" w:rsidRPr="00AA1512" w:rsidRDefault="00612D25" w:rsidP="00612D2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alapműveletek és eljárások elveinek elsajátításával sikeresen közreműködhessenek a környezettechnikai berendezések működtetésében.</w:t>
      </w:r>
    </w:p>
    <w:p w14:paraId="20447416" w14:textId="77777777" w:rsidR="00612D25" w:rsidRPr="00AA1512" w:rsidRDefault="00612D25" w:rsidP="00612D2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egyes témakörökhöz kapcsolódó számítási feladatok fejlesszék a tanulók áttekintő és rendszerező, problémafeltáró és önálló feladatmegoldó képességét, hogy a leendő szakterületükön adódó technológiai kihívásoknak eredményesen megfelelhessenek.</w:t>
      </w:r>
    </w:p>
    <w:p w14:paraId="7D263EBD" w14:textId="1CBDE3B5" w:rsidR="00FB6DBC" w:rsidRPr="00AA1512" w:rsidRDefault="00612D25" w:rsidP="00612D2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tanítása biztosítsa az a szakmai vizsgákra való felkészülést, segítse a munkaerő-piaci igényeknek megfelelő korszerű ismeretek megszerzését.</w:t>
      </w:r>
    </w:p>
    <w:p w14:paraId="3F41D531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5B9C8E71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2011767F" w14:textId="77777777" w:rsidR="00FB6DBC" w:rsidRPr="00AA1512" w:rsidRDefault="00D13F91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természettudomány, biológia, környezeti kémia, környezetvédelmi alapismeretek és műszaki ismeretek szakmai tantárgyak</w:t>
      </w:r>
      <w:r w:rsidR="007E033C" w:rsidRPr="00AA1512">
        <w:rPr>
          <w:rFonts w:cs="Times New Roman"/>
        </w:rPr>
        <w:t>.</w:t>
      </w:r>
    </w:p>
    <w:p w14:paraId="58FB99C3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746AD73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7D78E5EC" w14:textId="77777777" w:rsidR="00FB6DBC" w:rsidRPr="00AA1512" w:rsidRDefault="002C219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Fizikai eljárások</w:t>
      </w:r>
    </w:p>
    <w:p w14:paraId="22198413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Fizikai műveletek, eljárások és berendezéseik</w:t>
      </w:r>
    </w:p>
    <w:p w14:paraId="47EC91C3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sűrűségkülönbség elvén alapuló eljárások:</w:t>
      </w:r>
    </w:p>
    <w:p w14:paraId="59A0BCE8" w14:textId="77777777" w:rsidR="002C2197" w:rsidRPr="00AA1512" w:rsidRDefault="002C2197" w:rsidP="002C2197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Az ülepítők főbb típusa, kialakításuk, használatuk</w:t>
      </w:r>
    </w:p>
    <w:p w14:paraId="067BECAC" w14:textId="77777777" w:rsidR="002C2197" w:rsidRPr="00AA1512" w:rsidRDefault="002C2197" w:rsidP="002C2197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 felúsztatás alapelve, berendezései, olaj-, zsír-és benzinfogók</w:t>
      </w:r>
    </w:p>
    <w:p w14:paraId="5B333489" w14:textId="77777777" w:rsidR="002C2197" w:rsidRPr="00AA1512" w:rsidRDefault="002C2197" w:rsidP="002C2197">
      <w:pPr>
        <w:spacing w:after="0"/>
        <w:ind w:left="1134"/>
        <w:rPr>
          <w:rFonts w:cs="Times New Roman"/>
        </w:rPr>
      </w:pPr>
      <w:r w:rsidRPr="00AA1512">
        <w:rPr>
          <w:rFonts w:cs="Times New Roman"/>
        </w:rPr>
        <w:t>A flotációs eljárások elve, levegőztetéses és elektroflotáció</w:t>
      </w:r>
    </w:p>
    <w:p w14:paraId="5673527F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Porkamrák</w:t>
      </w:r>
    </w:p>
    <w:p w14:paraId="2130AD1A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sűrítési folyamat elvi alapjai</w:t>
      </w:r>
    </w:p>
    <w:p w14:paraId="636D858D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Ülepítés centrifugális erőtérben, ciklonok</w:t>
      </w:r>
    </w:p>
    <w:p w14:paraId="7BA95A85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Ülepedési sebesség, ülepedési és tartózkodási idő számítása</w:t>
      </w:r>
    </w:p>
    <w:p w14:paraId="2B029A87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Ülepítési hatásfok számítása</w:t>
      </w:r>
    </w:p>
    <w:p w14:paraId="1DEEEA69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Lebegőanyag terheléshez kapcsolódó számítások</w:t>
      </w:r>
    </w:p>
    <w:p w14:paraId="71A38EEA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méretkülönbség elvén alapuló eljárások:</w:t>
      </w:r>
    </w:p>
    <w:p w14:paraId="2AAE9FDE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Szűrés elméleti alapjai</w:t>
      </w:r>
    </w:p>
    <w:p w14:paraId="0837E10B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Szűrők csoportosítása (rács, szita és szövet, szemcsés anyagú szűrők)</w:t>
      </w:r>
    </w:p>
    <w:p w14:paraId="62C10ADB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Rácsok és típusai</w:t>
      </w:r>
    </w:p>
    <w:p w14:paraId="22CA65AD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Szűrési hatásfok számítása</w:t>
      </w:r>
    </w:p>
    <w:p w14:paraId="49AB69D3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Egyéb fizikai eljárások:</w:t>
      </w:r>
    </w:p>
    <w:p w14:paraId="5007A489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Adszorpció elve és a leggyakoribb adszorbensek</w:t>
      </w:r>
    </w:p>
    <w:p w14:paraId="503FF04A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Abszorpció elve és berendezéseik</w:t>
      </w:r>
    </w:p>
    <w:p w14:paraId="3FF21C87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Levegőztetés és szerepe a környezettechnikában</w:t>
      </w:r>
    </w:p>
    <w:p w14:paraId="463D321F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Stripping-gázeltávolítás és módszerei</w:t>
      </w:r>
    </w:p>
    <w:p w14:paraId="34B8A940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Egyéb műveletek: centrifugálás, fordított ozmózis, extrakció, hőkezelés, szárítás</w:t>
      </w:r>
    </w:p>
    <w:p w14:paraId="2B41DBDC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Bepárlás és a desztilláció elve és alkalmazása a környezettechnikában</w:t>
      </w:r>
    </w:p>
    <w:p w14:paraId="189C5812" w14:textId="77777777" w:rsidR="00FB6DBC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Membrán eljárások, fordított ozmózis</w:t>
      </w:r>
    </w:p>
    <w:p w14:paraId="40EB7984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4A181AA" w14:textId="77777777" w:rsidR="00FB6DBC" w:rsidRPr="00AA1512" w:rsidRDefault="002C219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Kémiai eljárások</w:t>
      </w:r>
    </w:p>
    <w:p w14:paraId="62F81FE3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Kémhatás, pH fogalma</w:t>
      </w:r>
    </w:p>
    <w:p w14:paraId="63EC2C17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Erős savak és lúgok vizes oldatainak pH - számítása</w:t>
      </w:r>
    </w:p>
    <w:p w14:paraId="76646C62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Vízkeménység fogalma, jelentősége</w:t>
      </w:r>
    </w:p>
    <w:p w14:paraId="059ED960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Vízkeménységhez kapcsolódó számítások</w:t>
      </w:r>
    </w:p>
    <w:p w14:paraId="3A05EF66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Vízlágyítási módok (hőkezelés, ionkicsapás, ioncsere)</w:t>
      </w:r>
    </w:p>
    <w:p w14:paraId="10BDE663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Sómentesítés</w:t>
      </w:r>
    </w:p>
    <w:p w14:paraId="603C1EA2" w14:textId="77777777" w:rsidR="002C2197" w:rsidRPr="00AA1512" w:rsidRDefault="002C2197" w:rsidP="002C219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Egyéb kémiai eljárások:</w:t>
      </w:r>
    </w:p>
    <w:p w14:paraId="7D700F4E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Oxidáció, redukció, gyakorlatban alkalmazott oxidáló- és redukáló szerek</w:t>
      </w:r>
    </w:p>
    <w:p w14:paraId="4F081719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Fertőtlenítés</w:t>
      </w:r>
    </w:p>
    <w:p w14:paraId="046B0C5A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Dehalogénezés jelentősége és módjai</w:t>
      </w:r>
    </w:p>
    <w:p w14:paraId="19C58C40" w14:textId="77777777" w:rsidR="00A63841" w:rsidRPr="00AA1512" w:rsidRDefault="00A63841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Kolloidok tulajdonságai</w:t>
      </w:r>
    </w:p>
    <w:p w14:paraId="4AA22587" w14:textId="77777777" w:rsidR="002C2197" w:rsidRPr="00AA1512" w:rsidRDefault="002C2197" w:rsidP="00A63841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 xml:space="preserve">Derítés. A </w:t>
      </w:r>
      <w:r w:rsidR="00A63841" w:rsidRPr="00AA1512">
        <w:rPr>
          <w:rFonts w:cs="Times New Roman"/>
        </w:rPr>
        <w:t>derítés fizikai, kémiai alapjai</w:t>
      </w:r>
    </w:p>
    <w:p w14:paraId="49868150" w14:textId="77777777" w:rsidR="002C2197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Koagulálás és flokkulálás</w:t>
      </w:r>
    </w:p>
    <w:p w14:paraId="481BA8AA" w14:textId="77777777" w:rsidR="00FB6DBC" w:rsidRPr="00AA1512" w:rsidRDefault="002C2197" w:rsidP="002C2197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A derítőberendezések főbb típusai, kialakításuk</w:t>
      </w:r>
    </w:p>
    <w:p w14:paraId="682249FD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7D4CA6" w14:textId="77777777" w:rsidR="00FB6DBC" w:rsidRPr="00AA1512" w:rsidRDefault="00A6384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Biológiai eljárások alapjai</w:t>
      </w:r>
    </w:p>
    <w:p w14:paraId="0FF238B3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Mikrobiológiai folyamatok jellemzése, mikroorganizmusok életműködése, anyagcseréje, szaporodási és biokémiai mechanizmusai</w:t>
      </w:r>
    </w:p>
    <w:p w14:paraId="5A75EDF0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energianyerés alapvető folyamatai: fermentáció, aerob és anaerob légzés</w:t>
      </w:r>
    </w:p>
    <w:p w14:paraId="7935F1E4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Mikroorganizmusok tápanyagszükséglete</w:t>
      </w:r>
    </w:p>
    <w:p w14:paraId="258DB2A3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Eleveniszapos szennyvíztisztítás</w:t>
      </w:r>
    </w:p>
    <w:p w14:paraId="480AE5F7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Csepegtetőtestes szennyvíztisztítás</w:t>
      </w:r>
    </w:p>
    <w:p w14:paraId="65250AE5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Merülőtárcsás szennyvíztisztítás</w:t>
      </w:r>
    </w:p>
    <w:p w14:paraId="591FEF0C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Biogáz képződésnél lejátszódó folyamatok: a hidrolízisben, a savak keletkezésében és a metán képződésében szerepet játszó mikroorganizmusok</w:t>
      </w:r>
    </w:p>
    <w:p w14:paraId="392282DD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Biogáz termelési technológiák csoportosítása</w:t>
      </w:r>
    </w:p>
    <w:p w14:paraId="7C033A83" w14:textId="77777777" w:rsidR="00A63841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Nitrogén- és foszforeltávolítás biológiai eljárásai</w:t>
      </w:r>
    </w:p>
    <w:p w14:paraId="22E8B8D1" w14:textId="77777777" w:rsidR="00FB6DBC" w:rsidRPr="00AA1512" w:rsidRDefault="00A63841" w:rsidP="00A6384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Komposztálás és feltételei</w:t>
      </w:r>
    </w:p>
    <w:p w14:paraId="5506DBE7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2F0CAE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3F0627EF" w14:textId="77777777" w:rsidR="00FB6DBC" w:rsidRPr="00AA1512" w:rsidRDefault="00A63841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Szaktanterem kapcsolódó folyamatábrákkal és sematikus technológiai ábrákkal.</w:t>
      </w:r>
    </w:p>
    <w:p w14:paraId="6A36C28E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3B9DCBA5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2F9A3C87" w14:textId="3CE08D50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4B10DABD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1C2C0D4A" w14:textId="77777777" w:rsidR="00FB6DBC" w:rsidRPr="00AA1512" w:rsidRDefault="004A050E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Környezetvédelmi gyakorlat</w:t>
      </w:r>
      <w:r w:rsidR="00FB6DBC" w:rsidRPr="00AA1512">
        <w:rPr>
          <w:rFonts w:cs="Times New Roman"/>
          <w:b/>
        </w:rPr>
        <w:t xml:space="preserve"> tantárgy</w:t>
      </w:r>
      <w:r w:rsidR="00FB6DBC" w:rsidRPr="00AA1512">
        <w:rPr>
          <w:rFonts w:cs="Times New Roman"/>
          <w:b/>
        </w:rPr>
        <w:tab/>
      </w:r>
      <w:r w:rsidRPr="00AA1512">
        <w:rPr>
          <w:rFonts w:cs="Times New Roman"/>
          <w:b/>
        </w:rPr>
        <w:t>412</w:t>
      </w:r>
      <w:r w:rsidR="00FB6DBC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432</w:t>
      </w:r>
      <w:r w:rsidR="00FB6DBC" w:rsidRPr="00AA1512">
        <w:rPr>
          <w:rFonts w:cs="Times New Roman"/>
          <w:b/>
        </w:rPr>
        <w:t xml:space="preserve"> óra*</w:t>
      </w:r>
    </w:p>
    <w:p w14:paraId="61067F63" w14:textId="77777777" w:rsidR="00FB6DBC" w:rsidRPr="00AA1512" w:rsidRDefault="00FB6DBC" w:rsidP="00FB6DBC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5151D8F2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BFCAFE7" w14:textId="4E464166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37F511A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4FB2FA40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20374723" w14:textId="77777777" w:rsidR="00A454A7" w:rsidRPr="00AA1512" w:rsidRDefault="00B8595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</w:t>
      </w:r>
      <w:r w:rsidR="00A454A7" w:rsidRPr="00AA1512">
        <w:rPr>
          <w:rFonts w:cs="Times New Roman"/>
        </w:rPr>
        <w:t>örnyezetvédelmi gyakorlat tantárgy</w:t>
      </w:r>
      <w:r w:rsidR="004A050E" w:rsidRPr="00AA1512">
        <w:rPr>
          <w:rFonts w:cs="Times New Roman"/>
        </w:rPr>
        <w:t xml:space="preserve"> oktatásának célja a laboratóriumi munkában alkalmazott alapműveletek szakszerű elvégzésének, laboratóriumi eszközök haszná</w:t>
      </w:r>
      <w:r w:rsidR="00A454A7" w:rsidRPr="00AA1512">
        <w:rPr>
          <w:rFonts w:cs="Times New Roman"/>
        </w:rPr>
        <w:t xml:space="preserve">latának elsajátítása. </w:t>
      </w:r>
      <w:r w:rsidR="004A050E" w:rsidRPr="00AA1512">
        <w:rPr>
          <w:rFonts w:cs="Times New Roman"/>
        </w:rPr>
        <w:t>A tanulók ismerjék az alapvető minőségi jellemzők meghatározásához szükséges módszereket, fizikai, kémiai és biológiai laboratóriumok alapfelszereléseinek, vegyszereknek a bizt</w:t>
      </w:r>
      <w:r w:rsidR="00A454A7" w:rsidRPr="00AA1512">
        <w:rPr>
          <w:rFonts w:cs="Times New Roman"/>
        </w:rPr>
        <w:t>onságos használatát, tárolását.</w:t>
      </w:r>
    </w:p>
    <w:p w14:paraId="03B0D40C" w14:textId="77777777" w:rsidR="00A454A7" w:rsidRPr="00AA1512" w:rsidRDefault="00A454A7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tanulók sajátítsák el az élettelen környezeti tényezők fizikai és kémiai jellemzőinek meghatározását terepi és laboratóriumi eszközökkel. Tudjanak meteorológiai jellemzőket mérni és értékelni. Szakszerűen tudják használni a munkájukhoz szükséges laboratóriumi és terepi eszközöket és berendezéseket (zajmérőt, hőmérőt, ökológiai mérőbőröndöt, sztereo- és fénymikroszkópot, víz- és talajmintavevőket). Ismerjék az állat- és növényhatározás menetét.</w:t>
      </w:r>
    </w:p>
    <w:p w14:paraId="31C38B08" w14:textId="77777777" w:rsidR="00A454A7" w:rsidRPr="00AA1512" w:rsidRDefault="00A454A7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Legyenek képesek a helymeghatározások során irányokat, távolságokat, mag</w:t>
      </w:r>
      <w:r w:rsidR="001F7F66" w:rsidRPr="00AA1512">
        <w:rPr>
          <w:rFonts w:cs="Times New Roman"/>
        </w:rPr>
        <w:t>a</w:t>
      </w:r>
      <w:r w:rsidRPr="00AA1512">
        <w:rPr>
          <w:rFonts w:cs="Times New Roman"/>
        </w:rPr>
        <w:t>sságkülönbségeket meghatározni, adatokat feldolgozni, helyszínrajzokat készíteni.</w:t>
      </w:r>
    </w:p>
    <w:p w14:paraId="35B96E00" w14:textId="77777777" w:rsidR="00FB6DBC" w:rsidRPr="00AA1512" w:rsidRDefault="004A050E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</w:t>
      </w:r>
      <w:r w:rsidR="00A454A7" w:rsidRPr="00AA1512">
        <w:rPr>
          <w:rFonts w:cs="Times New Roman"/>
        </w:rPr>
        <w:t xml:space="preserve"> gyakorlat a</w:t>
      </w:r>
      <w:r w:rsidRPr="00AA1512">
        <w:rPr>
          <w:rFonts w:cs="Times New Roman"/>
        </w:rPr>
        <w:t xml:space="preserve"> tanulókban alakítson ki olyan manuális készségeket, amelyekkel a különböző mérőeszközöket megfelelő biztonsággal tudják kezelni a munkavédelmi szabályok betartásával. </w:t>
      </w:r>
    </w:p>
    <w:p w14:paraId="25BDC36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BFE123E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5D0ECDD5" w14:textId="77777777" w:rsidR="00FB6DBC" w:rsidRPr="00AA1512" w:rsidRDefault="004A050E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természettudomány, biológia, földtudományi alapok, környezeti kémia, környezetvédelmi alapismeretek és környezettechnikai alapok tantárgyak.</w:t>
      </w:r>
    </w:p>
    <w:p w14:paraId="1BFB4138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1101B6D9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09D04A79" w14:textId="77777777" w:rsidR="00FB6DBC" w:rsidRPr="00AA1512" w:rsidRDefault="004A050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Fizikai vizsgálatok</w:t>
      </w:r>
    </w:p>
    <w:p w14:paraId="16C5BACF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eszközök és használatuk</w:t>
      </w:r>
    </w:p>
    <w:p w14:paraId="3A9C492D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Tömegmérés és eszközei</w:t>
      </w:r>
    </w:p>
    <w:p w14:paraId="18B0231C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Térfogatmérés és eszközei</w:t>
      </w:r>
    </w:p>
    <w:p w14:paraId="383FA1E5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Fizikai anyagjellemzők vizsgálata:</w:t>
      </w:r>
    </w:p>
    <w:p w14:paraId="7C3294EC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Sűrűség, testsűrűség, halmazsűrűség fogalma, számítása és mérése</w:t>
      </w:r>
    </w:p>
    <w:p w14:paraId="3B880D8F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Hidrotechnikai tulajdonságok fogalma, vizsgálata</w:t>
      </w:r>
    </w:p>
    <w:p w14:paraId="6D7CE91C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Mechanikai jellemzők fogalma és vizsgálatuk</w:t>
      </w:r>
    </w:p>
    <w:p w14:paraId="6C07BFEB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Szemcsés anyagok vizsgálata</w:t>
      </w:r>
    </w:p>
    <w:p w14:paraId="005A982E" w14:textId="77777777" w:rsidR="00FB6DBC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Témakörökhöz kapcsolódó szakmai számítások, jegyzőkönyvek készítése</w:t>
      </w:r>
    </w:p>
    <w:p w14:paraId="2E8CCF4A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F914A9" w14:textId="77777777" w:rsidR="00FB6DBC" w:rsidRPr="00AA1512" w:rsidRDefault="004A050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Kémiai vizsgálatok</w:t>
      </w:r>
    </w:p>
    <w:p w14:paraId="709A8A42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Laboratóriumi munka szabályai, elsősegélynyújtás sérülések,balesetek esetén </w:t>
      </w:r>
    </w:p>
    <w:p w14:paraId="73B6F159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eszközök és használatuk</w:t>
      </w:r>
    </w:p>
    <w:p w14:paraId="4C55C869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vegyszerhulladékok és tárolásuk</w:t>
      </w:r>
    </w:p>
    <w:p w14:paraId="11F63F56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alapműveletek:</w:t>
      </w:r>
    </w:p>
    <w:p w14:paraId="2EE87BE4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oldódás, oldatkészítés</w:t>
      </w:r>
    </w:p>
    <w:p w14:paraId="27E5B5C4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szárítás</w:t>
      </w:r>
    </w:p>
    <w:p w14:paraId="327AF52C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lecsapás</w:t>
      </w:r>
    </w:p>
    <w:p w14:paraId="321C7213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ülepítés, szűrés</w:t>
      </w:r>
    </w:p>
    <w:p w14:paraId="08511B9F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kristályosítás</w:t>
      </w:r>
    </w:p>
    <w:p w14:paraId="2A9D58A3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bepárlás</w:t>
      </w:r>
    </w:p>
    <w:p w14:paraId="715E2FB1" w14:textId="77777777" w:rsidR="004A050E" w:rsidRPr="00AA1512" w:rsidRDefault="004A050E" w:rsidP="004A050E">
      <w:pPr>
        <w:spacing w:after="0"/>
        <w:ind w:left="851" w:firstLine="283"/>
        <w:rPr>
          <w:rFonts w:cs="Times New Roman"/>
        </w:rPr>
      </w:pPr>
      <w:r w:rsidRPr="00AA1512">
        <w:rPr>
          <w:rFonts w:cs="Times New Roman"/>
        </w:rPr>
        <w:t>desztillálás</w:t>
      </w:r>
    </w:p>
    <w:p w14:paraId="45588845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Bevezetés az elemző kémiai módszerekbe: tömeg- és térfogat szerinti elemzés</w:t>
      </w:r>
    </w:p>
    <w:p w14:paraId="7070995A" w14:textId="77777777" w:rsidR="00FB6DBC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Témakörökhöz kapcsolódó szakmai számítások, jegyzőkönyvek készítése</w:t>
      </w:r>
    </w:p>
    <w:p w14:paraId="2AB80D2E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DE5E5F" w14:textId="77777777" w:rsidR="00FB6DBC" w:rsidRPr="00AA1512" w:rsidRDefault="004A050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Biológiai vizsgálatok</w:t>
      </w:r>
    </w:p>
    <w:p w14:paraId="7AD75958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biológiai laboratórium eszközei, műszerei és használatuk</w:t>
      </w:r>
    </w:p>
    <w:p w14:paraId="328B8878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mikroszkóp felépítése és szakszerű használata</w:t>
      </w:r>
    </w:p>
    <w:p w14:paraId="2DFF350B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Kész preparátumok mikroszkópos vizsgálata</w:t>
      </w:r>
    </w:p>
    <w:p w14:paraId="32A2AB7B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 mintakészítési alaptechnikák (kaparék, macerátum, preparátum stb.)</w:t>
      </w:r>
    </w:p>
    <w:p w14:paraId="25996846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Sejtalkotók vizsgálata (állati és növényi sejtek)</w:t>
      </w:r>
    </w:p>
    <w:p w14:paraId="0942101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Állati szövetek vizsgálata, mintakészítés</w:t>
      </w:r>
    </w:p>
    <w:p w14:paraId="466EE5FE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Állati egysejtűek, férgek, ízeltlábúak, puhatestűek megfigyelése</w:t>
      </w:r>
    </w:p>
    <w:p w14:paraId="277A133F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Állatélettani vizsgálatok</w:t>
      </w:r>
    </w:p>
    <w:p w14:paraId="114126CA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állatok, állathatározás</w:t>
      </w:r>
    </w:p>
    <w:p w14:paraId="0B79D121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Gombák mikroszkópos megfigyelései, egy- és többsejtű gombák, spórák</w:t>
      </w:r>
    </w:p>
    <w:p w14:paraId="5B5885E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Növényi szövetek vizsgálata, mintakészítés</w:t>
      </w:r>
    </w:p>
    <w:p w14:paraId="6E14C6A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Növényi szervek metszeteinek fénymikroszkópos vizsgálata</w:t>
      </w:r>
    </w:p>
    <w:p w14:paraId="2E14E9AD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Virágos és virágtalan növények vizsgálata, megfigyelése</w:t>
      </w:r>
    </w:p>
    <w:p w14:paraId="73556DEF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Növények virágainak és terméseinek morfológiai vizsgálata</w:t>
      </w:r>
    </w:p>
    <w:p w14:paraId="2F674CBB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Növényélettani vizsgálatok</w:t>
      </w:r>
    </w:p>
    <w:p w14:paraId="28F772C8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növények, növényhatározás</w:t>
      </w:r>
    </w:p>
    <w:p w14:paraId="37FB3C1F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Talajlakó élőlények vizsgálata</w:t>
      </w:r>
    </w:p>
    <w:p w14:paraId="3C3E4675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21BE23" w14:textId="77777777" w:rsidR="00FB6DBC" w:rsidRPr="00AA1512" w:rsidRDefault="00691D73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Hidrometeorológiai vizsgálatok</w:t>
      </w:r>
    </w:p>
    <w:p w14:paraId="7588111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 közvetlen megfigyelése</w:t>
      </w:r>
    </w:p>
    <w:p w14:paraId="0003968A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Természeti jelenségek: időjárás, felszínformálódás</w:t>
      </w:r>
    </w:p>
    <w:p w14:paraId="24B2EC33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Változások jelei: meteorológiai jellemzők változása, tájkép változása időszaktól függően, aszpektusok vizsgálata</w:t>
      </w:r>
    </w:p>
    <w:p w14:paraId="7F1C1F9D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Éghajlat, időjárás, időjárási elemek</w:t>
      </w:r>
    </w:p>
    <w:p w14:paraId="74F5D5D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csapadék keletkezése, mértékegységei, mérési módjai</w:t>
      </w:r>
    </w:p>
    <w:p w14:paraId="161873E4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Hómérés, hó-víz egyenérték mérése</w:t>
      </w:r>
    </w:p>
    <w:p w14:paraId="4322B7E3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Csapadékadatok feldolgozása: időbeni eloszlás, térbeli eloszlás</w:t>
      </w:r>
    </w:p>
    <w:p w14:paraId="25F552F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hőmérséklet mértékegységei, mérési módjai, mérési adatok feldolgozása</w:t>
      </w:r>
    </w:p>
    <w:p w14:paraId="4F7B820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légnyomás mértékegységei, mérési módja, mérési adatok feldolgozása</w:t>
      </w:r>
    </w:p>
    <w:p w14:paraId="50371869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párolgás, mérési módjai, mérési adatok feldolgozása</w:t>
      </w:r>
    </w:p>
    <w:p w14:paraId="6CB048E3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 páratartalma, mérési módjai, mérési adatok feldolgozása</w:t>
      </w:r>
    </w:p>
    <w:p w14:paraId="41E91703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Napsütéses órák száma, mérési módjai, mérési adatok feldolgozása </w:t>
      </w:r>
    </w:p>
    <w:p w14:paraId="2624B352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Időjárási térképek elemzése </w:t>
      </w:r>
    </w:p>
    <w:p w14:paraId="69001379" w14:textId="77777777" w:rsidR="00FB6DBC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Időjárás jelentések elemzése</w:t>
      </w:r>
    </w:p>
    <w:p w14:paraId="42F7FC1F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901212" w14:textId="77777777" w:rsidR="00FB6DBC" w:rsidRPr="00AA1512" w:rsidRDefault="00691D73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Ökológiai vizsgálatok és megfigyelések</w:t>
      </w:r>
    </w:p>
    <w:p w14:paraId="38120A17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Ökológiai megfigyelések, ökológiai mutatók vizsgálata</w:t>
      </w:r>
    </w:p>
    <w:p w14:paraId="2719EE1F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Élőhelyek, társulások vizsgálata</w:t>
      </w:r>
    </w:p>
    <w:p w14:paraId="28D0E5F8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Közvetlen környezet társulásainak vizsgálata</w:t>
      </w:r>
    </w:p>
    <w:p w14:paraId="7113123D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Baktériumok mikroszkópos vizsgálata</w:t>
      </w:r>
    </w:p>
    <w:p w14:paraId="03AFA261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Baktériumok tenyésztése</w:t>
      </w:r>
    </w:p>
    <w:p w14:paraId="03F50C3A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Algológiai alapismeretek, hazai algafajok megismerése, rendszerezése</w:t>
      </w:r>
    </w:p>
    <w:p w14:paraId="6AE2CE41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Algák tenyésztése</w:t>
      </w:r>
    </w:p>
    <w:p w14:paraId="1A0F94DE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Algák mikroszkópos vizsgálata</w:t>
      </w:r>
    </w:p>
    <w:p w14:paraId="62CEC8DC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Dúsított minták mikroszkópos vizsgálata, fajfelismerése</w:t>
      </w:r>
    </w:p>
    <w:p w14:paraId="31FC9350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 vízminták gyűjtése, minták előkészítése</w:t>
      </w:r>
    </w:p>
    <w:p w14:paraId="41AC3369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Vízi puhatestűek felismerése, meghatározása</w:t>
      </w:r>
    </w:p>
    <w:p w14:paraId="063D2AB3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Hazai halfajaink ismerete</w:t>
      </w:r>
    </w:p>
    <w:p w14:paraId="739BC98D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Vízparti zonáció vizsgálata </w:t>
      </w:r>
    </w:p>
    <w:p w14:paraId="3A900CBA" w14:textId="77777777" w:rsidR="00691D73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Zuzmótérkép készítése</w:t>
      </w:r>
    </w:p>
    <w:p w14:paraId="434501A1" w14:textId="77777777" w:rsidR="00FB6DBC" w:rsidRPr="00AA1512" w:rsidRDefault="00691D73" w:rsidP="00691D7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Terepgyakorlat</w:t>
      </w:r>
    </w:p>
    <w:p w14:paraId="495C50F5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9AAE2D" w14:textId="77777777" w:rsidR="00FB6DBC" w:rsidRPr="00AA1512" w:rsidRDefault="00691D73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Mechanikai, hidrosztatikai és hidrodinamikai vizsgálatok</w:t>
      </w:r>
    </w:p>
    <w:p w14:paraId="4A18F91F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Alaktani, szilárdságtani vizsgálatok</w:t>
      </w:r>
    </w:p>
    <w:p w14:paraId="3B19EF02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Keménység vizsgálat</w:t>
      </w:r>
    </w:p>
    <w:p w14:paraId="6CF2E3E9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Nyomásmérés</w:t>
      </w:r>
    </w:p>
    <w:p w14:paraId="3D1E46B9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Vízáteresztő képesség vizsgálat</w:t>
      </w:r>
    </w:p>
    <w:p w14:paraId="4D8C0265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Vízhozam mérése, köbözés</w:t>
      </w:r>
    </w:p>
    <w:p w14:paraId="0F44B8B5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Hidraulikai veszteségmérés</w:t>
      </w:r>
    </w:p>
    <w:p w14:paraId="5A6EAD54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Vízsebesség mérése</w:t>
      </w:r>
    </w:p>
    <w:p w14:paraId="62FC447C" w14:textId="77777777" w:rsidR="00FB6DBC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Kapcsolódó számítási feladatok</w:t>
      </w:r>
    </w:p>
    <w:p w14:paraId="02DC2224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16716E" w14:textId="77777777" w:rsidR="00FB6DBC" w:rsidRPr="00AA1512" w:rsidRDefault="004A050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Földméréstan</w:t>
      </w:r>
    </w:p>
    <w:p w14:paraId="420A6533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geodézia szerepe, helye az információgyűjtés területén </w:t>
      </w:r>
    </w:p>
    <w:p w14:paraId="23D93703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Térinformatikai kapcsolatok, adatgyűjtési méretarány</w:t>
      </w:r>
    </w:p>
    <w:p w14:paraId="5F202DA1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Alapfogalmak</w:t>
      </w:r>
    </w:p>
    <w:p w14:paraId="70835486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Pontjelölések: ideiglenes, állandó</w:t>
      </w:r>
    </w:p>
    <w:p w14:paraId="794E8D1D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Egyszerű geodéziai eszközök </w:t>
      </w:r>
    </w:p>
    <w:p w14:paraId="55889C3A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Vízszintes mérések </w:t>
      </w:r>
    </w:p>
    <w:p w14:paraId="74DE3F4C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Derékszögű koordinátamérés</w:t>
      </w:r>
    </w:p>
    <w:p w14:paraId="0D2F4BD6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Távolságok mérése, geometriai és fizikai távolságmérés</w:t>
      </w:r>
    </w:p>
    <w:p w14:paraId="6A7D02B8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Globális helymeghatározó rendszer (GPS)</w:t>
      </w:r>
    </w:p>
    <w:p w14:paraId="58DE2C9A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Pontok magassági értelmű helymeghatározásának elve és módjai, pont abszolút magassága, relatív magasság</w:t>
      </w:r>
    </w:p>
    <w:p w14:paraId="5E61EF07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Szintezési feladatok</w:t>
      </w:r>
    </w:p>
    <w:p w14:paraId="6E1BCCA3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Keresztszelvények, hossz-szelvények, szintvonalas ábrák</w:t>
      </w:r>
    </w:p>
    <w:p w14:paraId="3B86750A" w14:textId="77777777" w:rsidR="00FB6DBC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Mérési eredmények feldolgozása</w:t>
      </w:r>
    </w:p>
    <w:p w14:paraId="3044C2CC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F1CE7F" w14:textId="77777777" w:rsidR="00FB6DBC" w:rsidRPr="00AA1512" w:rsidRDefault="00291C8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Környezeti elemek vizsgálata</w:t>
      </w:r>
    </w:p>
    <w:p w14:paraId="4F8BB56D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Vízmintavétel, vízminták típusai</w:t>
      </w:r>
    </w:p>
    <w:p w14:paraId="3DBC07E4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felszíni és a felszín alatti vizek vizsgálata és minősítése</w:t>
      </w:r>
    </w:p>
    <w:p w14:paraId="718781E1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Talajmintavétel, talajminták típusai</w:t>
      </w:r>
    </w:p>
    <w:p w14:paraId="768E7C96" w14:textId="77777777" w:rsidR="00291C85" w:rsidRPr="00AA1512" w:rsidRDefault="00C60797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Talajminták fizikai</w:t>
      </w:r>
      <w:r w:rsidR="00291C85" w:rsidRPr="00AA1512">
        <w:rPr>
          <w:rFonts w:cs="Times New Roman"/>
        </w:rPr>
        <w:t xml:space="preserve"> vizsgálata</w:t>
      </w:r>
    </w:p>
    <w:p w14:paraId="534E7D67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 légszennyező anyagainak mintavétele</w:t>
      </w:r>
    </w:p>
    <w:p w14:paraId="052DBC73" w14:textId="77777777" w:rsidR="00FB6DBC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Emisszió és immisszió vizsgálatok</w:t>
      </w:r>
    </w:p>
    <w:p w14:paraId="46A34E0F" w14:textId="77777777" w:rsidR="007612AA" w:rsidRPr="00AA1512" w:rsidRDefault="007612AA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Gyorstesztek és kézi mérőberendezések használata</w:t>
      </w:r>
    </w:p>
    <w:p w14:paraId="01F67DD4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45E277" w14:textId="77777777" w:rsidR="00FB6DBC" w:rsidRPr="00AA1512" w:rsidRDefault="00291C8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Épített környezet vizsgálata</w:t>
      </w:r>
    </w:p>
    <w:p w14:paraId="5C0DCEC4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Település-szerkezet vizsgálata térképek, alaprajzok alapján</w:t>
      </w:r>
    </w:p>
    <w:p w14:paraId="18C21663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Zajmérő eszközök használata</w:t>
      </w:r>
    </w:p>
    <w:p w14:paraId="68E19DFE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Zajmérések (háttérzaj, közlekedési zaj, üzemi zaj)</w:t>
      </w:r>
    </w:p>
    <w:p w14:paraId="327704CC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Hulladékok fizikai, kémiai jellemzőinek vizsgálata</w:t>
      </w:r>
    </w:p>
    <w:p w14:paraId="1AFFD2B0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Házi komposztálás, komposztvizsgálat</w:t>
      </w:r>
    </w:p>
    <w:p w14:paraId="634275D7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Háttérsugárzás mérése</w:t>
      </w:r>
    </w:p>
    <w:p w14:paraId="07AF9306" w14:textId="77777777" w:rsidR="00291C85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Mérési jegyzőkönyvek készítése, értékelés</w:t>
      </w:r>
    </w:p>
    <w:p w14:paraId="75A7FF74" w14:textId="77777777" w:rsidR="00FB6DBC" w:rsidRPr="00AA1512" w:rsidRDefault="00291C85" w:rsidP="00291C8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Alapvető számítási feladatok</w:t>
      </w:r>
    </w:p>
    <w:p w14:paraId="490000C6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2A7AAE" w14:textId="77777777" w:rsidR="00FB6DBC" w:rsidRPr="00AA1512" w:rsidRDefault="004A050E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Analitika</w:t>
      </w:r>
    </w:p>
    <w:p w14:paraId="18B13B62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Analitikai laboratórium eszközei</w:t>
      </w:r>
    </w:p>
    <w:p w14:paraId="623FCDBB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Mintavételi eljárások</w:t>
      </w:r>
    </w:p>
    <w:p w14:paraId="44C46270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Minták előkészítése, tárolása</w:t>
      </w:r>
    </w:p>
    <w:p w14:paraId="3D0144EB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elemző módszerek, mérések pontossága</w:t>
      </w:r>
    </w:p>
    <w:p w14:paraId="74BDCA3A" w14:textId="77777777" w:rsidR="004A050E" w:rsidRPr="00AA1512" w:rsidRDefault="004A050E" w:rsidP="004A050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Térfogatos elemzések alapjai</w:t>
      </w:r>
    </w:p>
    <w:p w14:paraId="300411A0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Sav-bázistitrálások, mérőoldatok készítése, oldatok pontos koncentrációjának meghatározása, indikátorok használata</w:t>
      </w:r>
    </w:p>
    <w:p w14:paraId="2724F906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Csapadékos titrálások, kloridion tartalom meghatározása Fajans szerint</w:t>
      </w:r>
    </w:p>
    <w:p w14:paraId="5072231C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Komplexometriás titrálások</w:t>
      </w:r>
    </w:p>
    <w:p w14:paraId="45B9D166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EDTA mérőoldat készítése, pontos koncentrációjának meghatározása</w:t>
      </w:r>
    </w:p>
    <w:p w14:paraId="04A302EF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Kalcium- és magnéziumion mennyiségi meghatározása. </w:t>
      </w:r>
    </w:p>
    <w:p w14:paraId="7CB44C3C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Redoxi-titrálások </w:t>
      </w:r>
    </w:p>
    <w:p w14:paraId="2BDD8997" w14:textId="77777777" w:rsidR="007612AA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Permanganometriás alapmérések</w:t>
      </w:r>
    </w:p>
    <w:p w14:paraId="6CF43FFE" w14:textId="77777777" w:rsidR="004A050E" w:rsidRPr="00AA1512" w:rsidRDefault="007612AA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Jodometriás alapmérések</w:t>
      </w:r>
    </w:p>
    <w:p w14:paraId="7147E0D1" w14:textId="77777777" w:rsidR="00FB6DBC" w:rsidRPr="00AA1512" w:rsidRDefault="004A050E" w:rsidP="007612AA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Mérési jegyzőkönyvek számítógépes elkészítése, a mérési eredmények értékelése</w:t>
      </w:r>
    </w:p>
    <w:p w14:paraId="6D88A157" w14:textId="77777777" w:rsidR="00FB6DBC" w:rsidRPr="00AA1512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DA28AB5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4FAFFE38" w14:textId="77777777" w:rsidR="00FB6DBC" w:rsidRPr="00AA1512" w:rsidRDefault="00574E89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Szakmai laboratórium</w:t>
      </w:r>
    </w:p>
    <w:p w14:paraId="2DB89A96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7462AD65" w14:textId="77777777" w:rsidR="00FB6DBC" w:rsidRPr="00AA1512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08A2FD8C" w14:textId="68475AC6" w:rsidR="00FB6DBC" w:rsidRPr="00AA1512" w:rsidRDefault="00FB6DBC" w:rsidP="00FB6DB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FE58F17" w14:textId="77777777" w:rsidR="00FB6DBC" w:rsidRPr="00AA1512" w:rsidRDefault="00FB6DBC" w:rsidP="00FB6DBC">
      <w:pPr>
        <w:spacing w:after="0"/>
        <w:ind w:left="426"/>
        <w:rPr>
          <w:rFonts w:cs="Times New Roman"/>
        </w:rPr>
      </w:pPr>
    </w:p>
    <w:p w14:paraId="54AF5E24" w14:textId="77777777" w:rsidR="00A23F09" w:rsidRPr="00AA1512" w:rsidRDefault="00A23F09" w:rsidP="00A23F09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66BB5D6C" w14:textId="77777777" w:rsidR="00A23F09" w:rsidRPr="00AA1512" w:rsidRDefault="00A23F09" w:rsidP="00A23F09">
      <w:pPr>
        <w:rPr>
          <w:rFonts w:cs="Times New Roman"/>
        </w:rPr>
      </w:pPr>
    </w:p>
    <w:p w14:paraId="3CFBE9FA" w14:textId="77777777" w:rsidR="00A23F09" w:rsidRPr="00AA1512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274BEB52" w14:textId="77777777" w:rsidR="00A23F09" w:rsidRPr="00AA1512" w:rsidRDefault="004C0048" w:rsidP="00A23F09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11938-16</w:t>
      </w:r>
      <w:r w:rsidR="00A23F09" w:rsidRPr="00AA1512">
        <w:rPr>
          <w:rFonts w:cs="Times New Roman"/>
          <w:b/>
          <w:sz w:val="36"/>
        </w:rPr>
        <w:t xml:space="preserve"> azonosító számú</w:t>
      </w:r>
    </w:p>
    <w:p w14:paraId="268F77EA" w14:textId="77777777" w:rsidR="00A23F09" w:rsidRPr="00AA1512" w:rsidRDefault="004C0048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</w:rPr>
        <w:t xml:space="preserve"> </w:t>
      </w:r>
      <w:r w:rsidRPr="00AA1512">
        <w:rPr>
          <w:rFonts w:cs="Times New Roman"/>
          <w:b/>
          <w:sz w:val="36"/>
        </w:rPr>
        <w:t>Környezetvédelmi technikus feladatok</w:t>
      </w:r>
    </w:p>
    <w:p w14:paraId="68F81EA7" w14:textId="77777777" w:rsidR="00A23F09" w:rsidRPr="00AA1512" w:rsidRDefault="00A23F09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11BCD3EC" w14:textId="77777777" w:rsidR="00A23F09" w:rsidRPr="00AA1512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141AC3C1" w14:textId="77777777" w:rsidR="00A23F09" w:rsidRPr="00AA1512" w:rsidRDefault="00A23F09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61D46D5F" w14:textId="77777777" w:rsidR="00A23F09" w:rsidRPr="00AA1512" w:rsidRDefault="00A23F09" w:rsidP="00A23F09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2D74C070" w14:textId="2BF2FAEF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t xml:space="preserve">A </w:t>
      </w:r>
      <w:r w:rsidR="004C0048" w:rsidRPr="00AA1512">
        <w:rPr>
          <w:rFonts w:cs="Times New Roman"/>
        </w:rPr>
        <w:t>11938-16</w:t>
      </w:r>
      <w:r w:rsidRPr="00AA1512">
        <w:rPr>
          <w:rFonts w:cs="Times New Roman"/>
        </w:rPr>
        <w:t xml:space="preserve"> azonosító számú </w:t>
      </w:r>
      <w:r w:rsidR="004C0048" w:rsidRPr="00AA1512">
        <w:rPr>
          <w:rFonts w:cs="Times New Roman"/>
        </w:rPr>
        <w:t xml:space="preserve">Környezetvédelmi technikus feladatok </w:t>
      </w:r>
      <w:r w:rsidRPr="00AA1512">
        <w:rPr>
          <w:rFonts w:cs="Times New Roman"/>
        </w:rPr>
        <w:t xml:space="preserve">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758"/>
        <w:gridCol w:w="759"/>
        <w:gridCol w:w="758"/>
      </w:tblGrid>
      <w:tr w:rsidR="00A23F09" w:rsidRPr="00AA1512" w14:paraId="566EC035" w14:textId="77777777" w:rsidTr="00774B88">
        <w:trPr>
          <w:cantSplit/>
          <w:trHeight w:val="2291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743E1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8C3FB9B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Környezetvédelmi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19866AB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Környezet-egészségtan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EA75D41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B143C2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analitika gyakorlat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C812558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Műszeres analitika gyakorlat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1827FD5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Gépészeti gyakorlat</w:t>
            </w:r>
          </w:p>
        </w:tc>
      </w:tr>
      <w:tr w:rsidR="00A23F09" w:rsidRPr="00AA1512" w14:paraId="57D0FA8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0831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1573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C387E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00D3E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8EAB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0B37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0A46F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36C2FD90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27324F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légszennyezettségi mérésekben, ismeri a légszennyezettségi mérőpontok kijelölésének szempontjait és a mindenkori határértékeket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1B574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D1D1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0455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13C14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8F87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F3B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342459C6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652BB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légszennyezettségi adatok grafikus és térképi feldolgozásának módjait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0B7EF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D2A2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734A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C72C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C941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9EEA1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15A8FF6C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94DF1D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porleválasztási technológiákat, a füstgázok és technológiai véggázok kezelésének módjait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041BC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6C03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954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D7E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9BB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BB8B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2AA5EE1C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5B90A7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vízminőségvédelem elveit, részt vesz vízmonitoring vizsgálatokban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915E8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A4AD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4C5C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38628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E8ED7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A8D9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7A76DE7E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C7A5E" w14:textId="77777777" w:rsidR="00A23F09" w:rsidRPr="00AA1512" w:rsidRDefault="004C0048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az ivóvíztisztítási technológiákat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F4BF5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1A761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F28F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3D88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5DD5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89AC8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70D0F60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28115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szennyvíz és a szennyvíziszap kezelési módokat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DF77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FB41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CCAB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9D20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3B6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0A46F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F08CF" w:rsidRPr="00AA1512" w14:paraId="4032D78D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ABA11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talaj és a talajvíztisztítási technológiákat, részt vesz talajszennyezéssel kapcsolatos kárelhárítási munkákban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0E41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AE58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4351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5DDB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89DD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AFB9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20734C8D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4142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talaj mennyiségi és minőségi védelmének elveit és módszereit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758B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3583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D34B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C236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7E95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0435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52D1F44B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C73B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zaj és rezgésmérésben, ismereteit alkalmazza a zaj és rezgés elleni védekezésben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F4F8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ABC0B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E63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74E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92F6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AE2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22049487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5D13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zajtérképezés folyamatát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7068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B4E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57ED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0138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969C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B9AF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3C03268E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2CB9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hulladékgazdálkodás alapelveit, a szelektív hulladékgyűjtés fontosságát és a visszaforgatás módjait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A5EA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79A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E942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564E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73CB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2FAF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47E1D63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AF85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környezet-egészségügyi feladatokban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0AE1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C3B7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158D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BE9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EC2C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34C4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0808ADB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321EB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Műszeres analitikai méréseket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9017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A554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641D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9702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B50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BCF3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330FA47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C5B2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Elvégzi a környezeti minták analitikai vizsgálatát és a mért adatok alapján megállapítja a minták szennyezettségének mértékét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F10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8C88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55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A629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5F2D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2A2E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1B639D2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49C4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a biológiai eljárások optimális paramétereit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C3B1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3BF6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2379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B9B0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EE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05D2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1A1655CF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FD8A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Bioindikációt alkalmaz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7341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643C1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1FE1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D439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01A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189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0986723F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6A59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Monitoring méréseket végez és elemzi a mért 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B5EF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6B35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A343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239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CD44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8F2C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345BE6A6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985F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mért vagy kapott adatokat korszerű informatikai eszközökkel feldolgozza és dokumentálja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565F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4A92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994B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BA4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9C79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6E0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F08CF" w:rsidRPr="00AA1512" w14:paraId="638C085C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C3B8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Radiológiai jellemzőket mér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59AD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2054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1EA4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4C1E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002F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F09E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1A68BBD0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298DA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engedélyezési és üzembe-helyezési eljárásban, környezetvédelmi hatásvizsgálati és környezetvédelmi felülvizsgálati eljárásokban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C56D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D97F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C527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4C11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FDCE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B66E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791DB7C4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F9DE1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a hagyományos és megújuló energiahordozókat felhasználó erőművek környezetellenőrző munkájában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94BA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7395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F1D3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F93D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6FA3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AE84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6BC985DB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FE17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Ismeri és elvégzi munkája során a szakmai számításokat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8CD5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922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9C9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0DA7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AEFD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0ADD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F08CF" w:rsidRPr="00AA1512" w14:paraId="1CC20BEF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210A0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jogszabályok által előírt tervek készítésében, környezetvédelmi jelentéseket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ACF43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E2EE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B486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4D55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8EFC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6D3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149E02DC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09CB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866CE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CB64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928D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0ADB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5887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0490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0120C517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074B0" w14:textId="77777777" w:rsidR="00A23F09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Légszennyező források típusai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3159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6D9A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8CFF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EC04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20D5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6EEB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456AD209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5B854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Védelmi övezetek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5877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AC6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D460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4623F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9DBB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F94C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0CA94098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086AE7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Légszennyezettségi határértékek és a bírságolás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EC46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9F06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96BE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47F8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1B58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045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0A6684A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FC9AE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Porleválasztás elméleti alapjai és a porleválasztók csoportosítása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8F678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46C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B99A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99D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6C91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D028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3235FEE9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AE5F0" w14:textId="77777777" w:rsidR="00A23F09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Füstgáz és technológiai véggáztisztítási módszerek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3ECAC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B5D1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E6C8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73F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033F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87D25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1A78D280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80FDE5" w14:textId="77777777" w:rsidR="00A23F09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Természetes és mesterséges szennyvíztisztítási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91E72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1D69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ADF5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86BF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1D185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FB46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6C6B8C7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02E60" w14:textId="77777777" w:rsidR="00A23F09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Fizikai és biológiai szennyvíztisztítási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FE35A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1E2A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16DF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4B79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4A07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C789B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72D43E45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8162E" w14:textId="77777777" w:rsidR="00A23F09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Kémiai utótisztítás, fertőtlenítés, szennyvíziszap kezelése és elhelyezése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7CD08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1A28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4907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48B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C816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B68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70D640E5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5C631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Erózió és defláció elleni védekezés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119A6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1B299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D6164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E009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4A5E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C3E6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014E342A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7239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Talaj kárelhárítási technológiák és kiválasztásuk szempontjai, prioritást élvező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ED73E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4138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E101E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D12D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9521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F4A31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595CC1DD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3D433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Olaj és veszélyes mikroszennyezők által okozott szennyezések kármentesítési technológiái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710F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2B32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BFE20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0C6C0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5854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6B0E3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5B9CFFC7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862D7A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Hulladékgazdálkodási alapelvek, hulladékhierarchia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B7443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8317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E7746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987D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0C801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5AAF9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0BE0E3A9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D4FA8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Zaj fogalma, hangtani alapfogalmak, hangmagasság, hullámhossz, hangsebesség, hangnyomás, hangteljesítmény, hangintenzitás, hangerőszintek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5BC1E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EADCD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E88B0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E7B0A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303D3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6A3A5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64D72107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164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Zaj és rezgés élettani hatásai, zaj- és rezgéscsökkentés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2BF9B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74D2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7A27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1552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D68ED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F3452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16C2FE5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AF152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Radioaktivitás alapfogalmai, a radioaktív sugárzás forrásai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8A039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5E7D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0823B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0DA58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518F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BA201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74A675D4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3504D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Az emberi szervezet sugárterhelése, a sugárzás élettani hatásai, az ionizáló sugarak biológiai hatását befolyásoló tényezők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C82E0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58A3D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52F36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102F5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B50C4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627E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304D3D1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331D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Dózismennyiségek (sugárterhelés, elnyelt dózis, sugárártalom, sugársérülés dózisegyenérték, effektív dózisegyenérték), a sugárvédelem alapelvei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BC744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86475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28D6F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8A641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ED7AB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47C9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64F48A48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CB18F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Klasszikus (gravimetria és titrimetria) és műszeres analitikai (potenciometria, konduktometria, spektrofotometria) elemző módszerek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48282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F7A9C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F9427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38212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1C794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246D7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F08CF" w:rsidRPr="00AA1512" w14:paraId="6E08F8A4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9E6D1" w14:textId="77777777" w:rsidR="006F08CF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Mikro- és makrobiológiai vizsgálati módszerek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8A0A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87133" w14:textId="77777777" w:rsidR="006F08CF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B8A65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90880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7FF1A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251CD" w14:textId="77777777" w:rsidR="006F08CF" w:rsidRPr="00AA1512" w:rsidRDefault="006F08CF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2EB7B1E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379D3E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Aerob és anaerob folyamatok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8427F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BB5FE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1790F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E1F9A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F00AE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F3B8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75E6D" w:rsidRPr="00AA1512" w14:paraId="2F4FE256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301559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Erőművek környezetszennyezése, megújuló energiaforrások alkalmazási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FE6E6" w14:textId="77777777" w:rsidR="00975E6D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9F12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538B7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D8C43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AC0A1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CB59C" w14:textId="77777777" w:rsidR="00975E6D" w:rsidRPr="00AA1512" w:rsidRDefault="00975E6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77C7CCC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ACDB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2C27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B390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7ADA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E3C2F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7A05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F8F4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6BB86521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7435C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Laboratóriumi mérőműszerek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FF74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DB33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FF70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3AE8B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BC192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C4EB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4EFC9176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C8333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1F7B2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83C0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3ECFB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0638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64C30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AFF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31D8D17E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549F0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Környezetszennyezés mértékének megítélése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24F82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1077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846E3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42019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2A4F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400A1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3025DB70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9A0AB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Alkalmazott számítástechnikai ismeretek (Word, Excel, PowerPoint, Java nyomtatványkitöltő program)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AE6A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100B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5F92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4F4C3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EA645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D7F35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3967153A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02098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nyelv pontos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F36F0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9F95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5DD7C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ECD64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A4C05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33BB9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6A34942D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636E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5E84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D9B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2CF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4923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B02E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B428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041A9244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57FB3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0F1CE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96EB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A08B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86AA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3D8FC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82259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7D60765A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69FDB1" w14:textId="77777777" w:rsidR="00A23F09" w:rsidRPr="00AA1512" w:rsidRDefault="00C33FEC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6319D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A245B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1AC78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69B6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E372B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75479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26C10C8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95713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61D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BA11C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097A0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590B1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CBFA7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12BFA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725517C3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9A646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BD7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D8FF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8DBB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28F7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5BB4B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EEC8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45CBAF7B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93D1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9C0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AAD6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5C75B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DD263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D021F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73727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34CDA1C1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7D322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B83D6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D8354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41E82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337C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F528A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472E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4B2A00F2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32E45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30003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418A0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1B268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5F20E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FEB9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BE73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195E4229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131D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11926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EA9F0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A1B94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0C9DF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D1FF8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02A29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03D20031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CDB83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E0867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5531F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C844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9CA25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CC76E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BA693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23F09" w:rsidRPr="00AA1512" w14:paraId="57C11CD8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5E006A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2A737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5D879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E7E95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B182A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AA44D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DFBC8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23F09" w:rsidRPr="00AA1512" w14:paraId="1A4A8181" w14:textId="77777777" w:rsidTr="0028590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7C679B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Kontroll (ellenőrzőképesség)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F76AF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8D517" w14:textId="77777777" w:rsidR="00A23F09" w:rsidRPr="00AA1512" w:rsidRDefault="00A23F09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3B211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3006E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5607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50AC2" w14:textId="77777777" w:rsidR="00A23F09" w:rsidRPr="00AA1512" w:rsidRDefault="007158D7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37570137" w14:textId="77777777" w:rsidR="00A23F09" w:rsidRPr="00AA1512" w:rsidRDefault="00A23F09" w:rsidP="00A23F09">
      <w:pPr>
        <w:rPr>
          <w:rFonts w:cs="Times New Roman"/>
        </w:rPr>
      </w:pPr>
    </w:p>
    <w:p w14:paraId="1FD65C2C" w14:textId="77777777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7D9AB881" w14:textId="5952B07E" w:rsidR="00A23F09" w:rsidRPr="00AA1512" w:rsidRDefault="000D445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Környezetvédelmi technológiák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155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155</w:t>
      </w:r>
      <w:r w:rsidR="00A23F09" w:rsidRPr="00AA1512">
        <w:rPr>
          <w:rFonts w:cs="Times New Roman"/>
          <w:b/>
        </w:rPr>
        <w:t xml:space="preserve"> óra*</w:t>
      </w:r>
    </w:p>
    <w:p w14:paraId="33A539BB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64A480FD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5F563BF" w14:textId="10DFAA6A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02005734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21E1DEF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386F54EF" w14:textId="77777777" w:rsidR="005C5076" w:rsidRPr="00AA1512" w:rsidRDefault="00B8595C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</w:t>
      </w:r>
      <w:r w:rsidR="000D4455" w:rsidRPr="00AA1512">
        <w:rPr>
          <w:rFonts w:cs="Times New Roman"/>
        </w:rPr>
        <w:t>örnyezetvédelmi technológiák tantárgy tanításának célja, hogy termelő, vagy közösségi célok megvalósítását szolgáló cégeknél, szervezeteknél a működés során felmerülő környezetvédelmi feladatokra felkészítse a tanulókat. A tantárgy elsajátítása után a tanuló képes legyen a működéshez kapcsolódó üzemi víz- és levegőszennyezés mérséklési, hulladékgazdálkodási feladatok elvégzésére, valamint az előforduló vészhelyzetek elhárítására. A tantárgy tanításának további célja, hogy a tanuló képes legyen alkalmazni a korábban tanult elméleti összefüggéseket az üzemeltetési feladatok ellátása során.</w:t>
      </w:r>
    </w:p>
    <w:p w14:paraId="221A3004" w14:textId="77777777" w:rsidR="00A23F09" w:rsidRPr="00AA1512" w:rsidRDefault="005C5076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továbbá célja rávilágítani a környezet, a választott technológiák és gazdaság kapcsolatának összefüggéseire. Megismertetni és elsajátíttatni a környezettel való gazdálkodás gyakorlati módszereit és azok elméleti alapjait, a fenntartható fejlődés hatékonyságnövelési módszereit és a környezeti szempontú tervezés lényegét.</w:t>
      </w:r>
    </w:p>
    <w:p w14:paraId="61B0BF1A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4A02462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1EA09893" w14:textId="77777777" w:rsidR="000D4455" w:rsidRPr="00AA1512" w:rsidRDefault="000D4455" w:rsidP="000D445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Műszaki ismeretek, földtudományi alapok, környezeti kémia, környezetvédelmi alapismeretek, környezettechnikai alapok és környezetvédelmi gyakorlat szakmai tantárgyak.</w:t>
      </w:r>
    </w:p>
    <w:p w14:paraId="1209F222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29AB4B5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241339A1" w14:textId="77777777" w:rsidR="00A23F09" w:rsidRPr="00AA1512" w:rsidRDefault="005C507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Közgazdasági alapfogalmak</w:t>
      </w:r>
    </w:p>
    <w:p w14:paraId="10969FF8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Makrogazdaságtani alapfogalmak</w:t>
      </w:r>
    </w:p>
    <w:p w14:paraId="7D83B5B2" w14:textId="77777777" w:rsidR="00A23F09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Mikrogazdaságtani alapfogalmak</w:t>
      </w:r>
    </w:p>
    <w:p w14:paraId="40DE6E3E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380EAD" w14:textId="77777777" w:rsidR="00A23F09" w:rsidRPr="00AA1512" w:rsidRDefault="000D445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Víz- és szennyvíztisztítás</w:t>
      </w:r>
    </w:p>
    <w:p w14:paraId="7197C7A1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Üzemi vízellátási feladatok</w:t>
      </w:r>
    </w:p>
    <w:p w14:paraId="66D261F3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Vízkivételi módok és védőterületek</w:t>
      </w:r>
    </w:p>
    <w:p w14:paraId="300487DC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Felszíni és felszín alatti vizek vízminőségi monitoringja</w:t>
      </w:r>
    </w:p>
    <w:p w14:paraId="38DCE1EF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Felszíni ivóvízkezelés technológiai lépései és kockázatai</w:t>
      </w:r>
    </w:p>
    <w:p w14:paraId="0CD44D97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Felszín alatti vizek kezelése: gázmentesítés, vastalanítás, mangán eltávolítása arzénmentesítési technológiák </w:t>
      </w:r>
    </w:p>
    <w:p w14:paraId="47B1636F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Üzemi szennyvizek kezelése</w:t>
      </w:r>
    </w:p>
    <w:p w14:paraId="7B408165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Szennyvizek tisztításának fizikai, biológiai és kémiai módszerei</w:t>
      </w:r>
    </w:p>
    <w:p w14:paraId="74B10B5B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Természetes szennyvíztisztítási lehetőségek</w:t>
      </w:r>
    </w:p>
    <w:p w14:paraId="470D9214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Szennyvíziszap kezelése</w:t>
      </w:r>
    </w:p>
    <w:p w14:paraId="6EA9D205" w14:textId="77777777" w:rsidR="000D4455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Közműpótló berendezések</w:t>
      </w:r>
    </w:p>
    <w:p w14:paraId="03EAF1F9" w14:textId="77777777" w:rsidR="00A23F09" w:rsidRPr="00AA1512" w:rsidRDefault="000D4455" w:rsidP="000D445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Vízszennyező anyagok kibocsátási határértékei</w:t>
      </w:r>
    </w:p>
    <w:p w14:paraId="67517D26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3B14A3" w14:textId="77777777" w:rsidR="00A23F09" w:rsidRPr="00AA1512" w:rsidRDefault="000D445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Levegőtisztaság-védelem</w:t>
      </w:r>
    </w:p>
    <w:p w14:paraId="41939864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Levegőminőségi határértékek</w:t>
      </w:r>
    </w:p>
    <w:p w14:paraId="564A12BD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Emissziós határértékek</w:t>
      </w:r>
    </w:p>
    <w:p w14:paraId="72BDB167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Kültéri és beltéri légszennyezettség</w:t>
      </w:r>
    </w:p>
    <w:p w14:paraId="724BA6F7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Off-line, online monitoring rendszer</w:t>
      </w:r>
    </w:p>
    <w:p w14:paraId="5B5136F5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Légszennyezettségi mérőpontok kijelölésének szempontjai</w:t>
      </w:r>
    </w:p>
    <w:p w14:paraId="55B63E21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Légszennyező anyagok leválasztása</w:t>
      </w:r>
    </w:p>
    <w:p w14:paraId="4B7A4BC2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Porleválasztó berendezések csoportosítása és működési elvük</w:t>
      </w:r>
    </w:p>
    <w:p w14:paraId="2DB92E2A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Száraz és nedves eljárások</w:t>
      </w:r>
    </w:p>
    <w:p w14:paraId="342CCF2F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Gáz halmazállapotú szennyezőanyagok elválasztása</w:t>
      </w:r>
    </w:p>
    <w:p w14:paraId="36151451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Katalitikus eljárások</w:t>
      </w:r>
    </w:p>
    <w:p w14:paraId="61B943E3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Füstgázok és technológiai véggázok tisztítása</w:t>
      </w:r>
    </w:p>
    <w:p w14:paraId="1B6E3ADA" w14:textId="77777777" w:rsidR="00A23F09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Kapcsolódó számítási feladatok</w:t>
      </w:r>
    </w:p>
    <w:p w14:paraId="6ED4796F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439906" w14:textId="77777777" w:rsidR="00A23F09" w:rsidRPr="00AA1512" w:rsidRDefault="00CE114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</w:t>
      </w:r>
      <w:r w:rsidR="003C4B31" w:rsidRPr="00AA1512">
        <w:rPr>
          <w:rFonts w:cs="Times New Roman"/>
          <w:b/>
          <w:i/>
        </w:rPr>
        <w:t>alajvédelem</w:t>
      </w:r>
    </w:p>
    <w:p w14:paraId="04526535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 minőségi és mennyiségi védelme</w:t>
      </w:r>
    </w:p>
    <w:p w14:paraId="6801568D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Olaj és veszélyes mikroszennyezők által okozott szennyezések kármentesítési technológiái</w:t>
      </w:r>
    </w:p>
    <w:p w14:paraId="16625730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Kárelhárítási technológiák kiválasztásának szempontjai</w:t>
      </w:r>
    </w:p>
    <w:p w14:paraId="55B7787F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Talajtisztítási technológiák</w:t>
      </w:r>
    </w:p>
    <w:p w14:paraId="7A96727B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Lokalizációs eljárások</w:t>
      </w:r>
    </w:p>
    <w:p w14:paraId="78B2CA6C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Részleges mentesítés</w:t>
      </w:r>
    </w:p>
    <w:p w14:paraId="7E0C873E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Teljes ártalmatlanítás</w:t>
      </w:r>
    </w:p>
    <w:p w14:paraId="41AD5906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Talajszennyezés ártalmatlanításának in situ és ex situ módjai</w:t>
      </w:r>
    </w:p>
    <w:p w14:paraId="323D0CA1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Talajszennyezés ártalmatlanításának on site módjai</w:t>
      </w:r>
    </w:p>
    <w:p w14:paraId="6B1A40F8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Talajvíztisztítás in situ, és on site módjai</w:t>
      </w:r>
    </w:p>
    <w:p w14:paraId="693B6B0B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Fizikai, kémiai és biológiai eljárások</w:t>
      </w:r>
    </w:p>
    <w:p w14:paraId="27867611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enzimes technológiák alkalmazásának jelentősége</w:t>
      </w:r>
    </w:p>
    <w:p w14:paraId="6C6C2152" w14:textId="77777777" w:rsidR="00A23F09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Kapcsolódó számítási feladatok</w:t>
      </w:r>
    </w:p>
    <w:p w14:paraId="0B473B02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AF64B6" w14:textId="77777777" w:rsidR="00A23F09" w:rsidRPr="00AA1512" w:rsidRDefault="003C4B3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Zaj- és sugárvédelem</w:t>
      </w:r>
    </w:p>
    <w:p w14:paraId="51B781AB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zaj fogalma, napszaki zajjellemzők</w:t>
      </w:r>
    </w:p>
    <w:p w14:paraId="07F65803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stratégiai zajtérkép, a zajterhelési zajtérkép és a konfliktustérkép fogalma</w:t>
      </w:r>
    </w:p>
    <w:p w14:paraId="109B2B3B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intézkedési terv tartalmi követelményei</w:t>
      </w:r>
    </w:p>
    <w:p w14:paraId="2BD63C7E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Zajszintek számítása</w:t>
      </w:r>
    </w:p>
    <w:p w14:paraId="54DB813E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zajvédelem aktív és passzív módjai</w:t>
      </w:r>
    </w:p>
    <w:p w14:paraId="03FA0EB4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Zajszint csökkentése</w:t>
      </w:r>
    </w:p>
    <w:p w14:paraId="2B12C770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zajterhelés határértékei</w:t>
      </w:r>
    </w:p>
    <w:p w14:paraId="0A79E86F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Településrendezés, településüzemeltetés zajvédelmi feladatai</w:t>
      </w:r>
    </w:p>
    <w:p w14:paraId="01D6AE83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radioaktivitás és radioaktív anyagok az üzemben</w:t>
      </w:r>
    </w:p>
    <w:p w14:paraId="23F1964F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radioaktív sugárzás élettani hatásai</w:t>
      </w:r>
    </w:p>
    <w:p w14:paraId="06200974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Sugárvédelem alapelvei</w:t>
      </w:r>
    </w:p>
    <w:p w14:paraId="16176CD4" w14:textId="77777777" w:rsidR="003C4B31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Radioaktív hulladékok kezelése</w:t>
      </w:r>
    </w:p>
    <w:p w14:paraId="1BB6B1A6" w14:textId="77777777" w:rsidR="00A23F09" w:rsidRPr="00AA1512" w:rsidRDefault="003C4B31" w:rsidP="003C4B31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Zajvédelemmel, sugárvédelemmel kapcsolatos számítások</w:t>
      </w:r>
    </w:p>
    <w:p w14:paraId="4AC9DC5C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1791F5" w14:textId="77777777" w:rsidR="00A23F09" w:rsidRPr="00AA1512" w:rsidRDefault="005C507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Hulladékgazdálkodás</w:t>
      </w:r>
    </w:p>
    <w:p w14:paraId="4C474A5B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 fogalma, csoportosítása</w:t>
      </w:r>
    </w:p>
    <w:p w14:paraId="65FC638B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hulladékgazdálkodás fogalma, célja</w:t>
      </w:r>
    </w:p>
    <w:p w14:paraId="1E83A736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hulladékgazdálkodás alapelvei</w:t>
      </w:r>
    </w:p>
    <w:p w14:paraId="3BB282AE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Hulladékgyűjtés és szállítás formái</w:t>
      </w:r>
    </w:p>
    <w:p w14:paraId="4A4C32AA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Hulladékkezelés és a hulladékhierarchia</w:t>
      </w:r>
    </w:p>
    <w:p w14:paraId="68407B59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Hulladékhasznosítás</w:t>
      </w:r>
    </w:p>
    <w:p w14:paraId="0CC8EC23" w14:textId="77777777" w:rsidR="00CE1145" w:rsidRPr="00AA1512" w:rsidRDefault="00CE1145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 ártalmatlanítás égetéssel és lerakással</w:t>
      </w:r>
    </w:p>
    <w:p w14:paraId="1317B649" w14:textId="77777777" w:rsidR="005C5076" w:rsidRPr="00AA1512" w:rsidRDefault="005C5076" w:rsidP="00CE1145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hulladékok gyűjtése, tárolása</w:t>
      </w:r>
    </w:p>
    <w:p w14:paraId="0FB8D182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hulladékok szállítása, a szállítás kísérő dokumentumai</w:t>
      </w:r>
    </w:p>
    <w:p w14:paraId="404A2A8A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hulladékok kezelése, ártalmatlanítása</w:t>
      </w:r>
    </w:p>
    <w:p w14:paraId="784EC074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Hulladékminősítés</w:t>
      </w:r>
    </w:p>
    <w:p w14:paraId="003A178F" w14:textId="77777777" w:rsidR="00A23F09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Kapcsolódó számítások</w:t>
      </w:r>
    </w:p>
    <w:p w14:paraId="4FA66E56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E3CB96" w14:textId="77777777" w:rsidR="00A23F09" w:rsidRPr="00AA1512" w:rsidRDefault="005C507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Környezetgazdaságtan</w:t>
      </w:r>
    </w:p>
    <w:p w14:paraId="44060266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 és gazdaság kapcsolata</w:t>
      </w:r>
    </w:p>
    <w:p w14:paraId="3596D2C8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természeti erőforrások fenntartható használatának szükségessége</w:t>
      </w:r>
    </w:p>
    <w:p w14:paraId="76210052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környezetvédelemmel kapcsolatos szabályozórendszer</w:t>
      </w:r>
    </w:p>
    <w:p w14:paraId="6B16366F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uniós szabályozás</w:t>
      </w:r>
    </w:p>
    <w:p w14:paraId="4E3328D9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környezetgazdálkodás gyakorlati módszerei és azok elméleti alapjai</w:t>
      </w:r>
    </w:p>
    <w:p w14:paraId="1BB2F5A9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környezetértékelés kérdései</w:t>
      </w:r>
    </w:p>
    <w:p w14:paraId="3B870C4B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Ökológiai mérlegek</w:t>
      </w:r>
    </w:p>
    <w:p w14:paraId="46EF600E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Energiagazdálkodás</w:t>
      </w:r>
    </w:p>
    <w:p w14:paraId="6844C583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Vállalati környezetmenedzsment</w:t>
      </w:r>
    </w:p>
    <w:p w14:paraId="315A16EC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integrált szennyezés-megelőzés és csökkentés IPPC</w:t>
      </w:r>
    </w:p>
    <w:p w14:paraId="682E1786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Elérhető legjobb technológia (BAT), az elérhető legjobb megoldás (BATNEEC), a BATReF előírásai</w:t>
      </w:r>
    </w:p>
    <w:p w14:paraId="4B496DEF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Környezetbarát vállalatirányítás</w:t>
      </w:r>
    </w:p>
    <w:p w14:paraId="5B0B4622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Vállalatok környezeti kockázatainak becslése</w:t>
      </w:r>
    </w:p>
    <w:p w14:paraId="5A8E7E29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Vállalatok környezeti felelőssége</w:t>
      </w:r>
    </w:p>
    <w:p w14:paraId="278AD5BE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menedzsment szabványosítása</w:t>
      </w:r>
    </w:p>
    <w:p w14:paraId="1436B49D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EMAS alapelvei</w:t>
      </w:r>
    </w:p>
    <w:p w14:paraId="11BBB5AB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ISO 14 001 szerinti környezetközpontú irányítási rendszer alapelvei</w:t>
      </w:r>
    </w:p>
    <w:p w14:paraId="6935114C" w14:textId="77777777" w:rsidR="005C5076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KIR</w:t>
      </w:r>
    </w:p>
    <w:p w14:paraId="33E588F2" w14:textId="77777777" w:rsidR="00A23F09" w:rsidRPr="00AA1512" w:rsidRDefault="005C5076" w:rsidP="005C507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tanúsítás</w:t>
      </w:r>
    </w:p>
    <w:p w14:paraId="07C37AD1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4B61AA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73EEAA5F" w14:textId="77777777" w:rsidR="00A23F09" w:rsidRPr="00AA1512" w:rsidRDefault="005C5076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Tanterem.</w:t>
      </w:r>
    </w:p>
    <w:p w14:paraId="260AE2D8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7BD3E09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1201C699" w14:textId="7D426D31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92CA190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C901DA5" w14:textId="2D150BFF" w:rsidR="00A23F09" w:rsidRPr="00AA1512" w:rsidRDefault="006C5FE6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Környezet-egészségtan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62</w:t>
      </w:r>
      <w:r w:rsidR="00A23F09" w:rsidRPr="00AA1512">
        <w:rPr>
          <w:rFonts w:cs="Times New Roman"/>
          <w:b/>
        </w:rPr>
        <w:t xml:space="preserve"> óra/</w:t>
      </w:r>
      <w:r w:rsidR="004C0FD7" w:rsidRPr="00AA1512">
        <w:rPr>
          <w:rFonts w:cs="Times New Roman"/>
          <w:b/>
        </w:rPr>
        <w:t>6</w:t>
      </w:r>
      <w:r w:rsidR="00BD6A3B" w:rsidRPr="00AA1512">
        <w:rPr>
          <w:rFonts w:cs="Times New Roman"/>
          <w:b/>
        </w:rPr>
        <w:t>2</w:t>
      </w:r>
      <w:r w:rsidR="00A23F09" w:rsidRPr="00AA1512">
        <w:rPr>
          <w:rFonts w:cs="Times New Roman"/>
          <w:b/>
        </w:rPr>
        <w:t xml:space="preserve"> óra*</w:t>
      </w:r>
    </w:p>
    <w:p w14:paraId="7FCE20F9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21D3EF17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A87F7EE" w14:textId="3CB5E4D0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2D3F569B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71EA366C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4136BD54" w14:textId="77777777" w:rsidR="00A23F09" w:rsidRPr="00AA1512" w:rsidRDefault="006C5FE6" w:rsidP="004C0FD7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környezet-egészségtan tantárgy tanításának célja, hogy a tanulók értsék a környezetszennyező anyagok élőlényekre, azon belül az emberi egészségre gyakorolt hatását. Irányítsa rá a tanulók figyelmét, hogy az ember tevékenységeinek milyen veszélyei lehetnek és azok hogyan hatnak vissza pl. a táplálékláncba beépülve az egészségi állapotunkra és nem utolsó sorban genetikai úton a megszületendő nemzedékre. Tudjanak különbséget tenni az egyes vegyszerek kockázati tényezői között. Rendelkezzenek minimális toxikológiai ismeretekkel.  Technikusként a környezetvédelem bármely területén képesek legyenek egy komplex látásmód birtokában felelősséggel tevékenykedni.</w:t>
      </w:r>
    </w:p>
    <w:p w14:paraId="6C0A0F29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8F49B51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3AF76358" w14:textId="77777777" w:rsidR="00A23F09" w:rsidRPr="00AA1512" w:rsidRDefault="006C5FE6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Biológia és környezetvédelmi alapismeretek, a környezeti kémia szakmai tantárgyak.</w:t>
      </w:r>
    </w:p>
    <w:p w14:paraId="3FAAF68B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CC10897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34735762" w14:textId="77777777" w:rsidR="00A23F09" w:rsidRPr="00AA1512" w:rsidRDefault="006C5FE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Veszélyes környezetszennyező anyagok</w:t>
      </w:r>
    </w:p>
    <w:p w14:paraId="47EC0BDD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méreg és a dózis fogalma</w:t>
      </w:r>
    </w:p>
    <w:p w14:paraId="458FFF24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anyag és veszélyes készítmény fogalma, LD-50</w:t>
      </w:r>
    </w:p>
    <w:p w14:paraId="403BEA76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anyag biológiai hozzáférhetősége</w:t>
      </w:r>
    </w:p>
    <w:p w14:paraId="559E774C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Expozíció fogalma, módja</w:t>
      </w:r>
    </w:p>
    <w:p w14:paraId="3B5394EC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mérgező anyag bejutása a szervezetbe </w:t>
      </w:r>
    </w:p>
    <w:p w14:paraId="1084F44F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Beépülés a szervezetbe, expozíciós utak</w:t>
      </w:r>
    </w:p>
    <w:p w14:paraId="579D349E" w14:textId="77777777" w:rsidR="00A23F09" w:rsidRPr="00AA1512" w:rsidRDefault="006C5FE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Hatás időtartama</w:t>
      </w:r>
    </w:p>
    <w:p w14:paraId="44F87AE6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8F99CE" w14:textId="77777777" w:rsidR="00A23F09" w:rsidRPr="00AA1512" w:rsidRDefault="006C5FE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Mérgező anyagok átalakulása a környezetben</w:t>
      </w:r>
    </w:p>
    <w:p w14:paraId="1F0C3BEB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Bioindikáció, bioakkumuláció, biokoncentráció fogalma</w:t>
      </w:r>
    </w:p>
    <w:p w14:paraId="3363762C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Biodegradáció folyamata </w:t>
      </w:r>
    </w:p>
    <w:p w14:paraId="09B93A9F" w14:textId="77777777" w:rsidR="006C5FE6" w:rsidRPr="00AA1512" w:rsidRDefault="006C5FE6" w:rsidP="006C5F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Remediációs és bioremediációs technológiák </w:t>
      </w:r>
    </w:p>
    <w:p w14:paraId="220AA7ED" w14:textId="77777777" w:rsidR="00A23F09" w:rsidRPr="00AA1512" w:rsidRDefault="006C5FE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Fitoremediációs technológiák</w:t>
      </w:r>
    </w:p>
    <w:p w14:paraId="0DD8F17D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B4F956" w14:textId="77777777" w:rsidR="00A23F09" w:rsidRPr="00AA1512" w:rsidRDefault="00265FF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Kémiai bizt</w:t>
      </w:r>
      <w:r w:rsidR="007E033C" w:rsidRPr="00AA1512">
        <w:rPr>
          <w:rFonts w:cs="Times New Roman"/>
          <w:b/>
          <w:i/>
        </w:rPr>
        <w:t>o</w:t>
      </w:r>
      <w:r w:rsidRPr="00AA1512">
        <w:rPr>
          <w:rFonts w:cs="Times New Roman"/>
          <w:b/>
          <w:i/>
        </w:rPr>
        <w:t>nság</w:t>
      </w:r>
    </w:p>
    <w:p w14:paraId="77CE4988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biztonság fogalma és jogszabályi háttere (REACH, CLP/GHS/)</w:t>
      </w:r>
    </w:p>
    <w:p w14:paraId="3FE7D8D2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Veszélyes anyagok jelrendszere</w:t>
      </w:r>
    </w:p>
    <w:p w14:paraId="3C75D837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EINECS- és az ELINCS- jegyzék</w:t>
      </w:r>
    </w:p>
    <w:p w14:paraId="0FF48D5A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CLP (besorolás, címkézés és csomagolás) rendelet, A CLP- rendelet célja és feladatai</w:t>
      </w:r>
    </w:p>
    <w:p w14:paraId="33DF613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CLP kötelezettségekben érintettek köre</w:t>
      </w:r>
    </w:p>
    <w:p w14:paraId="1BA1DC5E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Biztonsági adatlap főbb tartalmi elemei</w:t>
      </w:r>
    </w:p>
    <w:p w14:paraId="2B8FC403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 és P mondatok és számok, veszélyjelek</w:t>
      </w:r>
    </w:p>
    <w:p w14:paraId="455F73F7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Kémiai anyagok engedélyeztetési eljárásai</w:t>
      </w:r>
    </w:p>
    <w:p w14:paraId="79F0B281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Bejelentési kötelezettség</w:t>
      </w:r>
    </w:p>
    <w:p w14:paraId="21FCEEA9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Törzskönyvezés, notifikáció</w:t>
      </w:r>
    </w:p>
    <w:p w14:paraId="7F5C7D2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Termésnövelő anyagok és növényvédő szerek engedélyeztetése</w:t>
      </w:r>
    </w:p>
    <w:p w14:paraId="1A3AC82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Állatgyógyászati szerek engedélyeztetési eljárása</w:t>
      </w:r>
    </w:p>
    <w:p w14:paraId="5C1DE2AD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ökotoxikológiai mérési eredmények szerepe a környezeti monitoringban</w:t>
      </w:r>
    </w:p>
    <w:p w14:paraId="018DE483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környezetirányításban, határértékek kialakításában és a környezetvédelmi technológiák kiválasztásában</w:t>
      </w:r>
    </w:p>
    <w:p w14:paraId="3B842B04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expozíció, vegyi anyag környezetbe kerülése</w:t>
      </w:r>
    </w:p>
    <w:p w14:paraId="5872FF7C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Kockázat, a kockázatbecslés lépései</w:t>
      </w:r>
    </w:p>
    <w:p w14:paraId="4EC024D8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Szerves anyagok (VOC, HCHO, halogénezett szénhidrogének)</w:t>
      </w:r>
    </w:p>
    <w:p w14:paraId="3C52426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Klórozott szénhidrogének</w:t>
      </w:r>
    </w:p>
    <w:p w14:paraId="3ACAD571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Szerves foszforsavészterek</w:t>
      </w:r>
    </w:p>
    <w:p w14:paraId="126B3056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Triazinok és származékaik</w:t>
      </w:r>
    </w:p>
    <w:p w14:paraId="352A1661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Poliklórozott bifenilek (PCB)</w:t>
      </w:r>
    </w:p>
    <w:p w14:paraId="2AA9577D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Poliklórozott p-dibenzo-dioxinok és dibenzo-furánok (dioxinok)</w:t>
      </w:r>
    </w:p>
    <w:p w14:paraId="3D8E1E7E" w14:textId="77777777" w:rsidR="00A23F09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Policiklusos aromás szénhidrogének (PAH)</w:t>
      </w:r>
    </w:p>
    <w:p w14:paraId="10349793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A7A709" w14:textId="77777777" w:rsidR="00A23F09" w:rsidRPr="00AA1512" w:rsidRDefault="00265FF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Környezet-egészségtan területei</w:t>
      </w:r>
    </w:p>
    <w:p w14:paraId="56BFECC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 és az egészség kapcsolata, az egészség meghatározói</w:t>
      </w:r>
    </w:p>
    <w:p w14:paraId="1BEC1080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Környezetszennyezésre visszavezethető megbetegedések és halálozások száma</w:t>
      </w:r>
    </w:p>
    <w:p w14:paraId="4A41AF6E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környezet‐egészségtan feladatai</w:t>
      </w:r>
    </w:p>
    <w:p w14:paraId="54F3D9E3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környezeti ártalmak megelőzése</w:t>
      </w:r>
    </w:p>
    <w:p w14:paraId="29FACBE2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hatások okozta egészségkárosodások megelőzése</w:t>
      </w:r>
    </w:p>
    <w:p w14:paraId="156C5E98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Állami szervek környezet-egészségtani feladatai</w:t>
      </w:r>
    </w:p>
    <w:p w14:paraId="79759740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Kültéri és beltéri levegőszennyezés</w:t>
      </w:r>
    </w:p>
    <w:p w14:paraId="2F386EA2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levegőt szennyező gáznemű anyagok (szén-monoxid, kén-dioxid, ammónia és kénhidrogén), a levegőt szennyező szilárd anyagok, szálló porok hatása az emberi szervezetre</w:t>
      </w:r>
    </w:p>
    <w:p w14:paraId="22F90469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Radon hatásai</w:t>
      </w:r>
    </w:p>
    <w:p w14:paraId="462AF587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Mikrobiológiai eredetű szennyezők az ivóvízben</w:t>
      </w:r>
    </w:p>
    <w:p w14:paraId="791A1D86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Talajszennyezés: ólom, arzén, higany, kadmium beépülése a tápláléklácba, következményeik</w:t>
      </w:r>
    </w:p>
    <w:p w14:paraId="79EB8394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Szerves szennyezők: detergensek, peszticidek, POP (persistent organic pollutants) anyagok</w:t>
      </w:r>
    </w:p>
    <w:p w14:paraId="5B23C62A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Mezőgazdaságban alkalmazott kemikáliák, műtrágyák, szerves trágyák és azok környezeti és humánegészségügyi hatásai</w:t>
      </w:r>
    </w:p>
    <w:p w14:paraId="06762DC6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Peszticid, herbicid és nehézfém szennyeződések környezeti hatásai </w:t>
      </w:r>
    </w:p>
    <w:p w14:paraId="7EC6C9B6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Gyógyszeralapanyagok és gyógyszerkészítmények hatása az emberi egészségre</w:t>
      </w:r>
    </w:p>
    <w:p w14:paraId="2B354195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szennyezők hatása a szaporodásra</w:t>
      </w:r>
    </w:p>
    <w:p w14:paraId="3521AB59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embrionális fejlődést befolyásoló környezeti és genetikai tényezők</w:t>
      </w:r>
    </w:p>
    <w:p w14:paraId="67B75457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Hormonjellegű anyagok hatása az emberre, élővilágra, nemi jellegre</w:t>
      </w:r>
    </w:p>
    <w:p w14:paraId="7F2B73B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Gyógyszerfogyasztási szokásaink környezet-egészségügyi következményei</w:t>
      </w:r>
    </w:p>
    <w:p w14:paraId="4103BCE0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Idegrendszer károsodása a környezeti hatásokra</w:t>
      </w:r>
    </w:p>
    <w:p w14:paraId="4771C59A" w14:textId="77777777" w:rsidR="00A23F09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Érzékszervek változásai környezeti hatásokra (pl. nagyothallás, vakság)</w:t>
      </w:r>
    </w:p>
    <w:p w14:paraId="72B671D2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C396D10" w14:textId="77777777" w:rsidR="00A23F09" w:rsidRPr="00AA1512" w:rsidRDefault="00265FF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Élelmiszerbiztonság környezeti vonatkozásai</w:t>
      </w:r>
    </w:p>
    <w:p w14:paraId="2219EEAF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Élelmiszer-biztonság fogalma</w:t>
      </w:r>
    </w:p>
    <w:p w14:paraId="57E66A51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Élelmiszer-biztonsági kockázatok: biológiai (baktériumok, vírusok, paraziták, penészgombák), kémiai-toxikológiai (környezetszennyezésből eredő nehézfémek, poliklórozott bifenilek, dioxinok, továbbá hozamfokozók, hormonok, növényvédő szerek maradványai, műtrágyák) </w:t>
      </w:r>
    </w:p>
    <w:p w14:paraId="3D898EDA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Élelmiszerek ökológiai értéke (bio- élelmiszerek, chilled food, stb.)</w:t>
      </w:r>
    </w:p>
    <w:p w14:paraId="613A0A79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Élelmiszerek természet- és környezetvédelmi értéke (előállítás energiaigénye, környezet védelme, újrafelhasználható és környezetbarát csomagolóanyagok)</w:t>
      </w:r>
    </w:p>
    <w:p w14:paraId="0AB0B687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Biotechnológia mezőgazdasági alkalmazásának lehetőségei és azok hatásai</w:t>
      </w:r>
    </w:p>
    <w:p w14:paraId="3857021B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növényvédő szerek, a táplálékkiegészítők, a színezékek, az antibiotikumok és a hormonok használata és környezet-egészségügyi következményei</w:t>
      </w:r>
    </w:p>
    <w:p w14:paraId="7CF88DF6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élelmiszer-adalékanyagok, a tartósítószerek és az ízesítőanyagok használatának környezet-egészségügyi vonatkozásai</w:t>
      </w:r>
    </w:p>
    <w:p w14:paraId="666B137F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Egyértelmű címkézés: az egészségességre vonatkozó állítások helytálló megadása</w:t>
      </w:r>
    </w:p>
    <w:p w14:paraId="34D7D62A" w14:textId="77777777" w:rsidR="00265FF3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géntechnológiával módosított szervezetek (GMO-k) engedélyezésének és forgalmazásának szigorú szabályozása</w:t>
      </w:r>
    </w:p>
    <w:p w14:paraId="573FD9BB" w14:textId="77777777" w:rsidR="00A23F09" w:rsidRPr="00AA1512" w:rsidRDefault="00265FF3" w:rsidP="00265FF3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Élelmiszerbiztonság állami felügyelete</w:t>
      </w:r>
    </w:p>
    <w:p w14:paraId="4790B7EB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5EC9C2C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313009BE" w14:textId="77777777" w:rsidR="00A23F09" w:rsidRPr="00AA1512" w:rsidRDefault="006A6FB4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Tanterem.</w:t>
      </w:r>
    </w:p>
    <w:p w14:paraId="1AF29BFC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A2A7A6B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5AA73875" w14:textId="2BF9725B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5C2DB552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091FC4E" w14:textId="77777777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5B891D4B" w14:textId="32D92234" w:rsidR="00A23F09" w:rsidRPr="00AA1512" w:rsidRDefault="00BD6A3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Szakmai számítások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62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62</w:t>
      </w:r>
      <w:r w:rsidR="00A23F09" w:rsidRPr="00AA1512">
        <w:rPr>
          <w:rFonts w:cs="Times New Roman"/>
          <w:b/>
        </w:rPr>
        <w:t xml:space="preserve"> óra*</w:t>
      </w:r>
    </w:p>
    <w:p w14:paraId="3635A1BC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428A7AD2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59695BE" w14:textId="5F222EF9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0CFB707E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5175CC7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0C4F1151" w14:textId="77777777" w:rsidR="00BD6A3B" w:rsidRPr="00AA1512" w:rsidRDefault="007E51D1" w:rsidP="00BD6A3B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szakmai</w:t>
      </w:r>
      <w:r w:rsidR="00BD6A3B" w:rsidRPr="00AA1512">
        <w:rPr>
          <w:rFonts w:cs="Times New Roman"/>
        </w:rPr>
        <w:t xml:space="preserve"> számítások tantárgy tanításának célja, hogy a tanulók az elméleti tantárgyak keretében tanultakat a gyakorlatban előforduló példákon keresztül alkalmazzák és számítási feladatokon keresztül begyakorolják.</w:t>
      </w:r>
    </w:p>
    <w:p w14:paraId="50580DCB" w14:textId="77777777" w:rsidR="00BD6A3B" w:rsidRPr="00AA1512" w:rsidRDefault="00BD6A3B" w:rsidP="00BD6A3B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tanórákon a környezetvédelmi technikus munkaköréhez tartozó szakmai számítások elvégzése nyújtson segítséget az egyes technológiákkal, és a hatósági ellenőrzéssel összefüggő esetek megoldásában.</w:t>
      </w:r>
    </w:p>
    <w:p w14:paraId="5D15F584" w14:textId="77777777" w:rsidR="00A23F09" w:rsidRPr="00AA1512" w:rsidRDefault="00BD6A3B" w:rsidP="00BD6A3B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elsajátított kompetenciák birtokában a tanulók képessé váljanak a szakmai számítást igénylő munkahelyi feladatok megoldására.</w:t>
      </w:r>
    </w:p>
    <w:p w14:paraId="2E78C1D0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9B021E0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25107BFF" w14:textId="77777777" w:rsidR="00A23F09" w:rsidRPr="00AA1512" w:rsidRDefault="00BB5F5E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alapismeretek, környezettechnika, környezetvédelmi technológiák és a környezetvédelmi gyakorlat, környezeti analitikai gyakorlat tantárgyak.</w:t>
      </w:r>
    </w:p>
    <w:p w14:paraId="0471B584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94D2E32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40F1F234" w14:textId="77777777" w:rsidR="00A23F09" w:rsidRPr="00AA1512" w:rsidRDefault="00BB5F5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Kémiai számítások</w:t>
      </w:r>
    </w:p>
    <w:p w14:paraId="1CE59E04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Gázokkal, gázelegyekkel kapcsolatos számítások</w:t>
      </w:r>
    </w:p>
    <w:p w14:paraId="2FEBD339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Gáztörvények alkalmazása</w:t>
      </w:r>
    </w:p>
    <w:p w14:paraId="05130E66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Koncentrációk számítása</w:t>
      </w:r>
    </w:p>
    <w:p w14:paraId="471C069E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Vízminőség-védelemhez kapcsolódó számítási feladatok</w:t>
      </w:r>
    </w:p>
    <w:p w14:paraId="1936B1A5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Lúgosság, vízkeménység számítása</w:t>
      </w:r>
    </w:p>
    <w:p w14:paraId="6249BD0A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Erős sav, erős bázis pH-jának számítása, semlegesítéssel kapcsolatos számítások</w:t>
      </w:r>
    </w:p>
    <w:p w14:paraId="41E60804" w14:textId="77777777" w:rsidR="00A23F09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Gravimetriás és titrimetriás feladatokhoz kapcsolódó számítások</w:t>
      </w:r>
    </w:p>
    <w:p w14:paraId="30CE640F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E16EC9" w14:textId="77777777" w:rsidR="00A23F09" w:rsidRPr="00AA1512" w:rsidRDefault="00BB5F5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Környezetvédelmi számítások</w:t>
      </w:r>
    </w:p>
    <w:p w14:paraId="7B63FEF7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Levegőtisztaság-védelemhez kapcsolódó számítási feladatok: szennyezőanyagok koncentrációja a levegőben</w:t>
      </w:r>
    </w:p>
    <w:p w14:paraId="463943F0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Talajvédelemhez kapcsolódó számítási feladatok: talajsűrűség, talajok nedvességtartalma és higroszkópossága</w:t>
      </w:r>
    </w:p>
    <w:p w14:paraId="1DF031EB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Hulladékgazdálkodással kapcsolatos számítási feladatok: hulladékmérleg és mutatószámok</w:t>
      </w:r>
    </w:p>
    <w:p w14:paraId="22B7D525" w14:textId="77777777" w:rsidR="00BB5F5E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Zajvédelemi számítási feladatok: eredő és ekvivalens zaj számítása</w:t>
      </w:r>
    </w:p>
    <w:p w14:paraId="0178BEF1" w14:textId="77777777" w:rsidR="00A23F09" w:rsidRPr="00AA1512" w:rsidRDefault="00BB5F5E" w:rsidP="00BB5F5E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Sugárzáshoz, radioaktivitáshoz kapcsolatos számítási feladatok: bomlási törvény alkalmazása</w:t>
      </w:r>
    </w:p>
    <w:p w14:paraId="1041D681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CEDA1F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4292B2A3" w14:textId="77777777" w:rsidR="00A23F09" w:rsidRPr="00AA1512" w:rsidRDefault="00BB5F5E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Tanterem.</w:t>
      </w:r>
    </w:p>
    <w:p w14:paraId="10DBF16F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7BC4F1F8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4D83B57F" w14:textId="208B539C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50D6B376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7AF860A" w14:textId="77777777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03B6151D" w14:textId="706891D3" w:rsidR="00A23F09" w:rsidRPr="00AA1512" w:rsidRDefault="001C3A36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Környezeti analitika gyakorlat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óra*</w:t>
      </w:r>
    </w:p>
    <w:p w14:paraId="7B54A717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799B07FA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B8DEDF1" w14:textId="5401B771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1EEE1497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E9896C2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2EDC6945" w14:textId="77777777" w:rsidR="001C3A36" w:rsidRPr="00AA1512" w:rsidRDefault="007E51D1" w:rsidP="001C3A36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k</w:t>
      </w:r>
      <w:r w:rsidR="001C3A36" w:rsidRPr="00AA1512">
        <w:rPr>
          <w:rFonts w:cs="Times New Roman"/>
        </w:rPr>
        <w:t>örnyezeti analitika gyakorlat tantárgy tanításának célja a korábban elsajátított laboratóriumi műveletek alkalmazása konkrét környezetvédelmi gyakorlati feladatok megoldása során. A tanulók képessé váljanak a mintavételezésre a kvantitatív analitikai vizsgálatok elvégzésére, a mérési eredmények alapján a mennyiségi összetétel kiszámítására. A tanulók az elméletben megtanult laboratóriumi eljárásokat és környezetvédelmi számításokat alkalmazni tudják a gyakorlati feladatok megoldása során.</w:t>
      </w:r>
    </w:p>
    <w:p w14:paraId="58BF38E8" w14:textId="77777777" w:rsidR="00A23F09" w:rsidRPr="00AA1512" w:rsidRDefault="001C3A36" w:rsidP="001C3A36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tanítása biztosítsa a szakmai- vizsgákra való felkészülést, segítse a munkaerő-piaci igényeknek megfelelő korszerű ismeretek megszerzését.</w:t>
      </w:r>
    </w:p>
    <w:p w14:paraId="3AF70901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2213458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3EE1EAA9" w14:textId="77777777" w:rsidR="00A23F09" w:rsidRPr="00AA1512" w:rsidRDefault="001C3A36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gyakorlat és szakmai számítások tantárgy.</w:t>
      </w:r>
    </w:p>
    <w:p w14:paraId="7BF4354D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2ADB7FE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3D787034" w14:textId="77777777" w:rsidR="00A23F09" w:rsidRPr="00AA1512" w:rsidRDefault="001C3A3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Munka-, tűz- és balesetvédelem</w:t>
      </w:r>
    </w:p>
    <w:p w14:paraId="50754811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munkahelyek kialakításának általános szabályai</w:t>
      </w:r>
    </w:p>
    <w:p w14:paraId="3E5A9176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Közlekedési útvonalak, menekülési utak és jelölésük</w:t>
      </w:r>
    </w:p>
    <w:p w14:paraId="338B3B2D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Tűzvédelem, tűzoltó készülékek</w:t>
      </w:r>
    </w:p>
    <w:p w14:paraId="7F6A08FB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Jelzések, feliratok, biztonsági szín- és alakjelek</w:t>
      </w:r>
    </w:p>
    <w:p w14:paraId="21E78B02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eszközök munkabiztonsága</w:t>
      </w:r>
    </w:p>
    <w:p w14:paraId="4ACC8F16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Gépek, berendezések munkabiztonsága</w:t>
      </w:r>
    </w:p>
    <w:p w14:paraId="249A2426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Veszélyforrások a laboratóriumokban</w:t>
      </w:r>
    </w:p>
    <w:p w14:paraId="48698186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Veszélyforrások terepi munkavégzéskor</w:t>
      </w:r>
    </w:p>
    <w:p w14:paraId="129AC29B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Egyéni- és kollektív védőfelszerelések</w:t>
      </w:r>
    </w:p>
    <w:p w14:paraId="56286E61" w14:textId="77777777" w:rsidR="00A23F09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Teendők sérülés, baleset esetén</w:t>
      </w:r>
    </w:p>
    <w:p w14:paraId="681F504F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58D512" w14:textId="77777777" w:rsidR="00A23F09" w:rsidRPr="00AA1512" w:rsidRDefault="001C3A3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Mintavétel</w:t>
      </w:r>
    </w:p>
    <w:p w14:paraId="2EF2DC5F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 terepi körülmények között</w:t>
      </w:r>
    </w:p>
    <w:p w14:paraId="35FCF145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Mintakezelés</w:t>
      </w:r>
    </w:p>
    <w:p w14:paraId="43C0A5DB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Elővizsgálatok végzése</w:t>
      </w:r>
    </w:p>
    <w:p w14:paraId="50A78877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</w:t>
      </w:r>
      <w:r w:rsidR="00645117" w:rsidRPr="00AA1512">
        <w:rPr>
          <w:rFonts w:cs="Times New Roman"/>
        </w:rPr>
        <w:t xml:space="preserve"> </w:t>
      </w:r>
      <w:r w:rsidRPr="00AA1512">
        <w:rPr>
          <w:rFonts w:cs="Times New Roman"/>
        </w:rPr>
        <w:t>mintavétel</w:t>
      </w:r>
      <w:r w:rsidR="00645117" w:rsidRPr="00AA1512">
        <w:rPr>
          <w:rFonts w:cs="Times New Roman"/>
        </w:rPr>
        <w:t>e</w:t>
      </w:r>
    </w:p>
    <w:p w14:paraId="462B2921" w14:textId="77777777" w:rsidR="001C3A36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Laboratóriumi elemzési minták készítése</w:t>
      </w:r>
    </w:p>
    <w:p w14:paraId="00D5A00C" w14:textId="77777777" w:rsidR="00A23F09" w:rsidRPr="00AA1512" w:rsidRDefault="001C3A36" w:rsidP="001C3A36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Kivonatok készítése talaj- és hulladékmi</w:t>
      </w:r>
      <w:r w:rsidR="00645117" w:rsidRPr="00AA1512">
        <w:rPr>
          <w:rFonts w:cs="Times New Roman"/>
        </w:rPr>
        <w:t>ntákból különféle laboratóriumi</w:t>
      </w:r>
      <w:r w:rsidRPr="00AA1512">
        <w:rPr>
          <w:rFonts w:cs="Times New Roman"/>
        </w:rPr>
        <w:t xml:space="preserve"> vizsgálatokhoz</w:t>
      </w:r>
    </w:p>
    <w:p w14:paraId="1E69A3A9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B83FD2" w14:textId="77777777" w:rsidR="00A23F09" w:rsidRPr="00AA1512" w:rsidRDefault="006451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Vízanalitikai vizsgálatok</w:t>
      </w:r>
    </w:p>
    <w:p w14:paraId="18752DD3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Vízmintavétel</w:t>
      </w:r>
    </w:p>
    <w:p w14:paraId="626BC13B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Mintakezelés, minták szűrése</w:t>
      </w:r>
    </w:p>
    <w:p w14:paraId="5AE0DC82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Vízminták tartósítása, tárolása</w:t>
      </w:r>
    </w:p>
    <w:p w14:paraId="7F784C87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térfogatos elemzés, acidi-alkalimetria ismétlése</w:t>
      </w:r>
    </w:p>
    <w:p w14:paraId="451CC710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Vízminták p- és m-lúgosságának meghatározása</w:t>
      </w:r>
    </w:p>
    <w:p w14:paraId="7C0D7991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víz lúgosságának és a változó keménység meghatározása</w:t>
      </w:r>
    </w:p>
    <w:p w14:paraId="2BFD97D4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Vízminták hidrogénkarbonát-tartalmának meghatározása</w:t>
      </w:r>
    </w:p>
    <w:p w14:paraId="3AB66613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 összes-, Ca-, Mg- és állandó keménységének meghatározása</w:t>
      </w:r>
    </w:p>
    <w:p w14:paraId="0276BA60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Vezetékes víz vas tartalmának meghatározása</w:t>
      </w:r>
    </w:p>
    <w:p w14:paraId="1FD8B5B1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Felszíni vizek oldott oxigén tartalmának meghatározása jodometriás módszerrel</w:t>
      </w:r>
    </w:p>
    <w:p w14:paraId="57BEFF59" w14:textId="77777777" w:rsidR="00A23F09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KOI meghatározása permanganometriásan</w:t>
      </w:r>
    </w:p>
    <w:p w14:paraId="5556E514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9F11C0" w14:textId="77777777" w:rsidR="00A23F09" w:rsidRPr="00AA1512" w:rsidRDefault="007E033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</w:t>
      </w:r>
      <w:r w:rsidR="00645117" w:rsidRPr="00AA1512">
        <w:rPr>
          <w:rFonts w:cs="Times New Roman"/>
          <w:b/>
          <w:i/>
        </w:rPr>
        <w:t>alajvizsgálatok</w:t>
      </w:r>
    </w:p>
    <w:p w14:paraId="4E78B24A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Talajkivonat hidrolitos és kicserélődési aciditásának meghatározása</w:t>
      </w:r>
    </w:p>
    <w:p w14:paraId="075C9BED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Talajkivonat kloridion-tartalmának meghatározása csapadékos titrálással</w:t>
      </w:r>
    </w:p>
    <w:p w14:paraId="06D68647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Talajkivonat magnéziumion- és kalciumion-tartalmának meghatározása</w:t>
      </w:r>
    </w:p>
    <w:p w14:paraId="6EEA0797" w14:textId="77777777" w:rsidR="00A23F09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Talajkivonat és talajvíz szulfáttartalmának meghatározása titrimetriásan</w:t>
      </w:r>
    </w:p>
    <w:p w14:paraId="233215BB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37873BC" w14:textId="77777777" w:rsidR="00A23F09" w:rsidRPr="00AA1512" w:rsidRDefault="006451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Levegővizsgálatok</w:t>
      </w:r>
    </w:p>
    <w:p w14:paraId="4EFCD41B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Mintavétel, elnyeletés folyadékban</w:t>
      </w:r>
    </w:p>
    <w:p w14:paraId="5461DD5C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Vízben elnyeletett kén-dioxid meghatározása permanganometriásan</w:t>
      </w:r>
    </w:p>
    <w:p w14:paraId="4975EC30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Nitrogén-dioxid meghatározása</w:t>
      </w:r>
    </w:p>
    <w:p w14:paraId="4BF2B824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 CO2 tartalmának meghatározása</w:t>
      </w:r>
    </w:p>
    <w:p w14:paraId="398F1A97" w14:textId="77777777" w:rsidR="00A23F09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Ózon meghatározása</w:t>
      </w:r>
    </w:p>
    <w:p w14:paraId="41FBE0B5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E84F06" w14:textId="77777777" w:rsidR="00A23F09" w:rsidRPr="00AA1512" w:rsidRDefault="006451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Helyszíni tanulmányok</w:t>
      </w:r>
    </w:p>
    <w:p w14:paraId="492CA020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Akkreditált laboratóriumok munkájának tanulmányozása</w:t>
      </w:r>
    </w:p>
    <w:p w14:paraId="5007CAB5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Vízművek, szennyvíztisztító telepek tanulmányozása</w:t>
      </w:r>
    </w:p>
    <w:p w14:paraId="55F86ED9" w14:textId="77777777" w:rsidR="00645117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Hulladékgazdálkodási létesítmények tanulmányozása</w:t>
      </w:r>
    </w:p>
    <w:p w14:paraId="36C166A8" w14:textId="77777777" w:rsidR="00A23F09" w:rsidRPr="00AA1512" w:rsidRDefault="00645117" w:rsidP="00645117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Monitoring rendszerek megfigyelése</w:t>
      </w:r>
    </w:p>
    <w:p w14:paraId="348BFD1E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7A49AD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6369739F" w14:textId="77777777" w:rsidR="00A23F09" w:rsidRPr="00AA1512" w:rsidRDefault="0020239D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Analitikai l</w:t>
      </w:r>
      <w:r w:rsidR="007E033C" w:rsidRPr="00AA1512">
        <w:rPr>
          <w:rFonts w:cs="Times New Roman"/>
        </w:rPr>
        <w:t>aboratórium</w:t>
      </w:r>
    </w:p>
    <w:p w14:paraId="5F858BAD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7F59414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433E7EC2" w14:textId="28B433C6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4F91BADB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AA98302" w14:textId="3EC4394F" w:rsidR="00A23F09" w:rsidRPr="00AA1512" w:rsidRDefault="00F52C3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Műszeres analitika gyakorlat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155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155</w:t>
      </w:r>
      <w:r w:rsidR="00A23F09" w:rsidRPr="00AA1512">
        <w:rPr>
          <w:rFonts w:cs="Times New Roman"/>
          <w:b/>
        </w:rPr>
        <w:t xml:space="preserve"> óra*</w:t>
      </w:r>
    </w:p>
    <w:p w14:paraId="7413B64B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334561E5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07C95168" w14:textId="295FD7A5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5144B3A2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3AC382D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10F3E686" w14:textId="77777777" w:rsidR="00F52C35" w:rsidRPr="00AA1512" w:rsidRDefault="00F52C35" w:rsidP="00F52C3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műszeres analitika gyakorlattantárgy tanításának célja, hogy a tanulók képessé váljanak a korszerű analitikai eszközök kezelésére, a mérési eredmények feldolgozására, dokumentálására.</w:t>
      </w:r>
    </w:p>
    <w:p w14:paraId="77DF63CA" w14:textId="77777777" w:rsidR="00A23F09" w:rsidRPr="00AA1512" w:rsidRDefault="00F52C35" w:rsidP="00F52C35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Kiemelt cél a műszeres analitikai eszközök működési elvének megismerése és az egyes műszerek leírás alapján történő kezelése. A vizsgálatok előkészítése, a mérés végrehajtása és a mérési adatok feldolgozása az elvárható analitikai pontosság betartásával történjen. A tanulók az elméletben megtanult laboratóriumi eljárásokat és környezetvédelmi számításokat alkalmazni tudják a gyakorlati feladatok megoldása során.</w:t>
      </w:r>
    </w:p>
    <w:p w14:paraId="500436AA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CB20261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64122F48" w14:textId="77777777" w:rsidR="00A23F09" w:rsidRPr="00AA1512" w:rsidRDefault="0020239D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gyakorlat, környezeti kémia, környezeti analitika gyakorlat, szakmai számítások tantárgyak.</w:t>
      </w:r>
    </w:p>
    <w:p w14:paraId="28ACDA83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0A47A90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7A2B8E43" w14:textId="77777777" w:rsidR="00A23F09" w:rsidRPr="00AA1512" w:rsidRDefault="0020239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Elektroanalitikai módszerek</w:t>
      </w:r>
    </w:p>
    <w:p w14:paraId="73FD86B0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Elektrokémiai mérések elméleti alapjai</w:t>
      </w:r>
    </w:p>
    <w:p w14:paraId="602512EF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Határfelületi jelenségek, elektródpotenciál és az elektromotoros erőfogalma</w:t>
      </w:r>
    </w:p>
    <w:p w14:paraId="0954448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Elektródák csoportosítása és felépítése</w:t>
      </w:r>
    </w:p>
    <w:p w14:paraId="00D69404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Direkt és indirekt potenciometria</w:t>
      </w:r>
    </w:p>
    <w:p w14:paraId="42F9192C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Konduktometria fogalma</w:t>
      </w:r>
    </w:p>
    <w:p w14:paraId="69477DE8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Vezetőképességet befolyásoló tényezők</w:t>
      </w:r>
    </w:p>
    <w:p w14:paraId="76B6192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Fajlagos vezetés fogalma és mértékegysége</w:t>
      </w:r>
    </w:p>
    <w:p w14:paraId="42F0C2C4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Vezetési cella</w:t>
      </w:r>
    </w:p>
    <w:p w14:paraId="296CB6F1" w14:textId="77777777" w:rsidR="00A23F09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Konduktometriás titrálási görbék</w:t>
      </w:r>
    </w:p>
    <w:p w14:paraId="4AB2F7F1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EDEC1D3" w14:textId="77777777" w:rsidR="00A23F09" w:rsidRPr="00AA1512" w:rsidRDefault="0020239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Optikai módszerek</w:t>
      </w:r>
    </w:p>
    <w:p w14:paraId="52BE9D5C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Optikai mérések elméleti alapjai</w:t>
      </w:r>
    </w:p>
    <w:p w14:paraId="75A7A6D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refraktometria alapelve</w:t>
      </w:r>
    </w:p>
    <w:p w14:paraId="3BB96153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törésmutatót befolyásoló tényezők</w:t>
      </w:r>
    </w:p>
    <w:p w14:paraId="51D77C80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Refraktométerek felépítése és használatuk</w:t>
      </w:r>
    </w:p>
    <w:p w14:paraId="52D0220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polariméterek felépítése és használatuk</w:t>
      </w:r>
    </w:p>
    <w:p w14:paraId="15B7279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Fény emisszió és abszorpció fogalma</w:t>
      </w:r>
    </w:p>
    <w:p w14:paraId="2E77722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fényelnyelés törvényszerűségei, azok analitikai alkalmazása</w:t>
      </w:r>
    </w:p>
    <w:p w14:paraId="3763EE68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spektrofotometriás mérések csoportosítása</w:t>
      </w:r>
    </w:p>
    <w:p w14:paraId="0FBDDF41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fotométerek felépítése, főbb részeinek ismerete</w:t>
      </w:r>
    </w:p>
    <w:p w14:paraId="022A816E" w14:textId="77777777" w:rsidR="00A23F09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 VIS és UV tartományban</w:t>
      </w:r>
    </w:p>
    <w:p w14:paraId="33B41102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FD4E7A" w14:textId="77777777" w:rsidR="00A23F09" w:rsidRPr="00AA1512" w:rsidRDefault="0020239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Adatrögzítés és feldolgozás</w:t>
      </w:r>
    </w:p>
    <w:p w14:paraId="19B85326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Mérések, elemzések paramétereinek és a mérési adatok pontos megadása</w:t>
      </w:r>
    </w:p>
    <w:p w14:paraId="4F5A8E74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Számítógépes adatbázis készítése</w:t>
      </w:r>
    </w:p>
    <w:p w14:paraId="6017D413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Hitelesítő görbék számítógépes szerkesztése és kiértékelése, grafikonszerkesztés Excel program segítségével</w:t>
      </w:r>
    </w:p>
    <w:p w14:paraId="0D2FD83D" w14:textId="77777777" w:rsidR="0020239D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Kiértékelési módok: egypontos kalibráció, kalibrációs görbe, standard addíció</w:t>
      </w:r>
    </w:p>
    <w:p w14:paraId="7F874EE2" w14:textId="77777777" w:rsidR="00A23F09" w:rsidRPr="00AA1512" w:rsidRDefault="0020239D" w:rsidP="0020239D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Mintavételhez kapcsolódó dokumentumok készítése, kitöltése</w:t>
      </w:r>
    </w:p>
    <w:p w14:paraId="04EA332F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BA47F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3066FFC2" w14:textId="77777777" w:rsidR="00A23F09" w:rsidRPr="00AA1512" w:rsidRDefault="0020239D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M</w:t>
      </w:r>
      <w:r w:rsidR="007E033C" w:rsidRPr="00AA1512">
        <w:rPr>
          <w:rFonts w:cs="Times New Roman"/>
        </w:rPr>
        <w:t>űszeres analitikai laboratórium</w:t>
      </w:r>
    </w:p>
    <w:p w14:paraId="7A6E7E14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66247D4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436A6C67" w14:textId="5019F150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4CD83D5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D980BC6" w14:textId="509302A8" w:rsidR="00A23F09" w:rsidRPr="00AA1512" w:rsidRDefault="00BA307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Gépészet gyakorlat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108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108</w:t>
      </w:r>
      <w:r w:rsidR="00A23F09" w:rsidRPr="00AA1512">
        <w:rPr>
          <w:rFonts w:cs="Times New Roman"/>
          <w:b/>
        </w:rPr>
        <w:t xml:space="preserve"> óra*</w:t>
      </w:r>
    </w:p>
    <w:p w14:paraId="0D08720A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180BAB93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2C1D3E3" w14:textId="1F608DFD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30EA68C2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BC1A448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3EC834C6" w14:textId="77777777" w:rsidR="00A23F09" w:rsidRPr="00AA1512" w:rsidRDefault="007E51D1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gépészet </w:t>
      </w:r>
      <w:r w:rsidR="00BA307F" w:rsidRPr="00AA1512">
        <w:rPr>
          <w:rFonts w:cs="Times New Roman"/>
        </w:rPr>
        <w:t>gyakorlat tantárgy célja olyan készségek, képességek fejlesztése, amelyek a jellemző gépészeti berendezések, technológiák, működtetésére, hibák feltárására alkalmassá teszi a tanulót. A tantárgy tanításának további célja, hogy rendszerezze és mélyítse el a közismereti és a műszaki tantárgyak keretében tanult ismereteket, fejlessze a tanulók műszaki gondolkodását.</w:t>
      </w:r>
    </w:p>
    <w:p w14:paraId="219D68DF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ECCFDCB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093112DE" w14:textId="77777777" w:rsidR="00A23F09" w:rsidRPr="00AA1512" w:rsidRDefault="00BA307F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Komplex természettudomány, műszaki ismeret, környezettechnika tantárgyak.</w:t>
      </w:r>
    </w:p>
    <w:p w14:paraId="3AAD7204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AFBD31A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19DE6982" w14:textId="77777777" w:rsidR="00A23F09" w:rsidRPr="00AA1512" w:rsidRDefault="00EB624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Gépelemek</w:t>
      </w:r>
    </w:p>
    <w:p w14:paraId="04826AA2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Kötő gépelemek (oldható és nem oldható kötések)</w:t>
      </w:r>
    </w:p>
    <w:p w14:paraId="1A418A7E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Forgó mozgást végző gépelemek (tengelyek, tengelykapcsolók, csapágyak)</w:t>
      </w:r>
    </w:p>
    <w:p w14:paraId="5F6ABBBE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Forgó mozgást közvetítő gépelemek (dörzshajtás, szíjhajtások, lánchajtás, fogaskerékhajtás)</w:t>
      </w:r>
    </w:p>
    <w:p w14:paraId="1CB15C2A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Mechanizmusok (karos, bütykös, forgattyús), fékszerkezetek</w:t>
      </w:r>
    </w:p>
    <w:p w14:paraId="5B297F90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Belső égésű motorok felépítése, működése</w:t>
      </w:r>
    </w:p>
    <w:p w14:paraId="620F9C04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Elektromos meghajtás és jellemzői</w:t>
      </w:r>
    </w:p>
    <w:p w14:paraId="0BE12417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automatizálás alapfogalmai</w:t>
      </w:r>
    </w:p>
    <w:p w14:paraId="573249A4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automatizálás módjai</w:t>
      </w:r>
    </w:p>
    <w:p w14:paraId="3F3FF6C3" w14:textId="77777777" w:rsidR="00A23F09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automatizálás szintjei</w:t>
      </w:r>
    </w:p>
    <w:p w14:paraId="13EA7D0C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5CBDF8C" w14:textId="77777777" w:rsidR="00A23F09" w:rsidRPr="00AA1512" w:rsidRDefault="00EB624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Gépészeti berendezések</w:t>
      </w:r>
    </w:p>
    <w:p w14:paraId="194BBB74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Pneumatikus irányítás </w:t>
      </w:r>
    </w:p>
    <w:p w14:paraId="09631075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Hidraulikus irányítás</w:t>
      </w:r>
    </w:p>
    <w:p w14:paraId="387B1EA3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Villamos irányítás</w:t>
      </w:r>
    </w:p>
    <w:p w14:paraId="66532DA7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távvezérlés</w:t>
      </w:r>
    </w:p>
    <w:p w14:paraId="200B42BA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Vízgépészeti berendezések</w:t>
      </w:r>
    </w:p>
    <w:p w14:paraId="6B0B91FD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EC8E7F" w14:textId="77777777" w:rsidR="00A23F09" w:rsidRPr="00AA1512" w:rsidRDefault="00EB624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Gépelemek és irányítástechnika</w:t>
      </w:r>
    </w:p>
    <w:p w14:paraId="4F237414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villamos berendezések méréséhez használatos eszközök megismertetése, mérések végrehajtása </w:t>
      </w:r>
    </w:p>
    <w:p w14:paraId="1E290A38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ábrázolási módok gyakorlati alkalmazása.</w:t>
      </w:r>
    </w:p>
    <w:p w14:paraId="2779CFDA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Alapvető kapcsolások kiépítése </w:t>
      </w:r>
    </w:p>
    <w:p w14:paraId="072798F1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A villamos irányítástechnika alapelemeinek megismertetése </w:t>
      </w:r>
    </w:p>
    <w:p w14:paraId="1523189D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gyakorlatban alkalmazott megoldások rajzainak elkészítése és elemzése</w:t>
      </w:r>
    </w:p>
    <w:p w14:paraId="7E740850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Villamos motorral hajtott szivattyú paramétereinek mérése</w:t>
      </w:r>
    </w:p>
    <w:p w14:paraId="446FD7A1" w14:textId="77777777" w:rsidR="00A23F09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Belsőégésű motorok ellenőrzése, kisebb hibák javítása</w:t>
      </w:r>
    </w:p>
    <w:p w14:paraId="11B00AFE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A25B09" w14:textId="77777777" w:rsidR="00A23F09" w:rsidRPr="00AA1512" w:rsidRDefault="00EB624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Vízgépészeti berendezések</w:t>
      </w:r>
    </w:p>
    <w:p w14:paraId="548B3AEA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Vízgépek (pl. nyomástartó tartályok, kompresszorok stb.)</w:t>
      </w:r>
    </w:p>
    <w:p w14:paraId="7C600A41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Szivattyú ellenőrzése üzembe helyezés előtt, légtelenítés, gépcsoport beindítása, zárkezelés</w:t>
      </w:r>
    </w:p>
    <w:p w14:paraId="0B766B5C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üzembe helyezett gép ellenőrzése (forgásirány, folyadékszállítás megindulása, meghajtómotor terhelése, vezérlés hatásossága)</w:t>
      </w:r>
    </w:p>
    <w:p w14:paraId="590152C1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Szivattyú ellenőrzése üzem közben (térfogatáram, nyomás, vízszint, motorterhelés, tömszelence állapota, csapágyak állapota)</w:t>
      </w:r>
    </w:p>
    <w:p w14:paraId="22D0A802" w14:textId="77777777" w:rsidR="00A23F09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Szivattyú leállítása (veszélyes hálózati lengések kialakulásának megelőzése, a térfogatáram fokozatos csökkentése tolózár vagy motorindító kezelésével)</w:t>
      </w:r>
    </w:p>
    <w:p w14:paraId="39CA0BCD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7337E5C" w14:textId="77777777" w:rsidR="00A23F09" w:rsidRPr="00AA1512" w:rsidRDefault="00EB624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Település fenntartás gépei</w:t>
      </w:r>
    </w:p>
    <w:p w14:paraId="2D833C75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Füves területek fenntartása és gépei: fűnyírók, fűkaszák használata és ellenőrzése</w:t>
      </w:r>
    </w:p>
    <w:p w14:paraId="1EB30E5A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Cserjék, bokrok fenntartása és gépei: sövénynyírók használata és ellenőrzése</w:t>
      </w:r>
    </w:p>
    <w:p w14:paraId="563A4EDD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Fák fenntartása és gépei: gépi fűrészek használata és ellenőrzése</w:t>
      </w:r>
    </w:p>
    <w:p w14:paraId="15F048A8" w14:textId="77777777" w:rsidR="00EB6248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Lombgyűjtés és gépei: lombszívó gépek használata és ellenőrzése</w:t>
      </w:r>
    </w:p>
    <w:p w14:paraId="3E201CBD" w14:textId="77777777" w:rsidR="00A23F09" w:rsidRPr="00AA1512" w:rsidRDefault="00EB6248" w:rsidP="00EB624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Burkolt felszínek fenntartása: tisztítás, pormentesítés és síkosságmentesítés gépei</w:t>
      </w:r>
    </w:p>
    <w:p w14:paraId="70FB51FA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84E36C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29158CF6" w14:textId="77777777" w:rsidR="00A23F09" w:rsidRPr="00AA1512" w:rsidRDefault="00C73BAA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Gépészeti szaktanterem, laboratórium.</w:t>
      </w:r>
    </w:p>
    <w:p w14:paraId="3ACD9468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B9425BE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3D78C177" w14:textId="006F0220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5CA2CB18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C5641E4" w14:textId="77777777" w:rsidR="00A23F09" w:rsidRPr="00AA1512" w:rsidRDefault="00A23F09" w:rsidP="00A23F09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442AB06E" w14:textId="77777777" w:rsidR="00A23F09" w:rsidRPr="00AA1512" w:rsidRDefault="00A23F09" w:rsidP="00A23F09">
      <w:pPr>
        <w:rPr>
          <w:rFonts w:cs="Times New Roman"/>
        </w:rPr>
      </w:pPr>
    </w:p>
    <w:p w14:paraId="34BF3551" w14:textId="77777777" w:rsidR="00A23F09" w:rsidRPr="00AA1512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A</w:t>
      </w:r>
    </w:p>
    <w:p w14:paraId="266D3799" w14:textId="77777777" w:rsidR="00A23F09" w:rsidRPr="00AA1512" w:rsidRDefault="00160115" w:rsidP="00A23F09">
      <w:pPr>
        <w:spacing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10870-16</w:t>
      </w:r>
      <w:r w:rsidR="00A23F09" w:rsidRPr="00AA1512">
        <w:rPr>
          <w:rFonts w:cs="Times New Roman"/>
          <w:b/>
          <w:sz w:val="36"/>
        </w:rPr>
        <w:t xml:space="preserve"> azonosító számú</w:t>
      </w:r>
    </w:p>
    <w:p w14:paraId="46FAB3E3" w14:textId="77777777" w:rsidR="00A23F09" w:rsidRPr="00AA1512" w:rsidRDefault="00160115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Környezetvédelmi ügyintéző feladatok</w:t>
      </w:r>
    </w:p>
    <w:p w14:paraId="1AD3D3FF" w14:textId="77777777" w:rsidR="00A23F09" w:rsidRPr="00AA1512" w:rsidRDefault="00A23F09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megnevezésű</w:t>
      </w:r>
    </w:p>
    <w:p w14:paraId="4B78B0E2" w14:textId="77777777" w:rsidR="00A23F09" w:rsidRPr="00AA1512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szakmai követelménymodul</w:t>
      </w:r>
    </w:p>
    <w:p w14:paraId="7026A05F" w14:textId="77777777" w:rsidR="00A23F09" w:rsidRPr="00AA1512" w:rsidRDefault="00A23F09" w:rsidP="00A23F09">
      <w:pPr>
        <w:jc w:val="center"/>
        <w:rPr>
          <w:rFonts w:cs="Times New Roman"/>
          <w:b/>
          <w:sz w:val="36"/>
        </w:rPr>
      </w:pPr>
      <w:r w:rsidRPr="00AA1512">
        <w:rPr>
          <w:rFonts w:cs="Times New Roman"/>
          <w:b/>
          <w:sz w:val="36"/>
        </w:rPr>
        <w:t>tantárgyai, témakörei</w:t>
      </w:r>
    </w:p>
    <w:p w14:paraId="14E3474A" w14:textId="77777777" w:rsidR="00A23F09" w:rsidRPr="00AA1512" w:rsidRDefault="00A23F09" w:rsidP="00A23F09">
      <w:pPr>
        <w:spacing w:after="200" w:line="276" w:lineRule="auto"/>
        <w:jc w:val="left"/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6E328F36" w14:textId="1A7A7035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t xml:space="preserve">A </w:t>
      </w:r>
      <w:r w:rsidR="00160115" w:rsidRPr="00AA1512">
        <w:rPr>
          <w:rFonts w:cs="Times New Roman"/>
        </w:rPr>
        <w:t>10870-16</w:t>
      </w:r>
      <w:r w:rsidRPr="00AA1512">
        <w:rPr>
          <w:rFonts w:cs="Times New Roman"/>
        </w:rPr>
        <w:t xml:space="preserve"> azonosító számú </w:t>
      </w:r>
      <w:r w:rsidR="00160115" w:rsidRPr="00AA1512">
        <w:rPr>
          <w:rFonts w:cs="Times New Roman"/>
        </w:rPr>
        <w:t>Környezetvédelmi ügyintéző feladatok</w:t>
      </w:r>
      <w:r w:rsidRPr="00AA1512">
        <w:rPr>
          <w:rFonts w:cs="Times New Roman"/>
        </w:rPr>
        <w:t xml:space="preserve"> megnevezésű szakmai követelménymodulhoz tartozó tantárgyak és témakörök oktatása során </w:t>
      </w:r>
      <w:r w:rsidR="00C31F2F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5"/>
        <w:gridCol w:w="758"/>
        <w:gridCol w:w="758"/>
        <w:gridCol w:w="759"/>
      </w:tblGrid>
      <w:tr w:rsidR="007A528E" w:rsidRPr="00AA1512" w14:paraId="37A65CD9" w14:textId="77777777" w:rsidTr="00774B88">
        <w:trPr>
          <w:cantSplit/>
          <w:trHeight w:val="1697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AD06B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CE6D31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Ügyintézői 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E3C55C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Jogi ismeretek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BB3468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Ügyintéző gyakorlat</w:t>
            </w:r>
          </w:p>
        </w:tc>
      </w:tr>
      <w:tr w:rsidR="007A528E" w:rsidRPr="00AA1512" w14:paraId="77565F1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4D19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86E4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AB7D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639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0B5A0DF9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9F1B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Figyelemmel kíséri a jogszabályok és a szabványok változásait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A813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503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0AA1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00F11FA8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D6C63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Terepi méréseket és laboratóriumi alapméréseket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F5E7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7A1F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D7D6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394330A7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5822D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Biológiai méréseket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D250F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3BA6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2779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260EA423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E4B1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Alkalmazza a veszélyes anyagokra érvényes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4663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F4D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9CF9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0E621215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B8DF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Nyilvántartja a környezeti adatokat, szennyezőanyag-kibocsátásokat, szennyezett területeket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2CA0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D1AF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0B7A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7682040B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C5AA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Adatot szolgáltat védetté nyilvánítási és engedélyezési eljárásokhoz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E031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98E6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9DC3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514AE7F8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200B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Kapcsolatot tart környezetvédelmi, természetvédelmi hatóságokkal, ügyfelekkel, szakmai és civil szervezetekkel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2943F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E030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75B6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650568A8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1F59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Figyeli a pályázati lehetőségeket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7ECF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B69C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68050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0DCCFDB1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CEEF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Pályázatok előkészítéséhez adatokat szolgáltat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75B5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7A62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E94B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62029B09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D196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Hatósági bevallásokat, környezetvédelmi tárgyú jelentéseket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4AE2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911C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382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4D48A06B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029FEF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természetvédelmi feladatokban védetté nyilvánítási eljárásokban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E4A60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8015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856D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102538EF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EFDC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a helyi védett természeti értékek fenntartásában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1A5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0BEF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CBC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306C6A0F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5DFA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településüzemeltetési feladatokban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2A1D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6FB7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AAA1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1D8A3C98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D874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Közreműködik település-egészségügyi feladatokban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BBA1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EAB2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96DE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3206D4E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3487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Környezetvédelmi és természetvédelmi ellenőrzést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0E93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0660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31F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3DB2B513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21658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Részt vesz hulladékgazdálkodási feladatokban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1935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E1E29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7F58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56577322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977D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Zajjal, bűzzel és hulladékkal kapcsolatos panaszok ügyében eljár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360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E3F40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D72B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5BB3578E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8BB3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Víz- és légszennyezéssel kapcsolatos panaszok ügyében eljár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2FAF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34C7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976E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4ACF175C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2C20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Természetvédelmi érdekek megsértése esetén eljár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B099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AFD4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290F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7998F58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00BE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Az eljárás lefolytatásában közreműködik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54A7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6EE9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B8FCF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792EC233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11299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Hatósági ellenőrzésben részt vesz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674E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0A2E9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66CF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563ADC0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DD1E8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Jegyzőkönyveket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81DF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7F0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CFCC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4A76279B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6C75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183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EE37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A54DA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4B5D902A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3B2D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hatalmi ágak és funkciók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0D5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54382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8C9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4512F3A4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70794B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jogszabályok szerkezete, hazai és nemzetközi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A0A8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21C61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7988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4FFD4CF5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9C5CE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Aktuális környezetvédelmi tárgyú hazai és nemzetközi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6208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B2A85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1FB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71B7B2A2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E2ECB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Belső rendeletek, utasítások, szabályozási területek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5E8C7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FFBA0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5011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58F53E94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CE48B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Az igazgatási eljárás általános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86D5B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8131F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28F0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1DEE3807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EA176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szakhatósági eljárások sajátosságai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502B5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5C799" w14:textId="77777777" w:rsidR="007A528E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1D5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7A9D2B57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823B5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vonatkozó hazai szabványok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EB55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A0B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97B54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637BAB93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94A309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Ökológiai alapok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88FB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6D0A3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ED3A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72C1A1A9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21FCA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természetvédelem fogalma, célja, aktív és passzív természetvédelem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45C0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2A787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1922C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3F9C662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3C98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Populációk és élőhelyek védelme, tájvédelem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81B7C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4828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CD6B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6FB0D87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6B4C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Védetté nyilvánítás feltételei és folyamata, védettségi kategóriák, országos, helyi és nemzetközi jelentőségű védett értékek, védetté nyilvánításban közreműködő szakhatóságok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36B94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C257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65892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2DF78FC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E3290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Talaj, víz, levegő, mint környezeti 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A198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2119E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ACC97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58792466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4883D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Vízkörforgás, vízkészletek, vízvédelem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B3AB0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76A6D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A8E12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5C77136E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6516B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 hulladékgazdálkodás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E5314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624F8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51DDA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15C3609A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3137A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Terepi mérések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FFF1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9186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8F59C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23D54EB6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DC266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Környezeti elemek laboratóriumi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77D59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0A54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2A9B5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29FCBF8F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395A4F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Biológiai mérések, mikroszkóp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A5966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6996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35691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73ABA9E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DA458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Külső és belső tervek készítésének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6A42E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534E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A701D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2DC9F86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A0F010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Munkavédelmi és tűzvédelmi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648B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F6E97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26ADA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09C81D96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C2F29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Települési alapismeretek, települési infrastruktúra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A0F42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84F3D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49F17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3009C3B3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3AA14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Településüzemeltetés területei, környezetkímélő településüzemeltetés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0B003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D2867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3AB9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15E45637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584B2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Köztisztasági és környezet-egészségügyi 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04BE6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C88FA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FBCA1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A66D46" w:rsidRPr="00AA1512" w14:paraId="496772B2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C3AC4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Nyilvántartás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79A5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2A64D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2BF73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109001AC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8014A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Környezetvédelmi és természetvédelmi adatszolgáltatás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63990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B46AA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2E38A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14CFB00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9CE378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Környezetvédelmi pályázatok 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F7771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605D6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AD023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A66D46" w:rsidRPr="00AA1512" w14:paraId="761FD4FF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19452" w14:textId="77777777" w:rsidR="00A66D46" w:rsidRPr="00AA1512" w:rsidRDefault="00A66D4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Kapcsolattartás, panaszkezelés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4176F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3CAB9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50D65" w14:textId="77777777" w:rsidR="00A66D46" w:rsidRPr="00AA1512" w:rsidRDefault="00900DDD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3AD56006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B3DC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D36E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F5C29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F657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3D4EE625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1AA70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Elektronikus információs rendszerek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43F83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56099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7CFE2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5B31B81B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FF981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Helyszínrajzok, térképek olvasása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37819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30D54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33CD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64462A4A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70BFE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Alkalmazott számítástechnikai ismeretek (Word, Excel, Java nyomtatványkitöltő program)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E971A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6AEE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E05EC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11CA4C5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D146F3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Irodai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BD1F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2A39C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B57F5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368A509C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0571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9D5E2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F38B5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F707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146D9F99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3402B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1A71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4AFD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9CC40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5EF2B3ED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07D3C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139AB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E2AEA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2C0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0B6977BE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D6B75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0319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BF9C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AF5E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703B49F6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36433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7F0D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01D30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C782E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6F01C0EA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1521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6E93D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E9B6F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DB5BB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372DA360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2C61F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76981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75654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8D88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15700F44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17536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A829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FC88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C79F8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1950D077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653F6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FB6F2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A2CB1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166C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01EF209B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5A157C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70EFD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6CAB0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AA66C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7A528E" w:rsidRPr="00AA1512" w14:paraId="4B05B9FE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C28399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Rendszerező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F5247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44DDA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B78CB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7A528E" w:rsidRPr="00AA1512" w14:paraId="7CBA1C4F" w14:textId="77777777" w:rsidTr="00774B88">
        <w:trPr>
          <w:trHeight w:val="255"/>
          <w:jc w:val="center"/>
        </w:trPr>
        <w:tc>
          <w:tcPr>
            <w:tcW w:w="5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D3298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Kreativitás, ötletgazdagság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CB95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0EF37" w14:textId="77777777" w:rsidR="007A528E" w:rsidRPr="00AA1512" w:rsidRDefault="007A528E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5F3E2" w14:textId="77777777" w:rsidR="007A528E" w:rsidRPr="00AA1512" w:rsidRDefault="00C32E56" w:rsidP="002859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A1512"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0ADD029B" w14:textId="77777777" w:rsidR="00A23F09" w:rsidRPr="00AA1512" w:rsidRDefault="00A23F09" w:rsidP="00A23F09">
      <w:pPr>
        <w:rPr>
          <w:rFonts w:cs="Times New Roman"/>
        </w:rPr>
      </w:pPr>
    </w:p>
    <w:p w14:paraId="5BB9AA2E" w14:textId="77777777" w:rsidR="00A23F09" w:rsidRPr="00AA1512" w:rsidRDefault="00A23F09" w:rsidP="00A23F09">
      <w:pPr>
        <w:rPr>
          <w:rFonts w:cs="Times New Roman"/>
        </w:rPr>
      </w:pPr>
      <w:r w:rsidRPr="00AA1512">
        <w:rPr>
          <w:rFonts w:cs="Times New Roman"/>
        </w:rPr>
        <w:br w:type="page"/>
      </w:r>
    </w:p>
    <w:p w14:paraId="7CC2978D" w14:textId="6A8BF15B" w:rsidR="00A23F09" w:rsidRPr="00AA1512" w:rsidRDefault="0033565C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Ügyintézői feladatok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62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62</w:t>
      </w:r>
      <w:r w:rsidR="00A23F09" w:rsidRPr="00AA1512">
        <w:rPr>
          <w:rFonts w:cs="Times New Roman"/>
          <w:b/>
        </w:rPr>
        <w:t xml:space="preserve"> óra*</w:t>
      </w:r>
    </w:p>
    <w:p w14:paraId="503CEB31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4C179117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F25F479" w14:textId="3733E0BC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2E20ACFC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36991005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29086CCE" w14:textId="77777777" w:rsidR="00A23F09" w:rsidRPr="00AA1512" w:rsidRDefault="0033565C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ügyintézői feladatok tantárgy oktatásának célja, hogy a tanulók megismerjék az önkormányzat környezetvédelemre vonatkozó napi feladatait. Átlássák a szakigazgatási és hatósági feladatokat. Képesek legyenek adatszolgáltatási és dokumentálási feladatok elvégzésére. Sajátítsák el a kapcsolattartás, panaszkezelés alapjait. Ismerjék a tájékoztatás módjait, eszközeit. Tudják értékelni a település környezeti mutatóit és azokból a jellemző változásokat, a környezetei állapotváltozások jellemző tendenciáit.</w:t>
      </w:r>
    </w:p>
    <w:p w14:paraId="4342DE46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7755E92F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35DFB466" w14:textId="77777777" w:rsidR="00A23F09" w:rsidRPr="00AA1512" w:rsidRDefault="0033565C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alapismeretek és jogi ismeretek tantárgyak.</w:t>
      </w:r>
    </w:p>
    <w:p w14:paraId="62187E80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0B9DF59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55BA33EB" w14:textId="77777777" w:rsidR="00A23F09" w:rsidRPr="00AA1512" w:rsidRDefault="003356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Önkormányzati igazgatás</w:t>
      </w:r>
    </w:p>
    <w:p w14:paraId="6366AF5C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Önkormányzatok kötelező és önként vállalt feladatai</w:t>
      </w:r>
    </w:p>
    <w:p w14:paraId="75625953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Önkormányzati igazgatás (szervezet, működése, feladat- és hatáskör)</w:t>
      </w:r>
    </w:p>
    <w:p w14:paraId="5909BD7C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Önkormányzatok szakigazgatási feladatai</w:t>
      </w:r>
    </w:p>
    <w:p w14:paraId="65B73375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Önkormányzatok hatósági feladatai</w:t>
      </w:r>
    </w:p>
    <w:p w14:paraId="403E018C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Lakossági részvétel</w:t>
      </w:r>
    </w:p>
    <w:p w14:paraId="25CE1CDF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Nyilvánosság bevonása a döntési folyamatokba</w:t>
      </w:r>
    </w:p>
    <w:p w14:paraId="6F3655A6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Önkormányzatok gazdálkodása</w:t>
      </w:r>
    </w:p>
    <w:p w14:paraId="1280BBD1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Ügyfélfogadás</w:t>
      </w:r>
    </w:p>
    <w:p w14:paraId="6FB1F3CD" w14:textId="77777777" w:rsidR="00A23F09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E-ügyintézés</w:t>
      </w:r>
    </w:p>
    <w:p w14:paraId="18E2E621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3A32DC5" w14:textId="77777777" w:rsidR="00A23F09" w:rsidRPr="00AA1512" w:rsidRDefault="003356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Településüzemeltetés</w:t>
      </w:r>
    </w:p>
    <w:p w14:paraId="361FB7BB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 fogalma, típusai, települési tervezés, településfejlesztési koncepció, települési tervek típusai</w:t>
      </w:r>
    </w:p>
    <w:p w14:paraId="79D8609D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Infrastruktúra fogalma</w:t>
      </w:r>
    </w:p>
    <w:p w14:paraId="7CFF6583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Szociális infrastruktúra</w:t>
      </w:r>
    </w:p>
    <w:p w14:paraId="6CE643CE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Településüzemeltetés területei, közműszolgáltatások</w:t>
      </w:r>
    </w:p>
    <w:p w14:paraId="58C4215B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Település-egészségügy kommunális szolgáltatásai, köztisztaság, településtisztaság, temetkezés, kártevőirtás, rágcsálómentesítés, szúnyoggyérítés, parlagfű irtás</w:t>
      </w:r>
    </w:p>
    <w:p w14:paraId="77409312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Engedélyezési és ellenőrzési feladatok</w:t>
      </w:r>
    </w:p>
    <w:p w14:paraId="035712C7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Panaszkezelési eljárás</w:t>
      </w:r>
    </w:p>
    <w:p w14:paraId="3E780BDF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Megyei és járási kormányhivatalok, valamint az ÁNTSZ feladatai</w:t>
      </w:r>
    </w:p>
    <w:p w14:paraId="1E6C50F7" w14:textId="77777777" w:rsidR="00A23F09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Település környezeti mutatóinak nyilvántartása</w:t>
      </w:r>
    </w:p>
    <w:p w14:paraId="3C6ADD3C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B627E7" w14:textId="77777777" w:rsidR="00A23F09" w:rsidRPr="00AA1512" w:rsidRDefault="003356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Adatszolgáltatási feladatok, dokumentálás</w:t>
      </w:r>
    </w:p>
    <w:p w14:paraId="6925B257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Nyilvántartás, dokumentálás szabályai</w:t>
      </w:r>
    </w:p>
    <w:p w14:paraId="6637A33F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Természetvédelmi nyilvántartás</w:t>
      </w:r>
    </w:p>
    <w:p w14:paraId="7F7E9A73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Védett Természeti Területek Törzskönyve</w:t>
      </w:r>
    </w:p>
    <w:p w14:paraId="36F82391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Adatszolgáltatás szabályai, módjai</w:t>
      </w:r>
    </w:p>
    <w:p w14:paraId="687939D4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Jegyzőkönyv készítés szabályai</w:t>
      </w:r>
    </w:p>
    <w:p w14:paraId="0DAC7726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Kapcsolattartás lakossággal, környezetvédelmi és természetvédelmi hatóságokkal, </w:t>
      </w:r>
    </w:p>
    <w:p w14:paraId="2C63AD52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szakmai és civil szervezetekkel</w:t>
      </w:r>
    </w:p>
    <w:p w14:paraId="06FCE554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Tájékoztatási kötelezettség</w:t>
      </w:r>
    </w:p>
    <w:p w14:paraId="2EF68662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Környezetvédelmi tárgyú pályázati lehetőségek</w:t>
      </w:r>
    </w:p>
    <w:p w14:paraId="428E204A" w14:textId="77777777" w:rsidR="002A1BE9" w:rsidRPr="00AA1512" w:rsidRDefault="0033565C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Pályázatok előkészítése, összeállítása</w:t>
      </w:r>
      <w:r w:rsidR="002A1BE9" w:rsidRPr="00AA1512">
        <w:rPr>
          <w:rFonts w:cs="Times New Roman"/>
        </w:rPr>
        <w:t xml:space="preserve"> Vízbírság, csatornabírság</w:t>
      </w:r>
    </w:p>
    <w:p w14:paraId="617983AF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Levegőtisztaság-védelmi bírság</w:t>
      </w:r>
    </w:p>
    <w:p w14:paraId="0DBDB163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Légszennyező források és források mérési eredményeinek a nyilvántartása</w:t>
      </w:r>
    </w:p>
    <w:p w14:paraId="414ACA27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Levegőtisztaság-védelmi alapbejelentés (LAL)</w:t>
      </w:r>
    </w:p>
    <w:p w14:paraId="6D3A13EE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Levegőtisztaság-védelmi éves jelentés (LM)</w:t>
      </w:r>
    </w:p>
    <w:p w14:paraId="681B8287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Ózonkárosító anyagok bejelentése</w:t>
      </w:r>
    </w:p>
    <w:p w14:paraId="026B52A2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Adatszolgáltatás a klímagáz adatbázisba</w:t>
      </w:r>
    </w:p>
    <w:p w14:paraId="6A4DBF4E" w14:textId="77777777" w:rsidR="002A1BE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Zajbírság</w:t>
      </w:r>
    </w:p>
    <w:p w14:paraId="43B104DB" w14:textId="77777777" w:rsidR="00A23F09" w:rsidRPr="00AA1512" w:rsidRDefault="002A1BE9" w:rsidP="002A1BE9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Hulladékbírság</w:t>
      </w:r>
    </w:p>
    <w:p w14:paraId="79141727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2C92BF5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4AA801FD" w14:textId="77777777" w:rsidR="00A23F09" w:rsidRPr="00AA1512" w:rsidRDefault="0033565C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Tanterem.</w:t>
      </w:r>
    </w:p>
    <w:p w14:paraId="2A61124A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68AED3B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5ABBD5CF" w14:textId="5128004B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73065D2F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4D791E45" w14:textId="2FC62BE2" w:rsidR="00A23F09" w:rsidRPr="00AA1512" w:rsidRDefault="0033565C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Jogi ismeretek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óra*</w:t>
      </w:r>
    </w:p>
    <w:p w14:paraId="3A8B0A8B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0320494C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08A89113" w14:textId="30AA9574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45D23CAD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D6EA137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082B8683" w14:textId="77777777" w:rsidR="0033565C" w:rsidRPr="00AA1512" w:rsidRDefault="0033565C" w:rsidP="0033565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jogi ismeretek tantárgy tanulása során fejlődnek a szakmai jogi tantárgyak tanulásához szükséges képességek, a jogszabályokat ismerő, elemző, értékelő gondolkodás, a tapasztalatszerzés és ismeretalkalmazás képessége, a szóbeli és írásos kommunikációs képességek.</w:t>
      </w:r>
    </w:p>
    <w:p w14:paraId="08D406AA" w14:textId="77777777" w:rsidR="0033565C" w:rsidRPr="00AA1512" w:rsidRDefault="0033565C" w:rsidP="0033565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Kiemelt cél a legfontosabb környezetvédelmi, természetvédelmi jogszabályok megismerése, áttekintése. </w:t>
      </w:r>
    </w:p>
    <w:p w14:paraId="49106EA4" w14:textId="77777777" w:rsidR="00A23F09" w:rsidRPr="00AA1512" w:rsidRDefault="0033565C" w:rsidP="0033565C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További fontos cél, hogy ismerjék meg, fogadják el és tudatosan alkalmazzák a jogi, szakigazgatási és szabványügyi szakmai tevékenységek végzéséhez szükséges magatartási szabályokat, aktív magatartásformákat.</w:t>
      </w:r>
    </w:p>
    <w:p w14:paraId="16715CFA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6089CAB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636F0849" w14:textId="77777777" w:rsidR="00A23F09" w:rsidRPr="00AA1512" w:rsidRDefault="0033565C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alapismeretek és az ügyintézői feladatok tantárgyak.</w:t>
      </w:r>
    </w:p>
    <w:p w14:paraId="359DD341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02BE2C5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54B7191C" w14:textId="77777777" w:rsidR="00A23F09" w:rsidRPr="00AA1512" w:rsidRDefault="003356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A jog fogalma, a jogalkotás</w:t>
      </w:r>
    </w:p>
    <w:p w14:paraId="0F4B206B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jog fogalma, a jogállam</w:t>
      </w:r>
    </w:p>
    <w:p w14:paraId="502759CC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jogszabályok keletkezése, eredete, célja</w:t>
      </w:r>
    </w:p>
    <w:p w14:paraId="10ACD867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Jogforrások fogalma, értelmezése (anyagi, alaki)</w:t>
      </w:r>
    </w:p>
    <w:p w14:paraId="51F6B378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jogszabályok jogforrási hierarchiája</w:t>
      </w:r>
    </w:p>
    <w:p w14:paraId="004FEA73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jogszabályok részei (feltétel, rendelkező rész, jogkövetkezmény) és szerepük</w:t>
      </w:r>
    </w:p>
    <w:p w14:paraId="14E1E7D1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jogszabályok hatálya (időbeli, területi, személyi, tárgyi)</w:t>
      </w:r>
    </w:p>
    <w:p w14:paraId="3986EC95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hagyományos hatalmi ágak</w:t>
      </w:r>
    </w:p>
    <w:p w14:paraId="082EE60F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Magyarország Alaptörvénye</w:t>
      </w:r>
    </w:p>
    <w:p w14:paraId="0A3C6F8C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Országgyűlés feladatai, a köztársasági elnök feladatai</w:t>
      </w:r>
    </w:p>
    <w:p w14:paraId="4B8FF3C6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kormány, a minisztériumok feladatai</w:t>
      </w:r>
    </w:p>
    <w:p w14:paraId="6C87C952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Államigazgatás helyi szervezetei</w:t>
      </w:r>
    </w:p>
    <w:p w14:paraId="30433930" w14:textId="77777777" w:rsidR="0033565C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Alkotmánybíróság feladata, működése</w:t>
      </w:r>
    </w:p>
    <w:p w14:paraId="1DF5BD95" w14:textId="77777777" w:rsidR="00A23F09" w:rsidRPr="00AA1512" w:rsidRDefault="0033565C" w:rsidP="0033565C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Törvénykezési szervezet (bíróságok, közjegyzők, ügyészség)</w:t>
      </w:r>
    </w:p>
    <w:p w14:paraId="7776BA1E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CF0B8F" w14:textId="77777777" w:rsidR="00A23F09" w:rsidRPr="00AA1512" w:rsidRDefault="006D4D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Környezetjog</w:t>
      </w:r>
    </w:p>
    <w:p w14:paraId="41FB2DC3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nemzetközi környezetjog alapelvei</w:t>
      </w:r>
    </w:p>
    <w:p w14:paraId="5C177040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hazai jogszabályok kapcsolódása a nemzetközi jogszabályokhoz</w:t>
      </w:r>
    </w:p>
    <w:p w14:paraId="0A3A1BFF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Levegővel, vízzel, hulladékkal kapcsolatos nemzetközi környezetvédelmi egyezmények</w:t>
      </w:r>
    </w:p>
    <w:p w14:paraId="7250C9D2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Természetvédelemmel kapcsolatos nemzetközi egyezmények</w:t>
      </w:r>
    </w:p>
    <w:p w14:paraId="205B625F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Jelenleg hatályos környezetvédelmi (föld- és talajvédelem szabályai, víz védelmének általános szabályai, határértékek, levegő védelmének szabályai, hulladékgazdálkodás szabályai, zaj- és rezgésvédelem általános szabályai), természetvédelmi jogszabályok (természeti értékek és területek általános védelme, kiemelt oltalma, védetté nyilvánítás)</w:t>
      </w:r>
    </w:p>
    <w:p w14:paraId="6CD98B55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Önkormányzati zajvédelmi hatósági jogkörrel kapcsolatos feladatok, zajtérkép készíttetésére vonatkozó előírások</w:t>
      </w:r>
    </w:p>
    <w:p w14:paraId="70C33E40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Önkormányzati levegő tisztaságvédelmi hatósági jogkörrel kapcsolatos feladatok</w:t>
      </w:r>
    </w:p>
    <w:p w14:paraId="0D381F8E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Környezetvédelmi hatóság szakhatósági faladataival összefüggő engedélyeztetések jogszabályai és megvalósításuk (települési rendezési terv, telepengedély, kereskedelmi működési engedély, építési engedély)</w:t>
      </w:r>
    </w:p>
    <w:p w14:paraId="3D1F3944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Környezetvédelmi engedélyezés, engedélyek típusai (Környezetvédelmi engedély, Egységes környezethasználati engedély, Környezetvédelmi működési engedély – környezetvédelmi felülvizsgálat)</w:t>
      </w:r>
    </w:p>
    <w:p w14:paraId="71E4C5C2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Szakhatósági hozzájárulás</w:t>
      </w:r>
    </w:p>
    <w:p w14:paraId="70839E6E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Integrált engedélyek (új tevékenységek, illetve jelentős módosítás, meglévő tevékenységek)</w:t>
      </w:r>
    </w:p>
    <w:p w14:paraId="0461E504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Új tevékenységek engedélyezése</w:t>
      </w:r>
    </w:p>
    <w:p w14:paraId="3A9B7217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Környezeti hatásvizsgálat (kötelező esetek, mérlegelés hatás alapján)</w:t>
      </w:r>
    </w:p>
    <w:p w14:paraId="7874B990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Egységes környezethasználati engedély </w:t>
      </w:r>
    </w:p>
    <w:p w14:paraId="30FFC804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Előzetes vizsgálat vagy konzultáció (kérelemre, kötelező, önkéntes KHV és EKE előtt)</w:t>
      </w:r>
    </w:p>
    <w:p w14:paraId="5FA92149" w14:textId="77777777" w:rsidR="00A23F09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Összevont eljárás és az összekapcsolt eljárás</w:t>
      </w:r>
    </w:p>
    <w:p w14:paraId="766ED392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B77104" w14:textId="77777777" w:rsidR="00A23F09" w:rsidRPr="00AA1512" w:rsidRDefault="006D4D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Környezetvédelmi szakigazgatás</w:t>
      </w:r>
    </w:p>
    <w:p w14:paraId="5C776C5C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szakigazgatás szintjei</w:t>
      </w:r>
    </w:p>
    <w:p w14:paraId="6C84F151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Szakhatóságok</w:t>
      </w:r>
    </w:p>
    <w:p w14:paraId="432A9FD8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kérelem benyújtásának lehetséges módjai, díja, illetéke</w:t>
      </w:r>
    </w:p>
    <w:p w14:paraId="5542FF34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kérelmek formai, tartalmi követelményei</w:t>
      </w:r>
    </w:p>
    <w:p w14:paraId="064550A6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Lehetséges döntések (elutasítás, megszüntetés, hiánypótlás, ügyintézés, végrehajtás)</w:t>
      </w:r>
    </w:p>
    <w:p w14:paraId="2C33B338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környezetvédelmi, természetvédelmi területen eljáró hatóságok illetékessége, a működés fő területei</w:t>
      </w:r>
    </w:p>
    <w:p w14:paraId="566F26B0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Védelemre érdemes természeti értékek</w:t>
      </w:r>
    </w:p>
    <w:p w14:paraId="012C0263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védetté nyilvánítás menete (országos és helyi)</w:t>
      </w:r>
    </w:p>
    <w:p w14:paraId="10643848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Nemzeti Környezetvédelmi Program (NKP) alapelvei</w:t>
      </w:r>
    </w:p>
    <w:p w14:paraId="6FCFCAFE" w14:textId="77777777" w:rsidR="00A23F09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bírság célja, a bírság kiszabásának alapja</w:t>
      </w:r>
    </w:p>
    <w:p w14:paraId="11AB5764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4462C7" w14:textId="77777777" w:rsidR="00A23F09" w:rsidRPr="00AA1512" w:rsidRDefault="006D4D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Európai Uniós ismeretek</w:t>
      </w:r>
    </w:p>
    <w:p w14:paraId="5B8E691F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EU jogszabályok célja, alkalmazásuk előnyei</w:t>
      </w:r>
    </w:p>
    <w:p w14:paraId="0163BBC8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Az EU jogszabályok hierarchikus rendje (ajánlás, határozat, irányelv, rendelet, vélemény)</w:t>
      </w:r>
    </w:p>
    <w:p w14:paraId="6A27A23F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EU jogforrások (szerződések, a nemzetközi megállapodások, a másodlagos jog, előkészítő dokumentumok, a bírósági határozatok és a parlamenti kérdések)</w:t>
      </w:r>
    </w:p>
    <w:p w14:paraId="0D884CBE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Egységes szerkezetbe foglalás jelentése, értelme, korlátai</w:t>
      </w:r>
    </w:p>
    <w:p w14:paraId="40F4CBA5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nemzetközi jogszabályok, egyezmények szükségessége, alkalmazásuk főbb területei</w:t>
      </w:r>
    </w:p>
    <w:p w14:paraId="0A3562BE" w14:textId="77777777" w:rsidR="006D4DB8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Kiemelt célkitűzések, tematikus prioritások és a keretrendszer</w:t>
      </w:r>
    </w:p>
    <w:p w14:paraId="3D19D8C8" w14:textId="77777777" w:rsidR="00A23F09" w:rsidRPr="00AA1512" w:rsidRDefault="006D4DB8" w:rsidP="006D4DB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Globális, regionális és helyi kihívások</w:t>
      </w:r>
    </w:p>
    <w:p w14:paraId="239E4E9E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3AD4B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6AFE8D93" w14:textId="77777777" w:rsidR="00A23F09" w:rsidRPr="00AA1512" w:rsidRDefault="006D4DB8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Tanterem</w:t>
      </w:r>
    </w:p>
    <w:p w14:paraId="428A233C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5913F1CC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6D2FFC8B" w14:textId="46E495B0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64F84DBD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2538B9D3" w14:textId="4EFAD51C" w:rsidR="00A23F09" w:rsidRPr="00AA1512" w:rsidRDefault="006C36F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Ügyintézői gyakorlat</w:t>
      </w:r>
      <w:r w:rsidR="00A23F09" w:rsidRPr="00AA1512">
        <w:rPr>
          <w:rFonts w:cs="Times New Roman"/>
          <w:b/>
        </w:rPr>
        <w:t xml:space="preserve"> tantárgy</w:t>
      </w:r>
      <w:r w:rsidR="00A23F09" w:rsidRPr="00AA1512">
        <w:rPr>
          <w:rFonts w:cs="Times New Roman"/>
          <w:b/>
        </w:rPr>
        <w:tab/>
      </w:r>
      <w:r w:rsidR="00B3134F"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óra/</w:t>
      </w:r>
      <w:r w:rsidRPr="00AA1512">
        <w:rPr>
          <w:rFonts w:cs="Times New Roman"/>
          <w:b/>
        </w:rPr>
        <w:t>93</w:t>
      </w:r>
      <w:r w:rsidR="00A23F09" w:rsidRPr="00AA1512">
        <w:rPr>
          <w:rFonts w:cs="Times New Roman"/>
          <w:b/>
        </w:rPr>
        <w:t xml:space="preserve"> óra*</w:t>
      </w:r>
    </w:p>
    <w:p w14:paraId="0C3D8795" w14:textId="77777777" w:rsidR="00A23F09" w:rsidRPr="00AA1512" w:rsidRDefault="00A23F09" w:rsidP="00A23F09">
      <w:pPr>
        <w:spacing w:after="0"/>
        <w:jc w:val="right"/>
        <w:rPr>
          <w:rFonts w:cs="Times New Roman"/>
          <w:sz w:val="20"/>
        </w:rPr>
      </w:pPr>
      <w:r w:rsidRPr="00AA1512">
        <w:rPr>
          <w:rFonts w:cs="Times New Roman"/>
          <w:sz w:val="20"/>
        </w:rPr>
        <w:t>* 9-13. évfolyamon megszervezett képzés/13. és 14. évfolyamon megszervezett képzés</w:t>
      </w:r>
    </w:p>
    <w:p w14:paraId="2F870DE3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6B2C7E20" w14:textId="4FF3B658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 tantárgy a főszakképesítéshez kapcsolódik.</w:t>
      </w:r>
    </w:p>
    <w:p w14:paraId="24EF8877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452F402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tanításának célja</w:t>
      </w:r>
    </w:p>
    <w:p w14:paraId="4D679BBC" w14:textId="77777777" w:rsidR="006C36F8" w:rsidRPr="00AA1512" w:rsidRDefault="006C36F8" w:rsidP="006C36F8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Az ügyintézői gyakorlat tantárgy oktatásának célja, hogy a tanulók elsajátítsák és begyakorolják az adatszolgáltatással, dokumentálással kapcsolatos feladatokat. Tudjanak írásban kapcsolatot tartani ügyfelekkel, hatóságokkal, ismerjék az alapvető kommunikációs szabályokat.</w:t>
      </w:r>
    </w:p>
    <w:p w14:paraId="1ACE5F2E" w14:textId="77777777" w:rsidR="00A23F09" w:rsidRPr="00AA1512" w:rsidRDefault="006C36F8" w:rsidP="006C36F8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Sajátítsák el a kapcsolattartás, panaszkezelés alapjait. Ismerjék a tájékoztatás módjait, eszközeit. Szerezzenek gyakorlatot az elektronikus információs rendszerek használatában, tudják használni a Word, Excel, Java nyomtatványkitöltő programokat és az irodai eszközöket. Tudják olvasni a helyszínrajzokat és a térképeket.</w:t>
      </w:r>
    </w:p>
    <w:p w14:paraId="7A26200E" w14:textId="77777777" w:rsidR="006C36F8" w:rsidRPr="00AA1512" w:rsidRDefault="006C36F8" w:rsidP="006C36F8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További célja, hogy a terepi, illetve a laboratóriumi környezetvédelmi alapméréseket megismerjék, önálló mérések elvégzésére alkalmassá váljanak.</w:t>
      </w:r>
    </w:p>
    <w:p w14:paraId="23A8A9B5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18833888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Kapcsolódó közismereti, szakmai tartalmak</w:t>
      </w:r>
    </w:p>
    <w:p w14:paraId="7D1C8096" w14:textId="77777777" w:rsidR="00A23F09" w:rsidRPr="00AA1512" w:rsidRDefault="006C36F8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Környezetvédelem gyakorlat, ügyintézői feladatok és jogi ismeretek szakmai tantárgyak.</w:t>
      </w:r>
    </w:p>
    <w:p w14:paraId="497DE9C3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7E7DADA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Témakörök</w:t>
      </w:r>
    </w:p>
    <w:p w14:paraId="367B3137" w14:textId="77777777" w:rsidR="00A23F09" w:rsidRPr="00AA1512" w:rsidRDefault="006C36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Környezetvédelmi alapmérések</w:t>
      </w:r>
    </w:p>
    <w:p w14:paraId="2F1BCD25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Talajok mechanikai és fizikai tulajdonságainak a meghatározása</w:t>
      </w:r>
    </w:p>
    <w:p w14:paraId="5899C6D4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Talajkivonatok jellemzőinek meghatározása hordozható mérőműszerek és tesztkészletek segítségével</w:t>
      </w:r>
    </w:p>
    <w:p w14:paraId="1E6D8A4F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 fizikai és kémiai jellemzőinek meghatározása hordozható mérőműszerek és tesztkészletek segítségével</w:t>
      </w:r>
    </w:p>
    <w:p w14:paraId="6B5FC3A0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Biológiai vizsgálatok végzése</w:t>
      </w:r>
    </w:p>
    <w:p w14:paraId="53E0C38A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Zajmérés </w:t>
      </w:r>
    </w:p>
    <w:p w14:paraId="70BA6D0E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Háttérsugárzás mérése</w:t>
      </w:r>
    </w:p>
    <w:p w14:paraId="3AF6AFD1" w14:textId="77777777" w:rsidR="00A23F09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Eredmények értékelése, jegyzőkönyv készítése</w:t>
      </w:r>
    </w:p>
    <w:p w14:paraId="24C3B6F9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4F4454" w14:textId="77777777" w:rsidR="00A23F09" w:rsidRPr="00AA1512" w:rsidRDefault="006C36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AA1512">
        <w:rPr>
          <w:rFonts w:cs="Times New Roman"/>
          <w:b/>
          <w:i/>
        </w:rPr>
        <w:t>Nyilvántartási, dokumentációs és adatszolgáltatási feladatok</w:t>
      </w:r>
    </w:p>
    <w:p w14:paraId="12FD0423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Mérési jegyzőkönyvek készítése</w:t>
      </w:r>
    </w:p>
    <w:p w14:paraId="0F948059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Jegyzőkönyv vezetése helyszíni szemléken</w:t>
      </w:r>
    </w:p>
    <w:p w14:paraId="4F0C8157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Ügyfélkapu használata </w:t>
      </w:r>
    </w:p>
    <w:p w14:paraId="2DCACA7C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Általános Nyomtatványkitöltő program (ÁNYK) letöltése, telepítése, használata</w:t>
      </w:r>
    </w:p>
    <w:p w14:paraId="57C6D5C1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Adatlap csomagok letöltése, használata, elektronikus feltöltése</w:t>
      </w:r>
    </w:p>
    <w:p w14:paraId="02033DBC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Környezetvédelmi adatszolgáltatások, adatszolgáltatási kötelezettség</w:t>
      </w:r>
    </w:p>
    <w:p w14:paraId="516408FF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Levegőtisztaság-védelmi adatszolgáltatás</w:t>
      </w:r>
    </w:p>
    <w:p w14:paraId="05BA0538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A levegővédelmi bevallások elektronikus benyújtása</w:t>
      </w:r>
    </w:p>
    <w:p w14:paraId="4C66F302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Elektronikus információs rendszerek használata az Országos Környezetvédelmi Információs Rendszerbe (OKIR) történő feltöltés módja</w:t>
      </w:r>
    </w:p>
    <w:p w14:paraId="24858060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Vízjogi engedélyek és adatainak nyilvántartása</w:t>
      </w:r>
    </w:p>
    <w:p w14:paraId="309AA4E3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Vízhasználók adatainak nyilvántartása </w:t>
      </w:r>
    </w:p>
    <w:p w14:paraId="37B47347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Létesítési és szüneteltetési engedélyek nyilatkozatának nyilvántartása</w:t>
      </w:r>
    </w:p>
    <w:p w14:paraId="20B74A54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 xml:space="preserve">Felszíni vízminőség-védelmi jelentések </w:t>
      </w:r>
    </w:p>
    <w:p w14:paraId="32AB42B2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Változás bejelentése</w:t>
      </w:r>
    </w:p>
    <w:p w14:paraId="6F2A79C2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Word, Excel, Java nyomtatványkitöltő programok használata</w:t>
      </w:r>
    </w:p>
    <w:p w14:paraId="4B8DF22D" w14:textId="77777777" w:rsidR="006C36F8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Irodai eszközök használata</w:t>
      </w:r>
    </w:p>
    <w:p w14:paraId="1F907500" w14:textId="77777777" w:rsidR="00A23F09" w:rsidRPr="00AA1512" w:rsidRDefault="006C36F8" w:rsidP="006C36F8">
      <w:pPr>
        <w:spacing w:after="0"/>
        <w:ind w:left="851"/>
        <w:rPr>
          <w:rFonts w:cs="Times New Roman"/>
        </w:rPr>
      </w:pPr>
      <w:r w:rsidRPr="00AA1512">
        <w:rPr>
          <w:rFonts w:cs="Times New Roman"/>
        </w:rPr>
        <w:t>Ügyfélszolgálat, lakossági ügyintézés dokumentumai</w:t>
      </w:r>
    </w:p>
    <w:p w14:paraId="03E553E0" w14:textId="77777777" w:rsidR="00A23F09" w:rsidRPr="00AA1512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CF67CF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képzés javasolt helyszíne (ajánlás)</w:t>
      </w:r>
    </w:p>
    <w:p w14:paraId="22CE22DA" w14:textId="77777777" w:rsidR="00A23F09" w:rsidRPr="00AA1512" w:rsidRDefault="0054571A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>Környezetvédelmi alapmérésekhez laboratórium, míg a nyilvántartási, dokumentációs és adatszolgáltatási feladatok témakörhöz a szükséges szoftverekkel installált számítógép és irodai eszköz hozzáférést biztosító tanterem, vagy gépterem.</w:t>
      </w:r>
    </w:p>
    <w:p w14:paraId="591BD6F1" w14:textId="77777777" w:rsidR="00A23F09" w:rsidRPr="00AA1512" w:rsidRDefault="00A23F09" w:rsidP="00A23F09">
      <w:pPr>
        <w:spacing w:after="0"/>
        <w:ind w:left="426"/>
        <w:rPr>
          <w:rFonts w:cs="Times New Roman"/>
        </w:rPr>
      </w:pPr>
    </w:p>
    <w:p w14:paraId="08972833" w14:textId="77777777" w:rsidR="00A23F09" w:rsidRPr="00AA1512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AA1512">
        <w:rPr>
          <w:rFonts w:cs="Times New Roman"/>
          <w:b/>
        </w:rPr>
        <w:t>A tantárgy értékelésének módja</w:t>
      </w:r>
    </w:p>
    <w:p w14:paraId="29EDD271" w14:textId="645413B1" w:rsidR="00A23F09" w:rsidRPr="00AA1512" w:rsidRDefault="00A23F09" w:rsidP="00A23F09">
      <w:pPr>
        <w:spacing w:after="0"/>
        <w:ind w:left="426"/>
        <w:rPr>
          <w:rFonts w:cs="Times New Roman"/>
        </w:rPr>
      </w:pPr>
      <w:r w:rsidRPr="00AA1512">
        <w:rPr>
          <w:rFonts w:cs="Times New Roman"/>
        </w:rPr>
        <w:t xml:space="preserve">A nemzeti köznevelésről szóló 2011. évi </w:t>
      </w:r>
      <w:r w:rsidR="00C31F2F">
        <w:rPr>
          <w:rFonts w:cs="Times New Roman"/>
        </w:rPr>
        <w:t xml:space="preserve">CXC. törvény </w:t>
      </w:r>
      <w:r w:rsidRPr="00AA1512">
        <w:rPr>
          <w:rFonts w:cs="Times New Roman"/>
        </w:rPr>
        <w:t xml:space="preserve">54. § </w:t>
      </w:r>
      <w:r w:rsidR="00672EFE">
        <w:rPr>
          <w:rFonts w:cs="Times New Roman"/>
        </w:rPr>
        <w:t xml:space="preserve">(2) bekezdés a) </w:t>
      </w:r>
      <w:r w:rsidRPr="00AA1512">
        <w:rPr>
          <w:rFonts w:cs="Times New Roman"/>
        </w:rPr>
        <w:t>pontja szerinti értékeléssel.</w:t>
      </w:r>
    </w:p>
    <w:p w14:paraId="23AF0F72" w14:textId="77777777" w:rsidR="00A23F09" w:rsidRDefault="00A23F09" w:rsidP="00A23F09">
      <w:pPr>
        <w:spacing w:after="0"/>
        <w:ind w:left="426"/>
        <w:rPr>
          <w:rFonts w:cs="Times New Roman"/>
        </w:rPr>
      </w:pPr>
    </w:p>
    <w:p w14:paraId="577D62D4" w14:textId="77777777" w:rsidR="00774B88" w:rsidRDefault="00774B88" w:rsidP="00774B88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004532F1" w14:textId="77777777" w:rsidR="00774B88" w:rsidRPr="00D52C63" w:rsidRDefault="00774B88" w:rsidP="00774B88">
      <w:pPr>
        <w:rPr>
          <w:rFonts w:cs="Times New Roman"/>
        </w:rPr>
      </w:pPr>
    </w:p>
    <w:p w14:paraId="79BFE572" w14:textId="77777777" w:rsidR="00774B88" w:rsidRPr="00D52C63" w:rsidRDefault="00774B88" w:rsidP="00774B88">
      <w:pPr>
        <w:spacing w:before="2880"/>
        <w:jc w:val="center"/>
        <w:rPr>
          <w:rFonts w:cs="Times New Roman"/>
          <w:b/>
          <w:sz w:val="36"/>
        </w:rPr>
      </w:pPr>
    </w:p>
    <w:p w14:paraId="51D23276" w14:textId="77777777" w:rsidR="00774B88" w:rsidRPr="00D52C63" w:rsidRDefault="00774B88" w:rsidP="00774B88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07E6BE40" w14:textId="77777777" w:rsidR="00774B88" w:rsidRPr="00D52C63" w:rsidRDefault="00774B88" w:rsidP="00774B88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3A1D4783" w14:textId="4D9D1526" w:rsidR="00774B88" w:rsidRPr="00644690" w:rsidRDefault="00774B88" w:rsidP="00774B88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t>Ágazati szakmai kompetenciák erősítése</w:t>
      </w:r>
      <w:r>
        <w:rPr>
          <w:b/>
        </w:rPr>
        <w:tab/>
        <w:t>113 ó</w:t>
      </w:r>
      <w:r w:rsidRPr="00644690">
        <w:rPr>
          <w:b/>
        </w:rPr>
        <w:t>ra</w:t>
      </w:r>
    </w:p>
    <w:p w14:paraId="104D3127" w14:textId="77777777" w:rsidR="00774B88" w:rsidRDefault="00774B88" w:rsidP="00774B88">
      <w:pPr>
        <w:spacing w:after="0"/>
        <w:ind w:left="426"/>
      </w:pPr>
    </w:p>
    <w:p w14:paraId="7C63605C" w14:textId="77777777" w:rsidR="00774B88" w:rsidRDefault="00774B88" w:rsidP="00774B88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0B74964C" w14:textId="77777777" w:rsidR="00774B88" w:rsidRDefault="00774B88" w:rsidP="00774B88">
      <w:pPr>
        <w:spacing w:after="0"/>
        <w:ind w:left="426"/>
      </w:pPr>
    </w:p>
    <w:p w14:paraId="12B6923E" w14:textId="77777777" w:rsidR="00774B88" w:rsidRDefault="00774B88" w:rsidP="00774B88">
      <w:pPr>
        <w:pStyle w:val="Listaszerbekezds"/>
        <w:numPr>
          <w:ilvl w:val="1"/>
          <w:numId w:val="8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01150395" w14:textId="77777777" w:rsidR="00774B88" w:rsidRDefault="00774B88" w:rsidP="00774B88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1E37214E" w14:textId="77777777" w:rsidR="00774B88" w:rsidRDefault="00774B88" w:rsidP="00774B88">
      <w:pPr>
        <w:spacing w:after="0"/>
        <w:ind w:left="426"/>
      </w:pPr>
    </w:p>
    <w:p w14:paraId="44056D53" w14:textId="77777777" w:rsidR="00774B88" w:rsidRPr="00644690" w:rsidRDefault="00774B88" w:rsidP="00774B88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1F3FF324" w14:textId="58A97F38" w:rsidR="00774B88" w:rsidRDefault="00774B88" w:rsidP="00774B88">
      <w:pPr>
        <w:spacing w:after="0"/>
        <w:ind w:left="426"/>
      </w:pPr>
      <w:r w:rsidRPr="003A56AA">
        <w:t xml:space="preserve">A nemzeti köznevelésről szóló 2011. évi </w:t>
      </w:r>
      <w:r w:rsidR="00C31F2F">
        <w:t xml:space="preserve">CXC. törvény </w:t>
      </w:r>
      <w:r w:rsidRPr="003A56AA">
        <w:t xml:space="preserve">54. § </w:t>
      </w:r>
      <w:r w:rsidR="00672EFE">
        <w:t xml:space="preserve">(2) bekezdés a) </w:t>
      </w:r>
      <w:r w:rsidRPr="003A56AA">
        <w:t>pontja szerinti értékeléssel.</w:t>
      </w:r>
    </w:p>
    <w:p w14:paraId="735F701C" w14:textId="77777777" w:rsidR="00774B88" w:rsidRDefault="00774B88" w:rsidP="00774B88">
      <w:pPr>
        <w:spacing w:after="0"/>
        <w:ind w:left="426"/>
      </w:pPr>
    </w:p>
    <w:sectPr w:rsidR="00774B88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0AA17" w14:textId="77777777" w:rsidR="00AA1D93" w:rsidRDefault="00AA1D93" w:rsidP="00B945BE">
      <w:pPr>
        <w:spacing w:after="0"/>
      </w:pPr>
      <w:r>
        <w:separator/>
      </w:r>
    </w:p>
  </w:endnote>
  <w:endnote w:type="continuationSeparator" w:id="0">
    <w:p w14:paraId="2920207A" w14:textId="77777777" w:rsidR="00AA1D93" w:rsidRDefault="00AA1D93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8F18B" w14:textId="77777777" w:rsidR="00AA1D93" w:rsidRDefault="00AA1D93" w:rsidP="00B945BE">
      <w:pPr>
        <w:spacing w:after="0"/>
      </w:pPr>
      <w:r>
        <w:separator/>
      </w:r>
    </w:p>
  </w:footnote>
  <w:footnote w:type="continuationSeparator" w:id="0">
    <w:p w14:paraId="63F32907" w14:textId="77777777" w:rsidR="00AA1D93" w:rsidRDefault="00AA1D93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5F"/>
    <w:rsid w:val="0001241B"/>
    <w:rsid w:val="00026AC8"/>
    <w:rsid w:val="00033B25"/>
    <w:rsid w:val="00033C9C"/>
    <w:rsid w:val="00041269"/>
    <w:rsid w:val="0007263D"/>
    <w:rsid w:val="00074671"/>
    <w:rsid w:val="000772D7"/>
    <w:rsid w:val="00083D88"/>
    <w:rsid w:val="0009508E"/>
    <w:rsid w:val="000A06DD"/>
    <w:rsid w:val="000A21B7"/>
    <w:rsid w:val="000A2E27"/>
    <w:rsid w:val="000B44B8"/>
    <w:rsid w:val="000B5E9D"/>
    <w:rsid w:val="000C2A52"/>
    <w:rsid w:val="000D4455"/>
    <w:rsid w:val="000E1DAA"/>
    <w:rsid w:val="000E4BCB"/>
    <w:rsid w:val="000F44A2"/>
    <w:rsid w:val="0011505F"/>
    <w:rsid w:val="0012134D"/>
    <w:rsid w:val="00142CB9"/>
    <w:rsid w:val="00160115"/>
    <w:rsid w:val="00160E0E"/>
    <w:rsid w:val="0017186D"/>
    <w:rsid w:val="001924F4"/>
    <w:rsid w:val="00196A08"/>
    <w:rsid w:val="001A7777"/>
    <w:rsid w:val="001B61A0"/>
    <w:rsid w:val="001C3A36"/>
    <w:rsid w:val="001E7B1E"/>
    <w:rsid w:val="001F08AF"/>
    <w:rsid w:val="001F7F66"/>
    <w:rsid w:val="0020239D"/>
    <w:rsid w:val="00216033"/>
    <w:rsid w:val="00226B85"/>
    <w:rsid w:val="00244218"/>
    <w:rsid w:val="00250FD5"/>
    <w:rsid w:val="0025489A"/>
    <w:rsid w:val="002625A0"/>
    <w:rsid w:val="00265FF3"/>
    <w:rsid w:val="00266A2C"/>
    <w:rsid w:val="0026720A"/>
    <w:rsid w:val="002759B5"/>
    <w:rsid w:val="0028590E"/>
    <w:rsid w:val="00291386"/>
    <w:rsid w:val="00291C85"/>
    <w:rsid w:val="002A0403"/>
    <w:rsid w:val="002A1BE9"/>
    <w:rsid w:val="002B02B9"/>
    <w:rsid w:val="002B43D5"/>
    <w:rsid w:val="002C2197"/>
    <w:rsid w:val="002C354B"/>
    <w:rsid w:val="002C6866"/>
    <w:rsid w:val="002D029F"/>
    <w:rsid w:val="00320239"/>
    <w:rsid w:val="003262AC"/>
    <w:rsid w:val="003325F4"/>
    <w:rsid w:val="0033565C"/>
    <w:rsid w:val="00345FFA"/>
    <w:rsid w:val="003468AB"/>
    <w:rsid w:val="00381B6C"/>
    <w:rsid w:val="00390F08"/>
    <w:rsid w:val="00391719"/>
    <w:rsid w:val="003A0EC9"/>
    <w:rsid w:val="003A7273"/>
    <w:rsid w:val="003B10A4"/>
    <w:rsid w:val="003B1333"/>
    <w:rsid w:val="003C1D82"/>
    <w:rsid w:val="003C4B31"/>
    <w:rsid w:val="003D12CC"/>
    <w:rsid w:val="003F0641"/>
    <w:rsid w:val="004011EB"/>
    <w:rsid w:val="00404B41"/>
    <w:rsid w:val="00404DCA"/>
    <w:rsid w:val="00406852"/>
    <w:rsid w:val="0041455C"/>
    <w:rsid w:val="0041674C"/>
    <w:rsid w:val="00420CA2"/>
    <w:rsid w:val="004239CF"/>
    <w:rsid w:val="00426376"/>
    <w:rsid w:val="00427407"/>
    <w:rsid w:val="00430699"/>
    <w:rsid w:val="00437470"/>
    <w:rsid w:val="0045474F"/>
    <w:rsid w:val="00472A2C"/>
    <w:rsid w:val="00477E3A"/>
    <w:rsid w:val="0049127E"/>
    <w:rsid w:val="004A050E"/>
    <w:rsid w:val="004A7F8A"/>
    <w:rsid w:val="004C0048"/>
    <w:rsid w:val="004C0FD7"/>
    <w:rsid w:val="004E32A8"/>
    <w:rsid w:val="004F48EC"/>
    <w:rsid w:val="004F6765"/>
    <w:rsid w:val="00524B52"/>
    <w:rsid w:val="0053196D"/>
    <w:rsid w:val="00540907"/>
    <w:rsid w:val="00542024"/>
    <w:rsid w:val="00543CE0"/>
    <w:rsid w:val="0054571A"/>
    <w:rsid w:val="00554894"/>
    <w:rsid w:val="00555044"/>
    <w:rsid w:val="00565574"/>
    <w:rsid w:val="00574E89"/>
    <w:rsid w:val="005819D4"/>
    <w:rsid w:val="005A3F3E"/>
    <w:rsid w:val="005A6A69"/>
    <w:rsid w:val="005C10A1"/>
    <w:rsid w:val="005C4D7E"/>
    <w:rsid w:val="005C5076"/>
    <w:rsid w:val="005D2DE8"/>
    <w:rsid w:val="005E4FD4"/>
    <w:rsid w:val="005F22E2"/>
    <w:rsid w:val="00602463"/>
    <w:rsid w:val="00612D25"/>
    <w:rsid w:val="00617E05"/>
    <w:rsid w:val="00622423"/>
    <w:rsid w:val="00634AC3"/>
    <w:rsid w:val="00636069"/>
    <w:rsid w:val="0064492A"/>
    <w:rsid w:val="00645117"/>
    <w:rsid w:val="00645B4F"/>
    <w:rsid w:val="0065053C"/>
    <w:rsid w:val="00657AC1"/>
    <w:rsid w:val="00661B13"/>
    <w:rsid w:val="00672EFE"/>
    <w:rsid w:val="006817F9"/>
    <w:rsid w:val="006831AC"/>
    <w:rsid w:val="00691D73"/>
    <w:rsid w:val="00696ED9"/>
    <w:rsid w:val="006A001F"/>
    <w:rsid w:val="006A6FB4"/>
    <w:rsid w:val="006B6253"/>
    <w:rsid w:val="006C36F8"/>
    <w:rsid w:val="006C5FE6"/>
    <w:rsid w:val="006D4DB8"/>
    <w:rsid w:val="006F08CF"/>
    <w:rsid w:val="006F4944"/>
    <w:rsid w:val="006F5812"/>
    <w:rsid w:val="00704A02"/>
    <w:rsid w:val="00707AD9"/>
    <w:rsid w:val="007158D7"/>
    <w:rsid w:val="007205F8"/>
    <w:rsid w:val="007308AA"/>
    <w:rsid w:val="00741EC3"/>
    <w:rsid w:val="00752ECD"/>
    <w:rsid w:val="00757DAA"/>
    <w:rsid w:val="007612AA"/>
    <w:rsid w:val="00770AA2"/>
    <w:rsid w:val="007734F8"/>
    <w:rsid w:val="00774B88"/>
    <w:rsid w:val="007761DE"/>
    <w:rsid w:val="00783D0C"/>
    <w:rsid w:val="00786F0D"/>
    <w:rsid w:val="007A528E"/>
    <w:rsid w:val="007A6A5C"/>
    <w:rsid w:val="007C5525"/>
    <w:rsid w:val="007E033C"/>
    <w:rsid w:val="007E482A"/>
    <w:rsid w:val="007E51D1"/>
    <w:rsid w:val="007E680B"/>
    <w:rsid w:val="00807FA9"/>
    <w:rsid w:val="00811551"/>
    <w:rsid w:val="00820131"/>
    <w:rsid w:val="00821E80"/>
    <w:rsid w:val="00822FE1"/>
    <w:rsid w:val="008271DB"/>
    <w:rsid w:val="0083064C"/>
    <w:rsid w:val="00843784"/>
    <w:rsid w:val="008553B5"/>
    <w:rsid w:val="00876453"/>
    <w:rsid w:val="008970E7"/>
    <w:rsid w:val="008A17AB"/>
    <w:rsid w:val="008A216B"/>
    <w:rsid w:val="008A2A9D"/>
    <w:rsid w:val="008A7126"/>
    <w:rsid w:val="008B01A2"/>
    <w:rsid w:val="008B6582"/>
    <w:rsid w:val="008E1D32"/>
    <w:rsid w:val="008F1A3A"/>
    <w:rsid w:val="00900DDD"/>
    <w:rsid w:val="009112E2"/>
    <w:rsid w:val="00935F76"/>
    <w:rsid w:val="00953953"/>
    <w:rsid w:val="0096446F"/>
    <w:rsid w:val="00972853"/>
    <w:rsid w:val="00975E6D"/>
    <w:rsid w:val="009843D4"/>
    <w:rsid w:val="00987A82"/>
    <w:rsid w:val="009944BB"/>
    <w:rsid w:val="009A6D48"/>
    <w:rsid w:val="009B6E6E"/>
    <w:rsid w:val="009C28EA"/>
    <w:rsid w:val="00A00CE7"/>
    <w:rsid w:val="00A021D1"/>
    <w:rsid w:val="00A05350"/>
    <w:rsid w:val="00A0643D"/>
    <w:rsid w:val="00A145C8"/>
    <w:rsid w:val="00A146BC"/>
    <w:rsid w:val="00A17996"/>
    <w:rsid w:val="00A23F09"/>
    <w:rsid w:val="00A249E4"/>
    <w:rsid w:val="00A24DEC"/>
    <w:rsid w:val="00A339AE"/>
    <w:rsid w:val="00A406FB"/>
    <w:rsid w:val="00A454A7"/>
    <w:rsid w:val="00A50696"/>
    <w:rsid w:val="00A50B63"/>
    <w:rsid w:val="00A5101E"/>
    <w:rsid w:val="00A6225F"/>
    <w:rsid w:val="00A63841"/>
    <w:rsid w:val="00A66D46"/>
    <w:rsid w:val="00A70608"/>
    <w:rsid w:val="00A80941"/>
    <w:rsid w:val="00A85EE3"/>
    <w:rsid w:val="00A9511C"/>
    <w:rsid w:val="00A9676C"/>
    <w:rsid w:val="00AA1512"/>
    <w:rsid w:val="00AA1D93"/>
    <w:rsid w:val="00AB789B"/>
    <w:rsid w:val="00AC0CC4"/>
    <w:rsid w:val="00AD55B2"/>
    <w:rsid w:val="00AD7F25"/>
    <w:rsid w:val="00AF3BA4"/>
    <w:rsid w:val="00B00C68"/>
    <w:rsid w:val="00B175B9"/>
    <w:rsid w:val="00B23E68"/>
    <w:rsid w:val="00B267A1"/>
    <w:rsid w:val="00B3134F"/>
    <w:rsid w:val="00B5212A"/>
    <w:rsid w:val="00B75532"/>
    <w:rsid w:val="00B8595C"/>
    <w:rsid w:val="00B862AB"/>
    <w:rsid w:val="00B945BE"/>
    <w:rsid w:val="00B95A96"/>
    <w:rsid w:val="00BA307F"/>
    <w:rsid w:val="00BA3826"/>
    <w:rsid w:val="00BA3D88"/>
    <w:rsid w:val="00BB5F5E"/>
    <w:rsid w:val="00BC57AC"/>
    <w:rsid w:val="00BD0108"/>
    <w:rsid w:val="00BD6A3B"/>
    <w:rsid w:val="00BE575F"/>
    <w:rsid w:val="00BF4EAA"/>
    <w:rsid w:val="00C0314C"/>
    <w:rsid w:val="00C103B2"/>
    <w:rsid w:val="00C124C0"/>
    <w:rsid w:val="00C24A94"/>
    <w:rsid w:val="00C31F2F"/>
    <w:rsid w:val="00C32E56"/>
    <w:rsid w:val="00C33FEC"/>
    <w:rsid w:val="00C45E1C"/>
    <w:rsid w:val="00C53E01"/>
    <w:rsid w:val="00C60797"/>
    <w:rsid w:val="00C636F8"/>
    <w:rsid w:val="00C64856"/>
    <w:rsid w:val="00C64BDE"/>
    <w:rsid w:val="00C70BAB"/>
    <w:rsid w:val="00C72AA0"/>
    <w:rsid w:val="00C73BAA"/>
    <w:rsid w:val="00C75C1C"/>
    <w:rsid w:val="00C81BEE"/>
    <w:rsid w:val="00C86B7B"/>
    <w:rsid w:val="00C94F36"/>
    <w:rsid w:val="00CA55C5"/>
    <w:rsid w:val="00CB35F2"/>
    <w:rsid w:val="00CB484D"/>
    <w:rsid w:val="00CC2277"/>
    <w:rsid w:val="00CC73F3"/>
    <w:rsid w:val="00CD37F8"/>
    <w:rsid w:val="00CD5DD5"/>
    <w:rsid w:val="00CE1145"/>
    <w:rsid w:val="00CE6953"/>
    <w:rsid w:val="00CF79D1"/>
    <w:rsid w:val="00D13F91"/>
    <w:rsid w:val="00D1431E"/>
    <w:rsid w:val="00D22413"/>
    <w:rsid w:val="00D47F69"/>
    <w:rsid w:val="00D52C63"/>
    <w:rsid w:val="00D728F0"/>
    <w:rsid w:val="00D93B4D"/>
    <w:rsid w:val="00DA3279"/>
    <w:rsid w:val="00DA3990"/>
    <w:rsid w:val="00DA53F7"/>
    <w:rsid w:val="00DB4F25"/>
    <w:rsid w:val="00DB731D"/>
    <w:rsid w:val="00DC185D"/>
    <w:rsid w:val="00DC5FB5"/>
    <w:rsid w:val="00DD07B5"/>
    <w:rsid w:val="00DD65F6"/>
    <w:rsid w:val="00DE092D"/>
    <w:rsid w:val="00E06B35"/>
    <w:rsid w:val="00E1046E"/>
    <w:rsid w:val="00E10814"/>
    <w:rsid w:val="00E111A8"/>
    <w:rsid w:val="00E141DD"/>
    <w:rsid w:val="00E156A6"/>
    <w:rsid w:val="00E42D4A"/>
    <w:rsid w:val="00E431FD"/>
    <w:rsid w:val="00E50FE4"/>
    <w:rsid w:val="00E66584"/>
    <w:rsid w:val="00E81E13"/>
    <w:rsid w:val="00E867DE"/>
    <w:rsid w:val="00E949F5"/>
    <w:rsid w:val="00E96240"/>
    <w:rsid w:val="00EA05C2"/>
    <w:rsid w:val="00EA79A2"/>
    <w:rsid w:val="00EB330C"/>
    <w:rsid w:val="00EB5F1E"/>
    <w:rsid w:val="00EB6248"/>
    <w:rsid w:val="00EC28C8"/>
    <w:rsid w:val="00EE18BD"/>
    <w:rsid w:val="00EE359D"/>
    <w:rsid w:val="00F0277F"/>
    <w:rsid w:val="00F03A24"/>
    <w:rsid w:val="00F15564"/>
    <w:rsid w:val="00F2150D"/>
    <w:rsid w:val="00F23237"/>
    <w:rsid w:val="00F24097"/>
    <w:rsid w:val="00F368DC"/>
    <w:rsid w:val="00F37407"/>
    <w:rsid w:val="00F41AF1"/>
    <w:rsid w:val="00F47062"/>
    <w:rsid w:val="00F475B4"/>
    <w:rsid w:val="00F52C35"/>
    <w:rsid w:val="00F902BE"/>
    <w:rsid w:val="00F94E43"/>
    <w:rsid w:val="00F953A2"/>
    <w:rsid w:val="00FB033E"/>
    <w:rsid w:val="00FB06FB"/>
    <w:rsid w:val="00FB273F"/>
    <w:rsid w:val="00FB4F72"/>
    <w:rsid w:val="00FB5939"/>
    <w:rsid w:val="00FB6DBC"/>
    <w:rsid w:val="00FD2804"/>
    <w:rsid w:val="00FD4F93"/>
    <w:rsid w:val="00FE4DBE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ADC6"/>
  <w15:docId w15:val="{2AC9E875-39EF-4894-8FF4-A4AA0814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GETFALVINES\Downloads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C5D372BF41E6746BB6747270F313D17" ma:contentTypeVersion="0" ma:contentTypeDescription="Új dokumentum létrehozása." ma:contentTypeScope="" ma:versionID="16bd2063a9e4d7457c047b7b09b559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6677-533A-4471-8B49-D421B74262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6EA82-FF70-45D8-93BE-B2E0FB3A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4B4763-D5D4-4C6B-99F1-330B7475B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AC409C-C76C-4112-ACC6-CAA7ED7C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0</TotalTime>
  <Pages>36</Pages>
  <Words>14534</Words>
  <Characters>100289</Characters>
  <Application>Microsoft Office Word</Application>
  <DocSecurity>0</DocSecurity>
  <Lines>835</Lines>
  <Paragraphs>229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114594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dc:description>GINOP-6.2.4-VEKOP-16-2017-0001 – A 21. századi szakképzés és felnőttképzés minőségének valamint tartalmának fejlesztése</dc:description>
  <cp:lastModifiedBy>Csiharné Jerola Zsuzsa</cp:lastModifiedBy>
  <cp:revision>2</cp:revision>
  <dcterms:created xsi:type="dcterms:W3CDTF">2018-07-17T13:57:00Z</dcterms:created>
  <dcterms:modified xsi:type="dcterms:W3CDTF">2018-07-17T13:57:00Z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0x0101008C5D372BF41E6746BB6747270F313D17</vt:lpwstr>
  </property>
</Properties>
</file>